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D83AF8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D83AF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31300C">
        <w:rPr>
          <w:rFonts w:ascii="Verdana" w:hAnsi="Verdana"/>
          <w:sz w:val="18"/>
          <w:szCs w:val="18"/>
        </w:rPr>
        <w:t>„</w:t>
      </w:r>
      <w:r w:rsidR="0031300C" w:rsidRPr="0031300C">
        <w:rPr>
          <w:rStyle w:val="FontStyle38"/>
          <w:rFonts w:ascii="Verdana" w:hAnsi="Verdana"/>
          <w:b/>
          <w:sz w:val="18"/>
          <w:szCs w:val="18"/>
        </w:rPr>
        <w:t>Údržba, oprav</w:t>
      </w:r>
      <w:r w:rsidR="001155B5">
        <w:rPr>
          <w:rStyle w:val="FontStyle38"/>
          <w:rFonts w:ascii="Verdana" w:hAnsi="Verdana"/>
          <w:b/>
          <w:sz w:val="18"/>
          <w:szCs w:val="18"/>
        </w:rPr>
        <w:t>y</w:t>
      </w:r>
      <w:r w:rsidR="0031300C" w:rsidRPr="0031300C">
        <w:rPr>
          <w:rStyle w:val="FontStyle38"/>
          <w:rFonts w:ascii="Verdana" w:hAnsi="Verdana"/>
          <w:b/>
          <w:sz w:val="18"/>
          <w:szCs w:val="18"/>
        </w:rPr>
        <w:t xml:space="preserve"> a odstraňování závad</w:t>
      </w:r>
      <w:r w:rsidR="00DF56A5">
        <w:rPr>
          <w:rStyle w:val="FontStyle38"/>
          <w:rFonts w:ascii="Verdana" w:hAnsi="Verdana"/>
          <w:b/>
          <w:sz w:val="18"/>
          <w:szCs w:val="18"/>
        </w:rPr>
        <w:t xml:space="preserve"> silnoproud</w:t>
      </w:r>
      <w:r w:rsidR="001155B5">
        <w:rPr>
          <w:rStyle w:val="FontStyle38"/>
          <w:rFonts w:ascii="Verdana" w:hAnsi="Verdana"/>
          <w:b/>
          <w:sz w:val="18"/>
          <w:szCs w:val="18"/>
        </w:rPr>
        <w:t>ého</w:t>
      </w:r>
      <w:r w:rsidR="00DF56A5">
        <w:rPr>
          <w:rStyle w:val="FontStyle38"/>
          <w:rFonts w:ascii="Verdana" w:hAnsi="Verdana"/>
          <w:b/>
          <w:sz w:val="18"/>
          <w:szCs w:val="18"/>
        </w:rPr>
        <w:t xml:space="preserve"> zařízení</w:t>
      </w:r>
      <w:r w:rsidR="0031300C" w:rsidRPr="0031300C">
        <w:rPr>
          <w:rStyle w:val="FontStyle38"/>
          <w:rFonts w:ascii="Verdana" w:hAnsi="Verdana"/>
          <w:b/>
          <w:sz w:val="18"/>
          <w:szCs w:val="18"/>
        </w:rPr>
        <w:t xml:space="preserve"> </w:t>
      </w:r>
      <w:r w:rsidR="00F961FD">
        <w:rPr>
          <w:rStyle w:val="FontStyle38"/>
          <w:rFonts w:ascii="Verdana" w:hAnsi="Verdana"/>
          <w:b/>
          <w:sz w:val="18"/>
          <w:szCs w:val="18"/>
        </w:rPr>
        <w:t xml:space="preserve">a TV </w:t>
      </w:r>
      <w:r w:rsidR="0031300C" w:rsidRPr="0031300C">
        <w:rPr>
          <w:rStyle w:val="FontStyle38"/>
          <w:rFonts w:ascii="Verdana" w:hAnsi="Verdana"/>
          <w:b/>
          <w:sz w:val="18"/>
          <w:szCs w:val="18"/>
        </w:rPr>
        <w:t>20</w:t>
      </w:r>
      <w:r w:rsidR="00DF56A5">
        <w:rPr>
          <w:rStyle w:val="FontStyle38"/>
          <w:rFonts w:ascii="Verdana" w:hAnsi="Verdana"/>
          <w:b/>
          <w:sz w:val="18"/>
          <w:szCs w:val="18"/>
        </w:rPr>
        <w:t>20</w:t>
      </w:r>
      <w:r w:rsidR="00BB4A91">
        <w:rPr>
          <w:rStyle w:val="FontStyle38"/>
          <w:rFonts w:ascii="Verdana" w:hAnsi="Verdana"/>
          <w:b/>
          <w:sz w:val="18"/>
          <w:szCs w:val="18"/>
        </w:rPr>
        <w:t>/</w:t>
      </w:r>
      <w:bookmarkStart w:id="0" w:name="_GoBack"/>
      <w:bookmarkEnd w:id="0"/>
      <w:r w:rsidR="0031300C" w:rsidRPr="0031300C">
        <w:rPr>
          <w:rStyle w:val="FontStyle38"/>
          <w:rFonts w:ascii="Verdana" w:hAnsi="Verdana"/>
          <w:b/>
          <w:sz w:val="18"/>
          <w:szCs w:val="18"/>
        </w:rPr>
        <w:t>2021</w:t>
      </w:r>
      <w:r w:rsidRPr="0031300C">
        <w:rPr>
          <w:rFonts w:ascii="Verdana" w:hAnsi="Verdana"/>
          <w:sz w:val="18"/>
          <w:szCs w:val="18"/>
        </w:rPr>
        <w:t xml:space="preserve">“,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FDE" w:rsidRDefault="00EC2FDE">
      <w:r>
        <w:separator/>
      </w:r>
    </w:p>
  </w:endnote>
  <w:endnote w:type="continuationSeparator" w:id="0">
    <w:p w:rsidR="00EC2FDE" w:rsidRDefault="00EC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5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55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FDE" w:rsidRDefault="00EC2FDE">
      <w:r>
        <w:separator/>
      </w:r>
    </w:p>
  </w:footnote>
  <w:footnote w:type="continuationSeparator" w:id="0">
    <w:p w:rsidR="00EC2FDE" w:rsidRDefault="00EC2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55B5"/>
    <w:rsid w:val="00123E8C"/>
    <w:rsid w:val="0014383F"/>
    <w:rsid w:val="001561B0"/>
    <w:rsid w:val="00160155"/>
    <w:rsid w:val="001757F0"/>
    <w:rsid w:val="00184203"/>
    <w:rsid w:val="001871FF"/>
    <w:rsid w:val="001A6B84"/>
    <w:rsid w:val="001B21F3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300C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07BE"/>
    <w:rsid w:val="00822E9C"/>
    <w:rsid w:val="008256F1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1E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27DC7"/>
    <w:rsid w:val="00B44579"/>
    <w:rsid w:val="00B45DCD"/>
    <w:rsid w:val="00B47F7D"/>
    <w:rsid w:val="00B564BD"/>
    <w:rsid w:val="00B6462C"/>
    <w:rsid w:val="00B8323E"/>
    <w:rsid w:val="00B87A19"/>
    <w:rsid w:val="00BA1C49"/>
    <w:rsid w:val="00BA24EC"/>
    <w:rsid w:val="00BB4A91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83AF8"/>
    <w:rsid w:val="00D9176F"/>
    <w:rsid w:val="00D9470F"/>
    <w:rsid w:val="00DC6384"/>
    <w:rsid w:val="00DC7EB9"/>
    <w:rsid w:val="00DF56A5"/>
    <w:rsid w:val="00E12A77"/>
    <w:rsid w:val="00E55FE0"/>
    <w:rsid w:val="00E7211F"/>
    <w:rsid w:val="00E876D3"/>
    <w:rsid w:val="00E92A17"/>
    <w:rsid w:val="00EB4DD5"/>
    <w:rsid w:val="00EC2FDE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1F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1DFFFB"/>
  <w15:docId w15:val="{69599AD6-1337-4313-941B-1BBCBC30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4351C"/>
    <w:rsid w:val="0042059D"/>
    <w:rsid w:val="00482B79"/>
    <w:rsid w:val="004A5424"/>
    <w:rsid w:val="00573D4E"/>
    <w:rsid w:val="00613E25"/>
    <w:rsid w:val="00657D7A"/>
    <w:rsid w:val="00696616"/>
    <w:rsid w:val="006F7CDA"/>
    <w:rsid w:val="00791F94"/>
    <w:rsid w:val="007C4980"/>
    <w:rsid w:val="00895471"/>
    <w:rsid w:val="00940E9B"/>
    <w:rsid w:val="00CB3255"/>
    <w:rsid w:val="00D466B7"/>
    <w:rsid w:val="00D8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F8E8F0-3B57-4D0C-8FB6-204C30BD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2019-06-21T07:09:00Z</cp:lastPrinted>
  <dcterms:created xsi:type="dcterms:W3CDTF">2019-09-17T09:26:00Z</dcterms:created>
  <dcterms:modified xsi:type="dcterms:W3CDTF">2019-12-09T13:22:00Z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