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r>
        <w:t>Dopis nabídky</w:t>
      </w:r>
    </w:p>
    <w:p w:rsidR="00A8795C" w:rsidRPr="005D68B0" w:rsidRDefault="00BB037B" w:rsidP="00A8795C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992CF531F3694408BA0CE781B82ADE28"/>
          </w:placeholder>
          <w:text w:multiLine="1"/>
        </w:sdtPr>
        <w:sdtEndPr>
          <w:rPr>
            <w:rStyle w:val="Standardnpsmoodstavce"/>
          </w:rPr>
        </w:sdtEndPr>
        <w:sdtContent>
          <w:r w:rsidR="00A8795C" w:rsidRPr="006334AA">
            <w:rPr>
              <w:rStyle w:val="Nzevakce"/>
              <w:b/>
            </w:rPr>
            <w:t>„GSM-R Chomutov - Cheb“</w:t>
          </w:r>
        </w:sdtContent>
      </w:sdt>
    </w:p>
    <w:p w:rsidR="005D68B0" w:rsidRDefault="005D68B0" w:rsidP="00A8795C">
      <w:pPr>
        <w:pStyle w:val="Titul2"/>
      </w:pPr>
    </w:p>
    <w:p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:rsidR="00E9202E" w:rsidRDefault="00E9202E" w:rsidP="00312D11">
      <w:pPr>
        <w:pStyle w:val="Textbezodsazen"/>
      </w:pPr>
    </w:p>
    <w:p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</w:t>
      </w:r>
      <w:bookmarkStart w:id="0" w:name="_GoBack"/>
      <w:bookmarkEnd w:id="0"/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 xml:space="preserve">Žádáme, aby bylo s těmito dokumenty nakládáno podle ust. § 218 zákona o zadávání </w:t>
      </w:r>
      <w:r>
        <w:lastRenderedPageBreak/>
        <w:t>veřejných zakázek.</w:t>
      </w:r>
    </w:p>
    <w:p w:rsidR="00BB037B" w:rsidRDefault="00BB037B" w:rsidP="005D1C66">
      <w:pPr>
        <w:pStyle w:val="slovanseznam"/>
      </w:pPr>
      <w:r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:rsidR="00457B38" w:rsidRDefault="00457B38" w:rsidP="00312D11">
      <w:pPr>
        <w:pStyle w:val="Textbezodsazen"/>
      </w:pPr>
    </w:p>
    <w:p w:rsidR="005D1C66" w:rsidRDefault="005D1C66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A03" w:rsidRDefault="008E0A03" w:rsidP="00962258">
      <w:pPr>
        <w:spacing w:after="0" w:line="240" w:lineRule="auto"/>
      </w:pPr>
      <w:r>
        <w:separator/>
      </w:r>
    </w:p>
  </w:endnote>
  <w:endnote w:type="continuationSeparator" w:id="0">
    <w:p w:rsidR="008E0A03" w:rsidRDefault="008E0A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68B0" w:rsidRDefault="005D68B0" w:rsidP="00D50379">
          <w:pPr>
            <w:pStyle w:val="Zpatvpravo"/>
          </w:pPr>
          <w:r>
            <w:t xml:space="preserve">Dopis nabídky </w:t>
          </w:r>
        </w:p>
        <w:p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A8795C">
            <w:rPr>
              <w:rStyle w:val="Tun"/>
              <w:noProof/>
            </w:rPr>
            <w:t>„GSM-R Chomutov - Cheb“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7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7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121" w:rsidRDefault="00A67808" w:rsidP="00BE5121">
    <w:pPr>
      <w:pStyle w:val="Zpat"/>
      <w:rPr>
        <w:rFonts w:cs="Calibri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4624" behindDoc="1" locked="1" layoutInCell="1" allowOverlap="1" wp14:anchorId="3C8344F9" wp14:editId="12F9E079">
          <wp:simplePos x="0" y="0"/>
          <wp:positionH relativeFrom="page">
            <wp:posOffset>974725</wp:posOffset>
          </wp:positionH>
          <wp:positionV relativeFrom="page">
            <wp:posOffset>9464675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A03" w:rsidRDefault="008E0A03" w:rsidP="00962258">
      <w:pPr>
        <w:spacing w:after="0" w:line="240" w:lineRule="auto"/>
      </w:pPr>
      <w:r>
        <w:separator/>
      </w:r>
    </w:p>
  </w:footnote>
  <w:footnote w:type="continuationSeparator" w:id="0">
    <w:p w:rsidR="008E0A03" w:rsidRDefault="008E0A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1C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40DF4B3F" wp14:editId="51567D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4241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A3C4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6497E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E57"/>
    <w:rsid w:val="007A5172"/>
    <w:rsid w:val="007A67A0"/>
    <w:rsid w:val="007B570C"/>
    <w:rsid w:val="007D6CE3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E0A0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67808"/>
    <w:rsid w:val="00A71189"/>
    <w:rsid w:val="00A7364A"/>
    <w:rsid w:val="00A74DCC"/>
    <w:rsid w:val="00A753ED"/>
    <w:rsid w:val="00A77512"/>
    <w:rsid w:val="00A8795C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D40CD280-4B1A-4740-9EB3-1D4A45E8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2CF531F3694408BA0CE781B82ADE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B8FFAB-C6BD-43EC-AB62-F0C6D6814B4F}"/>
      </w:docPartPr>
      <w:docPartBody>
        <w:p w:rsidR="00000000" w:rsidRDefault="00C10257" w:rsidP="00C10257">
          <w:pPr>
            <w:pStyle w:val="992CF531F3694408BA0CE781B82ADE2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5E3FC4"/>
    <w:rsid w:val="006E6B4A"/>
    <w:rsid w:val="00A37915"/>
    <w:rsid w:val="00B374EC"/>
    <w:rsid w:val="00C10257"/>
    <w:rsid w:val="00C7001B"/>
    <w:rsid w:val="00D50D44"/>
    <w:rsid w:val="00D6468B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0257"/>
    <w:rPr>
      <w:color w:val="808080"/>
    </w:rPr>
  </w:style>
  <w:style w:type="paragraph" w:customStyle="1" w:styleId="037EA98DF94541BA99B2FD8945B40BFD">
    <w:name w:val="037EA98DF94541BA99B2FD8945B40BFD"/>
    <w:rsid w:val="00146B79"/>
  </w:style>
  <w:style w:type="paragraph" w:customStyle="1" w:styleId="992CF531F3694408BA0CE781B82ADE28">
    <w:name w:val="992CF531F3694408BA0CE781B82ADE28"/>
    <w:rsid w:val="00C1025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DBE4D-545B-4E99-B729-0D97884E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5</cp:revision>
  <cp:lastPrinted>2019-03-12T14:23:00Z</cp:lastPrinted>
  <dcterms:created xsi:type="dcterms:W3CDTF">2019-08-15T12:17:00Z</dcterms:created>
  <dcterms:modified xsi:type="dcterms:W3CDTF">2019-12-06T09:01:00Z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