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3CDBC0C" wp14:editId="06B3DD72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081A76" w:rsidP="00081A76">
            <w:r>
              <w:rPr>
                <w:rFonts w:ascii="Helvetica" w:hAnsi="Helvetica"/>
              </w:rPr>
              <w:t>182</w:t>
            </w:r>
            <w:r w:rsidR="00893F7C" w:rsidRPr="00893F7C">
              <w:rPr>
                <w:rFonts w:ascii="Helvetica" w:hAnsi="Helvetica"/>
              </w:rPr>
              <w:t>/20</w:t>
            </w:r>
            <w:r>
              <w:rPr>
                <w:rFonts w:ascii="Helvetica" w:hAnsi="Helvetica"/>
              </w:rPr>
              <w:t>20</w:t>
            </w:r>
            <w:r w:rsidR="00893F7C" w:rsidRPr="00893F7C">
              <w:rPr>
                <w:rFonts w:ascii="Helvetica" w:hAnsi="Helvetica"/>
              </w:rPr>
              <w:t>-SŽDC-SSV-Ú3</w:t>
            </w:r>
            <w:r w:rsidR="00893F7C">
              <w:rPr>
                <w:rFonts w:ascii="Helvetica" w:hAnsi="Helvetica"/>
              </w:rPr>
              <w:t>/KLI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93F7C" w:rsidRDefault="00F862D6" w:rsidP="0077673A">
            <w:r w:rsidRPr="00893F7C">
              <w:t>Listů/příloh</w:t>
            </w:r>
          </w:p>
        </w:tc>
        <w:tc>
          <w:tcPr>
            <w:tcW w:w="2552" w:type="dxa"/>
          </w:tcPr>
          <w:p w:rsidR="00F862D6" w:rsidRPr="00893F7C" w:rsidRDefault="00081A76" w:rsidP="00CC1E2B">
            <w:r>
              <w:t>5</w:t>
            </w:r>
            <w:r w:rsidR="00893F7C" w:rsidRPr="00893F7C">
              <w:t>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F6A8C" w:rsidP="00FE3455">
            <w:r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Mobil</w:t>
            </w:r>
          </w:p>
        </w:tc>
        <w:tc>
          <w:tcPr>
            <w:tcW w:w="2552" w:type="dxa"/>
          </w:tcPr>
          <w:p w:rsidR="00AF6A8C" w:rsidRPr="00BB6E40" w:rsidRDefault="00AF6A8C" w:rsidP="00482191">
            <w:r w:rsidRPr="00BB6E40">
              <w:t>722 819 305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E-mail</w:t>
            </w:r>
          </w:p>
        </w:tc>
        <w:tc>
          <w:tcPr>
            <w:tcW w:w="2552" w:type="dxa"/>
          </w:tcPr>
          <w:p w:rsidR="00AF6A8C" w:rsidRDefault="00AF6A8C" w:rsidP="00482191">
            <w:r w:rsidRPr="00BB6E40">
              <w:t>KlimesJa@szdc.cz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4562C">
              <w:rPr>
                <w:noProof/>
              </w:rPr>
              <w:t>7. ledna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F6A8C" w:rsidRPr="00AF6A8C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C57BB">
        <w:rPr>
          <w:rFonts w:eastAsia="Calibri" w:cs="Times New Roman"/>
          <w:lang w:eastAsia="cs-CZ"/>
        </w:rPr>
        <w:t xml:space="preserve">Vysvětlení/ změna/ doplnění </w:t>
      </w:r>
      <w:r w:rsidRPr="00CA75CF">
        <w:rPr>
          <w:rFonts w:eastAsia="Calibri" w:cs="Times New Roman"/>
          <w:lang w:eastAsia="cs-CZ"/>
        </w:rPr>
        <w:t xml:space="preserve">zadávací </w:t>
      </w:r>
      <w:r w:rsidRPr="00893F7C">
        <w:rPr>
          <w:rFonts w:eastAsia="Calibri" w:cs="Times New Roman"/>
          <w:lang w:eastAsia="cs-CZ"/>
        </w:rPr>
        <w:t xml:space="preserve">dokumentace č. </w:t>
      </w:r>
      <w:r w:rsidR="00CB4BB1">
        <w:rPr>
          <w:rFonts w:eastAsia="Times New Roman" w:cs="Times New Roman"/>
          <w:lang w:eastAsia="cs-CZ"/>
        </w:rPr>
        <w:t>8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5B5D85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260</w:t>
      </w:r>
      <w:r w:rsidRPr="00CF6125">
        <w:rPr>
          <w:rFonts w:eastAsia="Calibri" w:cs="Times New Roman"/>
          <w:b/>
          <w:lang w:eastAsia="cs-CZ"/>
        </w:rPr>
        <w:t>:</w:t>
      </w:r>
    </w:p>
    <w:p w:rsidR="005B5D85" w:rsidRPr="00652AD2" w:rsidRDefault="005B5D85" w:rsidP="005B5D85">
      <w:pPr>
        <w:spacing w:after="200" w:line="276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652AD2">
        <w:rPr>
          <w:rFonts w:ascii="Calibri" w:eastAsia="Calibri" w:hAnsi="Calibri" w:cs="Times New Roman"/>
          <w:sz w:val="22"/>
          <w:szCs w:val="22"/>
        </w:rPr>
        <w:t xml:space="preserve">PS 43-21-01. V TZ se říká: </w:t>
      </w:r>
    </w:p>
    <w:p w:rsidR="005B5D85" w:rsidRPr="00652AD2" w:rsidRDefault="005B5D85" w:rsidP="005B5D85">
      <w:pPr>
        <w:spacing w:after="200" w:line="276" w:lineRule="auto"/>
        <w:contextualSpacing/>
        <w:rPr>
          <w:rFonts w:ascii="Calibri" w:eastAsia="Calibri" w:hAnsi="Calibri" w:cs="Times New Roman"/>
          <w:i/>
          <w:sz w:val="22"/>
          <w:szCs w:val="22"/>
        </w:rPr>
      </w:pPr>
      <w:r w:rsidRPr="00652AD2">
        <w:rPr>
          <w:rFonts w:ascii="Calibri" w:eastAsia="Calibri" w:hAnsi="Calibri" w:cs="Times New Roman"/>
          <w:sz w:val="22"/>
          <w:szCs w:val="22"/>
        </w:rPr>
        <w:t>„</w:t>
      </w:r>
      <w:proofErr w:type="gramStart"/>
      <w:r w:rsidRPr="00652AD2">
        <w:rPr>
          <w:rFonts w:ascii="Calibri" w:eastAsia="Calibri" w:hAnsi="Calibri" w:cs="Times New Roman"/>
          <w:i/>
          <w:sz w:val="22"/>
          <w:szCs w:val="22"/>
        </w:rPr>
        <w:t>2.3   Výhybky</w:t>
      </w:r>
      <w:proofErr w:type="gramEnd"/>
      <w:r w:rsidRPr="00652AD2">
        <w:rPr>
          <w:rFonts w:ascii="Calibri" w:eastAsia="Calibri" w:hAnsi="Calibri" w:cs="Times New Roman"/>
          <w:i/>
          <w:sz w:val="22"/>
          <w:szCs w:val="22"/>
        </w:rPr>
        <w:t xml:space="preserve"> </w:t>
      </w:r>
    </w:p>
    <w:p w:rsidR="005B5D85" w:rsidRPr="00652AD2" w:rsidRDefault="005B5D85" w:rsidP="005B5D85">
      <w:pPr>
        <w:spacing w:after="200" w:line="276" w:lineRule="auto"/>
        <w:contextualSpacing/>
        <w:rPr>
          <w:rFonts w:ascii="Calibri" w:eastAsia="Calibri" w:hAnsi="Calibri" w:cs="Times New Roman"/>
          <w:i/>
          <w:sz w:val="22"/>
          <w:szCs w:val="22"/>
        </w:rPr>
      </w:pPr>
      <w:r w:rsidRPr="00652AD2">
        <w:rPr>
          <w:rFonts w:ascii="Calibri" w:eastAsia="Calibri" w:hAnsi="Calibri" w:cs="Times New Roman"/>
          <w:i/>
          <w:sz w:val="22"/>
          <w:szCs w:val="22"/>
        </w:rPr>
        <w:t xml:space="preserve">Všechny výhybky na rekonstruovaném kolejišti ve stanici budou po dokončení </w:t>
      </w:r>
    </w:p>
    <w:p w:rsidR="005B5D85" w:rsidRPr="00652AD2" w:rsidRDefault="005B5D85" w:rsidP="005B5D85">
      <w:pPr>
        <w:spacing w:after="200" w:line="276" w:lineRule="auto"/>
        <w:contextualSpacing/>
        <w:rPr>
          <w:rFonts w:ascii="Calibri" w:eastAsia="Calibri" w:hAnsi="Calibri" w:cs="Times New Roman"/>
          <w:i/>
          <w:sz w:val="22"/>
          <w:szCs w:val="22"/>
        </w:rPr>
      </w:pPr>
      <w:r w:rsidRPr="00652AD2">
        <w:rPr>
          <w:rFonts w:ascii="Calibri" w:eastAsia="Calibri" w:hAnsi="Calibri" w:cs="Times New Roman"/>
          <w:i/>
          <w:sz w:val="22"/>
          <w:szCs w:val="22"/>
        </w:rPr>
        <w:t xml:space="preserve">rekonstrukce osazeny novými přestavníky a snímači polohy jazyků. Jedná se o výhybky </w:t>
      </w:r>
    </w:p>
    <w:p w:rsidR="005B5D85" w:rsidRPr="00652AD2" w:rsidRDefault="005B5D85" w:rsidP="005B5D85">
      <w:pPr>
        <w:spacing w:after="200" w:line="276" w:lineRule="auto"/>
        <w:contextualSpacing/>
        <w:rPr>
          <w:rFonts w:ascii="Calibri" w:eastAsia="Calibri" w:hAnsi="Calibri" w:cs="Times New Roman"/>
          <w:i/>
          <w:sz w:val="22"/>
          <w:szCs w:val="22"/>
        </w:rPr>
      </w:pPr>
      <w:r w:rsidRPr="00652AD2">
        <w:rPr>
          <w:rFonts w:ascii="Calibri" w:eastAsia="Calibri" w:hAnsi="Calibri" w:cs="Times New Roman"/>
          <w:i/>
          <w:sz w:val="22"/>
          <w:szCs w:val="22"/>
        </w:rPr>
        <w:t xml:space="preserve">č. 201, 202, 203 a 204.  </w:t>
      </w:r>
    </w:p>
    <w:p w:rsidR="005B5D85" w:rsidRPr="00240CAD" w:rsidRDefault="005B5D85" w:rsidP="005B5D85">
      <w:pPr>
        <w:spacing w:after="200" w:line="276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652AD2">
        <w:rPr>
          <w:rFonts w:ascii="Calibri" w:eastAsia="Calibri" w:hAnsi="Calibri" w:cs="Times New Roman"/>
          <w:i/>
          <w:sz w:val="22"/>
          <w:szCs w:val="22"/>
        </w:rPr>
        <w:t xml:space="preserve">Způsob </w:t>
      </w:r>
      <w:r w:rsidRPr="00240CAD">
        <w:rPr>
          <w:rFonts w:ascii="Calibri" w:eastAsia="Calibri" w:hAnsi="Calibri" w:cs="Times New Roman"/>
          <w:i/>
          <w:sz w:val="22"/>
          <w:szCs w:val="22"/>
        </w:rPr>
        <w:t xml:space="preserve">zabezpečení výhybek je patrný ze situačního schéma </w:t>
      </w:r>
      <w:proofErr w:type="spellStart"/>
      <w:proofErr w:type="gramStart"/>
      <w:r w:rsidRPr="00240CAD">
        <w:rPr>
          <w:rFonts w:ascii="Calibri" w:eastAsia="Calibri" w:hAnsi="Calibri" w:cs="Times New Roman"/>
          <w:i/>
          <w:sz w:val="22"/>
          <w:szCs w:val="22"/>
        </w:rPr>
        <w:t>v.č</w:t>
      </w:r>
      <w:proofErr w:type="spellEnd"/>
      <w:r w:rsidRPr="00240CAD">
        <w:rPr>
          <w:rFonts w:ascii="Calibri" w:eastAsia="Calibri" w:hAnsi="Calibri" w:cs="Times New Roman"/>
          <w:i/>
          <w:sz w:val="22"/>
          <w:szCs w:val="22"/>
        </w:rPr>
        <w:t>.</w:t>
      </w:r>
      <w:proofErr w:type="gramEnd"/>
      <w:r w:rsidRPr="00240CAD">
        <w:rPr>
          <w:rFonts w:ascii="Calibri" w:eastAsia="Calibri" w:hAnsi="Calibri" w:cs="Times New Roman"/>
          <w:i/>
          <w:sz w:val="22"/>
          <w:szCs w:val="22"/>
        </w:rPr>
        <w:t xml:space="preserve"> 0200.</w:t>
      </w:r>
      <w:r w:rsidRPr="00240CAD">
        <w:rPr>
          <w:rFonts w:ascii="Calibri" w:eastAsia="Calibri" w:hAnsi="Calibri" w:cs="Times New Roman"/>
          <w:sz w:val="22"/>
          <w:szCs w:val="22"/>
        </w:rPr>
        <w:t xml:space="preserve">“ </w:t>
      </w:r>
    </w:p>
    <w:p w:rsidR="005B5D85" w:rsidRPr="00240CAD" w:rsidRDefault="005B5D85" w:rsidP="005B5D85">
      <w:pPr>
        <w:pStyle w:val="Odstavecseseznamem"/>
        <w:numPr>
          <w:ilvl w:val="0"/>
          <w:numId w:val="6"/>
        </w:numPr>
        <w:spacing w:after="200" w:line="276" w:lineRule="auto"/>
        <w:rPr>
          <w:rFonts w:ascii="Calibri" w:eastAsia="Calibri" w:hAnsi="Calibri" w:cs="Times New Roman"/>
          <w:sz w:val="22"/>
          <w:szCs w:val="22"/>
        </w:rPr>
      </w:pPr>
      <w:r w:rsidRPr="00240CAD">
        <w:rPr>
          <w:rFonts w:ascii="Calibri" w:eastAsia="Calibri" w:hAnsi="Calibri" w:cs="Times New Roman"/>
          <w:sz w:val="22"/>
          <w:szCs w:val="22"/>
        </w:rPr>
        <w:t>Ve výkazu výměr chybí položka pro ocenění dodávek 4ks nových elektromotorických přestavníků. Žádáme zadavatele o prověření.</w:t>
      </w:r>
    </w:p>
    <w:p w:rsidR="005B5D85" w:rsidRPr="00240CAD" w:rsidRDefault="005B5D85" w:rsidP="005B5D85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240CAD">
        <w:rPr>
          <w:rFonts w:ascii="Calibri" w:eastAsia="Calibri" w:hAnsi="Calibri" w:cs="Times New Roman"/>
          <w:sz w:val="22"/>
          <w:szCs w:val="22"/>
        </w:rPr>
        <w:t xml:space="preserve">Dle situačního schématu a tabulky výhybek se předpokládá osazení výhybek č. 201 až 204 </w:t>
      </w:r>
      <w:proofErr w:type="spellStart"/>
      <w:r w:rsidRPr="00240CAD">
        <w:rPr>
          <w:rFonts w:ascii="Calibri" w:eastAsia="Calibri" w:hAnsi="Calibri" w:cs="Times New Roman"/>
          <w:sz w:val="22"/>
          <w:szCs w:val="22"/>
        </w:rPr>
        <w:t>rozřeznými</w:t>
      </w:r>
      <w:proofErr w:type="spellEnd"/>
      <w:r w:rsidRPr="00240CAD">
        <w:rPr>
          <w:rFonts w:ascii="Calibri" w:eastAsia="Calibri" w:hAnsi="Calibri" w:cs="Times New Roman"/>
          <w:sz w:val="22"/>
          <w:szCs w:val="22"/>
        </w:rPr>
        <w:t xml:space="preserve"> elektromotorickými přestavníky bez snímačů polohy jazyka. Ve výkazu výměr se nevyskytují položky pro ocenění snímačů polohy jazyka. Žádáme zadavatele o prověření.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a) Bylo prověřeno a položka pro dodávku elektromotorických přestavníků byla doplněna. (pol. č. 27)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b) Bylo prověřeno snímače poloh jazyků na výhybkách 201–204 v současnosti nejsou a nejsou ani nově</w:t>
      </w:r>
      <w:r w:rsidR="0014562C">
        <w:rPr>
          <w:rFonts w:eastAsia="Calibri" w:cs="Times New Roman"/>
          <w:b/>
          <w:lang w:eastAsia="cs-CZ"/>
        </w:rPr>
        <w:t xml:space="preserve"> navrhovány. Kapitola 2.3 techni</w:t>
      </w:r>
      <w:r w:rsidRPr="00240CAD">
        <w:rPr>
          <w:rFonts w:eastAsia="Calibri" w:cs="Times New Roman"/>
          <w:b/>
          <w:lang w:eastAsia="cs-CZ"/>
        </w:rPr>
        <w:t>cké zprávy byla opravena (str. 16).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Dotaz č. 261: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PS 43-21-01. Domníváme se, že se ve VV vyskytuje duplicitní položka </w:t>
      </w:r>
      <w:proofErr w:type="gramStart"/>
      <w:r w:rsidRPr="00240CAD">
        <w:rPr>
          <w:rFonts w:eastAsia="Calibri" w:cs="Times New Roman"/>
          <w:lang w:eastAsia="cs-CZ"/>
        </w:rPr>
        <w:t>č.33</w:t>
      </w:r>
      <w:proofErr w:type="gramEnd"/>
      <w:r w:rsidRPr="00240CAD">
        <w:rPr>
          <w:rFonts w:eastAsia="Calibri" w:cs="Times New Roman"/>
          <w:lang w:eastAsia="cs-CZ"/>
        </w:rPr>
        <w:t xml:space="preserve"> „OZNAČOVACÍ PÁS NÁVĚSTIDLA – DEMONTÁŽ“ k pol.č.31 ovšem s jiným množstvím. Žádáme zadavatele o prověření</w:t>
      </w:r>
      <w:r w:rsidRPr="00240CAD">
        <w:rPr>
          <w:rFonts w:eastAsia="Calibri" w:cs="Times New Roman"/>
          <w:b/>
          <w:lang w:eastAsia="cs-CZ"/>
        </w:rPr>
        <w:t>.</w:t>
      </w:r>
    </w:p>
    <w:p w:rsidR="005B5D85" w:rsidRPr="00240CAD" w:rsidRDefault="005B5D85" w:rsidP="005B5D85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240CAD">
        <w:rPr>
          <w:rFonts w:eastAsia="Calibri" w:cs="Times New Roman"/>
          <w:b/>
          <w:lang w:eastAsia="cs-CZ"/>
        </w:rPr>
        <w:t>0dpověď: Bylo prověřeno původní pol. č. 33 je skutečně duplicitní a s nesprávným množstvím (15 ks). Položka byla vypuštěna.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Dotaz č. 262: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43-21-01. V TZ se říká: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„</w:t>
      </w:r>
      <w:proofErr w:type="gramStart"/>
      <w:r w:rsidRPr="00240CAD">
        <w:rPr>
          <w:rFonts w:eastAsia="Calibri" w:cs="Times New Roman"/>
          <w:lang w:eastAsia="cs-CZ"/>
        </w:rPr>
        <w:t>2.4   Návěstidla</w:t>
      </w:r>
      <w:proofErr w:type="gramEnd"/>
      <w:r w:rsidRPr="00240CAD">
        <w:rPr>
          <w:rFonts w:eastAsia="Calibri" w:cs="Times New Roman"/>
          <w:lang w:eastAsia="cs-CZ"/>
        </w:rPr>
        <w:t xml:space="preserve">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Návěstidla ve stanici budou nová ve stávajících polohách a budou konstrukčně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240CAD">
        <w:rPr>
          <w:rFonts w:eastAsia="Calibri" w:cs="Times New Roman"/>
          <w:lang w:eastAsia="cs-CZ"/>
        </w:rPr>
        <w:t>splňovat  podmínky</w:t>
      </w:r>
      <w:proofErr w:type="gramEnd"/>
      <w:r w:rsidRPr="00240CAD">
        <w:rPr>
          <w:rFonts w:eastAsia="Calibri" w:cs="Times New Roman"/>
          <w:lang w:eastAsia="cs-CZ"/>
        </w:rPr>
        <w:t xml:space="preserve">  TNŽ  34  2610.  </w:t>
      </w:r>
      <w:proofErr w:type="gramStart"/>
      <w:r w:rsidRPr="00240CAD">
        <w:rPr>
          <w:rFonts w:eastAsia="Calibri" w:cs="Times New Roman"/>
          <w:lang w:eastAsia="cs-CZ"/>
        </w:rPr>
        <w:t>Umístění  návěstidel</w:t>
      </w:r>
      <w:proofErr w:type="gramEnd"/>
      <w:r w:rsidRPr="00240CAD">
        <w:rPr>
          <w:rFonts w:eastAsia="Calibri" w:cs="Times New Roman"/>
          <w:lang w:eastAsia="cs-CZ"/>
        </w:rPr>
        <w:t xml:space="preserve">  v  kolejišti  je  vyznačeno  v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polohopisném  výkresu  č.  0101  a  v  situačním  schéma  </w:t>
      </w:r>
      <w:proofErr w:type="spellStart"/>
      <w:proofErr w:type="gramStart"/>
      <w:r w:rsidRPr="00240CAD">
        <w:rPr>
          <w:rFonts w:eastAsia="Calibri" w:cs="Times New Roman"/>
          <w:lang w:eastAsia="cs-CZ"/>
        </w:rPr>
        <w:t>v.č</w:t>
      </w:r>
      <w:proofErr w:type="spellEnd"/>
      <w:r w:rsidRPr="00240CAD">
        <w:rPr>
          <w:rFonts w:eastAsia="Calibri" w:cs="Times New Roman"/>
          <w:lang w:eastAsia="cs-CZ"/>
        </w:rPr>
        <w:t>.</w:t>
      </w:r>
      <w:proofErr w:type="gramEnd"/>
      <w:r w:rsidRPr="00240CAD">
        <w:rPr>
          <w:rFonts w:eastAsia="Calibri" w:cs="Times New Roman"/>
          <w:lang w:eastAsia="cs-CZ"/>
        </w:rPr>
        <w:t xml:space="preserve">  0200.  Pořadí  světel  </w:t>
      </w:r>
      <w:proofErr w:type="gramStart"/>
      <w:r w:rsidRPr="00240CAD">
        <w:rPr>
          <w:rFonts w:eastAsia="Calibri" w:cs="Times New Roman"/>
          <w:lang w:eastAsia="cs-CZ"/>
        </w:rPr>
        <w:t>na</w:t>
      </w:r>
      <w:proofErr w:type="gramEnd"/>
      <w:r w:rsidRPr="00240CAD">
        <w:rPr>
          <w:rFonts w:eastAsia="Calibri" w:cs="Times New Roman"/>
          <w:lang w:eastAsia="cs-CZ"/>
        </w:rPr>
        <w:t xml:space="preserve">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návěstidlech je vyznačeno na situačním schéma </w:t>
      </w:r>
      <w:proofErr w:type="spellStart"/>
      <w:proofErr w:type="gramStart"/>
      <w:r w:rsidRPr="00240CAD">
        <w:rPr>
          <w:rFonts w:eastAsia="Calibri" w:cs="Times New Roman"/>
          <w:lang w:eastAsia="cs-CZ"/>
        </w:rPr>
        <w:t>v.č</w:t>
      </w:r>
      <w:proofErr w:type="spellEnd"/>
      <w:r w:rsidRPr="00240CAD">
        <w:rPr>
          <w:rFonts w:eastAsia="Calibri" w:cs="Times New Roman"/>
          <w:lang w:eastAsia="cs-CZ"/>
        </w:rPr>
        <w:t>.</w:t>
      </w:r>
      <w:proofErr w:type="gramEnd"/>
      <w:r w:rsidRPr="00240CAD">
        <w:rPr>
          <w:rFonts w:eastAsia="Calibri" w:cs="Times New Roman"/>
          <w:lang w:eastAsia="cs-CZ"/>
        </w:rPr>
        <w:t xml:space="preserve"> 0200.“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Ve výkazu výměr se vyskytují položky:</w:t>
      </w:r>
    </w:p>
    <w:tbl>
      <w:tblPr>
        <w:tblW w:w="949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958"/>
        <w:gridCol w:w="347"/>
        <w:gridCol w:w="787"/>
        <w:gridCol w:w="4678"/>
        <w:gridCol w:w="940"/>
        <w:gridCol w:w="887"/>
      </w:tblGrid>
      <w:tr w:rsidR="00240CAD" w:rsidRPr="00240CAD" w:rsidTr="00E877C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lastRenderedPageBreak/>
              <w:t>26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75C537</w:t>
            </w:r>
          </w:p>
        </w:tc>
        <w:tc>
          <w:tcPr>
            <w:tcW w:w="3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STOŽÁROVÉ NÁVĚSTIDLO OD ČTYŘ SVĚTEL - MONTÁŽ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5,000</w:t>
            </w:r>
          </w:p>
        </w:tc>
      </w:tr>
      <w:tr w:rsidR="00240CAD" w:rsidRPr="00240CAD" w:rsidTr="00E877C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75C538</w:t>
            </w:r>
          </w:p>
        </w:tc>
        <w:tc>
          <w:tcPr>
            <w:tcW w:w="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STOŽÁROVÉ NÁVĚSTIDLO OD ČTYŘ SVĚTEL - DEMONTÁŽ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5,000</w:t>
            </w:r>
          </w:p>
        </w:tc>
      </w:tr>
    </w:tbl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Ve výkazu výměr schází položka pro dodávku návěstidel od čtyř světel. Jedná se o návěstidla 1PL, 2PL, KS, 1DS, 2DS. Žádáme zadavatele o prověření.</w:t>
      </w:r>
    </w:p>
    <w:p w:rsidR="005B5D85" w:rsidRPr="00240CAD" w:rsidRDefault="005B5D85" w:rsidP="005B5D85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240CAD">
        <w:rPr>
          <w:rFonts w:eastAsia="Calibri" w:cs="Times New Roman"/>
          <w:b/>
          <w:lang w:eastAsia="cs-CZ"/>
        </w:rPr>
        <w:t>Odpověď: Bylo prověřeno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položka pro dodávku návěstidel byla doplněna (pol. č. 30).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263: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43-21-01. V TZ se říká: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„</w:t>
      </w:r>
      <w:proofErr w:type="gramStart"/>
      <w:r w:rsidRPr="00240CAD">
        <w:rPr>
          <w:rFonts w:eastAsia="Calibri" w:cs="Times New Roman"/>
          <w:lang w:eastAsia="cs-CZ"/>
        </w:rPr>
        <w:t>2.4   Návěstidla</w:t>
      </w:r>
      <w:proofErr w:type="gramEnd"/>
      <w:r w:rsidRPr="00240CAD">
        <w:rPr>
          <w:rFonts w:eastAsia="Calibri" w:cs="Times New Roman"/>
          <w:lang w:eastAsia="cs-CZ"/>
        </w:rPr>
        <w:t xml:space="preserve">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Návěstidla ve stanici budou nová ve stávajících polohách a budou konstrukčně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240CAD">
        <w:rPr>
          <w:rFonts w:eastAsia="Calibri" w:cs="Times New Roman"/>
          <w:lang w:eastAsia="cs-CZ"/>
        </w:rPr>
        <w:t>splňovat  podmínky</w:t>
      </w:r>
      <w:proofErr w:type="gramEnd"/>
      <w:r w:rsidRPr="00240CAD">
        <w:rPr>
          <w:rFonts w:eastAsia="Calibri" w:cs="Times New Roman"/>
          <w:lang w:eastAsia="cs-CZ"/>
        </w:rPr>
        <w:t xml:space="preserve">  TNŽ  34  2610.  </w:t>
      </w:r>
      <w:proofErr w:type="gramStart"/>
      <w:r w:rsidRPr="00240CAD">
        <w:rPr>
          <w:rFonts w:eastAsia="Calibri" w:cs="Times New Roman"/>
          <w:lang w:eastAsia="cs-CZ"/>
        </w:rPr>
        <w:t>Umístění  návěstidel</w:t>
      </w:r>
      <w:proofErr w:type="gramEnd"/>
      <w:r w:rsidRPr="00240CAD">
        <w:rPr>
          <w:rFonts w:eastAsia="Calibri" w:cs="Times New Roman"/>
          <w:lang w:eastAsia="cs-CZ"/>
        </w:rPr>
        <w:t xml:space="preserve">  v  kolejišti  je  vyznačeno  v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polohopisném  výkresu  č.  0101  a  v  situačním  schéma  </w:t>
      </w:r>
      <w:proofErr w:type="spellStart"/>
      <w:proofErr w:type="gramStart"/>
      <w:r w:rsidRPr="00240CAD">
        <w:rPr>
          <w:rFonts w:eastAsia="Calibri" w:cs="Times New Roman"/>
          <w:lang w:eastAsia="cs-CZ"/>
        </w:rPr>
        <w:t>v.č</w:t>
      </w:r>
      <w:proofErr w:type="spellEnd"/>
      <w:r w:rsidRPr="00240CAD">
        <w:rPr>
          <w:rFonts w:eastAsia="Calibri" w:cs="Times New Roman"/>
          <w:lang w:eastAsia="cs-CZ"/>
        </w:rPr>
        <w:t>.</w:t>
      </w:r>
      <w:proofErr w:type="gramEnd"/>
      <w:r w:rsidRPr="00240CAD">
        <w:rPr>
          <w:rFonts w:eastAsia="Calibri" w:cs="Times New Roman"/>
          <w:lang w:eastAsia="cs-CZ"/>
        </w:rPr>
        <w:t xml:space="preserve">  0200.  Pořadí  světel  </w:t>
      </w:r>
      <w:proofErr w:type="gramStart"/>
      <w:r w:rsidRPr="00240CAD">
        <w:rPr>
          <w:rFonts w:eastAsia="Calibri" w:cs="Times New Roman"/>
          <w:lang w:eastAsia="cs-CZ"/>
        </w:rPr>
        <w:t>na</w:t>
      </w:r>
      <w:proofErr w:type="gramEnd"/>
      <w:r w:rsidRPr="00240CAD">
        <w:rPr>
          <w:rFonts w:eastAsia="Calibri" w:cs="Times New Roman"/>
          <w:lang w:eastAsia="cs-CZ"/>
        </w:rPr>
        <w:t xml:space="preserve">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návěstidlech je vyznačeno na situačním schéma </w:t>
      </w:r>
      <w:proofErr w:type="spellStart"/>
      <w:proofErr w:type="gramStart"/>
      <w:r w:rsidRPr="00240CAD">
        <w:rPr>
          <w:rFonts w:eastAsia="Calibri" w:cs="Times New Roman"/>
          <w:lang w:eastAsia="cs-CZ"/>
        </w:rPr>
        <w:t>v.č</w:t>
      </w:r>
      <w:proofErr w:type="spellEnd"/>
      <w:r w:rsidRPr="00240CAD">
        <w:rPr>
          <w:rFonts w:eastAsia="Calibri" w:cs="Times New Roman"/>
          <w:lang w:eastAsia="cs-CZ"/>
        </w:rPr>
        <w:t>.</w:t>
      </w:r>
      <w:proofErr w:type="gramEnd"/>
      <w:r w:rsidRPr="00240CAD">
        <w:rPr>
          <w:rFonts w:eastAsia="Calibri" w:cs="Times New Roman"/>
          <w:lang w:eastAsia="cs-CZ"/>
        </w:rPr>
        <w:t xml:space="preserve"> 0200.“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Ve výkazu výměr se vyskytují položky:</w:t>
      </w:r>
    </w:p>
    <w:tbl>
      <w:tblPr>
        <w:tblW w:w="949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942"/>
        <w:gridCol w:w="426"/>
        <w:gridCol w:w="708"/>
        <w:gridCol w:w="4678"/>
        <w:gridCol w:w="940"/>
        <w:gridCol w:w="903"/>
      </w:tblGrid>
      <w:tr w:rsidR="00240CAD" w:rsidRPr="00240CAD" w:rsidTr="00E877C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75C567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UKAZATEL RYCHLOSTI (SVĚTELNÉ PRUHY) - MONTÁŽ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4,000</w:t>
            </w:r>
          </w:p>
        </w:tc>
      </w:tr>
      <w:tr w:rsidR="00240CAD" w:rsidRPr="00240CAD" w:rsidTr="00E877C6">
        <w:trPr>
          <w:trHeight w:val="315"/>
        </w:trPr>
        <w:tc>
          <w:tcPr>
            <w:tcW w:w="90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75C568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UKAZATEL RYCHLOSTI (SVĚTELNÉ PRUHY) - DEMONTÁŽ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240CAD">
              <w:rPr>
                <w:rFonts w:eastAsia="Times New Roman" w:cs="Arial"/>
                <w:sz w:val="16"/>
                <w:szCs w:val="16"/>
                <w:lang w:eastAsia="cs-CZ"/>
              </w:rPr>
              <w:t>4,000</w:t>
            </w:r>
          </w:p>
        </w:tc>
      </w:tr>
    </w:tbl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Ve výkazu výměr schází položka pro dodávku ukazatelů rychlosti pro návěstidla 1PL, 2PL, KS, 1DS. Žádáme zadavatele o prověření.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Bylo prověřeno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položka pro dodávku ukazatelů rychlosti byla doplněna (pol. č. 33).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Dotaz č. 264: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PS 43-21-01. Dle situačního schématu se mají zbudovat upozorňovadla pro vjezdová návěstidla do </w:t>
      </w:r>
      <w:proofErr w:type="spellStart"/>
      <w:r w:rsidRPr="00240CAD">
        <w:rPr>
          <w:rFonts w:eastAsia="Calibri" w:cs="Times New Roman"/>
          <w:lang w:eastAsia="cs-CZ"/>
        </w:rPr>
        <w:t>odb</w:t>
      </w:r>
      <w:proofErr w:type="spellEnd"/>
      <w:r w:rsidRPr="00240CAD">
        <w:rPr>
          <w:rFonts w:eastAsia="Calibri" w:cs="Times New Roman"/>
          <w:lang w:eastAsia="cs-CZ"/>
        </w:rPr>
        <w:t>. Závada. Výkaz výměr obsahuje pouze montážní položku. Žádáme zadavatele o prověření.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0dpověď: Bylo prověřeno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položka pro dodávku upozorňovadel byla doplněna (pol. č. 39).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Dotaz č. 265: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PS 43-21-01. TZ říká, že budou zřízeny nové kolejové obvody (275Hz) pro </w:t>
      </w:r>
      <w:proofErr w:type="spellStart"/>
      <w:r w:rsidRPr="00240CAD">
        <w:rPr>
          <w:rFonts w:eastAsia="Calibri" w:cs="Times New Roman"/>
          <w:lang w:eastAsia="cs-CZ"/>
        </w:rPr>
        <w:t>odb</w:t>
      </w:r>
      <w:proofErr w:type="spellEnd"/>
      <w:r w:rsidRPr="00240CAD">
        <w:rPr>
          <w:rFonts w:eastAsia="Calibri" w:cs="Times New Roman"/>
          <w:lang w:eastAsia="cs-CZ"/>
        </w:rPr>
        <w:t>. Závada. Dále ze schématu izolace vyplývá, že mají být zbudovány stykové transformátory v množství 15ks. Výkaz výměr obsahuje pouze položky pro montáž a demontáž transformátorů v množství 15ks. Žádáme zadavatele o prověření.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Bylo prověřeno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položka pro dodávku stykových transformátorů byla doplněna (pol. č. 43).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266: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Dotaz se týká zabezpečovací části. Dle jednotlivých TZ budou kabely ve výkopu uloženy v kabelovém loži z písku a kryty výstražnou fólií. Ve většině výkazů výměr postrádáme položky pro ocenění zásypů kabelového lože pískem a v některých výkazech také zřízení kabelových žlabů. Žádáme zadavatele o prověření zabezpečovacích výkazů výměr.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Bylo prověřeno, projektant nezjistil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že by někde chyběly žlaby. Kabely ukládané volně v terénu nemusí být nutně uloženy vyloženě v pískovém loži a pro tento účel postačuje i přesátá zemina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čemuž by měla odpovídat položka „ZÁSYP JAM A RÝH ZEMINOU SE ZHUTNĚNÍM“.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Dotaz č. 267: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45-21-01_A. V nejaktuálnějším výkazu výměr (po dodatku č. 6) se vyskytuje položka, která má chybný název:</w:t>
      </w:r>
    </w:p>
    <w:tbl>
      <w:tblPr>
        <w:tblW w:w="9923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01"/>
        <w:gridCol w:w="425"/>
        <w:gridCol w:w="783"/>
        <w:gridCol w:w="5171"/>
        <w:gridCol w:w="940"/>
        <w:gridCol w:w="903"/>
      </w:tblGrid>
      <w:tr w:rsidR="00240CAD" w:rsidRPr="00240CAD" w:rsidTr="00E877C6">
        <w:trPr>
          <w:trHeight w:val="46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105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75C571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5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proofErr w:type="spellStart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UPRdáOvMá</w:t>
            </w:r>
            <w:proofErr w:type="spell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sĚeN</w:t>
            </w:r>
            <w:proofErr w:type="spell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pNočÝe</w:t>
            </w:r>
            <w:proofErr w:type="spell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Ut </w:t>
            </w:r>
            <w:proofErr w:type="spellStart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kKuAsZů</w:t>
            </w:r>
            <w:proofErr w:type="spell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AkTomELp</w:t>
            </w:r>
            <w:proofErr w:type="spell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RleYtnCíH</w:t>
            </w:r>
            <w:proofErr w:type="spell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proofErr w:type="gramStart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kLoOnsStTruI</w:t>
            </w:r>
            <w:proofErr w:type="spell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k(c4e</w:t>
            </w:r>
            <w:proofErr w:type="gram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S </w:t>
            </w:r>
            <w:proofErr w:type="spellStart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nVeĚbToE</w:t>
            </w:r>
            <w:proofErr w:type="spell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pLrNácÉe</w:t>
            </w:r>
            <w:proofErr w:type="spellEnd"/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 xml:space="preserve"> Z. NAKY) - DODÁVKA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4,000</w:t>
            </w:r>
          </w:p>
        </w:tc>
      </w:tr>
    </w:tbl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Dle naší dedukce by se mělo jednat o položku: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„PROMĚNNÝ UKAZATEL RYCHLOSTI (4 SVĚTELNÉ ZNAKY) – DODÁVKA“.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Žádáme zadavatele o opravu názvu položky.</w:t>
      </w:r>
    </w:p>
    <w:p w:rsidR="005B5D85" w:rsidRPr="00240CAD" w:rsidRDefault="005B5D85" w:rsidP="005B5D85">
      <w:pPr>
        <w:spacing w:after="0" w:line="240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240CAD">
        <w:rPr>
          <w:rFonts w:eastAsia="Calibri" w:cs="Times New Roman"/>
          <w:b/>
          <w:lang w:eastAsia="cs-CZ"/>
        </w:rPr>
        <w:t>0dpověď: Bylo prověřeno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název položky č. 110 byl opraven.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268: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45-21-01 A. Ve výkazu výměr je položka:</w:t>
      </w:r>
    </w:p>
    <w:tbl>
      <w:tblPr>
        <w:tblW w:w="995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405"/>
        <w:gridCol w:w="1200"/>
        <w:gridCol w:w="4455"/>
        <w:gridCol w:w="693"/>
        <w:gridCol w:w="1186"/>
      </w:tblGrid>
      <w:tr w:rsidR="00240CAD" w:rsidRPr="00240CAD" w:rsidTr="00E877C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14113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PROTLAČOVÁNÍ OCELOVÉHO POTRUBÍ DN DO 200MM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3 412,000</w:t>
            </w:r>
          </w:p>
        </w:tc>
      </w:tr>
    </w:tbl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lastRenderedPageBreak/>
        <w:t>Toto množství se zdá vysoké. V tabulkách přechodů přes koleje a mosty je uvedeno cca 800m protlaků. Prosíme zadavatele o prověření množství této položky. Dále prosíme zadavatele o prověření využitelnosti protlačování ocelovým potrubím. Tážeme se, zda by nebyla dostatečná položka protlačování plastovým potrubím.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Bylo prověřeno, uvedené množství u položky odpovídá délce chrániček. Délka protlaků je počítaná podle tabulky podchodů podle vzorce „délka chráničky“(m) x „počet chrániček“(ks) v každém jednotlivém podchodu pod kolejí.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269: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45-21-01_A. Dle situačního schématu se předpokládá zřízení stožárových návěstidel od čtyř světel: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240CAD">
        <w:rPr>
          <w:rFonts w:eastAsia="Calibri" w:cs="Times New Roman"/>
          <w:lang w:eastAsia="cs-CZ"/>
        </w:rPr>
        <w:t>4-světlová</w:t>
      </w:r>
      <w:proofErr w:type="gramEnd"/>
      <w:r w:rsidRPr="00240CAD">
        <w:rPr>
          <w:rFonts w:eastAsia="Calibri" w:cs="Times New Roman"/>
          <w:lang w:eastAsia="cs-CZ"/>
        </w:rPr>
        <w:t>: 2ks, 5-světlová: 34ks, 6-světlová: 5ks. Celkem tedy 41ks. Ve výkazu výměr jsou odpovídající položky č. 101 a 102 v množství 38ks. Žádáme zadavatele o prověření.</w:t>
      </w:r>
    </w:p>
    <w:p w:rsidR="005B5D85" w:rsidRPr="00240CAD" w:rsidRDefault="005B5D85" w:rsidP="005B5D85">
      <w:pPr>
        <w:spacing w:after="160" w:line="259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Bylo prověřeno, projektant napočítal celkem 39 ks stožárových návěstidel od čtyř světel (pol. č. 106 a 107) a 2 ks návěstidel na návěstní lávce (pol. č. 114 a 115). Celkem tedy 41 ks. Položky 106 a 107 byly opraveny z původních 38 ks na 39 ks.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Dotaz č. 270: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PS 45-21-01_A. V dokumentaci se nehovoří o stávajícím ani novém stavu směru Karviná – město, resp. o případném zapracování vazeb z tohoto směru do </w:t>
      </w:r>
      <w:proofErr w:type="spellStart"/>
      <w:r w:rsidRPr="00240CAD">
        <w:rPr>
          <w:rFonts w:eastAsia="Calibri" w:cs="Times New Roman"/>
          <w:lang w:eastAsia="cs-CZ"/>
        </w:rPr>
        <w:t>žst</w:t>
      </w:r>
      <w:proofErr w:type="spellEnd"/>
      <w:r w:rsidRPr="00240CAD">
        <w:rPr>
          <w:rFonts w:eastAsia="Calibri" w:cs="Times New Roman"/>
          <w:lang w:eastAsia="cs-CZ"/>
        </w:rPr>
        <w:t>. Petrovice u Karviné. Žádáme zadavatele o vysvětlení.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0dpověď: Ve směru z/do Karviné – města bude doprava organizována stávajícím způsobem, tj. formou posunu. Stavba na tomto stavu nic nemění s výjimkou způsobu kolejového zapojení spojovací koleje č. 90 do </w:t>
      </w:r>
      <w:proofErr w:type="spellStart"/>
      <w:r w:rsidRPr="00240CAD">
        <w:rPr>
          <w:rFonts w:eastAsia="Calibri" w:cs="Times New Roman"/>
          <w:b/>
          <w:lang w:eastAsia="cs-CZ"/>
        </w:rPr>
        <w:t>zhlaví</w:t>
      </w:r>
      <w:proofErr w:type="spellEnd"/>
      <w:r w:rsidRPr="00240CAD">
        <w:rPr>
          <w:rFonts w:eastAsia="Calibri" w:cs="Times New Roman"/>
          <w:b/>
          <w:lang w:eastAsia="cs-CZ"/>
        </w:rPr>
        <w:t xml:space="preserve"> stanice.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Dotaz č. 271: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45-21-01_A. Dle dokumentace bude ve stanici vybudováno nové PZZ typu EA pro přejezd P 6517. Ve výkazu výměr postrádáme položky pro ocenění baterie a dobíječe k tomuto PZZ. Žádáme zadavatele o doplnění.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Bylo prověřeno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položky doplněny (pol. č. 73-75)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272:</w:t>
      </w:r>
    </w:p>
    <w:p w:rsidR="005B5D85" w:rsidRPr="00240CAD" w:rsidRDefault="005B5D85" w:rsidP="005B5D85">
      <w:p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240CAD">
        <w:rPr>
          <w:rFonts w:ascii="Calibri" w:eastAsia="Calibri" w:hAnsi="Calibri" w:cs="Times New Roman"/>
          <w:sz w:val="22"/>
          <w:szCs w:val="22"/>
        </w:rPr>
        <w:t>PS 45-21-01_B. Ve výkazu výměr se vyskytuje položka s enormním množstvím:</w:t>
      </w:r>
    </w:p>
    <w:tbl>
      <w:tblPr>
        <w:tblW w:w="9747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390"/>
        <w:gridCol w:w="567"/>
        <w:gridCol w:w="4470"/>
        <w:gridCol w:w="940"/>
        <w:gridCol w:w="1360"/>
      </w:tblGrid>
      <w:tr w:rsidR="00240CAD" w:rsidRPr="00240CAD" w:rsidTr="00E877C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40CA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40CA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75B228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40CA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40CA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40CA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SERVISNÍ A DIAGNOSTICKÉ PRACOVIŠTĚ,  TECHNOLOGIE - DEMONTÁŽ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40CA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40CA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500,000</w:t>
            </w:r>
          </w:p>
        </w:tc>
      </w:tr>
    </w:tbl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Žádáme zadavatele o prověření množství, případně o jeho opravu.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Bylo prověřeno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množství v položce opraveno na 1 ks.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273: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PS 47-21-01. V technické zprávě se v odst. 2.4 Návěstidla říká, že stávající vjezdové návěstidlo ZS bude demontováno, nahrazeno novým návěstidlem a po dokončení rekonstrukce kolejiště namontováno zpět do stávající polohy.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a) Ve výkazu výměr postrádáme položku pro ocenění dodávky návěstidla ZS. Žádáme zadavatele o doplnění.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b) Ve výkazu výměr postrádáme položku pro ocenění dodávky světelných pruhů pro návěstidlo ZS. Žádáme zadavatele o doplnění.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c) Ve výkazu výměr postrádáme položku pro ocenění dodávky označovacího pásu pro návěstidlo ZS. Žádáme zadavatele o doplnění.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0dpověď: Bylo prověřeno a odpovídající položky byly doplněny.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274: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47-21-01. Ve výkazu výměr se vyskytuje duplicitní položka č. 25 (OZNAČOVACÍ PÁS NÁVĚSTIDLA – DEMONTÁŽ) k položce č. 23. Žádáme zadavatele o vysvětlení.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Bylo prověřeno, položka je duplicitní a byla odstraněna.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Dotaz č. 275: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44-21-11. Ve výkazu výměr je položka:</w:t>
      </w:r>
    </w:p>
    <w:tbl>
      <w:tblPr>
        <w:tblW w:w="995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20"/>
        <w:gridCol w:w="405"/>
        <w:gridCol w:w="1200"/>
        <w:gridCol w:w="4455"/>
        <w:gridCol w:w="693"/>
        <w:gridCol w:w="1186"/>
      </w:tblGrid>
      <w:tr w:rsidR="00240CAD" w:rsidRPr="00240CAD" w:rsidTr="00E877C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14113</w:t>
            </w:r>
          </w:p>
        </w:tc>
        <w:tc>
          <w:tcPr>
            <w:tcW w:w="4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OTSKP</w:t>
            </w:r>
          </w:p>
        </w:tc>
        <w:tc>
          <w:tcPr>
            <w:tcW w:w="44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PROTLAČOVÁNÍ OCELOVÉHO POTRUBÍ DN DO 200MM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85" w:rsidRPr="00240CAD" w:rsidRDefault="005B5D85" w:rsidP="00E877C6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</w:pPr>
            <w:r w:rsidRPr="00240CAD">
              <w:rPr>
                <w:rFonts w:ascii="Calibri" w:eastAsia="Times New Roman" w:hAnsi="Calibri" w:cs="Arial"/>
                <w:sz w:val="16"/>
                <w:szCs w:val="16"/>
                <w:lang w:eastAsia="cs-CZ"/>
              </w:rPr>
              <w:t>2 400,000</w:t>
            </w:r>
          </w:p>
        </w:tc>
      </w:tr>
    </w:tbl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Toto množství se zdá vysoké. V tabulkách přechodů přes koleje a mosty je uvedeno cca 150m protlaků. Prosíme zadavatele o prověření množství této položky. Dále prosíme zadavatele o prověření využitelnosti protlačování ocelovým potrubím. Tážeme se, zda by nebyla dostatečná položka protlačování plastovým potrubím.</w:t>
      </w:r>
    </w:p>
    <w:p w:rsidR="005B5D85" w:rsidRPr="00240CAD" w:rsidRDefault="005B5D85" w:rsidP="005B5D85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240CAD">
        <w:rPr>
          <w:rFonts w:eastAsia="Calibri" w:cs="Times New Roman"/>
          <w:b/>
          <w:lang w:eastAsia="cs-CZ"/>
        </w:rPr>
        <w:lastRenderedPageBreak/>
        <w:t>0dpověď: Bylo prověřeno, množství položky upraveno na 940 m. Délka protlaků je počítaná podle tabulky podchodů podle vzorce „délka chráničky“(m) x „počet chrániček“(ks) v každém jednotlivém podchodu pod kolejí.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276: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46-21-11. Ve výkazu výměr se vyskytují položky č. 24 a 25 (STOŽÁROVÉ NÁVĚSTIDLO OD ČTYŘ SVĚTEL – MONTÁŽ a DEMONTÁŽ) v množství 4ks. Dle technické zprávy nedojde v rámci tohoto PS k zásahu do návěstidel. Dotaz se týká také souvisejících položek č. 26, 27 (OZNAČOVACÍ PÁS NÁVĚSTIDLA – MONTÁŽ, DEMONTÁŽ) v množství 4ks. Žádáme zadavatele o prověření.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Odpověď: Jedná se o polská návěstidla na území ČR, která budou dotčena rekonstrukcí železničního spodku v daném </w:t>
      </w:r>
      <w:proofErr w:type="gramStart"/>
      <w:r w:rsidRPr="00240CAD">
        <w:rPr>
          <w:rFonts w:eastAsia="Calibri" w:cs="Times New Roman"/>
          <w:b/>
          <w:lang w:eastAsia="cs-CZ"/>
        </w:rPr>
        <w:t>úseku a bude</w:t>
      </w:r>
      <w:proofErr w:type="gramEnd"/>
      <w:r w:rsidRPr="00240CAD">
        <w:rPr>
          <w:rFonts w:eastAsia="Calibri" w:cs="Times New Roman"/>
          <w:b/>
          <w:lang w:eastAsia="cs-CZ"/>
        </w:rPr>
        <w:t xml:space="preserve"> nutné je po dobu terénních úp</w:t>
      </w:r>
      <w:r w:rsidR="0014562C">
        <w:rPr>
          <w:rFonts w:eastAsia="Calibri" w:cs="Times New Roman"/>
          <w:b/>
          <w:lang w:eastAsia="cs-CZ"/>
        </w:rPr>
        <w:t>r</w:t>
      </w:r>
      <w:r w:rsidRPr="00240CAD">
        <w:rPr>
          <w:rFonts w:eastAsia="Calibri" w:cs="Times New Roman"/>
          <w:b/>
          <w:lang w:eastAsia="cs-CZ"/>
        </w:rPr>
        <w:t>av demontovat.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277: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47-21-11. Dle dokumentace bude vybudováno nové PZZ typu EA pro přejezd P 8291. Ve výkazu výměr postrádáme položky pro ocenění baterie a dobíječe k tomuto PZZ. Žádáme zadavatele o doplnění.</w:t>
      </w:r>
    </w:p>
    <w:p w:rsidR="005B5D85" w:rsidRPr="00240CAD" w:rsidRDefault="005B5D85" w:rsidP="005B5D85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240CAD">
        <w:rPr>
          <w:rFonts w:eastAsia="Calibri" w:cs="Times New Roman"/>
          <w:b/>
          <w:lang w:eastAsia="cs-CZ"/>
        </w:rPr>
        <w:t>Odpověď: Bylo prověřeno a odpovídající položky byly doplněny (33-36)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Dotaz č. 278: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PS 47-21-11. V rámci tohoto PS/VV má být zbudována skříň počítačů náprav pro 3 počítací body z </w:t>
      </w:r>
      <w:proofErr w:type="spellStart"/>
      <w:r w:rsidRPr="00240CAD">
        <w:rPr>
          <w:rFonts w:eastAsia="Calibri" w:cs="Times New Roman"/>
          <w:lang w:eastAsia="cs-CZ"/>
        </w:rPr>
        <w:t>odb</w:t>
      </w:r>
      <w:proofErr w:type="spellEnd"/>
      <w:r w:rsidRPr="00240CAD">
        <w:rPr>
          <w:rFonts w:eastAsia="Calibri" w:cs="Times New Roman"/>
          <w:lang w:eastAsia="cs-CZ"/>
        </w:rPr>
        <w:t xml:space="preserve">. </w:t>
      </w:r>
      <w:proofErr w:type="spellStart"/>
      <w:r w:rsidRPr="00240CAD">
        <w:rPr>
          <w:rFonts w:eastAsia="Calibri" w:cs="Times New Roman"/>
          <w:lang w:eastAsia="cs-CZ"/>
        </w:rPr>
        <w:t>Koukolná</w:t>
      </w:r>
      <w:proofErr w:type="spellEnd"/>
      <w:r w:rsidRPr="00240CAD">
        <w:rPr>
          <w:rFonts w:eastAsia="Calibri" w:cs="Times New Roman"/>
          <w:lang w:eastAsia="cs-CZ"/>
        </w:rPr>
        <w:t>. Ve výkazu výměr PS 47-21-11 je správně uvedena položka č. 62, ke které je ovšem uvedena chybná položka č. 63 pro montáž skříně. Žádáme zadavatele o opravu položky č. 63.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0dpověď: Bylo prověřeno</w:t>
      </w:r>
      <w:r w:rsidR="0014562C">
        <w:rPr>
          <w:rFonts w:eastAsia="Calibri" w:cs="Times New Roman"/>
          <w:b/>
          <w:lang w:eastAsia="cs-CZ"/>
        </w:rPr>
        <w:t>,</w:t>
      </w:r>
      <w:r w:rsidRPr="00240CAD">
        <w:rPr>
          <w:rFonts w:eastAsia="Calibri" w:cs="Times New Roman"/>
          <w:b/>
          <w:lang w:eastAsia="cs-CZ"/>
        </w:rPr>
        <w:t xml:space="preserve"> položka byla opravena.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279: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PS 47-21-11. Dle TZ bude v traťovém úseku </w:t>
      </w:r>
      <w:proofErr w:type="spellStart"/>
      <w:r w:rsidRPr="00240CAD">
        <w:rPr>
          <w:rFonts w:eastAsia="Calibri" w:cs="Times New Roman"/>
          <w:lang w:eastAsia="cs-CZ"/>
        </w:rPr>
        <w:t>odb</w:t>
      </w:r>
      <w:proofErr w:type="spellEnd"/>
      <w:r w:rsidRPr="00240CAD">
        <w:rPr>
          <w:rFonts w:eastAsia="Calibri" w:cs="Times New Roman"/>
          <w:lang w:eastAsia="cs-CZ"/>
        </w:rPr>
        <w:t xml:space="preserve">. </w:t>
      </w:r>
      <w:proofErr w:type="spellStart"/>
      <w:r w:rsidRPr="00240CAD">
        <w:rPr>
          <w:rFonts w:eastAsia="Calibri" w:cs="Times New Roman"/>
          <w:lang w:eastAsia="cs-CZ"/>
        </w:rPr>
        <w:t>Koukolná</w:t>
      </w:r>
      <w:proofErr w:type="spellEnd"/>
      <w:r w:rsidRPr="00240CAD">
        <w:rPr>
          <w:rFonts w:eastAsia="Calibri" w:cs="Times New Roman"/>
          <w:lang w:eastAsia="cs-CZ"/>
        </w:rPr>
        <w:t xml:space="preserve"> – </w:t>
      </w:r>
      <w:proofErr w:type="spellStart"/>
      <w:r w:rsidRPr="00240CAD">
        <w:rPr>
          <w:rFonts w:eastAsia="Calibri" w:cs="Times New Roman"/>
          <w:lang w:eastAsia="cs-CZ"/>
        </w:rPr>
        <w:t>odb</w:t>
      </w:r>
      <w:proofErr w:type="spellEnd"/>
      <w:r w:rsidRPr="00240CAD">
        <w:rPr>
          <w:rFonts w:eastAsia="Calibri" w:cs="Times New Roman"/>
          <w:lang w:eastAsia="cs-CZ"/>
        </w:rPr>
        <w:t xml:space="preserve">. Závada vybudováno traťové </w:t>
      </w:r>
      <w:proofErr w:type="spellStart"/>
      <w:r w:rsidRPr="00240CAD">
        <w:rPr>
          <w:rFonts w:eastAsia="Calibri" w:cs="Times New Roman"/>
          <w:lang w:eastAsia="cs-CZ"/>
        </w:rPr>
        <w:t>zab</w:t>
      </w:r>
      <w:proofErr w:type="spellEnd"/>
      <w:r w:rsidRPr="00240CAD">
        <w:rPr>
          <w:rFonts w:eastAsia="Calibri" w:cs="Times New Roman"/>
          <w:lang w:eastAsia="cs-CZ"/>
        </w:rPr>
        <w:t xml:space="preserve">. </w:t>
      </w:r>
      <w:proofErr w:type="gramStart"/>
      <w:r w:rsidRPr="00240CAD">
        <w:rPr>
          <w:rFonts w:eastAsia="Calibri" w:cs="Times New Roman"/>
          <w:lang w:eastAsia="cs-CZ"/>
        </w:rPr>
        <w:t>zař</w:t>
      </w:r>
      <w:proofErr w:type="gramEnd"/>
      <w:r w:rsidRPr="00240CAD">
        <w:rPr>
          <w:rFonts w:eastAsia="Calibri" w:cs="Times New Roman"/>
          <w:lang w:eastAsia="cs-CZ"/>
        </w:rPr>
        <w:t>. 3. kategorie typu obousměrný elektronický automatický blok. Odpovídající položka dodávky a montáže byla nalezena v PS 45-21-01A (</w:t>
      </w:r>
      <w:proofErr w:type="spellStart"/>
      <w:proofErr w:type="gramStart"/>
      <w:r w:rsidRPr="00240CAD">
        <w:rPr>
          <w:rFonts w:eastAsia="Calibri" w:cs="Times New Roman"/>
          <w:lang w:eastAsia="cs-CZ"/>
        </w:rPr>
        <w:t>pol.č</w:t>
      </w:r>
      <w:proofErr w:type="spellEnd"/>
      <w:r w:rsidRPr="00240CAD">
        <w:rPr>
          <w:rFonts w:eastAsia="Calibri" w:cs="Times New Roman"/>
          <w:lang w:eastAsia="cs-CZ"/>
        </w:rPr>
        <w:t>.</w:t>
      </w:r>
      <w:proofErr w:type="gramEnd"/>
      <w:r w:rsidRPr="00240CAD">
        <w:rPr>
          <w:rFonts w:eastAsia="Calibri" w:cs="Times New Roman"/>
          <w:lang w:eastAsia="cs-CZ"/>
        </w:rPr>
        <w:t xml:space="preserve"> 84 a 85). Domníváme se správně, že tyto položky reprezentují vybudování traťového </w:t>
      </w:r>
      <w:proofErr w:type="spellStart"/>
      <w:proofErr w:type="gramStart"/>
      <w:r w:rsidRPr="00240CAD">
        <w:rPr>
          <w:rFonts w:eastAsia="Calibri" w:cs="Times New Roman"/>
          <w:lang w:eastAsia="cs-CZ"/>
        </w:rPr>
        <w:t>zab</w:t>
      </w:r>
      <w:proofErr w:type="gramEnd"/>
      <w:r w:rsidRPr="00240CAD">
        <w:rPr>
          <w:rFonts w:eastAsia="Calibri" w:cs="Times New Roman"/>
          <w:lang w:eastAsia="cs-CZ"/>
        </w:rPr>
        <w:t>.</w:t>
      </w:r>
      <w:proofErr w:type="gramStart"/>
      <w:r w:rsidRPr="00240CAD">
        <w:rPr>
          <w:rFonts w:eastAsia="Calibri" w:cs="Times New Roman"/>
          <w:lang w:eastAsia="cs-CZ"/>
        </w:rPr>
        <w:t>zař</w:t>
      </w:r>
      <w:proofErr w:type="spellEnd"/>
      <w:proofErr w:type="gramEnd"/>
      <w:r w:rsidRPr="00240CAD">
        <w:rPr>
          <w:rFonts w:eastAsia="Calibri" w:cs="Times New Roman"/>
          <w:lang w:eastAsia="cs-CZ"/>
        </w:rPr>
        <w:t xml:space="preserve">. v úseku </w:t>
      </w:r>
      <w:proofErr w:type="spellStart"/>
      <w:r w:rsidRPr="00240CAD">
        <w:rPr>
          <w:rFonts w:eastAsia="Calibri" w:cs="Times New Roman"/>
          <w:lang w:eastAsia="cs-CZ"/>
        </w:rPr>
        <w:t>odb</w:t>
      </w:r>
      <w:proofErr w:type="spellEnd"/>
      <w:r w:rsidRPr="00240CAD">
        <w:rPr>
          <w:rFonts w:eastAsia="Calibri" w:cs="Times New Roman"/>
          <w:lang w:eastAsia="cs-CZ"/>
        </w:rPr>
        <w:t xml:space="preserve">. </w:t>
      </w:r>
      <w:proofErr w:type="spellStart"/>
      <w:r w:rsidRPr="00240CAD">
        <w:rPr>
          <w:rFonts w:eastAsia="Calibri" w:cs="Times New Roman"/>
          <w:lang w:eastAsia="cs-CZ"/>
        </w:rPr>
        <w:t>Koukolná</w:t>
      </w:r>
      <w:proofErr w:type="spellEnd"/>
      <w:r w:rsidRPr="00240CAD">
        <w:rPr>
          <w:rFonts w:eastAsia="Calibri" w:cs="Times New Roman"/>
          <w:lang w:eastAsia="cs-CZ"/>
        </w:rPr>
        <w:t xml:space="preserve"> – </w:t>
      </w:r>
      <w:proofErr w:type="spellStart"/>
      <w:r w:rsidRPr="00240CAD">
        <w:rPr>
          <w:rFonts w:eastAsia="Calibri" w:cs="Times New Roman"/>
          <w:lang w:eastAsia="cs-CZ"/>
        </w:rPr>
        <w:t>odb</w:t>
      </w:r>
      <w:proofErr w:type="spellEnd"/>
      <w:r w:rsidRPr="00240CAD">
        <w:rPr>
          <w:rFonts w:eastAsia="Calibri" w:cs="Times New Roman"/>
          <w:lang w:eastAsia="cs-CZ"/>
        </w:rPr>
        <w:t>. Závada?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Odpověď: Ano tyto položky reprezentují vybudování traťového </w:t>
      </w:r>
      <w:proofErr w:type="spellStart"/>
      <w:proofErr w:type="gramStart"/>
      <w:r w:rsidRPr="00240CAD">
        <w:rPr>
          <w:rFonts w:eastAsia="Calibri" w:cs="Times New Roman"/>
          <w:b/>
          <w:lang w:eastAsia="cs-CZ"/>
        </w:rPr>
        <w:t>zab</w:t>
      </w:r>
      <w:proofErr w:type="gramEnd"/>
      <w:r w:rsidRPr="00240CAD">
        <w:rPr>
          <w:rFonts w:eastAsia="Calibri" w:cs="Times New Roman"/>
          <w:b/>
          <w:lang w:eastAsia="cs-CZ"/>
        </w:rPr>
        <w:t>.</w:t>
      </w:r>
      <w:proofErr w:type="gramStart"/>
      <w:r w:rsidRPr="00240CAD">
        <w:rPr>
          <w:rFonts w:eastAsia="Calibri" w:cs="Times New Roman"/>
          <w:b/>
          <w:lang w:eastAsia="cs-CZ"/>
        </w:rPr>
        <w:t>zař</w:t>
      </w:r>
      <w:proofErr w:type="spellEnd"/>
      <w:proofErr w:type="gramEnd"/>
      <w:r w:rsidRPr="00240CAD">
        <w:rPr>
          <w:rFonts w:eastAsia="Calibri" w:cs="Times New Roman"/>
          <w:b/>
          <w:lang w:eastAsia="cs-CZ"/>
        </w:rPr>
        <w:t xml:space="preserve">. v úseku </w:t>
      </w:r>
      <w:proofErr w:type="spellStart"/>
      <w:r w:rsidRPr="00240CAD">
        <w:rPr>
          <w:rFonts w:eastAsia="Calibri" w:cs="Times New Roman"/>
          <w:b/>
          <w:lang w:eastAsia="cs-CZ"/>
        </w:rPr>
        <w:t>odb</w:t>
      </w:r>
      <w:proofErr w:type="spellEnd"/>
      <w:r w:rsidRPr="00240CAD">
        <w:rPr>
          <w:rFonts w:eastAsia="Calibri" w:cs="Times New Roman"/>
          <w:b/>
          <w:lang w:eastAsia="cs-CZ"/>
        </w:rPr>
        <w:t xml:space="preserve">. </w:t>
      </w:r>
      <w:proofErr w:type="spellStart"/>
      <w:r w:rsidRPr="00240CAD">
        <w:rPr>
          <w:rFonts w:eastAsia="Calibri" w:cs="Times New Roman"/>
          <w:b/>
          <w:lang w:eastAsia="cs-CZ"/>
        </w:rPr>
        <w:t>Koukolná</w:t>
      </w:r>
      <w:proofErr w:type="spellEnd"/>
      <w:r w:rsidRPr="00240CAD">
        <w:rPr>
          <w:rFonts w:eastAsia="Calibri" w:cs="Times New Roman"/>
          <w:b/>
          <w:lang w:eastAsia="cs-CZ"/>
        </w:rPr>
        <w:t xml:space="preserve"> – </w:t>
      </w:r>
      <w:proofErr w:type="spellStart"/>
      <w:r w:rsidRPr="00240CAD">
        <w:rPr>
          <w:rFonts w:eastAsia="Calibri" w:cs="Times New Roman"/>
          <w:b/>
          <w:lang w:eastAsia="cs-CZ"/>
        </w:rPr>
        <w:t>odb</w:t>
      </w:r>
      <w:proofErr w:type="spellEnd"/>
      <w:r w:rsidRPr="00240CAD">
        <w:rPr>
          <w:rFonts w:eastAsia="Calibri" w:cs="Times New Roman"/>
          <w:b/>
          <w:lang w:eastAsia="cs-CZ"/>
        </w:rPr>
        <w:t>. Závada.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280: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PS 44-21-11. Dokumentace předpokládá zvýšení traťové rychlosti na 140 km/h. V traťovém úseku se nachází 3x PZZ. V ZD postrádáme výpočet PZZ pro novou traťovou rychlost a s tím související případné náklady (položky VV) na úpravu těchto PZZ. Žádáme zadavatele o vyjádření.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Výpočet PZZ pro novou traťovou rychlost je součástí závěrových tabulek. Položka pro nutné úpravy stávajících PZS je pod por. číslem 67 „DOPLNĚNÍ VÝSTROJE O KONTROLU CELISTVOSTI ZÁVOROVÝCH BŘEVEN - DODÁVKA A MONTÁŽ „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281: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 xml:space="preserve">PS 45-22-22 ŽST Petrovice u Karviné, informační zařízení. Žádáme zadavatele o sdělení, z jakého důvodu jsou ve výkazu výměr 4 kusy MONITOR IS LCD DO 24" PRO PROVOZ 24/7, když ve schématu, které bylo opraveno dle Vysvětlení/ změna/ doplnění zadávací dokumentace č. 7 odpověď na dotaz 253 jsou nakresleny pouze 3 monitory: podchodové monitory 2 ks a příjezdový monitor 1 ks. 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1</w:t>
      </w:r>
      <w:r w:rsidRPr="00240CAD">
        <w:rPr>
          <w:rFonts w:eastAsia="Calibri" w:cs="Times New Roman"/>
          <w:lang w:eastAsia="cs-CZ"/>
        </w:rPr>
        <w:tab/>
        <w:t>75L3B1</w:t>
      </w:r>
      <w:r w:rsidRPr="00240CAD">
        <w:rPr>
          <w:rFonts w:eastAsia="Calibri" w:cs="Times New Roman"/>
          <w:lang w:eastAsia="cs-CZ"/>
        </w:rPr>
        <w:tab/>
        <w:t>OTSKP 2019</w:t>
      </w:r>
      <w:r w:rsidRPr="00240CAD">
        <w:rPr>
          <w:rFonts w:eastAsia="Calibri" w:cs="Times New Roman"/>
          <w:lang w:eastAsia="cs-CZ"/>
        </w:rPr>
        <w:tab/>
        <w:t>MONITOR IS LCD DO 24" PRO PROVOZ 24/7</w:t>
      </w:r>
      <w:r w:rsidRPr="00240CAD">
        <w:rPr>
          <w:rFonts w:eastAsia="Calibri" w:cs="Times New Roman"/>
          <w:lang w:eastAsia="cs-CZ"/>
        </w:rPr>
        <w:tab/>
        <w:t>KUS</w:t>
      </w:r>
      <w:r w:rsidRPr="00240CAD">
        <w:rPr>
          <w:rFonts w:eastAsia="Calibri" w:cs="Times New Roman"/>
          <w:lang w:eastAsia="cs-CZ"/>
        </w:rPr>
        <w:tab/>
        <w:t>4,000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40CAD">
        <w:rPr>
          <w:rFonts w:eastAsia="Calibri" w:cs="Times New Roman"/>
          <w:lang w:eastAsia="cs-CZ"/>
        </w:rPr>
        <w:t>Žádáme zadavatele o prověření a případnou opravu ve výkazu výměr.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0dpověď: Opraveno v přiloženém SP, opravdu nejsou 4, ale 3ks monitorů.</w:t>
      </w:r>
    </w:p>
    <w:p w:rsidR="006E24EB" w:rsidRPr="00240CAD" w:rsidRDefault="006E24EB" w:rsidP="003469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282:</w:t>
      </w:r>
    </w:p>
    <w:p w:rsidR="005B5D85" w:rsidRPr="00240CAD" w:rsidRDefault="005B5D85" w:rsidP="005B5D8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40CAD">
        <w:rPr>
          <w:rFonts w:cs="Arial"/>
        </w:rPr>
        <w:t xml:space="preserve">Na základě dotazu č. 107 (DI 4) byla v  </w:t>
      </w:r>
      <w:r w:rsidRPr="00240CAD">
        <w:rPr>
          <w:rFonts w:cs="Arial"/>
          <w:b/>
          <w:bCs/>
        </w:rPr>
        <w:t>SO 44-33-11</w:t>
      </w:r>
      <w:r w:rsidRPr="00240CAD">
        <w:rPr>
          <w:rFonts w:cs="Arial"/>
        </w:rPr>
        <w:t xml:space="preserve"> opravena položka č. 23 (</w:t>
      </w:r>
      <w:proofErr w:type="spellStart"/>
      <w:r w:rsidRPr="00240CAD">
        <w:rPr>
          <w:rFonts w:cs="Arial"/>
        </w:rPr>
        <w:t>žlabovky</w:t>
      </w:r>
      <w:proofErr w:type="spellEnd"/>
      <w:r w:rsidRPr="00240CAD">
        <w:rPr>
          <w:rFonts w:cs="Arial"/>
        </w:rPr>
        <w:t xml:space="preserve"> </w:t>
      </w:r>
      <w:proofErr w:type="gramStart"/>
      <w:r w:rsidRPr="00240CAD">
        <w:rPr>
          <w:rFonts w:cs="Arial"/>
        </w:rPr>
        <w:t>do beton. lože</w:t>
      </w:r>
      <w:proofErr w:type="gramEnd"/>
      <w:r w:rsidRPr="00240CAD">
        <w:rPr>
          <w:rFonts w:cs="Arial"/>
        </w:rPr>
        <w:t xml:space="preserve">) a zaslán výkaz výměr SO_44-33-11_opr_dot107. Zároveň však z VV bez vysvětlení zmizely dvě následující položky (žlab UCB1 a UCH1). Přitom v pol. č. 9 (hloubení rýh) a </w:t>
      </w:r>
      <w:proofErr w:type="gramStart"/>
      <w:r w:rsidRPr="00240CAD">
        <w:rPr>
          <w:rFonts w:cs="Arial"/>
        </w:rPr>
        <w:t>pol.č.</w:t>
      </w:r>
      <w:proofErr w:type="gramEnd"/>
      <w:r w:rsidRPr="00240CAD">
        <w:rPr>
          <w:rFonts w:cs="Arial"/>
        </w:rPr>
        <w:t>12 (obsyp žlabů) jsou v poznámkách uváděny. V DI 5 byl následně ve složce Dotaz 117 zaslán výkaz výměr opět v původní podobě (TZZ žlaby opět do štěrkopísku a žlaby UCB1 a UCH1). Zašle zadavatel správný výkaz výměr tohoto SO?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lastRenderedPageBreak/>
        <w:t>Odpověď: V příloze platný SP, VV, TZ a vzorový příčný řez.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283:</w:t>
      </w:r>
    </w:p>
    <w:p w:rsidR="005B5D85" w:rsidRPr="00240CAD" w:rsidRDefault="005B5D85" w:rsidP="005B5D8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40CAD">
        <w:rPr>
          <w:rFonts w:cs="Arial"/>
        </w:rPr>
        <w:t xml:space="preserve">Ve výkazu výměr </w:t>
      </w:r>
      <w:r w:rsidRPr="00240CAD">
        <w:rPr>
          <w:rFonts w:cs="Arial"/>
          <w:b/>
          <w:bCs/>
        </w:rPr>
        <w:t>SO 42-33-11</w:t>
      </w:r>
      <w:r w:rsidRPr="00240CAD">
        <w:rPr>
          <w:rFonts w:cs="Arial"/>
        </w:rPr>
        <w:t xml:space="preserve"> je opět špatný název objektu (Odbočka Závada, železniční spodek). Správně má být Dětmarovice - </w:t>
      </w:r>
      <w:proofErr w:type="spellStart"/>
      <w:r w:rsidRPr="00240CAD">
        <w:rPr>
          <w:rFonts w:cs="Arial"/>
        </w:rPr>
        <w:t>Odb</w:t>
      </w:r>
      <w:proofErr w:type="spellEnd"/>
      <w:r w:rsidRPr="00240CAD">
        <w:rPr>
          <w:rFonts w:cs="Arial"/>
        </w:rPr>
        <w:t>. Závada, železniční spodek. Opraví zadavatel název objektu?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Odpověď: Provedena kontrola, název opraven, viz příloha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>Dotaz č. 284:</w:t>
      </w:r>
    </w:p>
    <w:p w:rsidR="005B5D85" w:rsidRPr="00240CAD" w:rsidRDefault="005B5D85" w:rsidP="005B5D8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40CAD">
        <w:rPr>
          <w:rFonts w:cs="Arial"/>
        </w:rPr>
        <w:t xml:space="preserve">Ve výkazech výměr </w:t>
      </w:r>
      <w:r w:rsidRPr="00240CAD">
        <w:rPr>
          <w:rFonts w:cs="Arial"/>
          <w:b/>
          <w:bCs/>
        </w:rPr>
        <w:t>SO 41-33-11, SO 42-33-11, SO 43-33-11</w:t>
      </w:r>
      <w:r w:rsidRPr="00240CAD">
        <w:rPr>
          <w:rFonts w:cs="Arial"/>
        </w:rPr>
        <w:t xml:space="preserve"> nejsou v díle Komunikace uvedeny v poznámkách podrobnosti a výpočty množství. </w:t>
      </w:r>
    </w:p>
    <w:p w:rsidR="005B5D85" w:rsidRPr="00240CAD" w:rsidRDefault="005B5D85" w:rsidP="005B5D8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40CAD">
        <w:rPr>
          <w:rFonts w:cs="Arial"/>
        </w:rPr>
        <w:t>Může zadavatel tyto poznámky a výpočty doplnit (podobně jako v SO 44-33-11)?</w:t>
      </w:r>
    </w:p>
    <w:p w:rsidR="005B5D85" w:rsidRPr="00240CAD" w:rsidRDefault="005B5D85" w:rsidP="005B5D85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40CAD">
        <w:rPr>
          <w:rFonts w:cs="Arial"/>
        </w:rPr>
        <w:t xml:space="preserve">Která z položek má obsahovat zásyp </w:t>
      </w:r>
      <w:proofErr w:type="spellStart"/>
      <w:r w:rsidRPr="00240CAD">
        <w:rPr>
          <w:rFonts w:cs="Arial"/>
        </w:rPr>
        <w:t>geobuněk</w:t>
      </w:r>
      <w:proofErr w:type="spellEnd"/>
      <w:r w:rsidRPr="00240CAD">
        <w:rPr>
          <w:rFonts w:cs="Arial"/>
        </w:rPr>
        <w:t xml:space="preserve"> kamenivem fr. 0-32?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40CAD">
        <w:rPr>
          <w:rFonts w:eastAsia="Calibri" w:cs="Times New Roman"/>
          <w:b/>
          <w:lang w:eastAsia="cs-CZ"/>
        </w:rPr>
        <w:t xml:space="preserve">Odpověď: Provedena kontrola. Zásyp </w:t>
      </w:r>
      <w:proofErr w:type="spellStart"/>
      <w:r w:rsidRPr="00240CAD">
        <w:rPr>
          <w:rFonts w:eastAsia="Calibri" w:cs="Times New Roman"/>
          <w:b/>
          <w:lang w:eastAsia="cs-CZ"/>
        </w:rPr>
        <w:t>geobuněk</w:t>
      </w:r>
      <w:proofErr w:type="spellEnd"/>
      <w:r w:rsidRPr="00240CAD">
        <w:rPr>
          <w:rFonts w:eastAsia="Calibri" w:cs="Times New Roman"/>
          <w:b/>
          <w:lang w:eastAsia="cs-CZ"/>
        </w:rPr>
        <w:t xml:space="preserve"> je obsahem položky „ZŘÍZENÍ KONSTRUKČNÍ VRSTVY TĚLESA ŽELEZNIČNÍHO SPODKU Z GEOBUŇKY“, viz specifikace p</w:t>
      </w:r>
      <w:r w:rsidR="0014562C">
        <w:rPr>
          <w:rFonts w:eastAsia="Calibri" w:cs="Times New Roman"/>
          <w:b/>
          <w:lang w:eastAsia="cs-CZ"/>
        </w:rPr>
        <w:t>o</w:t>
      </w:r>
      <w:r w:rsidRPr="00240CAD">
        <w:rPr>
          <w:rFonts w:eastAsia="Calibri" w:cs="Times New Roman"/>
          <w:b/>
          <w:lang w:eastAsia="cs-CZ"/>
        </w:rPr>
        <w:t>ložky v př</w:t>
      </w:r>
      <w:r w:rsidR="0014562C">
        <w:rPr>
          <w:rFonts w:eastAsia="Calibri" w:cs="Times New Roman"/>
          <w:b/>
          <w:lang w:eastAsia="cs-CZ"/>
        </w:rPr>
        <w:t>i</w:t>
      </w:r>
      <w:r w:rsidRPr="00240CAD">
        <w:rPr>
          <w:rFonts w:eastAsia="Calibri" w:cs="Times New Roman"/>
          <w:b/>
          <w:lang w:eastAsia="cs-CZ"/>
        </w:rPr>
        <w:t>loženém SP.</w:t>
      </w:r>
    </w:p>
    <w:p w:rsidR="005B5D85" w:rsidRPr="00240CAD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E6C08" w:rsidRPr="00240CAD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AE6C08" w:rsidRPr="00240CAD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0CA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40CAD">
        <w:rPr>
          <w:rFonts w:eastAsia="Times New Roman" w:cs="Times New Roman"/>
          <w:b/>
          <w:lang w:eastAsia="cs-CZ"/>
        </w:rPr>
        <w:t>změny/doplnění zadávací dokumentace</w:t>
      </w:r>
      <w:r w:rsidRPr="00240CA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240CAD">
        <w:rPr>
          <w:rFonts w:eastAsia="Times New Roman" w:cs="Times New Roman"/>
          <w:lang w:eastAsia="cs-CZ"/>
        </w:rPr>
        <w:t>ust</w:t>
      </w:r>
      <w:proofErr w:type="spellEnd"/>
      <w:r w:rsidRPr="00240CAD">
        <w:rPr>
          <w:rFonts w:eastAsia="Times New Roman" w:cs="Times New Roman"/>
          <w:lang w:eastAsia="cs-CZ"/>
        </w:rPr>
        <w:t>. § 99 odst. 2 ZZVZ a prodlužuje lhůtu pro podání nabíde</w:t>
      </w:r>
      <w:r w:rsidR="00CB4BB1" w:rsidRPr="00240CAD">
        <w:rPr>
          <w:rFonts w:eastAsia="Times New Roman" w:cs="Times New Roman"/>
          <w:lang w:eastAsia="cs-CZ"/>
        </w:rPr>
        <w:t>k ze dne 23. 1. 2020 v 10:00 hod. na den 24</w:t>
      </w:r>
      <w:r w:rsidRPr="00240CAD">
        <w:rPr>
          <w:rFonts w:eastAsia="Times New Roman" w:cs="Times New Roman"/>
          <w:lang w:eastAsia="cs-CZ"/>
        </w:rPr>
        <w:t>. 1. 2020 v 10:00 hod.</w:t>
      </w:r>
    </w:p>
    <w:p w:rsidR="00AE6C08" w:rsidRPr="00240CAD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240CAD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40CAD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240CAD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240CAD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AE6C08" w:rsidRPr="00240CAD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240CAD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40CAD">
        <w:rPr>
          <w:rFonts w:eastAsia="Times New Roman" w:cs="Times New Roman"/>
          <w:b/>
          <w:lang w:eastAsia="cs-CZ"/>
        </w:rPr>
        <w:t xml:space="preserve">Oddíl IV. 2.2): 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</w:t>
      </w:r>
      <w:r w:rsidR="005B5D85">
        <w:rPr>
          <w:rFonts w:eastAsia="Times New Roman" w:cs="Times New Roman"/>
          <w:lang w:eastAsia="cs-CZ"/>
        </w:rPr>
        <w:t>0:00 hod. a nahrazujeme datem 24</w:t>
      </w:r>
      <w:r w:rsidRPr="00656ED1">
        <w:rPr>
          <w:rFonts w:eastAsia="Times New Roman" w:cs="Times New Roman"/>
          <w:lang w:eastAsia="cs-CZ"/>
        </w:rPr>
        <w:t>. 1. 2020 v 10:00 hod.,</w:t>
      </w:r>
      <w:r w:rsidRPr="00656ED1">
        <w:rPr>
          <w:rFonts w:eastAsia="Times New Roman" w:cs="Times New Roman"/>
          <w:b/>
          <w:lang w:eastAsia="cs-CZ"/>
        </w:rPr>
        <w:t xml:space="preserve"> 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D1">
        <w:rPr>
          <w:rFonts w:eastAsia="Times New Roman" w:cs="Times New Roman"/>
          <w:b/>
          <w:lang w:eastAsia="cs-CZ"/>
        </w:rPr>
        <w:t xml:space="preserve">Oddíl IV. 2.7): 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</w:t>
      </w:r>
      <w:r w:rsidR="005B5D85">
        <w:rPr>
          <w:rFonts w:eastAsia="Times New Roman" w:cs="Times New Roman"/>
          <w:lang w:eastAsia="cs-CZ"/>
        </w:rPr>
        <w:t>0:00 hod. a nahrazujeme datem 24</w:t>
      </w:r>
      <w:r w:rsidRPr="00656ED1">
        <w:rPr>
          <w:rFonts w:eastAsia="Times New Roman" w:cs="Times New Roman"/>
          <w:lang w:eastAsia="cs-CZ"/>
        </w:rPr>
        <w:t>. 1. 2020 v 10:00 hod.</w:t>
      </w:r>
    </w:p>
    <w:p w:rsidR="00AE6C08" w:rsidRPr="00656ED1" w:rsidRDefault="00AE6C08" w:rsidP="00AE6C08">
      <w:pPr>
        <w:spacing w:after="0" w:line="240" w:lineRule="auto"/>
        <w:rPr>
          <w:rFonts w:eastAsia="Times New Roman" w:cs="Times New Roman"/>
          <w:lang w:eastAsia="cs-CZ"/>
        </w:rPr>
      </w:pPr>
    </w:p>
    <w:p w:rsidR="00AE6C08" w:rsidRPr="00656ED1" w:rsidRDefault="00AE6C08" w:rsidP="00AE6C0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6ED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656ED1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656ED1">
        <w:rPr>
          <w:rFonts w:eastAsia="Calibri" w:cs="Times New Roman"/>
          <w:u w:val="single"/>
          <w:lang w:eastAsia="cs-CZ"/>
        </w:rPr>
        <w:t>.</w:t>
      </w:r>
    </w:p>
    <w:p w:rsidR="00AE6C08" w:rsidRPr="00656ED1" w:rsidRDefault="00AE6C08" w:rsidP="00AE6C0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656ED1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656ED1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6ED1">
        <w:rPr>
          <w:rFonts w:eastAsia="Calibri" w:cs="Times New Roman"/>
          <w:b/>
          <w:bCs/>
          <w:lang w:eastAsia="cs-CZ"/>
        </w:rPr>
        <w:t xml:space="preserve">Příloha: </w:t>
      </w:r>
      <w:r>
        <w:rPr>
          <w:rFonts w:eastAsia="Calibri" w:cs="Times New Roman"/>
          <w:b/>
          <w:bCs/>
          <w:lang w:eastAsia="cs-CZ"/>
        </w:rPr>
        <w:t xml:space="preserve">Příloha </w:t>
      </w:r>
      <w:r w:rsidR="005B5D85">
        <w:rPr>
          <w:rFonts w:eastAsia="Calibri" w:cs="Times New Roman"/>
          <w:b/>
          <w:bCs/>
          <w:lang w:eastAsia="cs-CZ"/>
        </w:rPr>
        <w:t>260 - 284</w:t>
      </w: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52AE">
        <w:rPr>
          <w:rFonts w:eastAsia="Calibri" w:cs="Times New Roman"/>
          <w:lang w:eastAsia="cs-CZ"/>
        </w:rPr>
        <w:t xml:space="preserve">V Praze dne </w:t>
      </w:r>
      <w:r w:rsidR="0014562C">
        <w:rPr>
          <w:rFonts w:eastAsia="Calibri" w:cs="Times New Roman"/>
          <w:lang w:eastAsia="cs-CZ"/>
        </w:rPr>
        <w:t>7. 1. 2020</w:t>
      </w: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4562C" w:rsidRDefault="0014562C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4562C" w:rsidRPr="00DD52AE" w:rsidRDefault="0014562C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AE6C08" w:rsidRPr="00DD52AE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2F22F2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ředitel odboru investičního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ze dne 11. 5. 2018</w:t>
      </w:r>
    </w:p>
    <w:p w:rsidR="00263E05" w:rsidRPr="002F22F2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Správa železni</w:t>
      </w:r>
      <w:r w:rsidR="0014562C">
        <w:rPr>
          <w:rFonts w:ascii="Verdana" w:eastAsia="Calibri" w:hAnsi="Verdana" w:cs="Times New Roman"/>
          <w:lang w:eastAsia="cs-CZ"/>
        </w:rPr>
        <w:t>c</w:t>
      </w:r>
      <w:r w:rsidRPr="002F22F2">
        <w:rPr>
          <w:rFonts w:ascii="Verdana" w:eastAsia="Calibri" w:hAnsi="Verdana" w:cs="Times New Roman"/>
          <w:lang w:eastAsia="cs-CZ"/>
        </w:rPr>
        <w:t>,</w:t>
      </w:r>
      <w:r w:rsidR="0014562C">
        <w:rPr>
          <w:rFonts w:ascii="Verdana" w:eastAsia="Calibri" w:hAnsi="Verdana" w:cs="Times New Roman"/>
          <w:lang w:eastAsia="cs-CZ"/>
        </w:rPr>
        <w:t xml:space="preserve"> </w:t>
      </w:r>
      <w:r w:rsidRPr="002F22F2">
        <w:rPr>
          <w:rFonts w:ascii="Verdana" w:eastAsia="Calibri" w:hAnsi="Verdana" w:cs="Times New Roman"/>
          <w:lang w:eastAsia="cs-CZ"/>
        </w:rPr>
        <w:t>státní organizace</w:t>
      </w:r>
    </w:p>
    <w:p w:rsidR="00AE6C08" w:rsidRPr="00BC57BB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BC57BB" w:rsidRDefault="00BC57BB" w:rsidP="00D568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sectPr w:rsidR="00BC57BB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300" w:rsidRDefault="00AC0300" w:rsidP="00962258">
      <w:pPr>
        <w:spacing w:after="0" w:line="240" w:lineRule="auto"/>
      </w:pPr>
      <w:r>
        <w:separator/>
      </w:r>
    </w:p>
  </w:endnote>
  <w:endnote w:type="continuationSeparator" w:id="0">
    <w:p w:rsidR="00AC0300" w:rsidRDefault="00AC03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56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803252" wp14:editId="181758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9F38ED" wp14:editId="4157A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56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4562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8F96E" wp14:editId="3F75F2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ADCC824" wp14:editId="72F6DC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300" w:rsidRDefault="00AC0300" w:rsidP="00962258">
      <w:pPr>
        <w:spacing w:after="0" w:line="240" w:lineRule="auto"/>
      </w:pPr>
      <w:r>
        <w:separator/>
      </w:r>
    </w:p>
  </w:footnote>
  <w:footnote w:type="continuationSeparator" w:id="0">
    <w:p w:rsidR="00AC0300" w:rsidRDefault="00AC03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5FA2FAA" wp14:editId="5A035B0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C9212B" wp14:editId="380A5C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098855E" wp14:editId="764111C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46196A6D"/>
    <w:multiLevelType w:val="hybridMultilevel"/>
    <w:tmpl w:val="BF8AAB70"/>
    <w:lvl w:ilvl="0" w:tplc="9BFA718A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81A76"/>
    <w:rsid w:val="000B3A82"/>
    <w:rsid w:val="000B6C7E"/>
    <w:rsid w:val="000B7907"/>
    <w:rsid w:val="000C0429"/>
    <w:rsid w:val="000C1C02"/>
    <w:rsid w:val="000C45E8"/>
    <w:rsid w:val="00114472"/>
    <w:rsid w:val="00122E99"/>
    <w:rsid w:val="0014562C"/>
    <w:rsid w:val="00170EC5"/>
    <w:rsid w:val="001747C1"/>
    <w:rsid w:val="0018596A"/>
    <w:rsid w:val="001B69C2"/>
    <w:rsid w:val="001C4DA0"/>
    <w:rsid w:val="00207DF5"/>
    <w:rsid w:val="00240CAD"/>
    <w:rsid w:val="00263E05"/>
    <w:rsid w:val="00267369"/>
    <w:rsid w:val="0026785D"/>
    <w:rsid w:val="002C31BF"/>
    <w:rsid w:val="002D34FE"/>
    <w:rsid w:val="002E0CD7"/>
    <w:rsid w:val="002F026B"/>
    <w:rsid w:val="00323674"/>
    <w:rsid w:val="00346994"/>
    <w:rsid w:val="00357BC6"/>
    <w:rsid w:val="0037111D"/>
    <w:rsid w:val="003756B9"/>
    <w:rsid w:val="00393909"/>
    <w:rsid w:val="003956C6"/>
    <w:rsid w:val="003E6B9A"/>
    <w:rsid w:val="003E75CE"/>
    <w:rsid w:val="0041380F"/>
    <w:rsid w:val="00432B5B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30A72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D85"/>
    <w:rsid w:val="005B5EE9"/>
    <w:rsid w:val="005F0A75"/>
    <w:rsid w:val="005F3579"/>
    <w:rsid w:val="006104F6"/>
    <w:rsid w:val="0061068E"/>
    <w:rsid w:val="00660AD3"/>
    <w:rsid w:val="006A5570"/>
    <w:rsid w:val="006A689C"/>
    <w:rsid w:val="006B3D79"/>
    <w:rsid w:val="006E0578"/>
    <w:rsid w:val="006E24EB"/>
    <w:rsid w:val="006E314D"/>
    <w:rsid w:val="006E7F06"/>
    <w:rsid w:val="00710723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673A"/>
    <w:rsid w:val="00780843"/>
    <w:rsid w:val="007846E1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91334"/>
    <w:rsid w:val="00893F7C"/>
    <w:rsid w:val="00894181"/>
    <w:rsid w:val="008A2688"/>
    <w:rsid w:val="008A3568"/>
    <w:rsid w:val="008B060C"/>
    <w:rsid w:val="008C2952"/>
    <w:rsid w:val="008C50FB"/>
    <w:rsid w:val="008C6EC5"/>
    <w:rsid w:val="008D03B9"/>
    <w:rsid w:val="008E7321"/>
    <w:rsid w:val="008F18D6"/>
    <w:rsid w:val="0090010F"/>
    <w:rsid w:val="00904780"/>
    <w:rsid w:val="009113A8"/>
    <w:rsid w:val="00914639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97BCA"/>
    <w:rsid w:val="009A560A"/>
    <w:rsid w:val="009A7568"/>
    <w:rsid w:val="009B2E97"/>
    <w:rsid w:val="009B3C69"/>
    <w:rsid w:val="009B72CC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C0300"/>
    <w:rsid w:val="00AD056F"/>
    <w:rsid w:val="00AD2773"/>
    <w:rsid w:val="00AD6731"/>
    <w:rsid w:val="00AE09F8"/>
    <w:rsid w:val="00AE1DDE"/>
    <w:rsid w:val="00AE6C08"/>
    <w:rsid w:val="00AF224B"/>
    <w:rsid w:val="00AF6A8C"/>
    <w:rsid w:val="00B15B5E"/>
    <w:rsid w:val="00B15D0D"/>
    <w:rsid w:val="00B23CA3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B3740"/>
    <w:rsid w:val="00BC57BB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777EE"/>
    <w:rsid w:val="00C8207D"/>
    <w:rsid w:val="00CA75CF"/>
    <w:rsid w:val="00CB4BB1"/>
    <w:rsid w:val="00CB7B5A"/>
    <w:rsid w:val="00CC1E2B"/>
    <w:rsid w:val="00CD1FC4"/>
    <w:rsid w:val="00CE371D"/>
    <w:rsid w:val="00CF6125"/>
    <w:rsid w:val="00D02A4D"/>
    <w:rsid w:val="00D21061"/>
    <w:rsid w:val="00D316A7"/>
    <w:rsid w:val="00D4108E"/>
    <w:rsid w:val="00D568BE"/>
    <w:rsid w:val="00D6163D"/>
    <w:rsid w:val="00D622CC"/>
    <w:rsid w:val="00D63009"/>
    <w:rsid w:val="00D831A3"/>
    <w:rsid w:val="00D902AD"/>
    <w:rsid w:val="00DA6FFE"/>
    <w:rsid w:val="00DB3DD1"/>
    <w:rsid w:val="00DC3110"/>
    <w:rsid w:val="00DC60AE"/>
    <w:rsid w:val="00DD4158"/>
    <w:rsid w:val="00DD46F3"/>
    <w:rsid w:val="00DD58A6"/>
    <w:rsid w:val="00DE56F2"/>
    <w:rsid w:val="00DF116D"/>
    <w:rsid w:val="00E07217"/>
    <w:rsid w:val="00E824F1"/>
    <w:rsid w:val="00EB104F"/>
    <w:rsid w:val="00EB3A0A"/>
    <w:rsid w:val="00ED14BD"/>
    <w:rsid w:val="00F01440"/>
    <w:rsid w:val="00F019E6"/>
    <w:rsid w:val="00F12DEC"/>
    <w:rsid w:val="00F13BAB"/>
    <w:rsid w:val="00F1715C"/>
    <w:rsid w:val="00F24088"/>
    <w:rsid w:val="00F310F8"/>
    <w:rsid w:val="00F35939"/>
    <w:rsid w:val="00F373D8"/>
    <w:rsid w:val="00F45607"/>
    <w:rsid w:val="00F64786"/>
    <w:rsid w:val="00F659EB"/>
    <w:rsid w:val="00F804A7"/>
    <w:rsid w:val="00F862D6"/>
    <w:rsid w:val="00F86BA6"/>
    <w:rsid w:val="00F978F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5182DC-76EA-4948-80E0-BA53C5AB1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</TotalTime>
  <Pages>5</Pages>
  <Words>2056</Words>
  <Characters>12132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Pavlicová Karolína, Mgr.</cp:lastModifiedBy>
  <cp:revision>2</cp:revision>
  <cp:lastPrinted>2019-02-22T13:28:00Z</cp:lastPrinted>
  <dcterms:created xsi:type="dcterms:W3CDTF">2020-01-07T09:41:00Z</dcterms:created>
  <dcterms:modified xsi:type="dcterms:W3CDTF">2020-01-07T09:41:00Z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