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F49BE74" wp14:editId="7B1C4E1D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60CA" w:rsidRDefault="00DE60C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E60CA" w:rsidRDefault="00DE60C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17B59" w:rsidRDefault="00F862D6" w:rsidP="00764595">
            <w:pPr>
              <w:rPr>
                <w:highlight w:val="magenta"/>
              </w:rPr>
            </w:pP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17B59" w:rsidRDefault="001F1544" w:rsidP="00852595">
            <w:pPr>
              <w:rPr>
                <w:highlight w:val="magenta"/>
              </w:rPr>
            </w:pPr>
            <w:bookmarkStart w:id="0" w:name="_GoBack"/>
            <w:r w:rsidRPr="001F1544">
              <w:rPr>
                <w:rFonts w:ascii="Helvetica" w:hAnsi="Helvetica" w:cs="Helvetica"/>
              </w:rPr>
              <w:t>10993/2019-SŽDC-SSV-Ú3</w:t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2E1D20" w:rsidRDefault="00F862D6" w:rsidP="0077673A">
            <w:r w:rsidRPr="002E1D20">
              <w:t>Listů/příloh</w:t>
            </w:r>
          </w:p>
        </w:tc>
        <w:tc>
          <w:tcPr>
            <w:tcW w:w="2552" w:type="dxa"/>
          </w:tcPr>
          <w:p w:rsidR="00F862D6" w:rsidRPr="002E1D20" w:rsidRDefault="008F01A3" w:rsidP="002E5153">
            <w:r w:rsidRPr="008F01A3">
              <w:t>3</w:t>
            </w:r>
            <w:r w:rsidR="003E6B9A" w:rsidRPr="008F01A3">
              <w:t>/</w:t>
            </w:r>
            <w:r w:rsidRPr="008F01A3">
              <w:t>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612BA8" w:rsidP="006D37C7">
            <w:r>
              <w:t>1</w:t>
            </w:r>
            <w:r w:rsidR="006D37C7">
              <w:t>2</w:t>
            </w:r>
            <w:r w:rsidR="00365ABD">
              <w:t xml:space="preserve">. </w:t>
            </w:r>
            <w:r w:rsidR="0053380C">
              <w:t>prosince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4204E2">
        <w:rPr>
          <w:rFonts w:eastAsia="Calibri" w:cs="Times New Roman"/>
          <w:lang w:eastAsia="cs-CZ"/>
        </w:rPr>
        <w:t>1</w:t>
      </w:r>
      <w:r w:rsidR="00612BA8">
        <w:rPr>
          <w:rFonts w:eastAsia="Calibri" w:cs="Times New Roman"/>
          <w:lang w:eastAsia="cs-CZ"/>
        </w:rPr>
        <w:t>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FE3348" w:rsidRDefault="00FE3348" w:rsidP="0053380C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993672" w:rsidRDefault="00993672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710CD6" w:rsidRPr="00BD5319" w:rsidRDefault="00710CD6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3F71AF">
        <w:rPr>
          <w:rFonts w:eastAsia="Calibri" w:cs="Times New Roman"/>
          <w:b/>
          <w:lang w:eastAsia="cs-CZ"/>
        </w:rPr>
        <w:t>2</w:t>
      </w:r>
      <w:r w:rsidR="0053380C">
        <w:rPr>
          <w:rFonts w:eastAsia="Calibri" w:cs="Times New Roman"/>
          <w:b/>
          <w:lang w:eastAsia="cs-CZ"/>
        </w:rPr>
        <w:t>6</w:t>
      </w:r>
      <w:r w:rsidR="00612BA8">
        <w:rPr>
          <w:rFonts w:eastAsia="Calibri" w:cs="Times New Roman"/>
          <w:b/>
          <w:lang w:eastAsia="cs-CZ"/>
        </w:rPr>
        <w:t>6</w:t>
      </w:r>
      <w:r w:rsidRPr="0056507D">
        <w:rPr>
          <w:rFonts w:eastAsia="Calibri" w:cs="Times New Roman"/>
          <w:b/>
          <w:lang w:eastAsia="cs-CZ"/>
        </w:rPr>
        <w:t>: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>Žádost dle § 98 zákona č. 134/2016 Sb., o zadávání veřejných zakázek, ve znění pozdějších předpisů (dále jen „ZZVZ“)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 xml:space="preserve">                                                                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 xml:space="preserve">I. 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 xml:space="preserve">Dne 6. 12. 2019 zadavatel zveřejnil vysvětlení zadávací dokumentace ve výše uvedené veřejné zakázce. Tímto vysvětlením došlo ke změně zadávacích podmínek v tom smyslu, že přednostně budou využívány noční výluky pro provádění betonáží trakčního vedení. 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>Zadavatel v souvislosti s tímto vysvětlením nepřistoupil k prodloužení lhůty pro podání nabídek.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>II.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 xml:space="preserve">Uchazeč musí konstatovat, že výše uvedená úprava zadávacích podmínek představuje podstatnou změnu zadávacích nabídek, která si vyžaduje rozsáhlé posouzení dopadů a souvislostí a na to navázané zcela radikální přepracování námi připravované nabídky. 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 xml:space="preserve">V této souvislosti musíme připomenout, že pokud má podstatná část stavebních činností probíhat v noci, namísto původně předpokládaných denních prací, pak je třeba zásadně přepracovat plán realizace předmětu plnění a v této souvislosti jej přizpůsobit jak bezpečnostním požadavkům obecně i požadavkům na bezpečnost práce, dále je třeba zcela přehodnotit dopady z pohledu základních hygienických požadavků (hluk v nočních hodinách, rušení nočním osvětlením a podobně) a zanalyzovat, pro jaké vybrané činnosti při výstavbě trakčního vedení a za jakých podmínek je vůbec reálné docílit splnění požadavků stávající platné legislativy pro práce v nočních hodinách. 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 xml:space="preserve">Vedle těchto skutečností je pak třeba rovněž přihlédnout k logistické a organizační náročnosti takového nového způsobu realizace předmětu plnění, kdy dodavatelé musí zajistit jednak dostatečné osvětlení podstatné části venkovní trati, což v některých aspektech může být až technologicky nerealizovatelné. Rovněž platí, že práce v době noční výluky reálně představují práce na TV v délce znatelně kratší oproti standardní „denní“ časové dotaci 8 hodin, a to i z důvodu časové náročnosti na přípravu pracoviště pro práce v noci /zajištění funkčního osvětlení na úroveň denního světla, </w:t>
      </w:r>
      <w:proofErr w:type="spellStart"/>
      <w:r w:rsidRPr="00317B59">
        <w:rPr>
          <w:rFonts w:cs="Arial"/>
          <w:color w:val="000000"/>
        </w:rPr>
        <w:t>atd</w:t>
      </w:r>
      <w:proofErr w:type="spellEnd"/>
      <w:r w:rsidRPr="00317B59">
        <w:rPr>
          <w:rFonts w:cs="Arial"/>
          <w:color w:val="000000"/>
        </w:rPr>
        <w:t xml:space="preserve">). Kratší čas tak vyžaduje nasazení vyššího počtu pracovníků, což radikálně zvyšuje poptávku po odborných pracovních kapacitách (se zvýšenou zdravotní způsobilostí pro práce v </w:t>
      </w:r>
      <w:proofErr w:type="gramStart"/>
      <w:r w:rsidRPr="00317B59">
        <w:rPr>
          <w:rFonts w:cs="Arial"/>
          <w:color w:val="000000"/>
        </w:rPr>
        <w:t>noci),  a také</w:t>
      </w:r>
      <w:proofErr w:type="gramEnd"/>
      <w:r w:rsidRPr="00317B59">
        <w:rPr>
          <w:rFonts w:cs="Arial"/>
          <w:color w:val="000000"/>
        </w:rPr>
        <w:t xml:space="preserve"> to zvyšuje i ekonomickou náročnost realizace, mimo jiné i z důvodu výrazného snížení produktivity práce. Výše uvedené zvýšení časové náročnosti realizaci prací zároveň nutně povede k přehodnocení předkládaného harmonogramu postupu výstavby. Uchazeč by tak musel přistoupit k podstatnému přepracování rovněž své cenové nabídky.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lastRenderedPageBreak/>
        <w:t>III.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>Ze všech uvedených důvodů uchazeč žádá, aby zadavatel zrušil změnu provedenou dne 6. 12. 2019 a prodloužil lhůtu pro podání nabídek v řádu jednotek dnů.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>Pokud by zadavatel trval na zachování této změněné podmínky, uchazeč uvádí, že se jedná o podstatnou změnu předmětu plnění. Zadavatel tak byl povinen prodloužit lhůtu pro podání nabídek o celou původní délku ve smyslu § 99 odst. 2 ZZVZ, přičemž toto prodloužení je současně naprosto nutné a nezbytné pro všechny uchazeče o předmětnou veřejnou zakázku.</w:t>
      </w:r>
    </w:p>
    <w:p w:rsidR="00317B59" w:rsidRPr="00317B59" w:rsidRDefault="00317B59" w:rsidP="00317B59">
      <w:pPr>
        <w:spacing w:after="0" w:line="240" w:lineRule="auto"/>
        <w:rPr>
          <w:rFonts w:cs="Arial"/>
          <w:color w:val="000000"/>
        </w:rPr>
      </w:pPr>
    </w:p>
    <w:p w:rsidR="00317B59" w:rsidRDefault="00317B59" w:rsidP="00317B59">
      <w:pPr>
        <w:spacing w:after="0" w:line="240" w:lineRule="auto"/>
        <w:rPr>
          <w:rFonts w:cs="Arial"/>
          <w:color w:val="000000"/>
        </w:rPr>
      </w:pPr>
      <w:r w:rsidRPr="00317B59">
        <w:rPr>
          <w:rFonts w:cs="Arial"/>
          <w:color w:val="000000"/>
        </w:rPr>
        <w:t xml:space="preserve">Uchazeč tedy žádá o vysvětlení, zda zadavatel odstraní a vezme zpět změnu provedenou dne 6. 12. 2019, v opačném případě uchazeč žádá o vysvětlení, zda zadavatel prodlouží lhůtu pro podání nabídek o celou původní délku. </w:t>
      </w:r>
    </w:p>
    <w:p w:rsidR="00317B59" w:rsidRDefault="00317B59" w:rsidP="00317B59">
      <w:pPr>
        <w:spacing w:after="0" w:line="240" w:lineRule="auto"/>
        <w:rPr>
          <w:rFonts w:cs="Arial"/>
          <w:color w:val="000000"/>
        </w:rPr>
      </w:pPr>
    </w:p>
    <w:p w:rsidR="00F84C42" w:rsidRPr="00DE3782" w:rsidRDefault="00F84C42" w:rsidP="00317B5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9F4624" w:rsidRPr="001B48B7" w:rsidRDefault="001B48B7" w:rsidP="009F4624">
      <w:pPr>
        <w:jc w:val="both"/>
        <w:rPr>
          <w:i/>
        </w:rPr>
      </w:pPr>
      <w:r>
        <w:rPr>
          <w:i/>
        </w:rPr>
        <w:t>Zadavatel se po posouzení všech okolností rozhodl doručené žádosti vyhovět. Zadavatel tímto ruší změnu provedenou dne 6. 12. 2019 a neplatí tedy, že v</w:t>
      </w:r>
      <w:r w:rsidRPr="001B48B7">
        <w:rPr>
          <w:i/>
        </w:rPr>
        <w:t xml:space="preserve"> rámci stavby </w:t>
      </w:r>
      <w:r>
        <w:rPr>
          <w:i/>
        </w:rPr>
        <w:t xml:space="preserve">musí zhotovitel </w:t>
      </w:r>
      <w:r w:rsidRPr="001B48B7">
        <w:rPr>
          <w:i/>
        </w:rPr>
        <w:t>přednostně využív</w:t>
      </w:r>
      <w:r>
        <w:rPr>
          <w:i/>
        </w:rPr>
        <w:t>at</w:t>
      </w:r>
      <w:r w:rsidRPr="001B48B7">
        <w:rPr>
          <w:i/>
        </w:rPr>
        <w:t xml:space="preserve"> noční výluky pro provádění betonáží základů trakčního vedení.</w:t>
      </w:r>
    </w:p>
    <w:p w:rsidR="006D37C7" w:rsidRDefault="006D37C7" w:rsidP="00E12CA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12CAE" w:rsidRPr="00027F98" w:rsidRDefault="00E12CAE" w:rsidP="00E12C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ke skutečnosti, že byly zadavatelem provedeny </w:t>
      </w:r>
      <w:r>
        <w:rPr>
          <w:rFonts w:eastAsia="Times New Roman" w:cs="Times New Roman"/>
          <w:b/>
          <w:lang w:eastAsia="cs-CZ"/>
        </w:rPr>
        <w:t xml:space="preserve">změny/doplnění zadávací </w:t>
      </w:r>
      <w:r w:rsidRPr="00027F98">
        <w:rPr>
          <w:rFonts w:eastAsia="Times New Roman" w:cs="Times New Roman"/>
          <w:b/>
          <w:lang w:eastAsia="cs-CZ"/>
        </w:rPr>
        <w:t>dokumentace</w:t>
      </w:r>
      <w:r w:rsidRPr="00027F98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027F98">
        <w:rPr>
          <w:rFonts w:eastAsia="Times New Roman" w:cs="Times New Roman"/>
          <w:lang w:eastAsia="cs-CZ"/>
        </w:rPr>
        <w:t>ust</w:t>
      </w:r>
      <w:proofErr w:type="spellEnd"/>
      <w:r w:rsidRPr="00027F98">
        <w:rPr>
          <w:rFonts w:eastAsia="Times New Roman" w:cs="Times New Roman"/>
          <w:lang w:eastAsia="cs-CZ"/>
        </w:rPr>
        <w:t xml:space="preserve">. § 99 odst. 2 ZZVZ a prodlužuje lhůtu pro podání </w:t>
      </w:r>
      <w:r w:rsidR="006D37C7" w:rsidRPr="00027F98">
        <w:rPr>
          <w:rFonts w:eastAsia="Times New Roman" w:cs="Times New Roman"/>
          <w:lang w:eastAsia="cs-CZ"/>
        </w:rPr>
        <w:t xml:space="preserve">nabídek </w:t>
      </w:r>
      <w:r w:rsidRPr="00027F98">
        <w:rPr>
          <w:rFonts w:eastAsia="Times New Roman" w:cs="Times New Roman"/>
          <w:lang w:eastAsia="cs-CZ"/>
        </w:rPr>
        <w:t xml:space="preserve">ze dne 16. 12. 2019 na den </w:t>
      </w:r>
      <w:r w:rsidR="006D37C7" w:rsidRPr="00027F98">
        <w:rPr>
          <w:rFonts w:eastAsia="Times New Roman" w:cs="Times New Roman"/>
          <w:b/>
          <w:lang w:eastAsia="cs-CZ"/>
        </w:rPr>
        <w:t>20</w:t>
      </w:r>
      <w:r w:rsidR="002B65E8" w:rsidRPr="00027F98">
        <w:rPr>
          <w:rFonts w:eastAsia="Times New Roman" w:cs="Times New Roman"/>
          <w:b/>
          <w:lang w:eastAsia="cs-CZ"/>
        </w:rPr>
        <w:t>. 12</w:t>
      </w:r>
      <w:r w:rsidRPr="00027F98">
        <w:rPr>
          <w:rFonts w:eastAsia="Times New Roman" w:cs="Times New Roman"/>
          <w:b/>
          <w:lang w:eastAsia="cs-CZ"/>
        </w:rPr>
        <w:t>. 20</w:t>
      </w:r>
      <w:r w:rsidR="002B65E8" w:rsidRPr="00027F98">
        <w:rPr>
          <w:rFonts w:eastAsia="Times New Roman" w:cs="Times New Roman"/>
          <w:b/>
          <w:lang w:eastAsia="cs-CZ"/>
        </w:rPr>
        <w:t>19</w:t>
      </w:r>
      <w:r w:rsidRPr="00027F98">
        <w:rPr>
          <w:rFonts w:eastAsia="Times New Roman" w:cs="Times New Roman"/>
          <w:lang w:eastAsia="cs-CZ"/>
        </w:rPr>
        <w:t xml:space="preserve">, tedy o </w:t>
      </w:r>
      <w:r w:rsidR="006D37C7" w:rsidRPr="00027F98">
        <w:rPr>
          <w:rFonts w:eastAsia="Times New Roman" w:cs="Times New Roman"/>
          <w:lang w:eastAsia="cs-CZ"/>
        </w:rPr>
        <w:t>4</w:t>
      </w:r>
      <w:r w:rsidRPr="00027F98">
        <w:rPr>
          <w:rFonts w:eastAsia="Times New Roman" w:cs="Times New Roman"/>
          <w:lang w:eastAsia="cs-CZ"/>
        </w:rPr>
        <w:t xml:space="preserve"> pracovní dn</w:t>
      </w:r>
      <w:r w:rsidR="002B65E8" w:rsidRPr="00027F98">
        <w:rPr>
          <w:rFonts w:eastAsia="Times New Roman" w:cs="Times New Roman"/>
          <w:lang w:eastAsia="cs-CZ"/>
        </w:rPr>
        <w:t>y</w:t>
      </w:r>
      <w:r w:rsidRPr="00027F98">
        <w:rPr>
          <w:rFonts w:eastAsia="Times New Roman" w:cs="Times New Roman"/>
          <w:lang w:eastAsia="cs-CZ"/>
        </w:rPr>
        <w:t>.</w:t>
      </w:r>
    </w:p>
    <w:p w:rsidR="00E12CAE" w:rsidRPr="00027F98" w:rsidRDefault="00E12CAE" w:rsidP="00E12CA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12CAE" w:rsidRPr="00027F98" w:rsidRDefault="00E12CAE" w:rsidP="00E12CA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12CAE" w:rsidRPr="00027F98" w:rsidRDefault="00E12CAE" w:rsidP="00E12C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27F98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027F98">
          <w:rPr>
            <w:rStyle w:val="Hypertextovodkaz"/>
            <w:rFonts w:eastAsia="Times New Roman" w:cs="Times New Roman"/>
            <w:color w:val="0000FF"/>
            <w:lang w:eastAsia="cs-CZ"/>
          </w:rPr>
          <w:t>www.vestnikverejnychzakazek.cz</w:t>
        </w:r>
      </w:hyperlink>
      <w:r w:rsidRPr="00027F98">
        <w:rPr>
          <w:rFonts w:eastAsia="Times New Roman" w:cs="Times New Roman"/>
          <w:lang w:eastAsia="cs-CZ"/>
        </w:rPr>
        <w:t xml:space="preserve"> (evidenční č. VZ Z2019-035855). Změny se týkají těchto ustanovení:</w:t>
      </w:r>
    </w:p>
    <w:p w:rsidR="00E12CAE" w:rsidRPr="00027F98" w:rsidRDefault="00E12CAE" w:rsidP="00E12CA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12CAE" w:rsidRPr="00027F98" w:rsidRDefault="00E12CAE" w:rsidP="00E12CA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27F98">
        <w:rPr>
          <w:rFonts w:eastAsia="Times New Roman" w:cs="Times New Roman"/>
          <w:b/>
          <w:lang w:eastAsia="cs-CZ"/>
        </w:rPr>
        <w:t xml:space="preserve">Oddíl IV. 2.2): </w:t>
      </w:r>
    </w:p>
    <w:p w:rsidR="00E12CAE" w:rsidRPr="00027F98" w:rsidRDefault="00E12CAE" w:rsidP="00E12CA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27F98">
        <w:rPr>
          <w:rFonts w:eastAsia="Times New Roman" w:cs="Times New Roman"/>
          <w:lang w:eastAsia="cs-CZ"/>
        </w:rPr>
        <w:t xml:space="preserve">rušíme datum 14. 11. 2019 v 10:00 hod. a nahrazujeme datem </w:t>
      </w:r>
      <w:r w:rsidR="00027F98" w:rsidRPr="00027F98">
        <w:rPr>
          <w:rFonts w:eastAsia="Times New Roman" w:cs="Times New Roman"/>
          <w:lang w:eastAsia="cs-CZ"/>
        </w:rPr>
        <w:t xml:space="preserve">20. 12. 2019 </w:t>
      </w:r>
      <w:r w:rsidRPr="00027F98">
        <w:rPr>
          <w:rFonts w:eastAsia="Times New Roman" w:cs="Times New Roman"/>
          <w:lang w:eastAsia="cs-CZ"/>
        </w:rPr>
        <w:t>v 10:00 hod.,</w:t>
      </w:r>
      <w:r w:rsidRPr="00027F98">
        <w:rPr>
          <w:rFonts w:eastAsia="Times New Roman" w:cs="Times New Roman"/>
          <w:b/>
          <w:lang w:eastAsia="cs-CZ"/>
        </w:rPr>
        <w:t xml:space="preserve"> </w:t>
      </w:r>
    </w:p>
    <w:p w:rsidR="00E12CAE" w:rsidRPr="00027F98" w:rsidRDefault="00E12CAE" w:rsidP="00E12CA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27F98">
        <w:rPr>
          <w:rFonts w:eastAsia="Times New Roman" w:cs="Times New Roman"/>
          <w:b/>
          <w:lang w:eastAsia="cs-CZ"/>
        </w:rPr>
        <w:t xml:space="preserve">Oddíl IV. 2.7): </w:t>
      </w:r>
    </w:p>
    <w:p w:rsidR="00E12CAE" w:rsidRDefault="00E12CAE" w:rsidP="00E12CA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27F98">
        <w:rPr>
          <w:rFonts w:eastAsia="Times New Roman" w:cs="Times New Roman"/>
          <w:lang w:eastAsia="cs-CZ"/>
        </w:rPr>
        <w:t xml:space="preserve">rušíme datum 14. 11. 2019 v 10:00 hod. a nahrazujeme datem </w:t>
      </w:r>
      <w:r w:rsidR="00027F98" w:rsidRPr="00027F98">
        <w:rPr>
          <w:rFonts w:eastAsia="Times New Roman" w:cs="Times New Roman"/>
          <w:lang w:eastAsia="cs-CZ"/>
        </w:rPr>
        <w:t xml:space="preserve">20. 12. 2019 </w:t>
      </w:r>
      <w:r w:rsidRPr="00027F98">
        <w:rPr>
          <w:rFonts w:eastAsia="Times New Roman" w:cs="Times New Roman"/>
          <w:lang w:eastAsia="cs-CZ"/>
        </w:rPr>
        <w:t>v 10:00 hod.</w:t>
      </w:r>
    </w:p>
    <w:p w:rsidR="00E12CAE" w:rsidRDefault="00E12CAE" w:rsidP="00E12CAE">
      <w:pPr>
        <w:spacing w:after="0" w:line="240" w:lineRule="auto"/>
        <w:rPr>
          <w:rFonts w:eastAsia="Times New Roman" w:cs="Times New Roman"/>
          <w:lang w:eastAsia="cs-CZ"/>
        </w:rPr>
      </w:pPr>
    </w:p>
    <w:p w:rsidR="00E12CAE" w:rsidRDefault="00E12CAE" w:rsidP="00E12CAE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https://zakazky.szdc.cz/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E12CAE" w:rsidRDefault="00E12CAE" w:rsidP="00E12CAE">
      <w:pPr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E12CAE" w:rsidRDefault="00E12CAE" w:rsidP="00E12C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2CAE" w:rsidRDefault="00E12CAE" w:rsidP="00E12CA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 Praze dne 1</w:t>
      </w:r>
      <w:r w:rsidR="006D37C7">
        <w:rPr>
          <w:rFonts w:eastAsia="Calibri" w:cs="Times New Roman"/>
          <w:lang w:eastAsia="cs-CZ"/>
        </w:rPr>
        <w:t>2</w:t>
      </w:r>
      <w:r>
        <w:rPr>
          <w:rFonts w:eastAsia="Calibri" w:cs="Times New Roman"/>
          <w:lang w:eastAsia="cs-CZ"/>
        </w:rPr>
        <w:t>. 12. 2019</w:t>
      </w:r>
    </w:p>
    <w:p w:rsidR="00E12CAE" w:rsidRDefault="00E12CAE" w:rsidP="00E12C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2CAE" w:rsidRDefault="00E12CAE" w:rsidP="00E12C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2CAE" w:rsidRDefault="00E12CAE" w:rsidP="00E12C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2CAE" w:rsidRDefault="00E12CAE" w:rsidP="00E12C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2CAE" w:rsidRDefault="00E12CAE" w:rsidP="00E12C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12CAE" w:rsidRDefault="00E12CAE" w:rsidP="00E12CAE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E12CAE" w:rsidRDefault="00E12CAE" w:rsidP="00E12CA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Ing. Karel Švejda, MBA</w:t>
      </w:r>
    </w:p>
    <w:p w:rsidR="00E12CAE" w:rsidRDefault="00E12CAE" w:rsidP="00E12CAE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ředitel odboru investičního</w:t>
      </w:r>
    </w:p>
    <w:p w:rsidR="00E12CAE" w:rsidRDefault="00E12CAE" w:rsidP="00E12CAE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na základě „Pověření“ č. 2449</w:t>
      </w:r>
    </w:p>
    <w:p w:rsidR="00E12CAE" w:rsidRDefault="00E12CAE" w:rsidP="00E12CAE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ze dne 11. 5. 2018</w:t>
      </w:r>
    </w:p>
    <w:p w:rsidR="00E12CAE" w:rsidRDefault="00E12CAE" w:rsidP="00E12CAE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Správa železniční dopravní cesty,</w:t>
      </w:r>
    </w:p>
    <w:p w:rsidR="00E12CAE" w:rsidRDefault="00E12CAE" w:rsidP="00E12CA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>státní organizace</w:t>
      </w:r>
    </w:p>
    <w:p w:rsidR="00CB7B5A" w:rsidRPr="00CB7B5A" w:rsidRDefault="00CB7B5A" w:rsidP="00E12CAE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sectPr w:rsidR="00CB7B5A" w:rsidRPr="00CB7B5A" w:rsidSect="002D3D3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E62" w:rsidRDefault="004B3E62" w:rsidP="00962258">
      <w:pPr>
        <w:spacing w:after="0" w:line="240" w:lineRule="auto"/>
      </w:pPr>
      <w:r>
        <w:separator/>
      </w:r>
    </w:p>
  </w:endnote>
  <w:endnote w:type="continuationSeparator" w:id="0">
    <w:p w:rsidR="004B3E62" w:rsidRDefault="004B3E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60CA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60CA" w:rsidRPr="00B8518B" w:rsidRDefault="00DE60C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7F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7F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B8518B">
          <w:pPr>
            <w:pStyle w:val="Zpat"/>
          </w:pPr>
        </w:p>
      </w:tc>
      <w:tc>
        <w:tcPr>
          <w:tcW w:w="2921" w:type="dxa"/>
        </w:tcPr>
        <w:p w:rsidR="00DE60CA" w:rsidRDefault="00DE60CA" w:rsidP="00D831A3">
          <w:pPr>
            <w:pStyle w:val="Zpat"/>
          </w:pPr>
        </w:p>
      </w:tc>
    </w:tr>
  </w:tbl>
  <w:p w:rsidR="00DE60CA" w:rsidRPr="00B8518B" w:rsidRDefault="00DE60C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7CB0287" wp14:editId="022CCE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8356E1A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0BECC712" wp14:editId="159DB3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1A8EE42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60CA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60CA" w:rsidRPr="00B8518B" w:rsidRDefault="00DE60C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7F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7F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460660">
          <w:pPr>
            <w:pStyle w:val="Zpat"/>
          </w:pPr>
          <w:r>
            <w:t>Správa železniční dopravní cesty, státní organizace</w:t>
          </w:r>
        </w:p>
        <w:p w:rsidR="00DE60CA" w:rsidRDefault="00DE60C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460660">
          <w:pPr>
            <w:pStyle w:val="Zpat"/>
          </w:pPr>
          <w:r>
            <w:t>Sídlo: Dlážděná 1003/7, 110 00 Praha 1</w:t>
          </w:r>
        </w:p>
        <w:p w:rsidR="00DE60CA" w:rsidRDefault="00DE60CA" w:rsidP="00460660">
          <w:pPr>
            <w:pStyle w:val="Zpat"/>
          </w:pPr>
          <w:r>
            <w:t>IČ: 709 94 234 DIČ: CZ 709 94 234</w:t>
          </w:r>
        </w:p>
        <w:p w:rsidR="00DE60CA" w:rsidRDefault="00DE60CA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E60CA" w:rsidRPr="00B45E9E" w:rsidRDefault="00DE60CA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DE60CA" w:rsidRPr="00B45E9E" w:rsidRDefault="00DE60CA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DE60CA" w:rsidRDefault="00DE60CA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DE60CA" w:rsidRPr="00B8518B" w:rsidRDefault="00DE60C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978D336" wp14:editId="1B4B98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47B4188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E21B24E" wp14:editId="2DC237D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4DD1F2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E60CA" w:rsidRPr="00460660" w:rsidRDefault="00DE60C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E62" w:rsidRDefault="004B3E62" w:rsidP="00962258">
      <w:pPr>
        <w:spacing w:after="0" w:line="240" w:lineRule="auto"/>
      </w:pPr>
      <w:r>
        <w:separator/>
      </w:r>
    </w:p>
  </w:footnote>
  <w:footnote w:type="continuationSeparator" w:id="0">
    <w:p w:rsidR="004B3E62" w:rsidRDefault="004B3E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60C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E60CA" w:rsidRPr="00B8518B" w:rsidRDefault="00DE60C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E60CA" w:rsidRDefault="00DE60C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E60CA" w:rsidRPr="00D6163D" w:rsidRDefault="00DE60CA" w:rsidP="00D6163D">
          <w:pPr>
            <w:pStyle w:val="Druhdokumentu"/>
          </w:pPr>
        </w:p>
      </w:tc>
    </w:tr>
  </w:tbl>
  <w:p w:rsidR="00DE60CA" w:rsidRPr="00D6163D" w:rsidRDefault="00DE60C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60C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E60CA" w:rsidRPr="00B8518B" w:rsidRDefault="00DE60C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7B47CDF" wp14:editId="52274C5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6E70976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E60CA" w:rsidRPr="00D6163D" w:rsidRDefault="00DE60CA" w:rsidP="00FC6389">
          <w:pPr>
            <w:pStyle w:val="Druhdokumentu"/>
          </w:pPr>
        </w:p>
      </w:tc>
    </w:tr>
    <w:tr w:rsidR="00DE60C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DE60CA" w:rsidRPr="00B8518B" w:rsidRDefault="00DE60C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Druhdokumentu"/>
            <w:rPr>
              <w:noProof/>
            </w:rPr>
          </w:pPr>
        </w:p>
      </w:tc>
    </w:tr>
  </w:tbl>
  <w:p w:rsidR="00DE60CA" w:rsidRPr="00D6163D" w:rsidRDefault="00DE60CA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8A914A0" wp14:editId="198928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2B7BC6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3DE753B1" wp14:editId="6E828C8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60CA" w:rsidRPr="00460660" w:rsidRDefault="00DE60C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3BE3C55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7B84A6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D7D2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F2783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D07D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C440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A54C8"/>
    <w:multiLevelType w:val="hybridMultilevel"/>
    <w:tmpl w:val="D9820978"/>
    <w:lvl w:ilvl="0" w:tplc="91365E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0D4103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4068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57D9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>
    <w:nsid w:val="1A834F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964A7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15E86"/>
    <w:multiLevelType w:val="hybridMultilevel"/>
    <w:tmpl w:val="2DD00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84AC0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2165DB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9423F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F76403"/>
    <w:multiLevelType w:val="multilevel"/>
    <w:tmpl w:val="0D34D660"/>
    <w:numStyleLink w:val="ListBulletmultilevel"/>
  </w:abstractNum>
  <w:abstractNum w:abstractNumId="20">
    <w:nsid w:val="30793F3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0575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65D5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34DCC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5">
    <w:nsid w:val="4ADA5418"/>
    <w:multiLevelType w:val="hybridMultilevel"/>
    <w:tmpl w:val="B3CAE4C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EB65312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D356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7C4E8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5399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8A0B49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C4FE0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3114D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D5732"/>
    <w:multiLevelType w:val="hybridMultilevel"/>
    <w:tmpl w:val="4614D976"/>
    <w:lvl w:ilvl="0" w:tplc="6B8AE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1B057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7D209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317E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070991"/>
    <w:multiLevelType w:val="multilevel"/>
    <w:tmpl w:val="CABE99FC"/>
    <w:numStyleLink w:val="ListNumbermultilevel"/>
  </w:abstractNum>
  <w:abstractNum w:abstractNumId="41">
    <w:nsid w:val="77F82ED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2E1D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6349DD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40"/>
  </w:num>
  <w:num w:numId="5">
    <w:abstractNumId w:val="0"/>
  </w:num>
  <w:num w:numId="6">
    <w:abstractNumId w:val="24"/>
  </w:num>
  <w:num w:numId="7">
    <w:abstractNumId w:val="39"/>
  </w:num>
  <w:num w:numId="8">
    <w:abstractNumId w:val="27"/>
  </w:num>
  <w:num w:numId="9">
    <w:abstractNumId w:val="27"/>
  </w:num>
  <w:num w:numId="10">
    <w:abstractNumId w:val="29"/>
  </w:num>
  <w:num w:numId="11">
    <w:abstractNumId w:val="9"/>
  </w:num>
  <w:num w:numId="12">
    <w:abstractNumId w:val="23"/>
  </w:num>
  <w:num w:numId="13">
    <w:abstractNumId w:val="16"/>
  </w:num>
  <w:num w:numId="14">
    <w:abstractNumId w:val="3"/>
  </w:num>
  <w:num w:numId="15">
    <w:abstractNumId w:val="37"/>
  </w:num>
  <w:num w:numId="16">
    <w:abstractNumId w:val="43"/>
  </w:num>
  <w:num w:numId="17">
    <w:abstractNumId w:val="18"/>
  </w:num>
  <w:num w:numId="18">
    <w:abstractNumId w:val="22"/>
  </w:num>
  <w:num w:numId="19">
    <w:abstractNumId w:val="35"/>
  </w:num>
  <w:num w:numId="20">
    <w:abstractNumId w:val="21"/>
  </w:num>
  <w:num w:numId="21">
    <w:abstractNumId w:val="33"/>
  </w:num>
  <w:num w:numId="22">
    <w:abstractNumId w:val="36"/>
  </w:num>
  <w:num w:numId="23">
    <w:abstractNumId w:val="13"/>
  </w:num>
  <w:num w:numId="24">
    <w:abstractNumId w:val="5"/>
  </w:num>
  <w:num w:numId="25">
    <w:abstractNumId w:val="4"/>
  </w:num>
  <w:num w:numId="26">
    <w:abstractNumId w:val="42"/>
  </w:num>
  <w:num w:numId="27">
    <w:abstractNumId w:val="34"/>
  </w:num>
  <w:num w:numId="28">
    <w:abstractNumId w:val="32"/>
  </w:num>
  <w:num w:numId="29">
    <w:abstractNumId w:val="20"/>
  </w:num>
  <w:num w:numId="30">
    <w:abstractNumId w:val="30"/>
  </w:num>
  <w:num w:numId="31">
    <w:abstractNumId w:val="8"/>
  </w:num>
  <w:num w:numId="32">
    <w:abstractNumId w:val="1"/>
  </w:num>
  <w:num w:numId="33">
    <w:abstractNumId w:val="10"/>
  </w:num>
  <w:num w:numId="34">
    <w:abstractNumId w:val="28"/>
  </w:num>
  <w:num w:numId="35">
    <w:abstractNumId w:val="6"/>
  </w:num>
  <w:num w:numId="36">
    <w:abstractNumId w:val="26"/>
  </w:num>
  <w:num w:numId="37">
    <w:abstractNumId w:val="11"/>
  </w:num>
  <w:num w:numId="38">
    <w:abstractNumId w:val="38"/>
  </w:num>
  <w:num w:numId="39">
    <w:abstractNumId w:val="41"/>
  </w:num>
  <w:num w:numId="40">
    <w:abstractNumId w:val="31"/>
  </w:num>
  <w:num w:numId="41">
    <w:abstractNumId w:val="17"/>
  </w:num>
  <w:num w:numId="42">
    <w:abstractNumId w:val="7"/>
  </w:num>
  <w:num w:numId="43">
    <w:abstractNumId w:val="14"/>
  </w:num>
  <w:num w:numId="44">
    <w:abstractNumId w:val="25"/>
  </w:num>
  <w:num w:numId="4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5A39"/>
    <w:rsid w:val="00027F98"/>
    <w:rsid w:val="00033432"/>
    <w:rsid w:val="000335CC"/>
    <w:rsid w:val="00037FC5"/>
    <w:rsid w:val="00072C1E"/>
    <w:rsid w:val="000A1A6E"/>
    <w:rsid w:val="000A770E"/>
    <w:rsid w:val="000B0589"/>
    <w:rsid w:val="000B6C7E"/>
    <w:rsid w:val="000B7907"/>
    <w:rsid w:val="000C0429"/>
    <w:rsid w:val="000C45E8"/>
    <w:rsid w:val="001104CA"/>
    <w:rsid w:val="00114472"/>
    <w:rsid w:val="001228E3"/>
    <w:rsid w:val="001262B0"/>
    <w:rsid w:val="00151669"/>
    <w:rsid w:val="00170EC5"/>
    <w:rsid w:val="00173E2F"/>
    <w:rsid w:val="001747C1"/>
    <w:rsid w:val="0017780B"/>
    <w:rsid w:val="0018596A"/>
    <w:rsid w:val="001B48B7"/>
    <w:rsid w:val="001B69C2"/>
    <w:rsid w:val="001C4DA0"/>
    <w:rsid w:val="001D274F"/>
    <w:rsid w:val="001D7C72"/>
    <w:rsid w:val="001E2FC2"/>
    <w:rsid w:val="001E52E7"/>
    <w:rsid w:val="001E5CDA"/>
    <w:rsid w:val="001F133D"/>
    <w:rsid w:val="001F1544"/>
    <w:rsid w:val="00207AB3"/>
    <w:rsid w:val="00207DF5"/>
    <w:rsid w:val="002165A8"/>
    <w:rsid w:val="002325F6"/>
    <w:rsid w:val="00240BF5"/>
    <w:rsid w:val="00267369"/>
    <w:rsid w:val="0026785D"/>
    <w:rsid w:val="00291F5B"/>
    <w:rsid w:val="00294CC2"/>
    <w:rsid w:val="002B65E8"/>
    <w:rsid w:val="002C06A7"/>
    <w:rsid w:val="002C31BF"/>
    <w:rsid w:val="002D3D3C"/>
    <w:rsid w:val="002E04AE"/>
    <w:rsid w:val="002E070D"/>
    <w:rsid w:val="002E0CD7"/>
    <w:rsid w:val="002E1D20"/>
    <w:rsid w:val="002E5153"/>
    <w:rsid w:val="002F026B"/>
    <w:rsid w:val="002F6F1A"/>
    <w:rsid w:val="00302A51"/>
    <w:rsid w:val="00317B59"/>
    <w:rsid w:val="0034636D"/>
    <w:rsid w:val="00351209"/>
    <w:rsid w:val="00357BC6"/>
    <w:rsid w:val="00365ABD"/>
    <w:rsid w:val="0037111D"/>
    <w:rsid w:val="0037245E"/>
    <w:rsid w:val="0039516D"/>
    <w:rsid w:val="003956C6"/>
    <w:rsid w:val="003A79A0"/>
    <w:rsid w:val="003B2063"/>
    <w:rsid w:val="003C5567"/>
    <w:rsid w:val="003E6B9A"/>
    <w:rsid w:val="003E75CE"/>
    <w:rsid w:val="003F71AF"/>
    <w:rsid w:val="0041380F"/>
    <w:rsid w:val="004204E2"/>
    <w:rsid w:val="00427601"/>
    <w:rsid w:val="004279D7"/>
    <w:rsid w:val="00450F07"/>
    <w:rsid w:val="00453CD3"/>
    <w:rsid w:val="00455BC7"/>
    <w:rsid w:val="00460075"/>
    <w:rsid w:val="00460660"/>
    <w:rsid w:val="00460CCB"/>
    <w:rsid w:val="00465B21"/>
    <w:rsid w:val="004744CF"/>
    <w:rsid w:val="00477370"/>
    <w:rsid w:val="00486107"/>
    <w:rsid w:val="00491827"/>
    <w:rsid w:val="004926B0"/>
    <w:rsid w:val="004A7C69"/>
    <w:rsid w:val="004B3E62"/>
    <w:rsid w:val="004C4399"/>
    <w:rsid w:val="004C69ED"/>
    <w:rsid w:val="004C787C"/>
    <w:rsid w:val="004E06D2"/>
    <w:rsid w:val="004F1631"/>
    <w:rsid w:val="004F4B9B"/>
    <w:rsid w:val="004F56C8"/>
    <w:rsid w:val="00501654"/>
    <w:rsid w:val="00504EDE"/>
    <w:rsid w:val="00511AB9"/>
    <w:rsid w:val="00514AE5"/>
    <w:rsid w:val="00523EA7"/>
    <w:rsid w:val="0053380C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6C7E"/>
    <w:rsid w:val="005A58D4"/>
    <w:rsid w:val="005A64E9"/>
    <w:rsid w:val="005B5EE9"/>
    <w:rsid w:val="005C7FF9"/>
    <w:rsid w:val="005D1973"/>
    <w:rsid w:val="006104F6"/>
    <w:rsid w:val="0061068E"/>
    <w:rsid w:val="00611827"/>
    <w:rsid w:val="00612BA8"/>
    <w:rsid w:val="006178FF"/>
    <w:rsid w:val="00617A30"/>
    <w:rsid w:val="00627FCC"/>
    <w:rsid w:val="00660AD3"/>
    <w:rsid w:val="00696475"/>
    <w:rsid w:val="006A1D50"/>
    <w:rsid w:val="006A5570"/>
    <w:rsid w:val="006A6391"/>
    <w:rsid w:val="006A689C"/>
    <w:rsid w:val="006B3D79"/>
    <w:rsid w:val="006D37C7"/>
    <w:rsid w:val="006D3D1C"/>
    <w:rsid w:val="006E0578"/>
    <w:rsid w:val="006E314D"/>
    <w:rsid w:val="006E7F06"/>
    <w:rsid w:val="0070024E"/>
    <w:rsid w:val="007020FC"/>
    <w:rsid w:val="00710723"/>
    <w:rsid w:val="00710CD6"/>
    <w:rsid w:val="007170E9"/>
    <w:rsid w:val="007238C5"/>
    <w:rsid w:val="00723ED1"/>
    <w:rsid w:val="00726EDC"/>
    <w:rsid w:val="00735ED4"/>
    <w:rsid w:val="007405F5"/>
    <w:rsid w:val="00743525"/>
    <w:rsid w:val="00751DF9"/>
    <w:rsid w:val="007531A0"/>
    <w:rsid w:val="0076286B"/>
    <w:rsid w:val="00764595"/>
    <w:rsid w:val="00766846"/>
    <w:rsid w:val="0077673A"/>
    <w:rsid w:val="007846E1"/>
    <w:rsid w:val="00796BF9"/>
    <w:rsid w:val="007B2829"/>
    <w:rsid w:val="007B570C"/>
    <w:rsid w:val="007D7768"/>
    <w:rsid w:val="007E4A6E"/>
    <w:rsid w:val="007F4351"/>
    <w:rsid w:val="007F56A7"/>
    <w:rsid w:val="00807DD0"/>
    <w:rsid w:val="0081196F"/>
    <w:rsid w:val="00813F11"/>
    <w:rsid w:val="00821B59"/>
    <w:rsid w:val="008301F5"/>
    <w:rsid w:val="0084480B"/>
    <w:rsid w:val="0084738C"/>
    <w:rsid w:val="00847778"/>
    <w:rsid w:val="00852595"/>
    <w:rsid w:val="00855AA5"/>
    <w:rsid w:val="00860CF1"/>
    <w:rsid w:val="008849A1"/>
    <w:rsid w:val="00891334"/>
    <w:rsid w:val="00893B10"/>
    <w:rsid w:val="008A3568"/>
    <w:rsid w:val="008B432B"/>
    <w:rsid w:val="008C59EF"/>
    <w:rsid w:val="008D03B9"/>
    <w:rsid w:val="008F01A3"/>
    <w:rsid w:val="008F18D6"/>
    <w:rsid w:val="008F4E26"/>
    <w:rsid w:val="00904780"/>
    <w:rsid w:val="009113A8"/>
    <w:rsid w:val="00921D5C"/>
    <w:rsid w:val="00922385"/>
    <w:rsid w:val="009223DF"/>
    <w:rsid w:val="00925A7E"/>
    <w:rsid w:val="00930347"/>
    <w:rsid w:val="00936091"/>
    <w:rsid w:val="00940D8A"/>
    <w:rsid w:val="00944486"/>
    <w:rsid w:val="0096103F"/>
    <w:rsid w:val="00962258"/>
    <w:rsid w:val="009678B7"/>
    <w:rsid w:val="00982411"/>
    <w:rsid w:val="00992D9C"/>
    <w:rsid w:val="00993672"/>
    <w:rsid w:val="00996CB8"/>
    <w:rsid w:val="009A65E4"/>
    <w:rsid w:val="009A7568"/>
    <w:rsid w:val="009B2E97"/>
    <w:rsid w:val="009B3C69"/>
    <w:rsid w:val="009B72CC"/>
    <w:rsid w:val="009C2F4F"/>
    <w:rsid w:val="009E07F4"/>
    <w:rsid w:val="009F392E"/>
    <w:rsid w:val="009F4624"/>
    <w:rsid w:val="00A05997"/>
    <w:rsid w:val="00A12A6B"/>
    <w:rsid w:val="00A14FCF"/>
    <w:rsid w:val="00A36DAC"/>
    <w:rsid w:val="00A44328"/>
    <w:rsid w:val="00A6177B"/>
    <w:rsid w:val="00A66136"/>
    <w:rsid w:val="00A76AB3"/>
    <w:rsid w:val="00A87486"/>
    <w:rsid w:val="00A905B4"/>
    <w:rsid w:val="00AA4CBB"/>
    <w:rsid w:val="00AA65FA"/>
    <w:rsid w:val="00AA7351"/>
    <w:rsid w:val="00AD056F"/>
    <w:rsid w:val="00AD1767"/>
    <w:rsid w:val="00AD2773"/>
    <w:rsid w:val="00AD6731"/>
    <w:rsid w:val="00AE1DDE"/>
    <w:rsid w:val="00AE3126"/>
    <w:rsid w:val="00AE5F8E"/>
    <w:rsid w:val="00B06F93"/>
    <w:rsid w:val="00B15B5E"/>
    <w:rsid w:val="00B15D0D"/>
    <w:rsid w:val="00B23983"/>
    <w:rsid w:val="00B23CA3"/>
    <w:rsid w:val="00B3491A"/>
    <w:rsid w:val="00B45E9E"/>
    <w:rsid w:val="00B522B4"/>
    <w:rsid w:val="00B55F9C"/>
    <w:rsid w:val="00B701DF"/>
    <w:rsid w:val="00B75EE1"/>
    <w:rsid w:val="00B77481"/>
    <w:rsid w:val="00B81F38"/>
    <w:rsid w:val="00B84271"/>
    <w:rsid w:val="00B8518B"/>
    <w:rsid w:val="00B9004D"/>
    <w:rsid w:val="00B97EFE"/>
    <w:rsid w:val="00BA02F0"/>
    <w:rsid w:val="00BB3740"/>
    <w:rsid w:val="00BD07EA"/>
    <w:rsid w:val="00BD1C33"/>
    <w:rsid w:val="00BD5319"/>
    <w:rsid w:val="00BD7E91"/>
    <w:rsid w:val="00BF374D"/>
    <w:rsid w:val="00BF6D48"/>
    <w:rsid w:val="00C02D0A"/>
    <w:rsid w:val="00C03A6E"/>
    <w:rsid w:val="00C30759"/>
    <w:rsid w:val="00C32100"/>
    <w:rsid w:val="00C44F6A"/>
    <w:rsid w:val="00C472EE"/>
    <w:rsid w:val="00C51477"/>
    <w:rsid w:val="00C727E5"/>
    <w:rsid w:val="00C8207D"/>
    <w:rsid w:val="00CB7B5A"/>
    <w:rsid w:val="00CC116F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401CC"/>
    <w:rsid w:val="00D4108E"/>
    <w:rsid w:val="00D6163D"/>
    <w:rsid w:val="00D62E0E"/>
    <w:rsid w:val="00D63009"/>
    <w:rsid w:val="00D831A3"/>
    <w:rsid w:val="00D902AD"/>
    <w:rsid w:val="00DA2DF6"/>
    <w:rsid w:val="00DA6FFE"/>
    <w:rsid w:val="00DC3110"/>
    <w:rsid w:val="00DD1E09"/>
    <w:rsid w:val="00DD34E9"/>
    <w:rsid w:val="00DD46F3"/>
    <w:rsid w:val="00DD58A6"/>
    <w:rsid w:val="00DE3782"/>
    <w:rsid w:val="00DE3E55"/>
    <w:rsid w:val="00DE56F2"/>
    <w:rsid w:val="00DE60CA"/>
    <w:rsid w:val="00DF116D"/>
    <w:rsid w:val="00DF1CD9"/>
    <w:rsid w:val="00DF7BBC"/>
    <w:rsid w:val="00E12CAE"/>
    <w:rsid w:val="00E23D95"/>
    <w:rsid w:val="00E315E4"/>
    <w:rsid w:val="00E333BA"/>
    <w:rsid w:val="00E45D34"/>
    <w:rsid w:val="00E573AC"/>
    <w:rsid w:val="00E721F4"/>
    <w:rsid w:val="00E824F1"/>
    <w:rsid w:val="00EA5525"/>
    <w:rsid w:val="00EB104F"/>
    <w:rsid w:val="00EB4C9C"/>
    <w:rsid w:val="00EB4D91"/>
    <w:rsid w:val="00EC59E2"/>
    <w:rsid w:val="00EC638C"/>
    <w:rsid w:val="00ED14BD"/>
    <w:rsid w:val="00F010A9"/>
    <w:rsid w:val="00F01440"/>
    <w:rsid w:val="00F12039"/>
    <w:rsid w:val="00F12DEC"/>
    <w:rsid w:val="00F1715C"/>
    <w:rsid w:val="00F310F8"/>
    <w:rsid w:val="00F35939"/>
    <w:rsid w:val="00F45607"/>
    <w:rsid w:val="00F64786"/>
    <w:rsid w:val="00F659EB"/>
    <w:rsid w:val="00F75BD3"/>
    <w:rsid w:val="00F804A7"/>
    <w:rsid w:val="00F84C42"/>
    <w:rsid w:val="00F862D6"/>
    <w:rsid w:val="00F86BA6"/>
    <w:rsid w:val="00F9610D"/>
    <w:rsid w:val="00F978E5"/>
    <w:rsid w:val="00FB18D0"/>
    <w:rsid w:val="00FC00E5"/>
    <w:rsid w:val="00FC6389"/>
    <w:rsid w:val="00FD2F51"/>
    <w:rsid w:val="00FE3348"/>
    <w:rsid w:val="00FE3455"/>
    <w:rsid w:val="00FE709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A3E371-3498-4BCA-B2C4-1C0A630DD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758</Words>
  <Characters>4476</Characters>
  <Application>Microsoft Office Word</Application>
  <DocSecurity>4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</cp:revision>
  <cp:lastPrinted>2019-12-12T08:29:00Z</cp:lastPrinted>
  <dcterms:created xsi:type="dcterms:W3CDTF">2019-12-12T09:19:00Z</dcterms:created>
  <dcterms:modified xsi:type="dcterms:W3CDTF">2019-12-12T09:19:00Z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