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60CA" w:rsidRDefault="00DE60C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F49BE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E60CA" w:rsidRDefault="00DE60C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E5153" w:rsidP="00852595">
            <w:r w:rsidRPr="002E5153">
              <w:rPr>
                <w:rFonts w:ascii="Helvetica" w:hAnsi="Helvetica" w:cs="Helvetica"/>
              </w:rPr>
              <w:t>10665/2019-SŽDC-SSV-Ú3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8F01A3" w:rsidP="002E5153">
            <w:r w:rsidRPr="008F01A3">
              <w:t>3</w:t>
            </w:r>
            <w:r w:rsidR="003E6B9A" w:rsidRPr="008F01A3">
              <w:t>/</w:t>
            </w:r>
            <w:r w:rsidRPr="008F01A3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8F01A3" w:rsidP="0053380C">
            <w:r>
              <w:t>5</w:t>
            </w:r>
            <w:r w:rsidR="00365ABD">
              <w:t xml:space="preserve">. </w:t>
            </w:r>
            <w:r w:rsidR="0053380C">
              <w:t>prosince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53380C">
        <w:rPr>
          <w:rFonts w:eastAsia="Calibri" w:cs="Times New Roman"/>
          <w:lang w:eastAsia="cs-CZ"/>
        </w:rPr>
        <w:t>6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FE3348" w:rsidRDefault="00FE3348" w:rsidP="0053380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93672" w:rsidRPr="00BD5319" w:rsidRDefault="0099367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F71AF">
        <w:rPr>
          <w:rFonts w:eastAsia="Calibri" w:cs="Times New Roman"/>
          <w:b/>
          <w:lang w:eastAsia="cs-CZ"/>
        </w:rPr>
        <w:t>2</w:t>
      </w:r>
      <w:r w:rsidR="0053380C">
        <w:rPr>
          <w:rFonts w:eastAsia="Calibri" w:cs="Times New Roman"/>
          <w:b/>
          <w:lang w:eastAsia="cs-CZ"/>
        </w:rPr>
        <w:t>63</w:t>
      </w:r>
      <w:r w:rsidRPr="0056507D">
        <w:rPr>
          <w:rFonts w:eastAsia="Calibri" w:cs="Times New Roman"/>
          <w:b/>
          <w:lang w:eastAsia="cs-CZ"/>
        </w:rPr>
        <w:t>:</w:t>
      </w:r>
    </w:p>
    <w:p w:rsidR="0053380C" w:rsidRPr="0053380C" w:rsidRDefault="0053380C" w:rsidP="0053380C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53380C">
        <w:rPr>
          <w:rFonts w:cs="Arial"/>
          <w:color w:val="000000"/>
        </w:rPr>
        <w:t>V </w:t>
      </w:r>
      <w:proofErr w:type="gramStart"/>
      <w:r w:rsidRPr="0053380C">
        <w:rPr>
          <w:rFonts w:cs="Arial"/>
          <w:color w:val="000000"/>
        </w:rPr>
        <w:t>zadavatelem</w:t>
      </w:r>
      <w:proofErr w:type="gramEnd"/>
      <w:r w:rsidRPr="0053380C">
        <w:rPr>
          <w:rFonts w:cs="Arial"/>
          <w:color w:val="000000"/>
        </w:rPr>
        <w:t xml:space="preserve"> poskytnuté dokumentaci pro</w:t>
      </w:r>
      <w:r w:rsidRPr="0053380C">
        <w:t xml:space="preserve"> o</w:t>
      </w:r>
      <w:r w:rsidRPr="0053380C">
        <w:rPr>
          <w:rFonts w:cs="Arial"/>
          <w:color w:val="000000"/>
        </w:rPr>
        <w:t xml:space="preserve">bjekt PS 03-13-02.1, </w:t>
      </w:r>
      <w:proofErr w:type="spellStart"/>
      <w:r w:rsidRPr="0053380C">
        <w:rPr>
          <w:rFonts w:cs="Arial"/>
          <w:color w:val="000000"/>
        </w:rPr>
        <w:t>Žst</w:t>
      </w:r>
      <w:proofErr w:type="spellEnd"/>
      <w:r w:rsidRPr="0053380C">
        <w:rPr>
          <w:rFonts w:cs="Arial"/>
          <w:color w:val="000000"/>
        </w:rPr>
        <w:t xml:space="preserve">. Brno-Horní Heršpice, TS 25/0, 4 </w:t>
      </w:r>
      <w:proofErr w:type="spellStart"/>
      <w:r w:rsidRPr="0053380C">
        <w:rPr>
          <w:rFonts w:cs="Arial"/>
          <w:color w:val="000000"/>
        </w:rPr>
        <w:t>kV</w:t>
      </w:r>
      <w:proofErr w:type="spellEnd"/>
      <w:r w:rsidRPr="0053380C">
        <w:rPr>
          <w:rFonts w:cs="Arial"/>
          <w:color w:val="000000"/>
        </w:rPr>
        <w:t xml:space="preserve"> pro EOV, uvedený počet a typy kabelů v soupisu prací nesouhlasí s množstvím uvedeným v kabelové soupisce - v souboru PS031302.1_10_TREOV_soupis_kabelu. </w:t>
      </w:r>
      <w:bookmarkStart w:id="0" w:name="_Hlk26259363"/>
      <w:r w:rsidRPr="0053380C">
        <w:rPr>
          <w:rFonts w:cs="Arial"/>
          <w:color w:val="000000"/>
        </w:rPr>
        <w:t>Jde o tyto položky: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324"/>
        <w:gridCol w:w="4608"/>
        <w:gridCol w:w="469"/>
        <w:gridCol w:w="1112"/>
      </w:tblGrid>
      <w:tr w:rsidR="0053380C" w:rsidRPr="004E6056" w:rsidTr="0053380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bookmarkEnd w:id="0"/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742542-R1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- JEDNOŽÍLOVÝ, 6-CHBU OD 95 DO 150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65,000</w:t>
            </w:r>
          </w:p>
        </w:tc>
      </w:tr>
      <w:tr w:rsidR="0053380C" w:rsidRPr="004E6056" w:rsidTr="0053380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742I11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CU OVLÁDACÍ 7-12ŽÍLOVÝ DO 2,5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  <w:tr w:rsidR="0053380C" w:rsidRPr="004E6056" w:rsidTr="0053380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742H11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DO 2,5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742H12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25,000</w:t>
            </w:r>
          </w:p>
        </w:tc>
      </w:tr>
      <w:tr w:rsidR="0053380C" w:rsidRPr="004E6056" w:rsidTr="0053380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742G11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DVOU- A TŘÍŽÍLOVÝ CU S PLASTOVOU IZOLACÍ DO 2,5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60,000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742G13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DVOU- A TŘÍŽÍLOVÝ CU S PLASTOVOU IZOLACÍ OD 25 DO 50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742G12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DVOU- A TŘÍŽÍLOVÝ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30,000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742F13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NEBO VODIČ JEDNOŽÍLOVÝ CU S PLASTOVOU IZOLACÍ OD 25 DO 50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42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742F12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KABEL NN NEBO VODIČ JEDNOŽÍLOVÝ CU S </w:t>
            </w: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lastRenderedPageBreak/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5,000</w:t>
            </w:r>
          </w:p>
        </w:tc>
      </w:tr>
      <w:tr w:rsidR="0053380C" w:rsidRPr="004E6056" w:rsidTr="0053380C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lastRenderedPageBreak/>
              <w:t>44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742F14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NEBO VODIČ JEDNOŽÍLOVÝ CU S PLASTOVOU IZOLACÍ OD 70 DO 120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30,000</w:t>
            </w:r>
          </w:p>
        </w:tc>
      </w:tr>
      <w:tr w:rsidR="0053380C" w:rsidRPr="004E6056" w:rsidTr="0053380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53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742J29</w:t>
            </w:r>
          </w:p>
        </w:tc>
        <w:tc>
          <w:tcPr>
            <w:tcW w:w="4608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SDĚLOVACÍ LAN UTP/FTP UKONČENÝ KONEKTORY RJ45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</w:tbl>
    <w:p w:rsidR="0053380C" w:rsidRDefault="0053380C" w:rsidP="0053380C">
      <w:pPr>
        <w:spacing w:after="0"/>
        <w:jc w:val="both"/>
        <w:rPr>
          <w:rFonts w:cs="Arial"/>
        </w:rPr>
      </w:pPr>
    </w:p>
    <w:p w:rsidR="0053380C" w:rsidRPr="0053380C" w:rsidRDefault="0053380C" w:rsidP="0053380C">
      <w:pPr>
        <w:spacing w:after="0"/>
        <w:jc w:val="both"/>
        <w:rPr>
          <w:rFonts w:cs="Arial"/>
        </w:rPr>
      </w:pPr>
      <w:r w:rsidRPr="0053380C">
        <w:rPr>
          <w:rFonts w:cs="Arial"/>
        </w:rPr>
        <w:t>Žádáme zadavatele o prověření množství v projektové dokumentaci a soupisu prací.</w:t>
      </w:r>
    </w:p>
    <w:p w:rsidR="008F01A3" w:rsidRDefault="008F01A3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F4624" w:rsidRPr="008F01A3" w:rsidRDefault="009F4624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i/>
        </w:rPr>
      </w:pPr>
      <w:r w:rsidRPr="008F01A3">
        <w:rPr>
          <w:i/>
        </w:rPr>
        <w:t>Oprava typu kabelu z 6-CHBU na 1-CHBU u položky č. 38. Položka č. 42 není uvedena v soupisu kabelů, jedná se o uzemňovací vodič, viz příloha č. 7 PS 03-13-02.1.  U zbylých uvedených položek projektant nenašel rozpor s přílohou „Soupis kabelů“ a t</w:t>
      </w:r>
      <w:r w:rsidR="008F01A3" w:rsidRPr="008F01A3">
        <w:rPr>
          <w:i/>
        </w:rPr>
        <w:t>udíž v soupisu prací zůstávají</w:t>
      </w:r>
      <w:r w:rsidRPr="008F01A3">
        <w:rPr>
          <w:i/>
        </w:rPr>
        <w:t xml:space="preserve"> stávající typy kabelů a jejich výměry</w:t>
      </w:r>
      <w:r w:rsidR="008F01A3" w:rsidRPr="008F01A3">
        <w:rPr>
          <w:i/>
        </w:rPr>
        <w:t xml:space="preserve">, </w:t>
      </w:r>
      <w:r w:rsidRPr="008F01A3">
        <w:rPr>
          <w:i/>
        </w:rPr>
        <w:t>viz příloha:</w:t>
      </w:r>
      <w:r w:rsidR="008F01A3" w:rsidRPr="008F01A3">
        <w:rPr>
          <w:i/>
        </w:rPr>
        <w:t xml:space="preserve"> </w:t>
      </w:r>
      <w:r w:rsidRPr="008F01A3">
        <w:rPr>
          <w:rFonts w:eastAsia="Calibri" w:cs="Times New Roman"/>
          <w:i/>
          <w:lang w:eastAsia="cs-CZ"/>
        </w:rPr>
        <w:t>PS 03-13-02.1_a.xlsx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F01A3" w:rsidRDefault="008F01A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73AC" w:rsidRDefault="0053380C" w:rsidP="00E573AC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264</w:t>
      </w:r>
      <w:r w:rsidR="00E573AC" w:rsidRPr="0056507D">
        <w:rPr>
          <w:rFonts w:eastAsia="Calibri" w:cs="Times New Roman"/>
          <w:b/>
          <w:lang w:eastAsia="cs-CZ"/>
        </w:rPr>
        <w:t>:</w:t>
      </w:r>
    </w:p>
    <w:p w:rsidR="0053380C" w:rsidRPr="0053380C" w:rsidRDefault="0053380C" w:rsidP="0053380C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53380C">
        <w:rPr>
          <w:rFonts w:cs="Arial"/>
          <w:color w:val="000000"/>
        </w:rPr>
        <w:t>V </w:t>
      </w:r>
      <w:proofErr w:type="gramStart"/>
      <w:r w:rsidRPr="0053380C">
        <w:rPr>
          <w:rFonts w:cs="Arial"/>
          <w:color w:val="000000"/>
        </w:rPr>
        <w:t>zadavatelem</w:t>
      </w:r>
      <w:proofErr w:type="gramEnd"/>
      <w:r w:rsidRPr="0053380C">
        <w:rPr>
          <w:rFonts w:cs="Arial"/>
          <w:color w:val="000000"/>
        </w:rPr>
        <w:t xml:space="preserve"> poskytnuté dokumentaci pro</w:t>
      </w:r>
      <w:r w:rsidRPr="0053380C">
        <w:t xml:space="preserve"> </w:t>
      </w:r>
      <w:r w:rsidRPr="0053380C">
        <w:rPr>
          <w:rFonts w:cs="Arial"/>
        </w:rPr>
        <w:t>o</w:t>
      </w:r>
      <w:r w:rsidRPr="0053380C">
        <w:rPr>
          <w:rFonts w:cs="Arial"/>
          <w:color w:val="000000"/>
        </w:rPr>
        <w:t>bjekt</w:t>
      </w:r>
      <w:r w:rsidRPr="0053380C">
        <w:t xml:space="preserve"> </w:t>
      </w:r>
      <w:r w:rsidRPr="0053380C">
        <w:rPr>
          <w:rFonts w:cs="Arial"/>
          <w:color w:val="000000"/>
        </w:rPr>
        <w:t xml:space="preserve">SO 03-06-06, </w:t>
      </w:r>
      <w:proofErr w:type="spellStart"/>
      <w:r w:rsidRPr="0053380C">
        <w:rPr>
          <w:rFonts w:cs="Arial"/>
          <w:color w:val="000000"/>
        </w:rPr>
        <w:t>Žst</w:t>
      </w:r>
      <w:proofErr w:type="spellEnd"/>
      <w:r w:rsidRPr="0053380C">
        <w:rPr>
          <w:rFonts w:cs="Arial"/>
          <w:color w:val="000000"/>
        </w:rPr>
        <w:t>. Střelice, EOV, uvedený počet a typy kabelů v soupisu prací nesouhlasí s množstvím uvedeným v kabelové soupisce v souboru SO030606_04_Soupis kabelu. Jde o tyto položky: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13"/>
        <w:gridCol w:w="4971"/>
        <w:gridCol w:w="469"/>
        <w:gridCol w:w="1160"/>
      </w:tblGrid>
      <w:tr w:rsidR="0053380C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742H13</w:t>
            </w:r>
          </w:p>
        </w:tc>
        <w:tc>
          <w:tcPr>
            <w:tcW w:w="4971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OD 25 DO 50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1 510,000</w:t>
            </w:r>
          </w:p>
        </w:tc>
      </w:tr>
      <w:tr w:rsidR="0053380C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742H12</w:t>
            </w:r>
          </w:p>
        </w:tc>
        <w:tc>
          <w:tcPr>
            <w:tcW w:w="4971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2 660,000</w:t>
            </w:r>
          </w:p>
        </w:tc>
      </w:tr>
      <w:tr w:rsidR="0053380C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742H14</w:t>
            </w:r>
          </w:p>
        </w:tc>
        <w:tc>
          <w:tcPr>
            <w:tcW w:w="4971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OD 70 DO 120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10,000</w:t>
            </w:r>
          </w:p>
        </w:tc>
      </w:tr>
      <w:tr w:rsidR="0053380C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742G12</w:t>
            </w:r>
          </w:p>
        </w:tc>
        <w:tc>
          <w:tcPr>
            <w:tcW w:w="4971" w:type="dxa"/>
            <w:shd w:val="clear" w:color="auto" w:fill="auto"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DVOU- A TŘÍŽÍLOVÝ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53380C" w:rsidRPr="004E6056" w:rsidRDefault="0053380C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4 180,000</w:t>
            </w:r>
          </w:p>
        </w:tc>
      </w:tr>
    </w:tbl>
    <w:p w:rsidR="0053380C" w:rsidRDefault="0053380C" w:rsidP="0053380C">
      <w:pPr>
        <w:spacing w:after="0"/>
        <w:jc w:val="both"/>
        <w:rPr>
          <w:rFonts w:cs="Arial"/>
        </w:rPr>
      </w:pPr>
      <w:bookmarkStart w:id="1" w:name="_Hlk26259397"/>
    </w:p>
    <w:p w:rsidR="0053380C" w:rsidRPr="0053380C" w:rsidRDefault="0053380C" w:rsidP="0053380C">
      <w:pPr>
        <w:spacing w:after="0"/>
        <w:jc w:val="both"/>
        <w:rPr>
          <w:rFonts w:cs="Arial"/>
        </w:rPr>
      </w:pPr>
      <w:r w:rsidRPr="0053380C">
        <w:rPr>
          <w:rFonts w:cs="Arial"/>
        </w:rPr>
        <w:t>Žádáme zadavatele o prověření množství v projektové dokumentaci a soupisu prací.</w:t>
      </w:r>
    </w:p>
    <w:bookmarkEnd w:id="1"/>
    <w:p w:rsidR="00E573AC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E573AC" w:rsidRPr="00DE3782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F4624" w:rsidRPr="008F01A3" w:rsidRDefault="009F4624" w:rsidP="009F4624">
      <w:pPr>
        <w:jc w:val="both"/>
        <w:rPr>
          <w:i/>
        </w:rPr>
      </w:pPr>
      <w:r w:rsidRPr="008F01A3">
        <w:rPr>
          <w:i/>
        </w:rPr>
        <w:t>Nenalezen rozpor mezi tabulkou Soupis kabelů a Soupisem prací. Vše množstevně odpovídá.</w:t>
      </w:r>
    </w:p>
    <w:p w:rsidR="00427601" w:rsidRDefault="00427601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53380C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265</w:t>
      </w:r>
      <w:r w:rsidR="00F84C42" w:rsidRPr="0056507D">
        <w:rPr>
          <w:rFonts w:eastAsia="Calibri" w:cs="Times New Roman"/>
          <w:b/>
          <w:lang w:eastAsia="cs-CZ"/>
        </w:rPr>
        <w:t>:</w:t>
      </w:r>
    </w:p>
    <w:p w:rsidR="0053380C" w:rsidRPr="002E5153" w:rsidRDefault="0053380C" w:rsidP="0053380C">
      <w:pPr>
        <w:tabs>
          <w:tab w:val="left" w:pos="7095"/>
        </w:tabs>
        <w:spacing w:line="240" w:lineRule="exact"/>
        <w:jc w:val="both"/>
        <w:outlineLvl w:val="0"/>
        <w:rPr>
          <w:rFonts w:ascii="Verdana" w:hAnsi="Verdana" w:cs="Arial"/>
          <w:color w:val="000000"/>
        </w:rPr>
      </w:pPr>
      <w:r w:rsidRPr="002E5153">
        <w:rPr>
          <w:rFonts w:ascii="Verdana" w:hAnsi="Verdana" w:cs="Arial"/>
          <w:color w:val="000000"/>
        </w:rPr>
        <w:t>V </w:t>
      </w:r>
      <w:proofErr w:type="gramStart"/>
      <w:r w:rsidRPr="002E5153">
        <w:rPr>
          <w:rFonts w:ascii="Verdana" w:hAnsi="Verdana" w:cs="Arial"/>
          <w:color w:val="000000"/>
        </w:rPr>
        <w:t>zadavatelem</w:t>
      </w:r>
      <w:proofErr w:type="gramEnd"/>
      <w:r w:rsidRPr="002E5153">
        <w:rPr>
          <w:rFonts w:ascii="Verdana" w:hAnsi="Verdana" w:cs="Arial"/>
          <w:color w:val="000000"/>
        </w:rPr>
        <w:t xml:space="preserve"> poskytnuté dokumentaci pro</w:t>
      </w:r>
      <w:r w:rsidRPr="002E5153">
        <w:rPr>
          <w:rFonts w:ascii="Verdana" w:hAnsi="Verdana"/>
        </w:rPr>
        <w:t xml:space="preserve"> </w:t>
      </w:r>
      <w:r w:rsidRPr="002E5153">
        <w:rPr>
          <w:rFonts w:ascii="Verdana" w:hAnsi="Verdana" w:cs="Arial"/>
        </w:rPr>
        <w:t>o</w:t>
      </w:r>
      <w:r w:rsidRPr="002E5153">
        <w:rPr>
          <w:rFonts w:ascii="Verdana" w:hAnsi="Verdana" w:cs="Arial"/>
          <w:color w:val="000000"/>
        </w:rPr>
        <w:t xml:space="preserve">bjekt 03-06-06.1, </w:t>
      </w:r>
      <w:proofErr w:type="spellStart"/>
      <w:r w:rsidRPr="002E5153">
        <w:rPr>
          <w:rFonts w:ascii="Verdana" w:hAnsi="Verdana" w:cs="Arial"/>
          <w:color w:val="000000"/>
        </w:rPr>
        <w:t>Žst</w:t>
      </w:r>
      <w:proofErr w:type="spellEnd"/>
      <w:r w:rsidRPr="002E5153">
        <w:rPr>
          <w:rFonts w:ascii="Verdana" w:hAnsi="Verdana" w:cs="Arial"/>
          <w:color w:val="000000"/>
        </w:rPr>
        <w:t xml:space="preserve">. Brno-Horní Heršpice, úprava EOV, uvedený počet a typy kabelů v soupisu prací nesouhlasí s množstvím uvedeným v kabelové soupisce v souboru SO030606.1_04_Soupis kabelu. </w:t>
      </w:r>
      <w:r w:rsidR="002E5153">
        <w:rPr>
          <w:rFonts w:ascii="Verdana" w:hAnsi="Verdana" w:cs="Arial"/>
          <w:color w:val="000000"/>
        </w:rPr>
        <w:t>Jde o tyto položky: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13"/>
        <w:gridCol w:w="4971"/>
        <w:gridCol w:w="469"/>
        <w:gridCol w:w="1160"/>
      </w:tblGrid>
      <w:tr w:rsidR="002E5153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742H25</w:t>
            </w:r>
          </w:p>
        </w:tc>
        <w:tc>
          <w:tcPr>
            <w:tcW w:w="4971" w:type="dxa"/>
            <w:shd w:val="clear" w:color="auto" w:fill="auto"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AL S PLASTOVOU IZOLACÍ OD 150 DO 240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1 750,000</w:t>
            </w:r>
          </w:p>
        </w:tc>
      </w:tr>
      <w:tr w:rsidR="002E5153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742H12</w:t>
            </w:r>
          </w:p>
        </w:tc>
        <w:tc>
          <w:tcPr>
            <w:tcW w:w="4971" w:type="dxa"/>
            <w:shd w:val="clear" w:color="auto" w:fill="auto"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ČTYŘ- A PĚTIŽÍLOVÝ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730,000</w:t>
            </w:r>
          </w:p>
        </w:tc>
      </w:tr>
      <w:tr w:rsidR="002E5153" w:rsidRPr="00CB711F" w:rsidTr="002E5153">
        <w:trPr>
          <w:trHeight w:val="600"/>
        </w:trPr>
        <w:tc>
          <w:tcPr>
            <w:tcW w:w="567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lastRenderedPageBreak/>
              <w:t>18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742G12</w:t>
            </w:r>
          </w:p>
        </w:tc>
        <w:tc>
          <w:tcPr>
            <w:tcW w:w="4971" w:type="dxa"/>
            <w:shd w:val="clear" w:color="auto" w:fill="auto"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NN DVOU- A TŘÍŽÍLOVÝ CU S PLASTOVOU IZOLACÍ OD 4 DO 16 MM2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730,000</w:t>
            </w:r>
          </w:p>
        </w:tc>
      </w:tr>
      <w:tr w:rsidR="002E5153" w:rsidRPr="00CB711F" w:rsidTr="002E5153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742J29</w:t>
            </w:r>
          </w:p>
        </w:tc>
        <w:tc>
          <w:tcPr>
            <w:tcW w:w="4971" w:type="dxa"/>
            <w:shd w:val="clear" w:color="auto" w:fill="auto"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KABEL SDĚLOVACÍ LAN UTP/FTP UKONČENÝ KONEKTORY RJ45</w:t>
            </w:r>
          </w:p>
        </w:tc>
        <w:tc>
          <w:tcPr>
            <w:tcW w:w="469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056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2E5153" w:rsidRPr="004E6056" w:rsidRDefault="002E5153" w:rsidP="00386AA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E6056">
              <w:rPr>
                <w:rFonts w:ascii="Calibri" w:hAnsi="Calibri" w:cs="Calibri"/>
                <w:color w:val="FF0000"/>
                <w:sz w:val="22"/>
                <w:szCs w:val="22"/>
              </w:rPr>
              <w:t>20,000</w:t>
            </w:r>
          </w:p>
        </w:tc>
      </w:tr>
    </w:tbl>
    <w:p w:rsidR="0053380C" w:rsidRPr="002E5153" w:rsidRDefault="0053380C" w:rsidP="002E5153">
      <w:pPr>
        <w:spacing w:after="0"/>
        <w:jc w:val="both"/>
        <w:rPr>
          <w:rFonts w:cs="Calibri"/>
        </w:rPr>
      </w:pPr>
    </w:p>
    <w:p w:rsidR="0053380C" w:rsidRPr="002E5153" w:rsidRDefault="0053380C" w:rsidP="002E5153">
      <w:pPr>
        <w:spacing w:after="0"/>
        <w:jc w:val="both"/>
        <w:rPr>
          <w:rFonts w:cs="Arial"/>
        </w:rPr>
      </w:pPr>
      <w:r w:rsidRPr="002E5153">
        <w:rPr>
          <w:rFonts w:cs="Arial"/>
        </w:rPr>
        <w:t>Žádáme zadavatele o prověření množství v projektové dokumentaci a soupisu prací.</w:t>
      </w:r>
    </w:p>
    <w:p w:rsidR="00F84C4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F4624" w:rsidRPr="009F4624" w:rsidRDefault="009F4624" w:rsidP="009F4624">
      <w:pPr>
        <w:jc w:val="both"/>
        <w:rPr>
          <w:i/>
          <w:color w:val="FF0000"/>
        </w:rPr>
      </w:pPr>
      <w:r w:rsidRPr="008F01A3">
        <w:rPr>
          <w:i/>
        </w:rPr>
        <w:t>Nenalezen rozpor mezi tabulkou Soupis kabelů a Soupisem prací. Vše množstevně odpovídá.</w:t>
      </w:r>
    </w:p>
    <w:p w:rsidR="00FE7097" w:rsidRDefault="00FE7097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701DF" w:rsidRDefault="002E5153" w:rsidP="00B701DF">
      <w:pPr>
        <w:spacing w:after="0" w:line="240" w:lineRule="auto"/>
        <w:rPr>
          <w:rFonts w:eastAsia="Times New Roman" w:cs="Times New Roman"/>
          <w:lang w:eastAsia="cs-CZ"/>
        </w:rPr>
      </w:pPr>
      <w:r w:rsidRPr="002E5153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2E5153" w:rsidRPr="00D62E0E" w:rsidRDefault="002E5153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Times New Roman" w:cs="Times New Roman"/>
          <w:lang w:eastAsia="cs-CZ"/>
        </w:rPr>
      </w:pPr>
    </w:p>
    <w:p w:rsidR="00B701DF" w:rsidRDefault="00B701DF" w:rsidP="00B701D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AE3126" w:rsidRDefault="00AE3126" w:rsidP="00AE3126">
      <w:pPr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CC590B" w:rsidRPr="00BD5319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3126" w:rsidRPr="008F01A3" w:rsidRDefault="00CC590B" w:rsidP="008F01A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F01A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39516D" w:rsidRPr="008F01A3" w:rsidRDefault="009F4624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F01A3">
        <w:rPr>
          <w:rFonts w:eastAsia="Calibri" w:cs="Times New Roman"/>
          <w:lang w:eastAsia="cs-CZ"/>
        </w:rPr>
        <w:t>PS 03-13-02.1_a.xlsx</w:t>
      </w:r>
    </w:p>
    <w:p w:rsidR="0039516D" w:rsidRDefault="0039516D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GoBack"/>
      <w:bookmarkEnd w:id="2"/>
    </w:p>
    <w:p w:rsidR="008F01A3" w:rsidRDefault="008F01A3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F01A3" w:rsidRDefault="008F01A3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</w:t>
      </w:r>
      <w:r w:rsidR="008F01A3">
        <w:rPr>
          <w:rFonts w:eastAsia="Calibri" w:cs="Times New Roman"/>
          <w:lang w:eastAsia="cs-CZ"/>
        </w:rPr>
        <w:t>Olomouci dne 5</w:t>
      </w:r>
      <w:r>
        <w:rPr>
          <w:rFonts w:eastAsia="Calibri" w:cs="Times New Roman"/>
          <w:lang w:eastAsia="cs-CZ"/>
        </w:rPr>
        <w:t>. 1</w:t>
      </w:r>
      <w:r w:rsidR="002E5153"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. 2019</w:t>
      </w: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5CDA" w:rsidRDefault="001E5CDA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5CDA" w:rsidRDefault="001E5CDA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2E5153" w:rsidRDefault="002E5153" w:rsidP="002E5153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2E5153" w:rsidRDefault="002E5153" w:rsidP="002E515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:rsidR="002E5153" w:rsidRDefault="002E5153" w:rsidP="002E515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:rsidR="002E5153" w:rsidRDefault="002E5153" w:rsidP="002E515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železniční dopravní cesty,</w:t>
      </w:r>
    </w:p>
    <w:p w:rsidR="002E5153" w:rsidRDefault="002E5153" w:rsidP="002E515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2E515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D3D3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B4" w:rsidRDefault="00A905B4" w:rsidP="00962258">
      <w:pPr>
        <w:spacing w:after="0" w:line="240" w:lineRule="auto"/>
      </w:pPr>
      <w:r>
        <w:separator/>
      </w:r>
    </w:p>
  </w:endnote>
  <w:endnote w:type="continuationSeparator" w:id="0">
    <w:p w:rsidR="00A905B4" w:rsidRDefault="00A905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21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21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921" w:type="dxa"/>
        </w:tcPr>
        <w:p w:rsidR="00DE60CA" w:rsidRDefault="00DE60CA" w:rsidP="00D831A3">
          <w:pPr>
            <w:pStyle w:val="Zpat"/>
          </w:pPr>
        </w:p>
      </w:tc>
    </w:tr>
  </w:tbl>
  <w:p w:rsidR="00DE60CA" w:rsidRPr="00B8518B" w:rsidRDefault="00DE60C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9AE905" wp14:editId="19EA43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8356E1A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B24BCAF" wp14:editId="5B676C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1A8EE42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21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21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Správa železniční dopravní cesty, státní organizace</w:t>
          </w:r>
        </w:p>
        <w:p w:rsidR="00DE60CA" w:rsidRDefault="00DE60C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Sídlo: Dlážděná 1003/7, 110 00 Praha 1</w:t>
          </w:r>
        </w:p>
        <w:p w:rsidR="00DE60CA" w:rsidRDefault="00DE60CA" w:rsidP="00460660">
          <w:pPr>
            <w:pStyle w:val="Zpat"/>
          </w:pPr>
          <w:r>
            <w:t>IČ: 709 94 234 DIČ: CZ 709 94 234</w:t>
          </w:r>
        </w:p>
        <w:p w:rsidR="00DE60CA" w:rsidRDefault="00DE60C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E60CA" w:rsidRDefault="00DE60CA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E60CA" w:rsidRPr="00B8518B" w:rsidRDefault="00DE60C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984D70E" wp14:editId="783B2F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47B4188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8895B0" wp14:editId="3FE3289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4DD1F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E60CA" w:rsidRPr="00460660" w:rsidRDefault="00DE60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B4" w:rsidRDefault="00A905B4" w:rsidP="00962258">
      <w:pPr>
        <w:spacing w:after="0" w:line="240" w:lineRule="auto"/>
      </w:pPr>
      <w:r>
        <w:separator/>
      </w:r>
    </w:p>
  </w:footnote>
  <w:footnote w:type="continuationSeparator" w:id="0">
    <w:p w:rsidR="00A905B4" w:rsidRDefault="00A905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E60CA" w:rsidRPr="00B8518B" w:rsidRDefault="00DE60C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Default="00DE60C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Pr="00D6163D" w:rsidRDefault="00DE60CA" w:rsidP="00D6163D">
          <w:pPr>
            <w:pStyle w:val="Druhdokumentu"/>
          </w:pPr>
        </w:p>
      </w:tc>
    </w:tr>
  </w:tbl>
  <w:p w:rsidR="00DE60CA" w:rsidRPr="00D6163D" w:rsidRDefault="00DE60C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7B47CDF" wp14:editId="52274C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E70976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Pr="00D6163D" w:rsidRDefault="00DE60CA" w:rsidP="00FC6389">
          <w:pPr>
            <w:pStyle w:val="Druhdokumentu"/>
          </w:pPr>
        </w:p>
      </w:tc>
    </w:tr>
    <w:tr w:rsidR="00DE60C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Druhdokumentu"/>
            <w:rPr>
              <w:noProof/>
            </w:rPr>
          </w:pPr>
        </w:p>
      </w:tc>
    </w:tr>
  </w:tbl>
  <w:p w:rsidR="00DE60CA" w:rsidRPr="00D6163D" w:rsidRDefault="00DE60C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A914A0" wp14:editId="198928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2B7BC6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E753B1" wp14:editId="6E828C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0CA" w:rsidRPr="00460660" w:rsidRDefault="00DE60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15E86"/>
    <w:multiLevelType w:val="hybridMultilevel"/>
    <w:tmpl w:val="2DD00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76403"/>
    <w:multiLevelType w:val="multilevel"/>
    <w:tmpl w:val="0D34D660"/>
    <w:numStyleLink w:val="ListBulletmultilevel"/>
  </w:abstractNum>
  <w:abstractNum w:abstractNumId="20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5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40"/>
  </w:num>
  <w:num w:numId="5">
    <w:abstractNumId w:val="0"/>
  </w:num>
  <w:num w:numId="6">
    <w:abstractNumId w:val="24"/>
  </w:num>
  <w:num w:numId="7">
    <w:abstractNumId w:val="39"/>
  </w:num>
  <w:num w:numId="8">
    <w:abstractNumId w:val="27"/>
  </w:num>
  <w:num w:numId="9">
    <w:abstractNumId w:val="27"/>
  </w:num>
  <w:num w:numId="10">
    <w:abstractNumId w:val="29"/>
  </w:num>
  <w:num w:numId="11">
    <w:abstractNumId w:val="9"/>
  </w:num>
  <w:num w:numId="12">
    <w:abstractNumId w:val="23"/>
  </w:num>
  <w:num w:numId="13">
    <w:abstractNumId w:val="16"/>
  </w:num>
  <w:num w:numId="14">
    <w:abstractNumId w:val="3"/>
  </w:num>
  <w:num w:numId="15">
    <w:abstractNumId w:val="37"/>
  </w:num>
  <w:num w:numId="16">
    <w:abstractNumId w:val="43"/>
  </w:num>
  <w:num w:numId="17">
    <w:abstractNumId w:val="18"/>
  </w:num>
  <w:num w:numId="18">
    <w:abstractNumId w:val="22"/>
  </w:num>
  <w:num w:numId="19">
    <w:abstractNumId w:val="35"/>
  </w:num>
  <w:num w:numId="20">
    <w:abstractNumId w:val="21"/>
  </w:num>
  <w:num w:numId="21">
    <w:abstractNumId w:val="33"/>
  </w:num>
  <w:num w:numId="22">
    <w:abstractNumId w:val="36"/>
  </w:num>
  <w:num w:numId="23">
    <w:abstractNumId w:val="13"/>
  </w:num>
  <w:num w:numId="24">
    <w:abstractNumId w:val="5"/>
  </w:num>
  <w:num w:numId="25">
    <w:abstractNumId w:val="4"/>
  </w:num>
  <w:num w:numId="26">
    <w:abstractNumId w:val="42"/>
  </w:num>
  <w:num w:numId="27">
    <w:abstractNumId w:val="34"/>
  </w:num>
  <w:num w:numId="28">
    <w:abstractNumId w:val="32"/>
  </w:num>
  <w:num w:numId="29">
    <w:abstractNumId w:val="20"/>
  </w:num>
  <w:num w:numId="30">
    <w:abstractNumId w:val="30"/>
  </w:num>
  <w:num w:numId="31">
    <w:abstractNumId w:val="8"/>
  </w:num>
  <w:num w:numId="32">
    <w:abstractNumId w:val="1"/>
  </w:num>
  <w:num w:numId="33">
    <w:abstractNumId w:val="10"/>
  </w:num>
  <w:num w:numId="34">
    <w:abstractNumId w:val="28"/>
  </w:num>
  <w:num w:numId="35">
    <w:abstractNumId w:val="6"/>
  </w:num>
  <w:num w:numId="36">
    <w:abstractNumId w:val="26"/>
  </w:num>
  <w:num w:numId="37">
    <w:abstractNumId w:val="11"/>
  </w:num>
  <w:num w:numId="38">
    <w:abstractNumId w:val="38"/>
  </w:num>
  <w:num w:numId="39">
    <w:abstractNumId w:val="41"/>
  </w:num>
  <w:num w:numId="40">
    <w:abstractNumId w:val="31"/>
  </w:num>
  <w:num w:numId="41">
    <w:abstractNumId w:val="17"/>
  </w:num>
  <w:num w:numId="42">
    <w:abstractNumId w:val="7"/>
  </w:num>
  <w:num w:numId="43">
    <w:abstractNumId w:val="14"/>
  </w:num>
  <w:num w:numId="44">
    <w:abstractNumId w:val="25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72C1E"/>
    <w:rsid w:val="000A1A6E"/>
    <w:rsid w:val="000A770E"/>
    <w:rsid w:val="000B0589"/>
    <w:rsid w:val="000B6C7E"/>
    <w:rsid w:val="000B7907"/>
    <w:rsid w:val="000C0429"/>
    <w:rsid w:val="000C45E8"/>
    <w:rsid w:val="001104CA"/>
    <w:rsid w:val="00114472"/>
    <w:rsid w:val="001228E3"/>
    <w:rsid w:val="001262B0"/>
    <w:rsid w:val="00151669"/>
    <w:rsid w:val="00170EC5"/>
    <w:rsid w:val="00173E2F"/>
    <w:rsid w:val="001747C1"/>
    <w:rsid w:val="0017780B"/>
    <w:rsid w:val="0018596A"/>
    <w:rsid w:val="001B69C2"/>
    <w:rsid w:val="001C4DA0"/>
    <w:rsid w:val="001D274F"/>
    <w:rsid w:val="001D7C72"/>
    <w:rsid w:val="001E2FC2"/>
    <w:rsid w:val="001E52E7"/>
    <w:rsid w:val="001E5CDA"/>
    <w:rsid w:val="001F133D"/>
    <w:rsid w:val="00207AB3"/>
    <w:rsid w:val="00207DF5"/>
    <w:rsid w:val="002165A8"/>
    <w:rsid w:val="002325F6"/>
    <w:rsid w:val="00240BF5"/>
    <w:rsid w:val="00267369"/>
    <w:rsid w:val="0026785D"/>
    <w:rsid w:val="00291F5B"/>
    <w:rsid w:val="00294CC2"/>
    <w:rsid w:val="002C06A7"/>
    <w:rsid w:val="002C31BF"/>
    <w:rsid w:val="002D3D3C"/>
    <w:rsid w:val="002E04AE"/>
    <w:rsid w:val="002E070D"/>
    <w:rsid w:val="002E0CD7"/>
    <w:rsid w:val="002E1D20"/>
    <w:rsid w:val="002E5153"/>
    <w:rsid w:val="002F026B"/>
    <w:rsid w:val="002F6F1A"/>
    <w:rsid w:val="0034636D"/>
    <w:rsid w:val="00351209"/>
    <w:rsid w:val="00357BC6"/>
    <w:rsid w:val="00365ABD"/>
    <w:rsid w:val="0037111D"/>
    <w:rsid w:val="0037245E"/>
    <w:rsid w:val="0039516D"/>
    <w:rsid w:val="003956C6"/>
    <w:rsid w:val="003A79A0"/>
    <w:rsid w:val="003B2063"/>
    <w:rsid w:val="003C5567"/>
    <w:rsid w:val="003E6B9A"/>
    <w:rsid w:val="003E75CE"/>
    <w:rsid w:val="003F71AF"/>
    <w:rsid w:val="0041380F"/>
    <w:rsid w:val="004204E2"/>
    <w:rsid w:val="00427601"/>
    <w:rsid w:val="004279D7"/>
    <w:rsid w:val="00450F07"/>
    <w:rsid w:val="00453CD3"/>
    <w:rsid w:val="00455BC7"/>
    <w:rsid w:val="00460075"/>
    <w:rsid w:val="00460660"/>
    <w:rsid w:val="00460CCB"/>
    <w:rsid w:val="00465B21"/>
    <w:rsid w:val="004744CF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3380C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58D4"/>
    <w:rsid w:val="005A64E9"/>
    <w:rsid w:val="005B5EE9"/>
    <w:rsid w:val="005C7FF9"/>
    <w:rsid w:val="005D1973"/>
    <w:rsid w:val="006104F6"/>
    <w:rsid w:val="0061068E"/>
    <w:rsid w:val="00611827"/>
    <w:rsid w:val="006178FF"/>
    <w:rsid w:val="00617A30"/>
    <w:rsid w:val="00627FCC"/>
    <w:rsid w:val="00660AD3"/>
    <w:rsid w:val="00696475"/>
    <w:rsid w:val="006A1D50"/>
    <w:rsid w:val="006A5570"/>
    <w:rsid w:val="006A6391"/>
    <w:rsid w:val="006A689C"/>
    <w:rsid w:val="006B3D79"/>
    <w:rsid w:val="006D3D1C"/>
    <w:rsid w:val="006E0578"/>
    <w:rsid w:val="006E314D"/>
    <w:rsid w:val="006E7F06"/>
    <w:rsid w:val="0070024E"/>
    <w:rsid w:val="007020FC"/>
    <w:rsid w:val="00710723"/>
    <w:rsid w:val="007170E9"/>
    <w:rsid w:val="007238C5"/>
    <w:rsid w:val="00723ED1"/>
    <w:rsid w:val="00726EDC"/>
    <w:rsid w:val="00735ED4"/>
    <w:rsid w:val="007405F5"/>
    <w:rsid w:val="00743525"/>
    <w:rsid w:val="00751DF9"/>
    <w:rsid w:val="007531A0"/>
    <w:rsid w:val="0076286B"/>
    <w:rsid w:val="00764595"/>
    <w:rsid w:val="00766846"/>
    <w:rsid w:val="0077673A"/>
    <w:rsid w:val="007846E1"/>
    <w:rsid w:val="00796BF9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47778"/>
    <w:rsid w:val="00852595"/>
    <w:rsid w:val="00855AA5"/>
    <w:rsid w:val="00860CF1"/>
    <w:rsid w:val="008849A1"/>
    <w:rsid w:val="00891334"/>
    <w:rsid w:val="00893B10"/>
    <w:rsid w:val="008A3568"/>
    <w:rsid w:val="008B432B"/>
    <w:rsid w:val="008C59EF"/>
    <w:rsid w:val="008D03B9"/>
    <w:rsid w:val="008F01A3"/>
    <w:rsid w:val="008F18D6"/>
    <w:rsid w:val="008F4E26"/>
    <w:rsid w:val="00904780"/>
    <w:rsid w:val="009113A8"/>
    <w:rsid w:val="00921D5C"/>
    <w:rsid w:val="00922385"/>
    <w:rsid w:val="009223DF"/>
    <w:rsid w:val="00925A7E"/>
    <w:rsid w:val="00930347"/>
    <w:rsid w:val="00936091"/>
    <w:rsid w:val="00940D8A"/>
    <w:rsid w:val="00944486"/>
    <w:rsid w:val="0096103F"/>
    <w:rsid w:val="00962258"/>
    <w:rsid w:val="009678B7"/>
    <w:rsid w:val="00982411"/>
    <w:rsid w:val="00992D9C"/>
    <w:rsid w:val="00993672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9F4624"/>
    <w:rsid w:val="00A05997"/>
    <w:rsid w:val="00A12A6B"/>
    <w:rsid w:val="00A14FCF"/>
    <w:rsid w:val="00A36DAC"/>
    <w:rsid w:val="00A44328"/>
    <w:rsid w:val="00A6177B"/>
    <w:rsid w:val="00A66136"/>
    <w:rsid w:val="00A76AB3"/>
    <w:rsid w:val="00A87486"/>
    <w:rsid w:val="00A905B4"/>
    <w:rsid w:val="00AA4CBB"/>
    <w:rsid w:val="00AA65FA"/>
    <w:rsid w:val="00AA7351"/>
    <w:rsid w:val="00AD056F"/>
    <w:rsid w:val="00AD1767"/>
    <w:rsid w:val="00AD2773"/>
    <w:rsid w:val="00AD6731"/>
    <w:rsid w:val="00AE1DDE"/>
    <w:rsid w:val="00AE3126"/>
    <w:rsid w:val="00AE5F8E"/>
    <w:rsid w:val="00B06F93"/>
    <w:rsid w:val="00B15B5E"/>
    <w:rsid w:val="00B15D0D"/>
    <w:rsid w:val="00B23983"/>
    <w:rsid w:val="00B23CA3"/>
    <w:rsid w:val="00B3491A"/>
    <w:rsid w:val="00B45E9E"/>
    <w:rsid w:val="00B522B4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B3740"/>
    <w:rsid w:val="00BD07EA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44F6A"/>
    <w:rsid w:val="00C472EE"/>
    <w:rsid w:val="00C51477"/>
    <w:rsid w:val="00C727E5"/>
    <w:rsid w:val="00C8207D"/>
    <w:rsid w:val="00CB7B5A"/>
    <w:rsid w:val="00CC116F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2E0E"/>
    <w:rsid w:val="00D63009"/>
    <w:rsid w:val="00D831A3"/>
    <w:rsid w:val="00D902AD"/>
    <w:rsid w:val="00DA2DF6"/>
    <w:rsid w:val="00DA6FFE"/>
    <w:rsid w:val="00DC3110"/>
    <w:rsid w:val="00DD1E09"/>
    <w:rsid w:val="00DD34E9"/>
    <w:rsid w:val="00DD46F3"/>
    <w:rsid w:val="00DD58A6"/>
    <w:rsid w:val="00DE3782"/>
    <w:rsid w:val="00DE3E55"/>
    <w:rsid w:val="00DE56F2"/>
    <w:rsid w:val="00DE60CA"/>
    <w:rsid w:val="00DF116D"/>
    <w:rsid w:val="00DF1CD9"/>
    <w:rsid w:val="00DF7BBC"/>
    <w:rsid w:val="00E23D95"/>
    <w:rsid w:val="00E315E4"/>
    <w:rsid w:val="00E333BA"/>
    <w:rsid w:val="00E45D34"/>
    <w:rsid w:val="00E573AC"/>
    <w:rsid w:val="00E721F4"/>
    <w:rsid w:val="00E824F1"/>
    <w:rsid w:val="00EA5525"/>
    <w:rsid w:val="00EB104F"/>
    <w:rsid w:val="00EB4C9C"/>
    <w:rsid w:val="00EB4D91"/>
    <w:rsid w:val="00EC59E2"/>
    <w:rsid w:val="00EC638C"/>
    <w:rsid w:val="00ED14BD"/>
    <w:rsid w:val="00F010A9"/>
    <w:rsid w:val="00F01440"/>
    <w:rsid w:val="00F12039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4C42"/>
    <w:rsid w:val="00F862D6"/>
    <w:rsid w:val="00F86BA6"/>
    <w:rsid w:val="00F9610D"/>
    <w:rsid w:val="00F978E5"/>
    <w:rsid w:val="00FB18D0"/>
    <w:rsid w:val="00FC00E5"/>
    <w:rsid w:val="00FC6389"/>
    <w:rsid w:val="00FD2F51"/>
    <w:rsid w:val="00FE3348"/>
    <w:rsid w:val="00FE3455"/>
    <w:rsid w:val="00FE70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FCD258-1839-4246-871A-6366AD23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174</TotalTime>
  <Pages>3</Pages>
  <Words>602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29</cp:revision>
  <cp:lastPrinted>2019-12-04T11:42:00Z</cp:lastPrinted>
  <dcterms:created xsi:type="dcterms:W3CDTF">2019-11-22T11:00:00Z</dcterms:created>
  <dcterms:modified xsi:type="dcterms:W3CDTF">2019-12-04T11:43:00Z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