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A1806" w:rsidRPr="001A1806">
        <w:rPr>
          <w:rFonts w:ascii="Verdana" w:hAnsi="Verdana"/>
          <w:b/>
          <w:sz w:val="18"/>
          <w:szCs w:val="18"/>
        </w:rPr>
        <w:t>„Nákup pitné neperlivé vody v barelu 18,9l“</w:t>
      </w:r>
      <w:r w:rsidRPr="001A1806">
        <w:rPr>
          <w:rFonts w:ascii="Verdana" w:hAnsi="Verdana"/>
          <w:b/>
          <w:sz w:val="18"/>
          <w:szCs w:val="18"/>
        </w:rPr>
        <w:t>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F7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A1806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D5AC9DF-29B7-4C12-9944-FCEE8BB4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10</cp:revision>
  <cp:lastPrinted>2019-12-03T12:15:00Z</cp:lastPrinted>
  <dcterms:created xsi:type="dcterms:W3CDTF">2018-12-07T16:36:00Z</dcterms:created>
  <dcterms:modified xsi:type="dcterms:W3CDTF">2019-12-03T12:15:00Z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