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6198" w:rsidRPr="00216198" w:rsidRDefault="00216198" w:rsidP="005A52E8">
      <w:pPr>
        <w:pStyle w:val="Podtitul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1a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:rsidR="00452C9B" w:rsidRPr="007F7550" w:rsidRDefault="007F7550" w:rsidP="00083180">
      <w:pPr>
        <w:pStyle w:val="Nadpistabulky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:rsidR="00942E54" w:rsidRPr="00942E54" w:rsidRDefault="00942E54" w:rsidP="00942E54">
      <w:pPr>
        <w:tabs>
          <w:tab w:val="left" w:pos="1418"/>
        </w:tabs>
        <w:spacing w:before="240" w:after="120"/>
        <w:ind w:right="765"/>
        <w:rPr>
          <w:rFonts w:ascii="Arial" w:hAnsi="Arial" w:cs="Arial"/>
          <w:b/>
          <w:sz w:val="24"/>
          <w:szCs w:val="24"/>
        </w:rPr>
      </w:pPr>
      <w:r w:rsidRPr="00942E54">
        <w:rPr>
          <w:rStyle w:val="FontStyle37"/>
          <w:rFonts w:asciiTheme="minorHAnsi" w:hAnsiTheme="minorHAnsi"/>
          <w:sz w:val="18"/>
          <w:szCs w:val="18"/>
        </w:rPr>
        <w:t>„</w:t>
      </w:r>
      <w:r w:rsidRPr="00942E54">
        <w:rPr>
          <w:b/>
          <w:color w:val="000000" w:themeColor="text1"/>
        </w:rPr>
        <w:t xml:space="preserve">Údržba, opravy a odstraňování závad u SSZT 2020 - SSZT </w:t>
      </w:r>
      <w:proofErr w:type="spellStart"/>
      <w:r w:rsidRPr="00942E54">
        <w:rPr>
          <w:b/>
          <w:color w:val="000000" w:themeColor="text1"/>
        </w:rPr>
        <w:t>Pz</w:t>
      </w:r>
      <w:proofErr w:type="spellEnd"/>
      <w:r w:rsidRPr="00942E54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F2551" w:rsidRPr="00332646" w:rsidRDefault="003F2551" w:rsidP="00942E54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120" w:line="240" w:lineRule="auto"/>
        <w:ind w:left="431" w:hanging="431"/>
        <w:jc w:val="left"/>
        <w:textAlignment w:val="baseline"/>
        <w:rPr>
          <w:u w:val="single"/>
        </w:rPr>
      </w:pPr>
      <w:r w:rsidRPr="00332646">
        <w:rPr>
          <w:u w:val="single"/>
        </w:rPr>
        <w:t>ÚVOD</w:t>
      </w:r>
    </w:p>
    <w:p w:rsidR="004D5156" w:rsidRPr="00A50584" w:rsidRDefault="003F2551" w:rsidP="004D5156">
      <w:pPr>
        <w:spacing w:before="120" w:after="0"/>
        <w:jc w:val="both"/>
      </w:pPr>
      <w:r w:rsidRPr="004D5156">
        <w:rPr>
          <w:rFonts w:cs="Arial"/>
        </w:rPr>
        <w:t xml:space="preserve">Předmětem </w:t>
      </w:r>
      <w:r w:rsidR="00023C6F" w:rsidRPr="004D5156">
        <w:rPr>
          <w:rFonts w:cs="Arial"/>
        </w:rPr>
        <w:t>dílčích smluv</w:t>
      </w:r>
      <w:r w:rsidRPr="004D5156">
        <w:rPr>
          <w:rFonts w:cs="Arial"/>
        </w:rPr>
        <w:t xml:space="preserve"> je </w:t>
      </w:r>
      <w:r w:rsidR="004D5156" w:rsidRPr="004D5156">
        <w:t>provádění</w:t>
      </w:r>
      <w:r w:rsidR="004D5156" w:rsidRPr="00A50584">
        <w:t xml:space="preserve"> údržby, oprav a odstraňování závad kabelů a kabelových tras, sdělovacího a zabezpečovacího zařízení ve správě SSZT Praha západ. Podrobná specifikace bude uvedena v zadávací dokumentaci pro kaž</w:t>
      </w:r>
      <w:r w:rsidR="004D5156">
        <w:t>dou jednotlivou opravu zařízení za účelem u</w:t>
      </w:r>
      <w:r w:rsidR="004D5156" w:rsidRPr="000B7FBD">
        <w:t>držení provozuschopnosti železniční dopravní cesty, zajištění bezpečnosti a plynulosti železniční dopravy po haváriích, krádežích či poruchách zabezpečovacího zařízení. Uvedení zařízení do normového stavu.</w:t>
      </w:r>
    </w:p>
    <w:p w:rsidR="003F2551" w:rsidRDefault="004D5156" w:rsidP="004D5156">
      <w:r w:rsidRPr="00A50584">
        <w:t>Realizace zakázky nebude mít vliv na odstranění omezení pomalé jízdy.</w:t>
      </w:r>
    </w:p>
    <w:p w:rsidR="00C25029" w:rsidRDefault="00C25029" w:rsidP="004D5156">
      <w:r>
        <w:t>Upřesněný předmět zadávacího řízení:</w:t>
      </w:r>
    </w:p>
    <w:p w:rsidR="00C25029" w:rsidRPr="00861061" w:rsidRDefault="00C25029" w:rsidP="00C25029">
      <w:pPr>
        <w:spacing w:after="0"/>
        <w:rPr>
          <w:noProof/>
        </w:rPr>
      </w:pPr>
      <w:r>
        <w:t xml:space="preserve">Uzavření rámcové dohody, na základě které budou uzavírány dílčí smlouvy na dílčí plnění. </w:t>
      </w:r>
      <w:proofErr w:type="gramStart"/>
      <w:r>
        <w:t>předmětem</w:t>
      </w:r>
      <w:proofErr w:type="gramEnd"/>
      <w:r>
        <w:t xml:space="preserve"> dílčího plnění budou práce </w:t>
      </w:r>
      <w:r w:rsidRPr="00861061">
        <w:rPr>
          <w:noProof/>
        </w:rPr>
        <w:t xml:space="preserve">na sdělovacím a zabezpečovacím zařízení - </w:t>
      </w:r>
      <w:r w:rsidRPr="00861061">
        <w:t>provádění oprav kabelů a kabelových tras ve správě SSZT Praha západ:</w:t>
      </w:r>
    </w:p>
    <w:p w:rsidR="00C25029" w:rsidRPr="00861061" w:rsidRDefault="00C25029" w:rsidP="00C25029">
      <w:pPr>
        <w:pStyle w:val="Zhlav"/>
        <w:numPr>
          <w:ilvl w:val="0"/>
          <w:numId w:val="48"/>
        </w:numPr>
        <w:suppressAutoHyphens/>
        <w:autoSpaceDN w:val="0"/>
        <w:ind w:left="357" w:hanging="357"/>
        <w:jc w:val="both"/>
      </w:pPr>
      <w:r w:rsidRPr="00861061">
        <w:t xml:space="preserve">opravy metalických, optických a hybridních kabelů z důvodu porušení izolace nebo přerušení kontinuity žil, včetně lokalizace poruchy.  </w:t>
      </w:r>
    </w:p>
    <w:p w:rsidR="00C25029" w:rsidRPr="00861061" w:rsidRDefault="00C25029" w:rsidP="00C25029">
      <w:pPr>
        <w:pStyle w:val="Zhlav"/>
        <w:tabs>
          <w:tab w:val="left" w:pos="708"/>
        </w:tabs>
        <w:ind w:left="360"/>
        <w:jc w:val="both"/>
      </w:pP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C25029">
        <w:rPr>
          <w:noProof/>
        </w:rPr>
        <w:t>Předmětem dílčích smluv</w:t>
      </w:r>
      <w:r>
        <w:rPr>
          <w:noProof/>
        </w:rPr>
        <w:t xml:space="preserve"> je</w:t>
      </w:r>
      <w:r w:rsidRPr="00861061">
        <w:rPr>
          <w:noProof/>
        </w:rPr>
        <w:t xml:space="preserve"> </w:t>
      </w:r>
      <w:r>
        <w:t>p</w:t>
      </w:r>
      <w:r w:rsidRPr="00861061">
        <w:t>rovádění oprav sdělovacího, zabezpečovacího a automatizačního zařízení ve správě SSZT Praha západ:</w:t>
      </w:r>
    </w:p>
    <w:p w:rsidR="00C25029" w:rsidRPr="00861061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</w:pPr>
      <w:r w:rsidRPr="00861061">
        <w:t>staničního, mechanického, elektromechanického, reléového zabezpečovacího zařízení a venkovních a vnitřních částí zabezpečovacích zařízení, včetně elektronických prvků a elektronického stavědla</w:t>
      </w:r>
    </w:p>
    <w:p w:rsidR="00C25029" w:rsidRPr="00861061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</w:pPr>
      <w:r w:rsidRPr="00861061">
        <w:t>traťového zabezpečovacího zařízení (hradlový poloautomatický blok, automatické hradlo a automatický blok) a elektronických zařízení</w:t>
      </w:r>
    </w:p>
    <w:p w:rsidR="00C25029" w:rsidRPr="00861061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</w:pPr>
      <w:r w:rsidRPr="00861061">
        <w:t xml:space="preserve">přejezdového zabezpečovacího zařízení mechanického (PZM) a světelného (PZS), včetně elektronických prvků 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  <w:rPr>
          <w:color w:val="000000"/>
        </w:rPr>
      </w:pPr>
      <w:r w:rsidRPr="00782FC5">
        <w:rPr>
          <w:color w:val="000000"/>
        </w:rPr>
        <w:t xml:space="preserve">sdělovacího zařízení (MB telefony, telefonní </w:t>
      </w:r>
      <w:proofErr w:type="spellStart"/>
      <w:r w:rsidRPr="00782FC5">
        <w:rPr>
          <w:color w:val="000000"/>
        </w:rPr>
        <w:t>zapojovače</w:t>
      </w:r>
      <w:proofErr w:type="spellEnd"/>
      <w:r w:rsidRPr="00782FC5">
        <w:rPr>
          <w:color w:val="000000"/>
        </w:rPr>
        <w:t>, venkovní telefonní objekty, rozhlasové zařízení, informační zařízení, EPS, EZS, ASHS, kamerové systémy, prvky DJŽV, přenosová zařízení, sítě aj.)</w:t>
      </w:r>
    </w:p>
    <w:p w:rsidR="00C25029" w:rsidRPr="00861061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</w:pPr>
      <w:r w:rsidRPr="00861061">
        <w:t>spádovištního zařízení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  <w:rPr>
          <w:color w:val="000000"/>
        </w:rPr>
      </w:pPr>
      <w:r w:rsidRPr="00782FC5">
        <w:rPr>
          <w:color w:val="000000"/>
        </w:rPr>
        <w:t>zařízení nutných pro bezchybný chod technologií (diagnostika, kalibrace a opravy měřících desek měřících ústředen, klimatizace, chladící skříně, ventilace, reléové domky aj).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suppressAutoHyphens/>
        <w:autoSpaceDN w:val="0"/>
        <w:jc w:val="both"/>
        <w:rPr>
          <w:color w:val="000000"/>
        </w:rPr>
      </w:pPr>
      <w:r w:rsidRPr="00782FC5">
        <w:rPr>
          <w:color w:val="000000"/>
        </w:rPr>
        <w:t>odstraňování následků nehodových událostí, násilného poškození zařízení a odstraňování následků kalamitních situací a odcizení</w:t>
      </w:r>
    </w:p>
    <w:p w:rsidR="00C25029" w:rsidRPr="00782FC5" w:rsidRDefault="00C25029" w:rsidP="00C25029">
      <w:pPr>
        <w:pStyle w:val="Zhlav"/>
        <w:tabs>
          <w:tab w:val="left" w:pos="708"/>
        </w:tabs>
        <w:jc w:val="both"/>
        <w:rPr>
          <w:color w:val="000000"/>
        </w:rPr>
      </w:pPr>
    </w:p>
    <w:p w:rsidR="00C25029" w:rsidRDefault="00C25029" w:rsidP="00C25029">
      <w:pPr>
        <w:pStyle w:val="Zhlav"/>
        <w:tabs>
          <w:tab w:val="left" w:pos="708"/>
        </w:tabs>
        <w:jc w:val="both"/>
        <w:rPr>
          <w:color w:val="000000"/>
        </w:rPr>
      </w:pPr>
      <w:r w:rsidRPr="00782FC5">
        <w:rPr>
          <w:color w:val="000000"/>
        </w:rPr>
        <w:t xml:space="preserve">Předmětem </w:t>
      </w:r>
      <w:r w:rsidRPr="00C25029">
        <w:rPr>
          <w:noProof/>
        </w:rPr>
        <w:t>dílčích smluv</w:t>
      </w:r>
      <w:r w:rsidRPr="00782FC5">
        <w:rPr>
          <w:color w:val="000000"/>
        </w:rPr>
        <w:t xml:space="preserve"> je provádění</w:t>
      </w:r>
      <w:r>
        <w:rPr>
          <w:color w:val="000000"/>
        </w:rPr>
        <w:t>: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tabs>
          <w:tab w:val="left" w:pos="708"/>
        </w:tabs>
        <w:jc w:val="both"/>
        <w:rPr>
          <w:color w:val="000000"/>
        </w:rPr>
      </w:pPr>
      <w:r w:rsidRPr="00782FC5">
        <w:rPr>
          <w:color w:val="000000"/>
        </w:rPr>
        <w:t>prohlídek a zkoušek UTZ v provozu podle ustanovení vyhlášky č. 100/1995 Sb., Řád určených technických zařízení (Řád UTZ) v platném znění, kterým se stanoví podmínky pro provoz, konstrukci a výrobu určených technických zařízení, tj. v určených obvodech provést prohlídky a zkoušky UTZ na staničním, traťovém a přejezdovém zařízení v obvodu SSZT Praha západ. Nedílnou součástí bude vyhotovení protokolu.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tabs>
          <w:tab w:val="clear" w:pos="4536"/>
          <w:tab w:val="clear" w:pos="9072"/>
        </w:tabs>
        <w:rPr>
          <w:noProof/>
          <w:color w:val="000000"/>
        </w:rPr>
      </w:pPr>
      <w:r w:rsidRPr="00782FC5">
        <w:rPr>
          <w:color w:val="000000"/>
        </w:rPr>
        <w:t xml:space="preserve">kontrol provozuschopnosti zařízení </w:t>
      </w:r>
      <w:r w:rsidRPr="00782FC5">
        <w:rPr>
          <w:noProof/>
          <w:color w:val="000000"/>
        </w:rPr>
        <w:t>EPS</w:t>
      </w:r>
      <w:r w:rsidRPr="00782FC5">
        <w:rPr>
          <w:color w:val="000000"/>
        </w:rPr>
        <w:t xml:space="preserve"> předepsaných vyhláškou MV ČR č. 246/2001 Sb. ze dne 29. června 2001 o stanovení podmínek požární bezpečnosti a výkonu státního požárního dozoru (vyhláška o požární prevenci), ve znění pozdějších předpisů, ČSN 34 2710 čl. 12.1-12.4 ve znění změny </w:t>
      </w:r>
      <w:proofErr w:type="gramStart"/>
      <w:r w:rsidRPr="00782FC5">
        <w:rPr>
          <w:color w:val="000000"/>
        </w:rPr>
        <w:t>č.1, pravidelných</w:t>
      </w:r>
      <w:proofErr w:type="gramEnd"/>
      <w:r w:rsidRPr="00782FC5">
        <w:rPr>
          <w:color w:val="000000"/>
        </w:rPr>
        <w:t xml:space="preserve"> revizí zařízení EPS v souladu s předpisem SŽDC (ČD) T35, čl.46  a průvodní dokumentací výrobce vč. jejího dodatku</w:t>
      </w:r>
      <w:r w:rsidRPr="00782FC5">
        <w:rPr>
          <w:noProof/>
          <w:color w:val="000000"/>
        </w:rPr>
        <w:t xml:space="preserve">, </w:t>
      </w:r>
      <w:r w:rsidRPr="00782FC5">
        <w:rPr>
          <w:noProof/>
          <w:color w:val="000000"/>
        </w:rPr>
        <w:lastRenderedPageBreak/>
        <w:t xml:space="preserve">včetně vystavení odpovídajícího dokladu o provedení kontroly a zápisu do Provozní knihy EPS. </w:t>
      </w:r>
    </w:p>
    <w:p w:rsidR="00C25029" w:rsidRPr="00782FC5" w:rsidRDefault="00C25029" w:rsidP="00C25029">
      <w:pPr>
        <w:pStyle w:val="Zhlav"/>
        <w:numPr>
          <w:ilvl w:val="0"/>
          <w:numId w:val="48"/>
        </w:numPr>
        <w:tabs>
          <w:tab w:val="clear" w:pos="4536"/>
          <w:tab w:val="clear" w:pos="9072"/>
        </w:tabs>
        <w:rPr>
          <w:color w:val="000000"/>
        </w:rPr>
      </w:pPr>
      <w:r w:rsidRPr="00782FC5">
        <w:rPr>
          <w:color w:val="000000"/>
        </w:rPr>
        <w:t>zkoušek činnosti při provozu a kontrol provozuschopnosti autonomních samočinných hasicích systémů (dále jen ASHS) dle Zákona č. 133/1985 Sb. o požární ochraně ve znění pozdějších předpisů, Vyhlášky Ministerstva vnitra 246/2001 Sb. ze dne 29. 6. 2001 o stanovení podmínek požární bezpečnosti a výkonu státního požárního dozoru (vyhláška o požární prevenci) ve znění pozdějších předpisů a zkoušek, kontrol, revizí a údržby systému v souladu s průvodní dokumentací výrobce.</w:t>
      </w:r>
    </w:p>
    <w:p w:rsidR="00C25029" w:rsidRPr="00620670" w:rsidRDefault="00C25029" w:rsidP="00C25029">
      <w:pPr>
        <w:pStyle w:val="Zhlav"/>
        <w:tabs>
          <w:tab w:val="left" w:pos="708"/>
        </w:tabs>
        <w:jc w:val="both"/>
      </w:pP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861061">
        <w:t>Předmět zakázky se netýká sdělovacího a zabezpečovacího zařízení, na kterém je zajištěn záruční a pozáruční servis nebo servis na základě jiného smluvního závazku.</w:t>
      </w:r>
    </w:p>
    <w:p w:rsidR="00C25029" w:rsidRPr="00861061" w:rsidRDefault="00C25029" w:rsidP="00C25029">
      <w:pPr>
        <w:pStyle w:val="Zhlav"/>
        <w:tabs>
          <w:tab w:val="left" w:pos="708"/>
        </w:tabs>
        <w:jc w:val="both"/>
        <w:rPr>
          <w:u w:val="single"/>
        </w:rPr>
      </w:pP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861061">
        <w:t>Opravy budou provedeny včetně zákresu skutečného provedení do provozní dokumentace. Pokud bude nutné zpracovat dokumentaci před zahájením opravy, bude toto požadováno. To se týká i případného požadavku na zajištění revize, prohlídky a zkoušky, technické prohlídky a zkoušky, geodetické práce a zhotovení technické dokumentace.</w:t>
      </w:r>
    </w:p>
    <w:p w:rsidR="00C25029" w:rsidRPr="00861061" w:rsidRDefault="00C25029" w:rsidP="00C25029">
      <w:pPr>
        <w:pStyle w:val="Zhlav"/>
        <w:tabs>
          <w:tab w:val="left" w:pos="284"/>
          <w:tab w:val="left" w:pos="7275"/>
        </w:tabs>
        <w:jc w:val="both"/>
      </w:pPr>
      <w:r w:rsidRPr="00861061">
        <w:tab/>
        <w:t xml:space="preserve"> </w:t>
      </w:r>
    </w:p>
    <w:p w:rsidR="00C25029" w:rsidRPr="00861061" w:rsidRDefault="00C25029" w:rsidP="00C25029">
      <w:pPr>
        <w:pStyle w:val="Zhlav"/>
        <w:tabs>
          <w:tab w:val="left" w:pos="284"/>
          <w:tab w:val="left" w:pos="7275"/>
        </w:tabs>
        <w:spacing w:after="120"/>
        <w:jc w:val="both"/>
      </w:pPr>
      <w:r w:rsidRPr="00861061">
        <w:t xml:space="preserve">Bezprostředně po dokončení bude dodavatelem vyhotoven předávací protokol s uvedením skutečného stavu a výsledkem přezkoušení. Jeden jeho výtisk bude </w:t>
      </w:r>
      <w:r w:rsidRPr="00861061">
        <w:rPr>
          <w:b/>
        </w:rPr>
        <w:t>ihned</w:t>
      </w:r>
      <w:r w:rsidRPr="00861061">
        <w:t xml:space="preserve"> předán zástupci SSZT </w:t>
      </w:r>
      <w:proofErr w:type="spellStart"/>
      <w:r w:rsidRPr="00861061">
        <w:t>Pz</w:t>
      </w:r>
      <w:proofErr w:type="spellEnd"/>
      <w:r w:rsidRPr="00861061">
        <w:t>.</w:t>
      </w: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861061">
        <w:t>Dílo bude plněno průběžně v termínech předem domluvených mezi zadavatelem a dodavatelem, respektive podle skutečných potřeb zadavatele na základě zadávacího protokolu. Zadávací protokol bude vystaven na každou zakázku s popisem požadovaného výkonu a s termínem dodání.</w:t>
      </w:r>
    </w:p>
    <w:p w:rsidR="00C25029" w:rsidRPr="00861061" w:rsidRDefault="00C25029" w:rsidP="00C25029">
      <w:pPr>
        <w:pStyle w:val="Zhlav"/>
        <w:tabs>
          <w:tab w:val="left" w:pos="708"/>
        </w:tabs>
        <w:ind w:firstLine="360"/>
        <w:jc w:val="both"/>
      </w:pP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861061">
        <w:t>V případě naléhavé potřeby na provedení havarijní opravy zajistí dodavatel tuto opravu dle momentální situace okamžitě.</w:t>
      </w:r>
    </w:p>
    <w:p w:rsidR="00C25029" w:rsidRPr="00861061" w:rsidRDefault="00C25029" w:rsidP="00C25029">
      <w:pPr>
        <w:pStyle w:val="Zhlav"/>
        <w:tabs>
          <w:tab w:val="left" w:pos="708"/>
        </w:tabs>
        <w:jc w:val="both"/>
        <w:rPr>
          <w:color w:val="000000"/>
        </w:rPr>
      </w:pPr>
    </w:p>
    <w:p w:rsidR="00C25029" w:rsidRPr="003E72AF" w:rsidRDefault="00C25029" w:rsidP="00C25029">
      <w:pPr>
        <w:snapToGrid w:val="0"/>
        <w:spacing w:line="242" w:lineRule="auto"/>
        <w:ind w:right="-1"/>
        <w:jc w:val="both"/>
      </w:pPr>
      <w:r w:rsidRPr="003E72AF">
        <w:t>Vyskytne-li se situace, že při plnění z rámcové dohody je nutné použít položku, která není součástí rámcové dohody (součástí oceněného soupisu prací), bude u této položky použita jednotková cena dle Sborníku ÚOŽI nebo jiné Cenové soustavy použité pro ocenění soupisu prací, obojí v platném a účinném znění.</w:t>
      </w:r>
    </w:p>
    <w:p w:rsidR="00C25029" w:rsidRPr="00861061" w:rsidRDefault="00C25029" w:rsidP="00C25029">
      <w:pPr>
        <w:pStyle w:val="Zhlav"/>
        <w:tabs>
          <w:tab w:val="left" w:pos="708"/>
        </w:tabs>
        <w:jc w:val="both"/>
      </w:pPr>
      <w:r w:rsidRPr="00861061">
        <w:t>Doprava materiálu v rozsahu do 0,3 t a vzdálenosti do 50 km nad rámec prostoru technologické manipulace je započtena v položkách montáží (prací a výkonů); tyto náklady jsou součástí výrobní režie. Doprava osob a drobné mechanizace do 50 km je započtena v položkách montáží (prací a výkonů); tyto náklady jsou též součástí výrobní režie.</w:t>
      </w:r>
    </w:p>
    <w:p w:rsidR="00C25029" w:rsidRPr="00861061" w:rsidRDefault="00C25029" w:rsidP="00C25029">
      <w:pPr>
        <w:pStyle w:val="Zhlav"/>
        <w:tabs>
          <w:tab w:val="clear" w:pos="4536"/>
          <w:tab w:val="clear" w:pos="9072"/>
        </w:tabs>
        <w:rPr>
          <w:color w:val="FF0000"/>
        </w:rPr>
      </w:pPr>
    </w:p>
    <w:p w:rsidR="00C25029" w:rsidRPr="00861061" w:rsidRDefault="00C25029" w:rsidP="00D8097D">
      <w:pPr>
        <w:spacing w:after="120"/>
        <w:jc w:val="both"/>
      </w:pPr>
      <w:r w:rsidRPr="003E72AF">
        <w:t xml:space="preserve">Veškerý vyzískaný materiál bude ekologicky zlikvidován zhotovitelem </w:t>
      </w:r>
      <w:r w:rsidRPr="003E72AF">
        <w:rPr>
          <w:bCs/>
        </w:rPr>
        <w:t>v souladu se zákonem č. 185/2001 Sb., o odpadech v platném znění</w:t>
      </w:r>
      <w:r w:rsidRPr="003E72AF">
        <w:t>.</w:t>
      </w:r>
    </w:p>
    <w:p w:rsidR="00C25029" w:rsidRPr="003E72AF" w:rsidRDefault="00C25029" w:rsidP="00C25029">
      <w:r w:rsidRPr="003E72AF">
        <w:t>Vytyčení inženýrských sítí bude provedeno pouze na vyžádání zhotovitele.</w:t>
      </w:r>
    </w:p>
    <w:p w:rsidR="003F2551" w:rsidRPr="003E72AF" w:rsidRDefault="003F2551" w:rsidP="003702A9">
      <w:pPr>
        <w:pStyle w:val="Nadpis1"/>
        <w:keepLines w:val="0"/>
        <w:numPr>
          <w:ilvl w:val="0"/>
          <w:numId w:val="0"/>
        </w:numPr>
        <w:overflowPunct w:val="0"/>
        <w:autoSpaceDE w:val="0"/>
        <w:autoSpaceDN w:val="0"/>
        <w:adjustRightInd w:val="0"/>
        <w:spacing w:before="240" w:after="60" w:line="240" w:lineRule="auto"/>
        <w:ind w:left="431" w:hanging="431"/>
        <w:jc w:val="left"/>
        <w:textAlignment w:val="baseline"/>
        <w:rPr>
          <w:rFonts w:cs="Arial"/>
          <w:u w:val="single"/>
        </w:rPr>
      </w:pPr>
      <w:r w:rsidRPr="003E72AF">
        <w:rPr>
          <w:rFonts w:cs="Arial"/>
          <w:u w:val="single"/>
        </w:rPr>
        <w:t>ZAJIŠTĚNÍ VÝLUK</w:t>
      </w:r>
    </w:p>
    <w:p w:rsidR="003E72AF" w:rsidRPr="00644F26" w:rsidRDefault="003E72AF" w:rsidP="003E72AF">
      <w:pPr>
        <w:pStyle w:val="Zkladntext31"/>
        <w:spacing w:after="0"/>
        <w:jc w:val="both"/>
        <w:rPr>
          <w:rFonts w:ascii="Verdana" w:hAnsi="Verdana"/>
          <w:sz w:val="18"/>
          <w:szCs w:val="18"/>
        </w:rPr>
      </w:pPr>
      <w:r w:rsidRPr="00644F26">
        <w:rPr>
          <w:rFonts w:ascii="Verdana" w:hAnsi="Verdana"/>
          <w:sz w:val="18"/>
          <w:szCs w:val="18"/>
        </w:rPr>
        <w:t>Veškeré práce s možným vlivem na provoz budou provedeny výhradně po dohodě s dopravními zaměstnanci. Ve zvlášť naléhavých případech budou výluková opatření řešena operativně v závislosti na rozsahu havárie a provozních podmínkách. Případné výluky zabezpečovacího zařízení zajistí SSZT Praha západ na základě podkladů dodavatele.</w:t>
      </w:r>
    </w:p>
    <w:p w:rsidR="00552D2B" w:rsidRPr="00552D2B" w:rsidRDefault="00552D2B" w:rsidP="00552D2B">
      <w:pPr>
        <w:pStyle w:val="Style5"/>
        <w:widowControl/>
        <w:spacing w:before="120" w:line="240" w:lineRule="auto"/>
        <w:rPr>
          <w:rFonts w:ascii="Verdana" w:hAnsi="Verdana" w:cs="Times New Roman"/>
          <w:sz w:val="18"/>
          <w:szCs w:val="18"/>
          <w:lang w:eastAsia="ar-SA"/>
        </w:rPr>
      </w:pPr>
      <w:r w:rsidRPr="00552D2B">
        <w:rPr>
          <w:rFonts w:ascii="Verdana" w:hAnsi="Verdana" w:cs="Times New Roman"/>
          <w:sz w:val="18"/>
          <w:szCs w:val="18"/>
          <w:lang w:eastAsia="ar-SA"/>
        </w:rPr>
        <w:t>Hospodaření s vyzískaným materiálem (mimo odpad) bude prováděno v souladu se Směrnicí SŽDC č. 42 ze dne 7. 1. 2013. Vyzískaný materiál bude deponován v místech podle pokynů zadavatele.</w:t>
      </w:r>
    </w:p>
    <w:p w:rsidR="001C7F16" w:rsidRPr="00D872A5" w:rsidRDefault="001C7F16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bookmarkStart w:id="0" w:name="_GoBack"/>
      <w:bookmarkEnd w:id="0"/>
      <w:r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Při provádění prací bude použito schválených měřících přístrojů. 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V případě, že při provádění prací nebude použito schválených měřících přístrojů, </w:t>
      </w:r>
      <w:r w:rsidR="008A416F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se vystavuje riziku nepřevzetí provedených prací</w:t>
      </w:r>
      <w:r w:rsidR="008A416F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objednatelem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. </w:t>
      </w:r>
      <w:r w:rsidR="008A416F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Zhotovitel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</w:t>
      </w:r>
      <w:r w:rsidR="008A416F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je povinen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předložit </w:t>
      </w:r>
      <w:r w:rsidR="008A416F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objednateli</w:t>
      </w:r>
      <w:r w:rsidR="003617B4" w:rsidRPr="00D872A5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 na vyžádání kalibrační list a platné ověření.</w:t>
      </w:r>
    </w:p>
    <w:p w:rsidR="006C01E5" w:rsidRPr="00552D2B" w:rsidRDefault="006C01E5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Zhotovitel se zavazuje postupovat v souladu s přílohou </w:t>
      </w:r>
      <w:r w:rsidR="000270D3"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rámcové dohody </w:t>
      </w:r>
      <w:r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nazvan</w:t>
      </w:r>
      <w:r w:rsidR="000270D3"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ou „Nález podezřelého předmětu“</w:t>
      </w:r>
      <w:r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>.</w:t>
      </w:r>
    </w:p>
    <w:p w:rsidR="00437F9C" w:rsidRPr="00552D2B" w:rsidRDefault="00437F9C" w:rsidP="0059644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  <w:r w:rsidRPr="00552D2B"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  <w:t xml:space="preserve">Dodavatel bude dodržovat Opatření ředitele OŘ Praha č. 13/2019: Analýza nebezpečí a hodnocení rizik, která mu byla poskytnuta v Zadávací dokumentaci a se kterou se seznámil. </w:t>
      </w:r>
    </w:p>
    <w:sectPr w:rsidR="00437F9C" w:rsidRPr="00552D2B" w:rsidSect="007F7550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A85" w:rsidRDefault="00AB2A85" w:rsidP="00962258">
      <w:pPr>
        <w:spacing w:after="0" w:line="240" w:lineRule="auto"/>
      </w:pPr>
      <w:r>
        <w:separator/>
      </w:r>
    </w:p>
  </w:endnote>
  <w:end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E0232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E0232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3BB7C8" wp14:editId="3B063C1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93CF0CF" wp14:editId="31EF31F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23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23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Správa železniční dopravní cesty,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2304A9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C1FD5" w:rsidRDefault="006C1FD5" w:rsidP="006C1FD5">
          <w:pPr>
            <w:pStyle w:val="Zpat"/>
          </w:pPr>
          <w:r>
            <w:t>Oblastní ředitelství Praha</w:t>
          </w:r>
        </w:p>
        <w:p w:rsidR="006C1FD5" w:rsidRDefault="006C1FD5" w:rsidP="006C1FD5">
          <w:pPr>
            <w:pStyle w:val="Zpat"/>
          </w:pPr>
          <w:r>
            <w:t>Partyzánská 24</w:t>
          </w:r>
        </w:p>
        <w:p w:rsidR="002304A9" w:rsidRDefault="006C1FD5" w:rsidP="006C1FD5">
          <w:pPr>
            <w:pStyle w:val="Zpat"/>
          </w:pPr>
          <w:r>
            <w:t>170 00 Praha 7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0C50CE1" wp14:editId="328BF2E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F22F41" wp14:editId="0F0BB8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A85" w:rsidRDefault="00AB2A85" w:rsidP="00962258">
      <w:pPr>
        <w:spacing w:after="0" w:line="240" w:lineRule="auto"/>
      </w:pPr>
      <w:r>
        <w:separator/>
      </w:r>
    </w:p>
  </w:footnote>
  <w:footnote w:type="continuationSeparator" w:id="0">
    <w:p w:rsidR="00AB2A85" w:rsidRDefault="00AB2A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F047968" wp14:editId="39B255A3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  <w:sz w:val="24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>
    <w:nsid w:val="0DF9454F"/>
    <w:multiLevelType w:val="hybridMultilevel"/>
    <w:tmpl w:val="7EEA37B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3">
    <w:nsid w:val="20273485"/>
    <w:multiLevelType w:val="hybridMultilevel"/>
    <w:tmpl w:val="1C183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5">
    <w:nsid w:val="229D166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>
    <w:nsid w:val="2A4B2FDB"/>
    <w:multiLevelType w:val="hybridMultilevel"/>
    <w:tmpl w:val="2BFA8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2BDD7BB9"/>
    <w:multiLevelType w:val="hybridMultilevel"/>
    <w:tmpl w:val="6D48C692"/>
    <w:lvl w:ilvl="0" w:tplc="5F34AF42">
      <w:start w:val="1"/>
      <w:numFmt w:val="lowerLetter"/>
      <w:pStyle w:val="Odrkya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BF76403"/>
    <w:multiLevelType w:val="multilevel"/>
    <w:tmpl w:val="0D34D660"/>
    <w:numStyleLink w:val="ListBulletmultilevel"/>
  </w:abstractNum>
  <w:abstractNum w:abstractNumId="21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2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57A22A81"/>
    <w:multiLevelType w:val="hybridMultilevel"/>
    <w:tmpl w:val="A8E24F3A"/>
    <w:lvl w:ilvl="0" w:tplc="A2C049A0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>
    <w:nsid w:val="637247E4"/>
    <w:multiLevelType w:val="hybridMultilevel"/>
    <w:tmpl w:val="82AC97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>
    <w:nsid w:val="666F6F05"/>
    <w:multiLevelType w:val="hybridMultilevel"/>
    <w:tmpl w:val="E4902106"/>
    <w:lvl w:ilvl="0" w:tplc="A2C049A0">
      <w:start w:val="16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33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4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>
    <w:nsid w:val="706D4FB9"/>
    <w:multiLevelType w:val="hybridMultilevel"/>
    <w:tmpl w:val="6588A768"/>
    <w:lvl w:ilvl="0" w:tplc="C3A8B4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8">
    <w:nsid w:val="74070991"/>
    <w:multiLevelType w:val="multilevel"/>
    <w:tmpl w:val="CABE99FC"/>
    <w:numStyleLink w:val="ListNumbermultilevel"/>
  </w:abstractNum>
  <w:abstractNum w:abstractNumId="39">
    <w:nsid w:val="7FFC2EC4"/>
    <w:multiLevelType w:val="hybridMultilevel"/>
    <w:tmpl w:val="B476B93A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0"/>
  </w:num>
  <w:num w:numId="4">
    <w:abstractNumId w:val="38"/>
  </w:num>
  <w:num w:numId="5">
    <w:abstractNumId w:val="22"/>
  </w:num>
  <w:num w:numId="6">
    <w:abstractNumId w:val="27"/>
  </w:num>
  <w:num w:numId="7">
    <w:abstractNumId w:val="24"/>
  </w:num>
  <w:num w:numId="8">
    <w:abstractNumId w:val="36"/>
  </w:num>
  <w:num w:numId="9">
    <w:abstractNumId w:val="19"/>
  </w:num>
  <w:num w:numId="10">
    <w:abstractNumId w:val="19"/>
    <w:lvlOverride w:ilvl="0">
      <w:startOverride w:val="1"/>
    </w:lvlOverride>
  </w:num>
  <w:num w:numId="11">
    <w:abstractNumId w:val="33"/>
  </w:num>
  <w:num w:numId="12">
    <w:abstractNumId w:val="2"/>
  </w:num>
  <w:num w:numId="13">
    <w:abstractNumId w:val="23"/>
  </w:num>
  <w:num w:numId="14">
    <w:abstractNumId w:val="23"/>
    <w:lvlOverride w:ilvl="0">
      <w:startOverride w:val="1"/>
    </w:lvlOverride>
  </w:num>
  <w:num w:numId="15">
    <w:abstractNumId w:val="16"/>
  </w:num>
  <w:num w:numId="16">
    <w:abstractNumId w:val="8"/>
  </w:num>
  <w:num w:numId="17">
    <w:abstractNumId w:val="26"/>
  </w:num>
  <w:num w:numId="18">
    <w:abstractNumId w:val="10"/>
  </w:num>
  <w:num w:numId="19">
    <w:abstractNumId w:val="6"/>
  </w:num>
  <w:num w:numId="20">
    <w:abstractNumId w:val="21"/>
  </w:num>
  <w:num w:numId="21">
    <w:abstractNumId w:val="37"/>
  </w:num>
  <w:num w:numId="22">
    <w:abstractNumId w:val="14"/>
  </w:num>
  <w:num w:numId="23">
    <w:abstractNumId w:val="34"/>
  </w:num>
  <w:num w:numId="24">
    <w:abstractNumId w:val="18"/>
  </w:num>
  <w:num w:numId="25">
    <w:abstractNumId w:val="4"/>
  </w:num>
  <w:num w:numId="26">
    <w:abstractNumId w:val="11"/>
  </w:num>
  <w:num w:numId="27">
    <w:abstractNumId w:val="5"/>
  </w:num>
  <w:num w:numId="28">
    <w:abstractNumId w:val="19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29"/>
  </w:num>
  <w:num w:numId="31">
    <w:abstractNumId w:val="31"/>
  </w:num>
  <w:num w:numId="32">
    <w:abstractNumId w:val="9"/>
  </w:num>
  <w:num w:numId="33">
    <w:abstractNumId w:val="3"/>
  </w:num>
  <w:num w:numId="34">
    <w:abstractNumId w:val="28"/>
  </w:num>
  <w:num w:numId="35">
    <w:abstractNumId w:val="22"/>
  </w:num>
  <w:num w:numId="36">
    <w:abstractNumId w:val="22"/>
  </w:num>
  <w:num w:numId="37">
    <w:abstractNumId w:val="22"/>
  </w:num>
  <w:num w:numId="38">
    <w:abstractNumId w:val="15"/>
  </w:num>
  <w:num w:numId="39">
    <w:abstractNumId w:val="35"/>
  </w:num>
  <w:num w:numId="40">
    <w:abstractNumId w:val="17"/>
  </w:num>
  <w:num w:numId="4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 w:numId="43">
    <w:abstractNumId w:val="30"/>
  </w:num>
  <w:num w:numId="44">
    <w:abstractNumId w:val="32"/>
  </w:num>
  <w:num w:numId="45">
    <w:abstractNumId w:val="39"/>
  </w:num>
  <w:num w:numId="46">
    <w:abstractNumId w:val="25"/>
  </w:num>
  <w:num w:numId="47">
    <w:abstractNumId w:val="13"/>
  </w:num>
  <w:num w:numId="48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686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3C6F"/>
    <w:rsid w:val="000270D3"/>
    <w:rsid w:val="00027341"/>
    <w:rsid w:val="00033432"/>
    <w:rsid w:val="00056C37"/>
    <w:rsid w:val="00072C1E"/>
    <w:rsid w:val="00083180"/>
    <w:rsid w:val="000B7907"/>
    <w:rsid w:val="000D4C31"/>
    <w:rsid w:val="000E3C12"/>
    <w:rsid w:val="000F0154"/>
    <w:rsid w:val="00105F11"/>
    <w:rsid w:val="00114472"/>
    <w:rsid w:val="00123571"/>
    <w:rsid w:val="00124DC7"/>
    <w:rsid w:val="0013555A"/>
    <w:rsid w:val="00151C70"/>
    <w:rsid w:val="00170EC5"/>
    <w:rsid w:val="001747C1"/>
    <w:rsid w:val="0018596A"/>
    <w:rsid w:val="001A4AC4"/>
    <w:rsid w:val="001B2EA2"/>
    <w:rsid w:val="001C7F16"/>
    <w:rsid w:val="001D6D78"/>
    <w:rsid w:val="001F75D4"/>
    <w:rsid w:val="0020406A"/>
    <w:rsid w:val="00207DF5"/>
    <w:rsid w:val="00216198"/>
    <w:rsid w:val="002304A9"/>
    <w:rsid w:val="00244ABC"/>
    <w:rsid w:val="0024519A"/>
    <w:rsid w:val="00252DB1"/>
    <w:rsid w:val="002617A6"/>
    <w:rsid w:val="00266BE0"/>
    <w:rsid w:val="0026785D"/>
    <w:rsid w:val="002A5E63"/>
    <w:rsid w:val="002A6652"/>
    <w:rsid w:val="002A6FE2"/>
    <w:rsid w:val="002B2EDF"/>
    <w:rsid w:val="002B35E1"/>
    <w:rsid w:val="002B4B73"/>
    <w:rsid w:val="002C31BF"/>
    <w:rsid w:val="002E0CD7"/>
    <w:rsid w:val="003112AB"/>
    <w:rsid w:val="00322C41"/>
    <w:rsid w:val="00326A11"/>
    <w:rsid w:val="0033257B"/>
    <w:rsid w:val="0034053A"/>
    <w:rsid w:val="00352B6C"/>
    <w:rsid w:val="00353E06"/>
    <w:rsid w:val="00357BC6"/>
    <w:rsid w:val="00360404"/>
    <w:rsid w:val="003617B4"/>
    <w:rsid w:val="003702A9"/>
    <w:rsid w:val="003956C6"/>
    <w:rsid w:val="003B67A9"/>
    <w:rsid w:val="003B6E6A"/>
    <w:rsid w:val="003C27CD"/>
    <w:rsid w:val="003D1BFB"/>
    <w:rsid w:val="003E4FA7"/>
    <w:rsid w:val="003E72AF"/>
    <w:rsid w:val="003F2551"/>
    <w:rsid w:val="00415995"/>
    <w:rsid w:val="00436C59"/>
    <w:rsid w:val="00437F9C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370"/>
    <w:rsid w:val="00486107"/>
    <w:rsid w:val="00491827"/>
    <w:rsid w:val="004B09BA"/>
    <w:rsid w:val="004C4399"/>
    <w:rsid w:val="004C69ED"/>
    <w:rsid w:val="004C787C"/>
    <w:rsid w:val="004C78C9"/>
    <w:rsid w:val="004D5156"/>
    <w:rsid w:val="004E5890"/>
    <w:rsid w:val="004E77D0"/>
    <w:rsid w:val="004F4B9B"/>
    <w:rsid w:val="0050237B"/>
    <w:rsid w:val="00511AB9"/>
    <w:rsid w:val="00520F08"/>
    <w:rsid w:val="00523EA7"/>
    <w:rsid w:val="00552D2B"/>
    <w:rsid w:val="00553375"/>
    <w:rsid w:val="005658A6"/>
    <w:rsid w:val="005736B7"/>
    <w:rsid w:val="00574146"/>
    <w:rsid w:val="00575E5A"/>
    <w:rsid w:val="00596442"/>
    <w:rsid w:val="00596C7E"/>
    <w:rsid w:val="005A0177"/>
    <w:rsid w:val="005A52E8"/>
    <w:rsid w:val="005A64E9"/>
    <w:rsid w:val="00602B71"/>
    <w:rsid w:val="0061068E"/>
    <w:rsid w:val="0062369C"/>
    <w:rsid w:val="00660AD3"/>
    <w:rsid w:val="006A5570"/>
    <w:rsid w:val="006A689C"/>
    <w:rsid w:val="006B3D79"/>
    <w:rsid w:val="006C01E5"/>
    <w:rsid w:val="006C1FD5"/>
    <w:rsid w:val="006E0578"/>
    <w:rsid w:val="006E314D"/>
    <w:rsid w:val="006F38FD"/>
    <w:rsid w:val="00710723"/>
    <w:rsid w:val="0071577A"/>
    <w:rsid w:val="00723ED1"/>
    <w:rsid w:val="00743525"/>
    <w:rsid w:val="0076286B"/>
    <w:rsid w:val="007644A5"/>
    <w:rsid w:val="00764595"/>
    <w:rsid w:val="00766846"/>
    <w:rsid w:val="0076776E"/>
    <w:rsid w:val="0077673A"/>
    <w:rsid w:val="007846E1"/>
    <w:rsid w:val="0078484F"/>
    <w:rsid w:val="007B570C"/>
    <w:rsid w:val="007E4A6E"/>
    <w:rsid w:val="007F56A7"/>
    <w:rsid w:val="007F7550"/>
    <w:rsid w:val="00800706"/>
    <w:rsid w:val="00807DD0"/>
    <w:rsid w:val="00813F11"/>
    <w:rsid w:val="00897294"/>
    <w:rsid w:val="008A3568"/>
    <w:rsid w:val="008A416F"/>
    <w:rsid w:val="008B1904"/>
    <w:rsid w:val="008D03B9"/>
    <w:rsid w:val="008D5B06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42E54"/>
    <w:rsid w:val="009605CE"/>
    <w:rsid w:val="00962258"/>
    <w:rsid w:val="009678B7"/>
    <w:rsid w:val="00982411"/>
    <w:rsid w:val="00992D9C"/>
    <w:rsid w:val="00996CB8"/>
    <w:rsid w:val="009B2E97"/>
    <w:rsid w:val="009B72CC"/>
    <w:rsid w:val="009D64BC"/>
    <w:rsid w:val="009E07F4"/>
    <w:rsid w:val="009E6200"/>
    <w:rsid w:val="009F392E"/>
    <w:rsid w:val="00A223C4"/>
    <w:rsid w:val="00A44328"/>
    <w:rsid w:val="00A456C7"/>
    <w:rsid w:val="00A6177B"/>
    <w:rsid w:val="00A66136"/>
    <w:rsid w:val="00AA4CBB"/>
    <w:rsid w:val="00AA65FA"/>
    <w:rsid w:val="00AA7351"/>
    <w:rsid w:val="00AB2A85"/>
    <w:rsid w:val="00AD056F"/>
    <w:rsid w:val="00AD3774"/>
    <w:rsid w:val="00AD6731"/>
    <w:rsid w:val="00B15D0D"/>
    <w:rsid w:val="00B343D4"/>
    <w:rsid w:val="00B42268"/>
    <w:rsid w:val="00B45E9E"/>
    <w:rsid w:val="00B75EE1"/>
    <w:rsid w:val="00B77481"/>
    <w:rsid w:val="00B8518B"/>
    <w:rsid w:val="00BA098D"/>
    <w:rsid w:val="00BB3740"/>
    <w:rsid w:val="00BB4BBA"/>
    <w:rsid w:val="00BD7E91"/>
    <w:rsid w:val="00BF374D"/>
    <w:rsid w:val="00BF5F5B"/>
    <w:rsid w:val="00C02D0A"/>
    <w:rsid w:val="00C03A6E"/>
    <w:rsid w:val="00C14464"/>
    <w:rsid w:val="00C25029"/>
    <w:rsid w:val="00C273A1"/>
    <w:rsid w:val="00C34B9A"/>
    <w:rsid w:val="00C44F6A"/>
    <w:rsid w:val="00C45F6A"/>
    <w:rsid w:val="00C76762"/>
    <w:rsid w:val="00C91A4D"/>
    <w:rsid w:val="00CA200C"/>
    <w:rsid w:val="00CA21D8"/>
    <w:rsid w:val="00CA2900"/>
    <w:rsid w:val="00CD1FC4"/>
    <w:rsid w:val="00CE371D"/>
    <w:rsid w:val="00D061C9"/>
    <w:rsid w:val="00D2050E"/>
    <w:rsid w:val="00D21061"/>
    <w:rsid w:val="00D316A7"/>
    <w:rsid w:val="00D4108E"/>
    <w:rsid w:val="00D6163D"/>
    <w:rsid w:val="00D8097D"/>
    <w:rsid w:val="00D80CFE"/>
    <w:rsid w:val="00D831A3"/>
    <w:rsid w:val="00D8322B"/>
    <w:rsid w:val="00D872A5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DF4344"/>
    <w:rsid w:val="00E0232C"/>
    <w:rsid w:val="00E32636"/>
    <w:rsid w:val="00E824F1"/>
    <w:rsid w:val="00EB104F"/>
    <w:rsid w:val="00EC2355"/>
    <w:rsid w:val="00ED14BD"/>
    <w:rsid w:val="00ED70A5"/>
    <w:rsid w:val="00F02EC3"/>
    <w:rsid w:val="00F12DEC"/>
    <w:rsid w:val="00F1715C"/>
    <w:rsid w:val="00F30B1B"/>
    <w:rsid w:val="00F310F8"/>
    <w:rsid w:val="00F35939"/>
    <w:rsid w:val="00F45607"/>
    <w:rsid w:val="00F64786"/>
    <w:rsid w:val="00F659EB"/>
    <w:rsid w:val="00F862D6"/>
    <w:rsid w:val="00F86BA6"/>
    <w:rsid w:val="00FA1D73"/>
    <w:rsid w:val="00FA4D1E"/>
    <w:rsid w:val="00FC0499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3212]"/>
    </o:shapedefaults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Zkladntext31">
    <w:name w:val="Základní text 31"/>
    <w:basedOn w:val="Normln"/>
    <w:rsid w:val="003E72AF"/>
    <w:pPr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78484F"/>
    <w:pPr>
      <w:numPr>
        <w:numId w:val="9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78484F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F25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F2551"/>
  </w:style>
  <w:style w:type="paragraph" w:customStyle="1" w:styleId="Odstavecseseznamem1">
    <w:name w:val="Odstavec se seznamem1"/>
    <w:basedOn w:val="Normln"/>
    <w:rsid w:val="003F2551"/>
    <w:pPr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customStyle="1" w:styleId="Zkladntext31">
    <w:name w:val="Základní text 31"/>
    <w:basedOn w:val="Normln"/>
    <w:rsid w:val="003E72AF"/>
    <w:pPr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69A38-787F-4BB6-A0E4-B69EA7C41A9E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2DFA3FB-5144-4D7E-A5EC-A700BA93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szdc_administrativni-dopis_v8_VZOR.dotx</Template>
  <TotalTime>1</TotalTime>
  <Pages>2</Pages>
  <Words>963</Words>
  <Characters>5684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4</cp:revision>
  <cp:lastPrinted>2019-11-21T08:16:00Z</cp:lastPrinted>
  <dcterms:created xsi:type="dcterms:W3CDTF">2019-11-18T08:44:00Z</dcterms:created>
  <dcterms:modified xsi:type="dcterms:W3CDTF">2019-11-21T08:16:00Z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