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361F251" wp14:editId="7F99E22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978E5" w:rsidRDefault="00F978E5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978E5" w:rsidRDefault="00F978E5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B1553" w:rsidP="00852595">
            <w:r w:rsidRPr="00FB1553">
              <w:rPr>
                <w:rFonts w:ascii="Helvetica" w:hAnsi="Helvetica" w:cs="Helvetica"/>
              </w:rPr>
              <w:t>9442/2019-SŽDC-SSV-Ú3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FB1553" w:rsidRDefault="00F862D6" w:rsidP="0077673A">
            <w:r w:rsidRPr="00FB1553">
              <w:t>Listů/příloh</w:t>
            </w:r>
          </w:p>
        </w:tc>
        <w:tc>
          <w:tcPr>
            <w:tcW w:w="2552" w:type="dxa"/>
          </w:tcPr>
          <w:p w:rsidR="00F862D6" w:rsidRPr="00FB1553" w:rsidRDefault="00FB1553" w:rsidP="00FB1553">
            <w:r w:rsidRPr="00FB1553">
              <w:t>2</w:t>
            </w:r>
            <w:r w:rsidR="003E6B9A" w:rsidRPr="00FB1553">
              <w:t>/</w:t>
            </w:r>
            <w:r w:rsidRPr="00FB1553">
              <w:t>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B97EFE" w:rsidP="00B97EFE">
            <w:r>
              <w:t>1</w:t>
            </w:r>
            <w:r w:rsidR="00365ABD">
              <w:t xml:space="preserve">. </w:t>
            </w:r>
            <w:r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B97EFE">
        <w:rPr>
          <w:rFonts w:eastAsia="Calibri" w:cs="Times New Roman"/>
          <w:lang w:eastAsia="cs-CZ"/>
        </w:rPr>
        <w:t>6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Pr="00CB7B5A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97</w:t>
      </w:r>
      <w:r w:rsidR="002165A8" w:rsidRPr="00CB7B5A">
        <w:rPr>
          <w:rFonts w:eastAsia="Calibri" w:cs="Times New Roman"/>
          <w:b/>
          <w:lang w:eastAsia="cs-CZ"/>
        </w:rPr>
        <w:t>:</w:t>
      </w:r>
    </w:p>
    <w:p w:rsidR="00B97EFE" w:rsidRDefault="00B97EFE" w:rsidP="00B97EFE">
      <w:pPr>
        <w:spacing w:after="0" w:line="240" w:lineRule="auto"/>
        <w:rPr>
          <w:rFonts w:eastAsia="Calibri" w:cs="Times New Roman"/>
          <w:lang w:eastAsia="cs-CZ"/>
        </w:rPr>
      </w:pPr>
      <w:r w:rsidRPr="00B97EFE">
        <w:rPr>
          <w:rFonts w:eastAsia="Calibri" w:cs="Times New Roman"/>
          <w:lang w:eastAsia="cs-CZ"/>
        </w:rPr>
        <w:t>SO 02-16-02 Zastávka Brno - Starý Lískovec, nástupiště – Na položce č. 25 – 924912 - NÁSTUPIŠTĚ - VAROVNÝ PÁS ŠÍŘKY 0,40 M Z DLAŽDIC S RELIEFNÍM POVRCHEM, výměra 1,740 m je nesprávně uvedená MJ pro výpočet výměry 1,740. Žádáme zadavatele o opravu MJ nebo výměry.</w:t>
      </w:r>
    </w:p>
    <w:p w:rsidR="00B97EFE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165A8" w:rsidRPr="0036332D" w:rsidRDefault="002C7043" w:rsidP="002165A8">
      <w:pPr>
        <w:spacing w:after="0" w:line="240" w:lineRule="auto"/>
        <w:rPr>
          <w:rFonts w:eastAsia="Calibri" w:cs="Times New Roman"/>
          <w:i/>
          <w:lang w:eastAsia="cs-CZ"/>
        </w:rPr>
      </w:pPr>
      <w:r w:rsidRPr="0036332D">
        <w:rPr>
          <w:i/>
          <w:iCs/>
          <w:lang w:eastAsia="cs-CZ"/>
        </w:rPr>
        <w:t xml:space="preserve">Oprava výměry položky </w:t>
      </w:r>
      <w:proofErr w:type="gramStart"/>
      <w:r w:rsidRPr="0036332D">
        <w:rPr>
          <w:i/>
          <w:iCs/>
          <w:lang w:eastAsia="cs-CZ"/>
        </w:rPr>
        <w:t>č.45</w:t>
      </w:r>
      <w:proofErr w:type="gramEnd"/>
      <w:r w:rsidRPr="0036332D">
        <w:rPr>
          <w:i/>
          <w:iCs/>
          <w:lang w:eastAsia="cs-CZ"/>
        </w:rPr>
        <w:t xml:space="preserve"> na 4,35m opravený soupis prací přikládáme viz. </w:t>
      </w:r>
      <w:r w:rsidR="00EF1091" w:rsidRPr="0036332D">
        <w:rPr>
          <w:rFonts w:eastAsia="Calibri" w:cs="Times New Roman"/>
          <w:i/>
          <w:lang w:eastAsia="cs-CZ"/>
        </w:rPr>
        <w:t>SO 02-16-02_a.xlsx</w:t>
      </w:r>
    </w:p>
    <w:p w:rsidR="00CC590B" w:rsidRDefault="00CC590B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75BD3" w:rsidRPr="00BD5319" w:rsidRDefault="00F75BD3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EB4D91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B97EFE">
        <w:rPr>
          <w:rFonts w:eastAsia="Calibri" w:cs="Times New Roman"/>
          <w:b/>
          <w:lang w:eastAsia="cs-CZ"/>
        </w:rPr>
        <w:t>98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EB4D91" w:rsidRPr="00B97EFE" w:rsidRDefault="00B97EFE" w:rsidP="007405F5">
      <w:pPr>
        <w:spacing w:after="0" w:line="240" w:lineRule="auto"/>
        <w:rPr>
          <w:rFonts w:eastAsia="Calibri" w:cs="Times New Roman"/>
          <w:lang w:eastAsia="cs-CZ"/>
        </w:rPr>
      </w:pPr>
      <w:r w:rsidRPr="00B97EFE">
        <w:rPr>
          <w:rFonts w:eastAsia="Calibri" w:cs="Times New Roman"/>
          <w:lang w:eastAsia="cs-CZ"/>
        </w:rPr>
        <w:t>SO 02-16-03 Zastávka Ostopovice, nástupiště – Na položce č. 45 – 924912 - NÁSTUPIŠTĚ - VAROVNÝ PÁS ŠÍŘKY 0,40 M Z DLAŽDIC S RELIEFNÍM POVRCHEM, výměra 3,200 m je nesprávně uvedená MJ pro výpočet výměry 3,200. Žádáme zadavatele o opravu MJ nebo výměry. Ptáme se taky zadavatele, jestli se jedná o zdrsněný hmatový pás nebo má být varovný pás z dlažby s reliéfním povrchem?</w:t>
      </w:r>
    </w:p>
    <w:p w:rsidR="00B97EFE" w:rsidRPr="0056507D" w:rsidRDefault="00B97EFE" w:rsidP="007405F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F1091" w:rsidRPr="0036332D" w:rsidRDefault="002C7043" w:rsidP="00EF1091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36332D">
        <w:rPr>
          <w:rFonts w:eastAsia="Calibri" w:cs="Times New Roman"/>
          <w:i/>
          <w:lang w:eastAsia="cs-CZ"/>
        </w:rPr>
        <w:t xml:space="preserve">Oprava výměry položky </w:t>
      </w:r>
      <w:proofErr w:type="gramStart"/>
      <w:r w:rsidRPr="0036332D">
        <w:rPr>
          <w:rFonts w:eastAsia="Calibri" w:cs="Times New Roman"/>
          <w:i/>
          <w:lang w:eastAsia="cs-CZ"/>
        </w:rPr>
        <w:t>č.45</w:t>
      </w:r>
      <w:proofErr w:type="gramEnd"/>
      <w:r w:rsidRPr="0036332D">
        <w:rPr>
          <w:rFonts w:eastAsia="Calibri" w:cs="Times New Roman"/>
          <w:i/>
          <w:lang w:eastAsia="cs-CZ"/>
        </w:rPr>
        <w:t xml:space="preserve"> na 6,6m. Jedná se o dlažbu s reliéfním povrchem. Opravený soupis prací přikládáme </w:t>
      </w:r>
      <w:proofErr w:type="gramStart"/>
      <w:r w:rsidRPr="0036332D">
        <w:rPr>
          <w:rFonts w:eastAsia="Calibri" w:cs="Times New Roman"/>
          <w:i/>
          <w:lang w:eastAsia="cs-CZ"/>
        </w:rPr>
        <w:t>viz.</w:t>
      </w:r>
      <w:proofErr w:type="gramEnd"/>
      <w:r w:rsidR="00EF1091" w:rsidRPr="0036332D">
        <w:rPr>
          <w:rFonts w:eastAsia="Calibri" w:cs="Times New Roman"/>
          <w:i/>
          <w:lang w:eastAsia="cs-CZ"/>
        </w:rPr>
        <w:t xml:space="preserve"> SO 02-16-03_a.xlsx</w:t>
      </w:r>
    </w:p>
    <w:p w:rsidR="0056507D" w:rsidRPr="00BD5319" w:rsidRDefault="0056507D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B97EFE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="00EB4D91">
        <w:rPr>
          <w:rFonts w:eastAsia="Calibri" w:cs="Times New Roman"/>
          <w:b/>
          <w:lang w:eastAsia="cs-CZ"/>
        </w:rPr>
        <w:t>9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EB4D91" w:rsidRDefault="00B97EFE" w:rsidP="00B97EFE">
      <w:pPr>
        <w:spacing w:after="0" w:line="240" w:lineRule="auto"/>
      </w:pPr>
      <w:r w:rsidRPr="00B97EFE">
        <w:rPr>
          <w:rFonts w:eastAsia="Calibri" w:cs="Times New Roman"/>
          <w:lang w:eastAsia="cs-CZ"/>
        </w:rPr>
        <w:t>SO</w:t>
      </w:r>
      <w:r w:rsidRPr="00B97EFE">
        <w:t xml:space="preserve"> 02-16-04 Zastávka Troubsko, nástupiště – V TZ na str. 3 je uvedeno, mají být úložné bloky U95 osazené do podkladního betonu C12/15. Ptáme se zadavatele, jaká třída betonu má být použita, když ve výkresech Vzorový příční řez je uvedena C16/20?</w:t>
      </w:r>
    </w:p>
    <w:p w:rsidR="00B97EFE" w:rsidRPr="00EB4D91" w:rsidRDefault="00B97EFE" w:rsidP="00EB4D91">
      <w:pPr>
        <w:spacing w:after="0" w:line="276" w:lineRule="auto"/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C7043" w:rsidRPr="0036332D" w:rsidRDefault="002C7043" w:rsidP="002C7043">
      <w:pPr>
        <w:rPr>
          <w:i/>
          <w:iCs/>
          <w:lang w:eastAsia="cs-CZ"/>
        </w:rPr>
      </w:pPr>
      <w:r w:rsidRPr="0036332D">
        <w:rPr>
          <w:i/>
          <w:iCs/>
          <w:lang w:eastAsia="cs-CZ"/>
        </w:rPr>
        <w:t>Bude použita třída betonu C16/20.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B97EFE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="00EB4D91">
        <w:rPr>
          <w:rFonts w:eastAsia="Calibri" w:cs="Times New Roman"/>
          <w:b/>
          <w:lang w:eastAsia="cs-CZ"/>
        </w:rPr>
        <w:t>0</w:t>
      </w:r>
      <w:r w:rsidR="004F56C8">
        <w:rPr>
          <w:rFonts w:eastAsia="Calibri" w:cs="Times New Roman"/>
          <w:b/>
          <w:lang w:eastAsia="cs-CZ"/>
        </w:rPr>
        <w:t>:</w:t>
      </w:r>
    </w:p>
    <w:p w:rsidR="00AE5F8E" w:rsidRPr="00B97EFE" w:rsidRDefault="00B97EFE" w:rsidP="00AE5F8E">
      <w:pPr>
        <w:spacing w:after="0" w:line="240" w:lineRule="auto"/>
        <w:rPr>
          <w:rFonts w:eastAsia="Calibri" w:cs="Times New Roman"/>
          <w:lang w:eastAsia="cs-CZ"/>
        </w:rPr>
      </w:pPr>
      <w:r w:rsidRPr="00B97EFE">
        <w:rPr>
          <w:rFonts w:eastAsia="Calibri" w:cs="Times New Roman"/>
          <w:lang w:eastAsia="cs-CZ"/>
        </w:rPr>
        <w:t xml:space="preserve">SO 03-16-02 </w:t>
      </w:r>
      <w:proofErr w:type="spellStart"/>
      <w:r w:rsidRPr="00B97EFE">
        <w:rPr>
          <w:rFonts w:eastAsia="Calibri" w:cs="Times New Roman"/>
          <w:lang w:eastAsia="cs-CZ"/>
        </w:rPr>
        <w:t>žst</w:t>
      </w:r>
      <w:proofErr w:type="spellEnd"/>
      <w:r w:rsidRPr="00B97EFE">
        <w:rPr>
          <w:rFonts w:eastAsia="Calibri" w:cs="Times New Roman"/>
          <w:lang w:eastAsia="cs-CZ"/>
        </w:rPr>
        <w:t xml:space="preserve">. Střelice, nástupiště – V TZ na str. 6 je uvedeno, že Nenástupní hrana 1. nástupiště je tvořena monolitickou zídkou </w:t>
      </w:r>
      <w:proofErr w:type="spellStart"/>
      <w:r w:rsidRPr="00B97EFE">
        <w:rPr>
          <w:rFonts w:eastAsia="Calibri" w:cs="Times New Roman"/>
          <w:lang w:eastAsia="cs-CZ"/>
        </w:rPr>
        <w:t>tl</w:t>
      </w:r>
      <w:proofErr w:type="spellEnd"/>
      <w:r w:rsidRPr="00B97EFE">
        <w:rPr>
          <w:rFonts w:eastAsia="Calibri" w:cs="Times New Roman"/>
          <w:lang w:eastAsia="cs-CZ"/>
        </w:rPr>
        <w:t>. 0,30m, v. cca 1,50 m z betonu C25/30 XC4. Ptáme se zadavatele, jaká třída betonu má být použita, když ve vzorovém příčném řezu (5.2) je C30/37 XF4 a v půdorysu (4.1) je C25/30 XF2?</w:t>
      </w:r>
    </w:p>
    <w:p w:rsidR="00B97EFE" w:rsidRDefault="00B97EFE" w:rsidP="00AE5F8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75BD3" w:rsidRPr="0036332D" w:rsidRDefault="002C704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36332D">
        <w:rPr>
          <w:rFonts w:eastAsia="Calibri" w:cs="Times New Roman"/>
          <w:i/>
          <w:lang w:eastAsia="cs-CZ"/>
        </w:rPr>
        <w:t>Bude použit beton C25/30XF2.</w:t>
      </w:r>
    </w:p>
    <w:p w:rsidR="00EB4D91" w:rsidRDefault="00EB4D9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56C8" w:rsidRDefault="007405F5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Dotaz č. </w:t>
      </w:r>
      <w:r w:rsidR="00B97EFE">
        <w:rPr>
          <w:rFonts w:eastAsia="Calibri" w:cs="Times New Roman"/>
          <w:b/>
          <w:lang w:eastAsia="cs-CZ"/>
        </w:rPr>
        <w:t>10</w:t>
      </w:r>
      <w:r w:rsidR="00EB4D91">
        <w:rPr>
          <w:rFonts w:eastAsia="Calibri" w:cs="Times New Roman"/>
          <w:b/>
          <w:lang w:eastAsia="cs-CZ"/>
        </w:rPr>
        <w:t>1</w:t>
      </w:r>
      <w:r w:rsidR="004F56C8">
        <w:rPr>
          <w:rFonts w:eastAsia="Calibri" w:cs="Times New Roman"/>
          <w:b/>
          <w:lang w:eastAsia="cs-CZ"/>
        </w:rPr>
        <w:t>:</w:t>
      </w:r>
    </w:p>
    <w:p w:rsidR="00B97EFE" w:rsidRPr="00B97EFE" w:rsidRDefault="00B97EFE" w:rsidP="004F56C8">
      <w:pPr>
        <w:spacing w:after="0" w:line="240" w:lineRule="auto"/>
        <w:rPr>
          <w:rFonts w:eastAsia="Calibri" w:cs="Times New Roman"/>
          <w:lang w:eastAsia="cs-CZ"/>
        </w:rPr>
      </w:pPr>
      <w:r w:rsidRPr="00B97EFE">
        <w:rPr>
          <w:rFonts w:eastAsia="Calibri" w:cs="Times New Roman"/>
          <w:lang w:eastAsia="cs-CZ"/>
        </w:rPr>
        <w:t xml:space="preserve">SO 03-16-02 </w:t>
      </w:r>
      <w:proofErr w:type="spellStart"/>
      <w:r w:rsidRPr="00B97EFE">
        <w:rPr>
          <w:rFonts w:eastAsia="Calibri" w:cs="Times New Roman"/>
          <w:lang w:eastAsia="cs-CZ"/>
        </w:rPr>
        <w:t>žst</w:t>
      </w:r>
      <w:proofErr w:type="spellEnd"/>
      <w:r w:rsidRPr="00B97EFE">
        <w:rPr>
          <w:rFonts w:eastAsia="Calibri" w:cs="Times New Roman"/>
          <w:lang w:eastAsia="cs-CZ"/>
        </w:rPr>
        <w:t>. Střelice, nástupiště – V TZ na str. 7 je uvedeno, že Nástupiště směrem na Brno jsou ukončena betonovou zídkou z betonu C30/37 XF4. Ptáme se zadavatele, jaká třída betonu má být použita, když v půdorysu (4.2) a ve výkresu ukončení nástupiště (9.2) je C25/30 XF2?</w:t>
      </w:r>
    </w:p>
    <w:p w:rsidR="00B97EFE" w:rsidRDefault="00B97EFE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C7043" w:rsidRPr="0036332D" w:rsidRDefault="002C7043" w:rsidP="002C704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36332D">
        <w:rPr>
          <w:rFonts w:eastAsia="Calibri" w:cs="Times New Roman"/>
          <w:i/>
          <w:lang w:eastAsia="cs-CZ"/>
        </w:rPr>
        <w:t>Bude použit C25/30XF2.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921D5C" w:rsidRDefault="00B97EFE" w:rsidP="00921D5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="00EB4D91">
        <w:rPr>
          <w:rFonts w:eastAsia="Calibri" w:cs="Times New Roman"/>
          <w:b/>
          <w:lang w:eastAsia="cs-CZ"/>
        </w:rPr>
        <w:t>2</w:t>
      </w:r>
      <w:r w:rsidR="00921D5C">
        <w:rPr>
          <w:rFonts w:eastAsia="Calibri" w:cs="Times New Roman"/>
          <w:b/>
          <w:lang w:eastAsia="cs-CZ"/>
        </w:rPr>
        <w:t>:</w:t>
      </w:r>
    </w:p>
    <w:p w:rsidR="00B97EFE" w:rsidRDefault="00B97EFE" w:rsidP="00921D5C">
      <w:pPr>
        <w:spacing w:after="0" w:line="240" w:lineRule="auto"/>
        <w:rPr>
          <w:rFonts w:eastAsia="Calibri" w:cs="Times New Roman"/>
          <w:b/>
          <w:lang w:eastAsia="cs-CZ"/>
        </w:rPr>
      </w:pPr>
      <w:r w:rsidRPr="00B97EFE">
        <w:rPr>
          <w:rFonts w:eastAsia="Calibri" w:cs="Times New Roman"/>
          <w:lang w:eastAsia="cs-CZ"/>
        </w:rPr>
        <w:t xml:space="preserve">SO 03-16-02 </w:t>
      </w:r>
      <w:proofErr w:type="spellStart"/>
      <w:r w:rsidRPr="00B97EFE">
        <w:rPr>
          <w:rFonts w:eastAsia="Calibri" w:cs="Times New Roman"/>
          <w:lang w:eastAsia="cs-CZ"/>
        </w:rPr>
        <w:t>žst</w:t>
      </w:r>
      <w:proofErr w:type="spellEnd"/>
      <w:r w:rsidRPr="00B97EFE">
        <w:rPr>
          <w:rFonts w:eastAsia="Calibri" w:cs="Times New Roman"/>
          <w:lang w:eastAsia="cs-CZ"/>
        </w:rPr>
        <w:t>. Střelice, nástupiště – Ve které položce má uchazeč ocenit zřízení zdrsněného hmatového pásu š. 0,40 m, v TZ uvedeno v barvě dlažby odlišné od schválených typů slepecké dlažby (</w:t>
      </w:r>
      <w:proofErr w:type="spellStart"/>
      <w:r w:rsidRPr="00B97EFE">
        <w:rPr>
          <w:rFonts w:eastAsia="Calibri" w:cs="Times New Roman"/>
          <w:lang w:eastAsia="cs-CZ"/>
        </w:rPr>
        <w:t>otrýskané</w:t>
      </w:r>
      <w:proofErr w:type="spellEnd"/>
      <w:r w:rsidRPr="00B97EFE">
        <w:rPr>
          <w:rFonts w:eastAsia="Calibri" w:cs="Times New Roman"/>
          <w:lang w:eastAsia="cs-CZ"/>
        </w:rPr>
        <w:t xml:space="preserve"> betonové dlaždice). Jaké barvy a jaký rozměr mají mít dlaždice pro tento hmatový pás?</w:t>
      </w:r>
    </w:p>
    <w:p w:rsidR="00B97EFE" w:rsidRDefault="00B97EFE" w:rsidP="00921D5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21D5C" w:rsidRDefault="00921D5C" w:rsidP="00921D5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21D5C" w:rsidRPr="0036332D" w:rsidRDefault="002C7043" w:rsidP="00921D5C">
      <w:pPr>
        <w:spacing w:after="0" w:line="240" w:lineRule="auto"/>
        <w:rPr>
          <w:rFonts w:eastAsia="Calibri" w:cs="Times New Roman"/>
          <w:i/>
          <w:lang w:eastAsia="cs-CZ"/>
        </w:rPr>
      </w:pPr>
      <w:r w:rsidRPr="0036332D">
        <w:rPr>
          <w:rFonts w:eastAsia="Calibri" w:cs="Times New Roman"/>
          <w:i/>
          <w:lang w:eastAsia="cs-CZ"/>
        </w:rPr>
        <w:t xml:space="preserve">Položka </w:t>
      </w:r>
      <w:proofErr w:type="gramStart"/>
      <w:r w:rsidRPr="0036332D">
        <w:rPr>
          <w:rFonts w:eastAsia="Calibri" w:cs="Times New Roman"/>
          <w:i/>
          <w:lang w:eastAsia="cs-CZ"/>
        </w:rPr>
        <w:t>č.32</w:t>
      </w:r>
      <w:proofErr w:type="gramEnd"/>
      <w:r w:rsidRPr="0036332D">
        <w:rPr>
          <w:rFonts w:eastAsia="Calibri" w:cs="Times New Roman"/>
          <w:i/>
          <w:lang w:eastAsia="cs-CZ"/>
        </w:rPr>
        <w:t xml:space="preserve"> – hmatový pás – zdrsnění dlažby tryskáním o celkové výměře 11m2, celková šířka pásu je 0,4m</w:t>
      </w:r>
      <w:r w:rsidR="00EF1091" w:rsidRPr="0036332D">
        <w:rPr>
          <w:rFonts w:eastAsia="Calibri" w:cs="Times New Roman"/>
          <w:i/>
          <w:lang w:eastAsia="cs-CZ"/>
        </w:rPr>
        <w:t>,</w:t>
      </w:r>
      <w:r w:rsidRPr="0036332D">
        <w:rPr>
          <w:rFonts w:eastAsia="Calibri" w:cs="Times New Roman"/>
          <w:i/>
          <w:lang w:eastAsia="cs-CZ"/>
        </w:rPr>
        <w:t xml:space="preserve"> ale realizují se v pásech šířky 0,1m.</w:t>
      </w:r>
    </w:p>
    <w:p w:rsidR="00921D5C" w:rsidRDefault="00921D5C" w:rsidP="00921D5C">
      <w:pPr>
        <w:jc w:val="both"/>
        <w:rPr>
          <w:rFonts w:ascii="Arial" w:hAnsi="Arial" w:cs="Arial"/>
          <w:sz w:val="22"/>
          <w:szCs w:val="22"/>
        </w:rPr>
      </w:pPr>
    </w:p>
    <w:p w:rsidR="0036332D" w:rsidRPr="0036332D" w:rsidRDefault="0036332D" w:rsidP="00FB1553">
      <w:pPr>
        <w:spacing w:after="0"/>
        <w:jc w:val="both"/>
        <w:rPr>
          <w:rFonts w:eastAsia="Calibri" w:cs="Times New Roman"/>
          <w:lang w:eastAsia="cs-CZ"/>
        </w:rPr>
      </w:pPr>
      <w:r w:rsidRPr="0036332D">
        <w:rPr>
          <w:rFonts w:eastAsia="Times New Roman" w:cs="Times New Roman"/>
          <w:lang w:eastAsia="cs-CZ"/>
        </w:rPr>
        <w:t xml:space="preserve">Zadavatel </w:t>
      </w:r>
      <w:r w:rsidRPr="0036332D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36332D">
        <w:rPr>
          <w:rFonts w:eastAsia="Times New Roman" w:cs="Times New Roman"/>
          <w:lang w:eastAsia="cs-CZ"/>
        </w:rPr>
        <w:t xml:space="preserve"> </w:t>
      </w:r>
      <w:r w:rsidRPr="0036332D">
        <w:rPr>
          <w:rFonts w:eastAsia="Calibri" w:cs="Times New Roman"/>
          <w:lang w:eastAsia="cs-CZ"/>
        </w:rPr>
        <w:t>bez předchozí žádosti.</w:t>
      </w:r>
    </w:p>
    <w:p w:rsidR="00FB1553" w:rsidRDefault="00FB1553" w:rsidP="00FB1553">
      <w:pPr>
        <w:spacing w:after="0"/>
        <w:jc w:val="both"/>
        <w:rPr>
          <w:rFonts w:eastAsia="Calibri" w:cs="Times New Roman"/>
          <w:i/>
          <w:color w:val="FF0000"/>
          <w:lang w:eastAsia="cs-CZ"/>
        </w:rPr>
      </w:pPr>
    </w:p>
    <w:p w:rsidR="00EF1091" w:rsidRPr="00FB1553" w:rsidRDefault="00FB1553" w:rsidP="00FB1553">
      <w:pPr>
        <w:spacing w:after="0"/>
        <w:jc w:val="both"/>
        <w:rPr>
          <w:rFonts w:eastAsia="Calibri" w:cs="Times New Roman"/>
          <w:i/>
          <w:lang w:eastAsia="cs-CZ"/>
        </w:rPr>
      </w:pPr>
      <w:r w:rsidRPr="00FB1553">
        <w:rPr>
          <w:rFonts w:eastAsia="Calibri" w:cs="Times New Roman"/>
          <w:i/>
          <w:lang w:eastAsia="cs-CZ"/>
        </w:rPr>
        <w:t>Ve V</w:t>
      </w:r>
      <w:r w:rsidR="00EF1091" w:rsidRPr="00FB1553">
        <w:rPr>
          <w:rFonts w:eastAsia="Calibri" w:cs="Times New Roman"/>
          <w:i/>
          <w:lang w:eastAsia="cs-CZ"/>
        </w:rPr>
        <w:t>ysvětlení č.</w:t>
      </w:r>
      <w:r w:rsidRPr="00FB1553">
        <w:rPr>
          <w:rFonts w:eastAsia="Calibri" w:cs="Times New Roman"/>
          <w:i/>
          <w:lang w:eastAsia="cs-CZ"/>
        </w:rPr>
        <w:t xml:space="preserve"> </w:t>
      </w:r>
      <w:r w:rsidR="00EF1091" w:rsidRPr="00FB1553">
        <w:rPr>
          <w:rFonts w:eastAsia="Calibri" w:cs="Times New Roman"/>
          <w:i/>
          <w:lang w:eastAsia="cs-CZ"/>
        </w:rPr>
        <w:t>5</w:t>
      </w:r>
      <w:r w:rsidRPr="00FB1553">
        <w:rPr>
          <w:rFonts w:eastAsia="Calibri" w:cs="Times New Roman"/>
          <w:i/>
          <w:lang w:eastAsia="cs-CZ"/>
        </w:rPr>
        <w:t>, Dotaz č. 91</w:t>
      </w:r>
      <w:r w:rsidR="00EF1091" w:rsidRPr="00FB1553">
        <w:rPr>
          <w:rFonts w:eastAsia="Calibri" w:cs="Times New Roman"/>
          <w:i/>
          <w:lang w:eastAsia="cs-CZ"/>
        </w:rPr>
        <w:t xml:space="preserve"> se omylem objevil starý soubor SO 04-16-03.xlsx a SO 04-16-03.pdf. Přikládáme správný </w:t>
      </w:r>
      <w:r w:rsidRPr="00FB1553">
        <w:rPr>
          <w:rFonts w:eastAsia="Calibri" w:cs="Times New Roman"/>
          <w:i/>
          <w:lang w:eastAsia="cs-CZ"/>
        </w:rPr>
        <w:t xml:space="preserve">soubor SO 04-16-03_a.xlsx, který již byl zveřejněn ve Vysvětlení </w:t>
      </w:r>
      <w:r w:rsidRPr="00FB1553">
        <w:rPr>
          <w:rFonts w:eastAsia="Calibri" w:cs="Times New Roman"/>
          <w:i/>
          <w:lang w:eastAsia="cs-CZ"/>
        </w:rPr>
        <w:br/>
        <w:t>č. 4 (Dotaz č. 57), viz příloha.</w:t>
      </w:r>
    </w:p>
    <w:p w:rsidR="00037FC5" w:rsidRDefault="00037FC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B1553" w:rsidRDefault="00FB155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590B" w:rsidRDefault="00FB1553" w:rsidP="00CC590B">
      <w:pPr>
        <w:spacing w:after="0" w:line="240" w:lineRule="auto"/>
        <w:rPr>
          <w:rFonts w:eastAsia="Times New Roman" w:cs="Times New Roman"/>
          <w:lang w:eastAsia="cs-CZ"/>
        </w:rPr>
      </w:pPr>
      <w:r w:rsidRPr="00FB1553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FB1553" w:rsidRPr="00BD5319" w:rsidRDefault="00FB1553" w:rsidP="00CC590B">
      <w:pPr>
        <w:spacing w:after="0" w:line="240" w:lineRule="auto"/>
        <w:rPr>
          <w:rFonts w:eastAsia="Times New Roman" w:cs="Times New Roman"/>
          <w:lang w:eastAsia="cs-CZ"/>
        </w:rPr>
      </w:pPr>
    </w:p>
    <w:p w:rsidR="00CC590B" w:rsidRPr="00BD5319" w:rsidRDefault="00CC590B" w:rsidP="00CC59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F1CD9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C590B" w:rsidRDefault="00CC590B" w:rsidP="00CC59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FB1553" w:rsidRPr="00BD5319" w:rsidRDefault="00FB1553" w:rsidP="00CC59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B155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1104CA" w:rsidRPr="00FB1553" w:rsidRDefault="00EF1091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B1553">
        <w:rPr>
          <w:rFonts w:eastAsia="Calibri" w:cs="Times New Roman"/>
          <w:lang w:eastAsia="cs-CZ"/>
        </w:rPr>
        <w:t>SO 02-16-02_a.xlsx</w:t>
      </w:r>
    </w:p>
    <w:p w:rsidR="00EF1091" w:rsidRPr="00FB1553" w:rsidRDefault="00EF109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B1553">
        <w:rPr>
          <w:rFonts w:eastAsia="Calibri" w:cs="Times New Roman"/>
          <w:lang w:eastAsia="cs-CZ"/>
        </w:rPr>
        <w:t>SO 02-16-03_a.xlsx</w:t>
      </w:r>
    </w:p>
    <w:p w:rsidR="00BD5319" w:rsidRPr="00FB1553" w:rsidRDefault="00EF109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B1553">
        <w:rPr>
          <w:rFonts w:eastAsia="Calibri" w:cs="Times New Roman"/>
          <w:lang w:eastAsia="cs-CZ"/>
        </w:rPr>
        <w:t xml:space="preserve">SO </w:t>
      </w:r>
      <w:r w:rsidR="00FB1553" w:rsidRPr="00FB1553">
        <w:rPr>
          <w:rFonts w:eastAsia="Calibri" w:cs="Times New Roman"/>
          <w:lang w:eastAsia="cs-CZ"/>
        </w:rPr>
        <w:t>04-16-03_a.xlsx</w:t>
      </w: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B1553" w:rsidRDefault="00FB155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>V</w:t>
      </w:r>
      <w:r w:rsidR="00CC590B">
        <w:rPr>
          <w:rFonts w:eastAsia="Calibri" w:cs="Times New Roman"/>
          <w:lang w:eastAsia="cs-CZ"/>
        </w:rPr>
        <w:t> </w:t>
      </w:r>
      <w:r w:rsidR="00FB1553">
        <w:rPr>
          <w:rFonts w:eastAsia="Calibri" w:cs="Times New Roman"/>
          <w:lang w:eastAsia="cs-CZ"/>
        </w:rPr>
        <w:t>Olomouci</w:t>
      </w:r>
      <w:r w:rsidR="00CC590B">
        <w:rPr>
          <w:rFonts w:eastAsia="Calibri" w:cs="Times New Roman"/>
          <w:lang w:eastAsia="cs-CZ"/>
        </w:rPr>
        <w:t xml:space="preserve"> </w:t>
      </w:r>
      <w:r w:rsidRPr="00852595">
        <w:rPr>
          <w:rFonts w:eastAsia="Calibri" w:cs="Times New Roman"/>
          <w:lang w:eastAsia="cs-CZ"/>
        </w:rPr>
        <w:t>dne</w:t>
      </w:r>
      <w:r w:rsidRPr="00BD5319">
        <w:rPr>
          <w:rFonts w:eastAsia="Calibri" w:cs="Times New Roman"/>
          <w:lang w:eastAsia="cs-CZ"/>
        </w:rPr>
        <w:t xml:space="preserve"> </w:t>
      </w:r>
      <w:r w:rsidR="00B97EFE">
        <w:rPr>
          <w:rFonts w:eastAsia="Calibri" w:cs="Times New Roman"/>
          <w:lang w:eastAsia="cs-CZ"/>
        </w:rPr>
        <w:t>1</w:t>
      </w:r>
      <w:r w:rsidR="00CF350B">
        <w:rPr>
          <w:rFonts w:eastAsia="Calibri" w:cs="Times New Roman"/>
          <w:lang w:eastAsia="cs-CZ"/>
        </w:rPr>
        <w:t>. 1</w:t>
      </w:r>
      <w:r w:rsidR="00B97EFE">
        <w:rPr>
          <w:rFonts w:eastAsia="Calibri" w:cs="Times New Roman"/>
          <w:lang w:eastAsia="cs-CZ"/>
        </w:rPr>
        <w:t>1</w:t>
      </w:r>
      <w:r w:rsidR="00852595">
        <w:rPr>
          <w:rFonts w:eastAsia="Calibri" w:cs="Times New Roman"/>
          <w:lang w:eastAsia="cs-CZ"/>
        </w:rPr>
        <w:t>. 2019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B1553" w:rsidRDefault="00FB155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B1553" w:rsidRDefault="00FB155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FB1553" w:rsidRDefault="00FB1553" w:rsidP="00FB1553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Ing. Miroslav Bocák</w:t>
      </w:r>
      <w:r>
        <w:rPr>
          <w:rFonts w:eastAsia="Times New Roman" w:cs="Times New Roman"/>
          <w:b/>
          <w:lang w:eastAsia="cs-CZ"/>
        </w:rPr>
        <w:t xml:space="preserve"> </w:t>
      </w:r>
    </w:p>
    <w:p w:rsidR="00FB1553" w:rsidRDefault="00FB1553" w:rsidP="00FB155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ředitel organizační jednotky</w:t>
      </w:r>
      <w:r>
        <w:rPr>
          <w:rFonts w:eastAsia="Times New Roman" w:cs="Times New Roman"/>
          <w:lang w:eastAsia="cs-CZ"/>
        </w:rPr>
        <w:tab/>
      </w:r>
    </w:p>
    <w:p w:rsidR="00FB1553" w:rsidRDefault="00FB1553" w:rsidP="00FB155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Stavební správa východ</w:t>
      </w:r>
    </w:p>
    <w:p w:rsidR="00FB1553" w:rsidRDefault="00FB1553" w:rsidP="00FB155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Správa železniční dopravní cesty,</w:t>
      </w:r>
    </w:p>
    <w:p w:rsidR="00FB1553" w:rsidRDefault="00FB1553" w:rsidP="00FB155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státní organizace</w:t>
      </w:r>
    </w:p>
    <w:p w:rsidR="00CB7B5A" w:rsidRPr="00CB7B5A" w:rsidRDefault="00CB7B5A" w:rsidP="00FB155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75BD3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8E5" w:rsidRDefault="00F978E5" w:rsidP="00962258">
      <w:pPr>
        <w:spacing w:after="0" w:line="240" w:lineRule="auto"/>
      </w:pPr>
      <w:r>
        <w:separator/>
      </w:r>
    </w:p>
  </w:endnote>
  <w:endnote w:type="continuationSeparator" w:id="0">
    <w:p w:rsidR="00F978E5" w:rsidRDefault="00F978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978E5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978E5" w:rsidRPr="00B8518B" w:rsidRDefault="00F978E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6A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6A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978E5" w:rsidRDefault="00F978E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978E5" w:rsidRDefault="00F978E5" w:rsidP="00B8518B">
          <w:pPr>
            <w:pStyle w:val="Zpat"/>
          </w:pPr>
        </w:p>
      </w:tc>
      <w:tc>
        <w:tcPr>
          <w:tcW w:w="2921" w:type="dxa"/>
        </w:tcPr>
        <w:p w:rsidR="00F978E5" w:rsidRDefault="00F978E5" w:rsidP="00D831A3">
          <w:pPr>
            <w:pStyle w:val="Zpat"/>
          </w:pPr>
        </w:p>
      </w:tc>
    </w:tr>
  </w:tbl>
  <w:p w:rsidR="00F978E5" w:rsidRPr="00B8518B" w:rsidRDefault="00F978E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E89C2E9" wp14:editId="76072B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F2D3B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1DAD71" wp14:editId="699381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E165E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978E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978E5" w:rsidRPr="00B8518B" w:rsidRDefault="00F978E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35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35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978E5" w:rsidRDefault="00F978E5" w:rsidP="00460660">
          <w:pPr>
            <w:pStyle w:val="Zpat"/>
          </w:pPr>
          <w:r>
            <w:t>Správa železniční dopravní cesty, státní organizace</w:t>
          </w:r>
        </w:p>
        <w:p w:rsidR="00F978E5" w:rsidRDefault="00F978E5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978E5" w:rsidRDefault="00F978E5" w:rsidP="00460660">
          <w:pPr>
            <w:pStyle w:val="Zpat"/>
          </w:pPr>
          <w:r>
            <w:t>Sídlo: Dlážděná 1003/7, 110 00 Praha 1</w:t>
          </w:r>
        </w:p>
        <w:p w:rsidR="00F978E5" w:rsidRDefault="00F978E5" w:rsidP="00460660">
          <w:pPr>
            <w:pStyle w:val="Zpat"/>
          </w:pPr>
          <w:r>
            <w:t>IČ: 709 94 234 DIČ: CZ 709 94 234</w:t>
          </w:r>
        </w:p>
        <w:p w:rsidR="00F978E5" w:rsidRDefault="00F978E5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978E5" w:rsidRPr="00B45E9E" w:rsidRDefault="00F978E5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F978E5" w:rsidRPr="00B45E9E" w:rsidRDefault="00F978E5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978E5" w:rsidRDefault="00F978E5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978E5" w:rsidRPr="00B8518B" w:rsidRDefault="00F978E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6BDA722" wp14:editId="64C1C0B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AD86A3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80AB53E" wp14:editId="4DD815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08F755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978E5" w:rsidRPr="00460660" w:rsidRDefault="00F978E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8E5" w:rsidRDefault="00F978E5" w:rsidP="00962258">
      <w:pPr>
        <w:spacing w:after="0" w:line="240" w:lineRule="auto"/>
      </w:pPr>
      <w:r>
        <w:separator/>
      </w:r>
    </w:p>
  </w:footnote>
  <w:footnote w:type="continuationSeparator" w:id="0">
    <w:p w:rsidR="00F978E5" w:rsidRDefault="00F978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978E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978E5" w:rsidRPr="00B8518B" w:rsidRDefault="00F978E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978E5" w:rsidRDefault="00F978E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978E5" w:rsidRPr="00D6163D" w:rsidRDefault="00F978E5" w:rsidP="00D6163D">
          <w:pPr>
            <w:pStyle w:val="Druhdokumentu"/>
          </w:pPr>
        </w:p>
      </w:tc>
    </w:tr>
  </w:tbl>
  <w:p w:rsidR="00F978E5" w:rsidRPr="00D6163D" w:rsidRDefault="00F978E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978E5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978E5" w:rsidRPr="00B8518B" w:rsidRDefault="00F978E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A5951EC" wp14:editId="5FA8A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D40792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978E5" w:rsidRDefault="00F978E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978E5" w:rsidRPr="00D6163D" w:rsidRDefault="00F978E5" w:rsidP="00FC6389">
          <w:pPr>
            <w:pStyle w:val="Druhdokumentu"/>
          </w:pPr>
        </w:p>
      </w:tc>
    </w:tr>
    <w:tr w:rsidR="00F978E5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978E5" w:rsidRPr="00B8518B" w:rsidRDefault="00F978E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978E5" w:rsidRDefault="00F978E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978E5" w:rsidRDefault="00F978E5" w:rsidP="00FC6389">
          <w:pPr>
            <w:pStyle w:val="Druhdokumentu"/>
            <w:rPr>
              <w:noProof/>
            </w:rPr>
          </w:pPr>
        </w:p>
      </w:tc>
    </w:tr>
  </w:tbl>
  <w:p w:rsidR="00F978E5" w:rsidRPr="00D6163D" w:rsidRDefault="00F978E5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536FC21" wp14:editId="09737AF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0ADBC7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E415509" wp14:editId="1B6805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978E5" w:rsidRPr="00460660" w:rsidRDefault="00F978E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5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7FC5"/>
    <w:rsid w:val="00072C1E"/>
    <w:rsid w:val="000B0589"/>
    <w:rsid w:val="000B6C7E"/>
    <w:rsid w:val="000B7907"/>
    <w:rsid w:val="000C0429"/>
    <w:rsid w:val="000C45E8"/>
    <w:rsid w:val="001104CA"/>
    <w:rsid w:val="00114472"/>
    <w:rsid w:val="00170EC5"/>
    <w:rsid w:val="00173E2F"/>
    <w:rsid w:val="001747C1"/>
    <w:rsid w:val="0018596A"/>
    <w:rsid w:val="001B69C2"/>
    <w:rsid w:val="001C4DA0"/>
    <w:rsid w:val="001D7C72"/>
    <w:rsid w:val="00207DF5"/>
    <w:rsid w:val="002165A8"/>
    <w:rsid w:val="00267369"/>
    <w:rsid w:val="0026785D"/>
    <w:rsid w:val="002C06A7"/>
    <w:rsid w:val="002C31BF"/>
    <w:rsid w:val="002C7043"/>
    <w:rsid w:val="002E04AE"/>
    <w:rsid w:val="002E0CD7"/>
    <w:rsid w:val="002F026B"/>
    <w:rsid w:val="00357BC6"/>
    <w:rsid w:val="0036332D"/>
    <w:rsid w:val="00365ABD"/>
    <w:rsid w:val="0037111D"/>
    <w:rsid w:val="003956C6"/>
    <w:rsid w:val="003A79A0"/>
    <w:rsid w:val="003C556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35BF"/>
    <w:rsid w:val="00504EDE"/>
    <w:rsid w:val="00511AB9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1D50"/>
    <w:rsid w:val="006A5570"/>
    <w:rsid w:val="006A689C"/>
    <w:rsid w:val="006B3D79"/>
    <w:rsid w:val="006E0578"/>
    <w:rsid w:val="006E314D"/>
    <w:rsid w:val="006E7F06"/>
    <w:rsid w:val="00710723"/>
    <w:rsid w:val="007170E9"/>
    <w:rsid w:val="00723ED1"/>
    <w:rsid w:val="00726EDC"/>
    <w:rsid w:val="00735ED4"/>
    <w:rsid w:val="007405F5"/>
    <w:rsid w:val="00743525"/>
    <w:rsid w:val="007531A0"/>
    <w:rsid w:val="0076286B"/>
    <w:rsid w:val="00764595"/>
    <w:rsid w:val="00766846"/>
    <w:rsid w:val="0077673A"/>
    <w:rsid w:val="007846E1"/>
    <w:rsid w:val="007B570C"/>
    <w:rsid w:val="007D7768"/>
    <w:rsid w:val="007E4A6E"/>
    <w:rsid w:val="007F56A7"/>
    <w:rsid w:val="00807DD0"/>
    <w:rsid w:val="00813F11"/>
    <w:rsid w:val="00852595"/>
    <w:rsid w:val="00876A04"/>
    <w:rsid w:val="008849A1"/>
    <w:rsid w:val="00891334"/>
    <w:rsid w:val="008A3568"/>
    <w:rsid w:val="008C59EF"/>
    <w:rsid w:val="008D03B9"/>
    <w:rsid w:val="008F18D6"/>
    <w:rsid w:val="00904780"/>
    <w:rsid w:val="009113A8"/>
    <w:rsid w:val="00921D5C"/>
    <w:rsid w:val="00922385"/>
    <w:rsid w:val="009223DF"/>
    <w:rsid w:val="00925A7E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87486"/>
    <w:rsid w:val="00AA4CBB"/>
    <w:rsid w:val="00AA65FA"/>
    <w:rsid w:val="00AA7351"/>
    <w:rsid w:val="00AD056F"/>
    <w:rsid w:val="00AD2773"/>
    <w:rsid w:val="00AD6731"/>
    <w:rsid w:val="00AE1DDE"/>
    <w:rsid w:val="00AE5F8E"/>
    <w:rsid w:val="00B06F93"/>
    <w:rsid w:val="00B15B5E"/>
    <w:rsid w:val="00B15D0D"/>
    <w:rsid w:val="00B23CA3"/>
    <w:rsid w:val="00B3491A"/>
    <w:rsid w:val="00B45E9E"/>
    <w:rsid w:val="00B55F9C"/>
    <w:rsid w:val="00B75EE1"/>
    <w:rsid w:val="00B77481"/>
    <w:rsid w:val="00B84271"/>
    <w:rsid w:val="00B8518B"/>
    <w:rsid w:val="00B97EFE"/>
    <w:rsid w:val="00BB3740"/>
    <w:rsid w:val="00BD1C33"/>
    <w:rsid w:val="00BD5319"/>
    <w:rsid w:val="00BD7E91"/>
    <w:rsid w:val="00BF374D"/>
    <w:rsid w:val="00BF6D48"/>
    <w:rsid w:val="00C02D0A"/>
    <w:rsid w:val="00C03A6E"/>
    <w:rsid w:val="00C30759"/>
    <w:rsid w:val="00C44F6A"/>
    <w:rsid w:val="00C51477"/>
    <w:rsid w:val="00C727E5"/>
    <w:rsid w:val="00C8207D"/>
    <w:rsid w:val="00CB7B5A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1CD9"/>
    <w:rsid w:val="00E23D95"/>
    <w:rsid w:val="00E824F1"/>
    <w:rsid w:val="00EB104F"/>
    <w:rsid w:val="00EB4D91"/>
    <w:rsid w:val="00EC59E2"/>
    <w:rsid w:val="00EC6A25"/>
    <w:rsid w:val="00ED14BD"/>
    <w:rsid w:val="00EF1091"/>
    <w:rsid w:val="00F01440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62D6"/>
    <w:rsid w:val="00F86BA6"/>
    <w:rsid w:val="00F9610D"/>
    <w:rsid w:val="00F978E5"/>
    <w:rsid w:val="00FB1553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9D8A8-4EBF-4FD2-BE95-40747BA0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215</TotalTime>
  <Pages>2</Pages>
  <Words>537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34</cp:revision>
  <cp:lastPrinted>2019-11-01T06:58:00Z</cp:lastPrinted>
  <dcterms:created xsi:type="dcterms:W3CDTF">2019-10-15T10:53:00Z</dcterms:created>
  <dcterms:modified xsi:type="dcterms:W3CDTF">2019-11-01T06:58:00Z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