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  <w:bookmarkStart w:id="0" w:name="_GoBack"/>
            <w:bookmarkEnd w:id="0"/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E92066" w:rsidP="0037111D">
            <w:r w:rsidRPr="00E92066">
              <w:rPr>
                <w:rFonts w:ascii="Helvetica" w:hAnsi="Helvetica"/>
              </w:rPr>
              <w:t>9198/2019-SŽDC-SSV-Ú3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AC27E7" w:rsidRDefault="00F862D6" w:rsidP="0077673A">
            <w:r w:rsidRPr="00AC27E7">
              <w:t>Listů/příloh</w:t>
            </w:r>
          </w:p>
        </w:tc>
        <w:tc>
          <w:tcPr>
            <w:tcW w:w="2552" w:type="dxa"/>
          </w:tcPr>
          <w:p w:rsidR="00F862D6" w:rsidRPr="00AC27E7" w:rsidRDefault="00E92066" w:rsidP="00CC1E2B">
            <w:r w:rsidRPr="00AC27E7">
              <w:t>2</w:t>
            </w:r>
            <w:r w:rsidR="00AC27E7" w:rsidRPr="00AC27E7">
              <w:t>/1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E92066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E92066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F627AA" w:rsidP="006104F6">
            <w:r>
              <w:t>Majerova@szdc.cz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:rsidR="009A7568" w:rsidRPr="003E6B9A" w:rsidRDefault="00E92066" w:rsidP="00E92066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F2161">
              <w:rPr>
                <w:noProof/>
              </w:rPr>
              <w:t>29. října 2019</w:t>
            </w:r>
            <w:r w:rsidRPr="003E6B9A">
              <w:fldChar w:fldCharType="end"/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E92066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E92066" w:rsidRPr="00E92066">
        <w:rPr>
          <w:rFonts w:eastAsia="Calibri" w:cs="Times New Roman"/>
          <w:b/>
          <w:lang w:eastAsia="cs-CZ"/>
        </w:rPr>
        <w:t xml:space="preserve">Rekonstrukce žel. </w:t>
      </w:r>
      <w:proofErr w:type="gramStart"/>
      <w:r w:rsidR="00E92066" w:rsidRPr="00E92066">
        <w:rPr>
          <w:rFonts w:eastAsia="Calibri" w:cs="Times New Roman"/>
          <w:b/>
          <w:lang w:eastAsia="cs-CZ"/>
        </w:rPr>
        <w:t>přejezdu</w:t>
      </w:r>
      <w:proofErr w:type="gramEnd"/>
      <w:r w:rsidR="00E92066" w:rsidRPr="00E92066">
        <w:rPr>
          <w:rFonts w:eastAsia="Calibri" w:cs="Times New Roman"/>
          <w:b/>
          <w:lang w:eastAsia="cs-CZ"/>
        </w:rPr>
        <w:t xml:space="preserve"> v km 4,740 (P7140) včetně doplnění pol. závor </w:t>
      </w:r>
    </w:p>
    <w:p w:rsidR="00CB7B5A" w:rsidRDefault="00E92066" w:rsidP="00CB7B5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b/>
          <w:lang w:eastAsia="cs-CZ"/>
        </w:rPr>
        <w:t xml:space="preserve">       </w:t>
      </w:r>
      <w:r w:rsidRPr="00E92066">
        <w:rPr>
          <w:rFonts w:eastAsia="Calibri" w:cs="Times New Roman"/>
          <w:b/>
          <w:lang w:eastAsia="cs-CZ"/>
        </w:rPr>
        <w:t>na trati Zaječí - Hodonín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92066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E92066">
        <w:rPr>
          <w:rFonts w:eastAsia="Calibri" w:cs="Times New Roman"/>
          <w:lang w:eastAsia="cs-CZ"/>
        </w:rPr>
        <w:t>1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627AA" w:rsidRDefault="00F627A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27C9B" w:rsidRPr="00CB7B5A" w:rsidRDefault="00127C9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:rsidR="00E92066" w:rsidRPr="00E92066" w:rsidRDefault="00E92066" w:rsidP="00E92066">
      <w:pPr>
        <w:spacing w:after="0" w:line="240" w:lineRule="auto"/>
        <w:rPr>
          <w:rFonts w:eastAsia="Times New Roman"/>
        </w:rPr>
      </w:pPr>
      <w:r w:rsidRPr="00E92066">
        <w:rPr>
          <w:rFonts w:eastAsia="Times New Roman"/>
        </w:rPr>
        <w:t xml:space="preserve">V SO 01 pol. </w:t>
      </w:r>
      <w:proofErr w:type="gramStart"/>
      <w:r w:rsidRPr="00E92066">
        <w:rPr>
          <w:rFonts w:eastAsia="Times New Roman"/>
        </w:rPr>
        <w:t>č.9 je</w:t>
      </w:r>
      <w:proofErr w:type="gramEnd"/>
      <w:r w:rsidRPr="00E92066">
        <w:rPr>
          <w:rFonts w:eastAsia="Times New Roman"/>
        </w:rPr>
        <w:t xml:space="preserve"> uveden materiál svěrka ŽS4. S ohledem na ostatní materiál uvedený v rozpočtu by se mělo jednat spíše o svěrkový komplet ŽS4 – chybí totiž jinak svěrkový šroub, matice a pružný kroužek. Dále je zde uvedeno chybné množství, které by mělo být dvojnásobné oproti uvedenému, celkově 352 ks. Žádáme zadavatele o opravu položky.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CB7B5A" w:rsidRPr="00F24A68" w:rsidRDefault="00F24A68" w:rsidP="00CB7B5A">
      <w:pPr>
        <w:spacing w:after="0" w:line="240" w:lineRule="auto"/>
        <w:rPr>
          <w:rFonts w:eastAsia="Calibri" w:cs="Times New Roman"/>
          <w:i/>
          <w:lang w:eastAsia="cs-CZ"/>
        </w:rPr>
      </w:pPr>
      <w:r w:rsidRPr="00F24A68">
        <w:rPr>
          <w:rFonts w:eastAsia="Calibri" w:cs="Times New Roman"/>
          <w:i/>
          <w:lang w:eastAsia="cs-CZ"/>
        </w:rPr>
        <w:t>Položka byla opravena, viz příloha.</w:t>
      </w:r>
    </w:p>
    <w:p w:rsidR="00E92066" w:rsidRDefault="00F24A68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 </w:t>
      </w:r>
    </w:p>
    <w:p w:rsidR="00127C9B" w:rsidRPr="00CB7B5A" w:rsidRDefault="00127C9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:rsidR="00E92066" w:rsidRPr="00E92066" w:rsidRDefault="00E92066" w:rsidP="00E92066">
      <w:pPr>
        <w:spacing w:after="0" w:line="240" w:lineRule="auto"/>
        <w:rPr>
          <w:rFonts w:eastAsia="Times New Roman"/>
        </w:rPr>
      </w:pPr>
      <w:r w:rsidRPr="00E92066">
        <w:rPr>
          <w:rFonts w:eastAsia="Times New Roman"/>
        </w:rPr>
        <w:t>V SO 01 chybí pro kompletní vystrojení betonových pražců SB 8 pryžové podložky, vrtule a pružné kroužky pod vrtule. Žádáme o jejich doplnění.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E92066" w:rsidRPr="00F24A68" w:rsidRDefault="00F24A68" w:rsidP="00CB7B5A">
      <w:pPr>
        <w:spacing w:after="0" w:line="240" w:lineRule="auto"/>
        <w:rPr>
          <w:rFonts w:eastAsia="Calibri" w:cs="Times New Roman"/>
          <w:i/>
          <w:lang w:eastAsia="cs-CZ"/>
        </w:rPr>
      </w:pPr>
      <w:r w:rsidRPr="00F24A68">
        <w:rPr>
          <w:rFonts w:eastAsia="Calibri" w:cs="Times New Roman"/>
          <w:i/>
          <w:lang w:eastAsia="cs-CZ"/>
        </w:rPr>
        <w:t>V SO 01 bylo doplněno, viz příloha.</w:t>
      </w:r>
    </w:p>
    <w:p w:rsidR="00E92066" w:rsidRDefault="00F24A68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 </w:t>
      </w:r>
    </w:p>
    <w:p w:rsidR="00127C9B" w:rsidRDefault="00127C9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92066" w:rsidRPr="00CB7B5A" w:rsidRDefault="00E92066" w:rsidP="00E92066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:rsidR="00E92066" w:rsidRPr="00E92066" w:rsidRDefault="00E92066" w:rsidP="00E92066">
      <w:pPr>
        <w:spacing w:after="0" w:line="240" w:lineRule="auto"/>
        <w:rPr>
          <w:rFonts w:eastAsia="Times New Roman"/>
        </w:rPr>
      </w:pPr>
      <w:r w:rsidRPr="00E92066">
        <w:rPr>
          <w:rFonts w:eastAsia="Times New Roman"/>
        </w:rPr>
        <w:t xml:space="preserve">Prosíme o objasnění, čeho se týkají v SO 01 položky č. 18 a 19 – zřízení podsypu nebo podkladu ze sypaniny </w:t>
      </w:r>
      <w:proofErr w:type="spellStart"/>
      <w:r w:rsidRPr="00E92066">
        <w:rPr>
          <w:rFonts w:eastAsia="Times New Roman"/>
        </w:rPr>
        <w:t>tl</w:t>
      </w:r>
      <w:proofErr w:type="spellEnd"/>
      <w:r w:rsidRPr="00E92066">
        <w:rPr>
          <w:rFonts w:eastAsia="Times New Roman"/>
        </w:rPr>
        <w:t>. 100 mm a 300 mm. Domníváme se, že se jedná o provedení náhrady neúnosné zeminy železničního spodku. Pokud by tomu tak bylo opravdu, pak jsou tyto položky znovu uvedeny v SO 02 a jedná se tedy o duplicitní položky. Žádáme zadavatele o kontrolu a případnou opravu.</w:t>
      </w:r>
    </w:p>
    <w:p w:rsidR="00E92066" w:rsidRPr="00CB7B5A" w:rsidRDefault="00E92066" w:rsidP="00E92066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92066" w:rsidRDefault="00E92066" w:rsidP="00E92066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:rsidR="00F24A68" w:rsidRPr="00F24A68" w:rsidRDefault="00F24A68" w:rsidP="00F24A68">
      <w:pPr>
        <w:spacing w:after="0" w:line="240" w:lineRule="auto"/>
        <w:rPr>
          <w:rFonts w:eastAsia="Calibri" w:cs="Times New Roman"/>
          <w:i/>
          <w:lang w:eastAsia="cs-CZ"/>
        </w:rPr>
      </w:pPr>
      <w:r w:rsidRPr="00F24A68">
        <w:rPr>
          <w:rFonts w:eastAsia="Calibri" w:cs="Times New Roman"/>
          <w:i/>
          <w:lang w:eastAsia="cs-CZ"/>
        </w:rPr>
        <w:t xml:space="preserve">V SO 01 byly tyto položky odstraněny. Z důvodu toho, že </w:t>
      </w:r>
      <w:proofErr w:type="gramStart"/>
      <w:r w:rsidRPr="00F24A68">
        <w:rPr>
          <w:rFonts w:eastAsia="Calibri" w:cs="Times New Roman"/>
          <w:i/>
          <w:lang w:eastAsia="cs-CZ"/>
        </w:rPr>
        <w:t>patří</w:t>
      </w:r>
      <w:proofErr w:type="gramEnd"/>
      <w:r w:rsidRPr="00F24A68">
        <w:rPr>
          <w:rFonts w:eastAsia="Calibri" w:cs="Times New Roman"/>
          <w:i/>
          <w:lang w:eastAsia="cs-CZ"/>
        </w:rPr>
        <w:t xml:space="preserve"> do železničního spodku </w:t>
      </w:r>
      <w:proofErr w:type="gramStart"/>
      <w:r w:rsidRPr="00F24A68">
        <w:rPr>
          <w:rFonts w:eastAsia="Calibri" w:cs="Times New Roman"/>
          <w:i/>
          <w:lang w:eastAsia="cs-CZ"/>
        </w:rPr>
        <w:t>budou</w:t>
      </w:r>
      <w:proofErr w:type="gramEnd"/>
      <w:r w:rsidRPr="00F24A68">
        <w:rPr>
          <w:rFonts w:eastAsia="Calibri" w:cs="Times New Roman"/>
          <w:i/>
          <w:lang w:eastAsia="cs-CZ"/>
        </w:rPr>
        <w:t xml:space="preserve"> uvedeny pouze v SO 02</w:t>
      </w:r>
      <w:r w:rsidRPr="00F24A68">
        <w:rPr>
          <w:rFonts w:eastAsia="Calibri" w:cs="Times New Roman"/>
          <w:i/>
          <w:lang w:eastAsia="cs-CZ"/>
        </w:rPr>
        <w:t>. Viz příloha.</w:t>
      </w:r>
    </w:p>
    <w:p w:rsidR="00E92066" w:rsidRDefault="00E92066" w:rsidP="00E92066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92066" w:rsidRDefault="00E92066" w:rsidP="00E92066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92066" w:rsidRPr="00CB7B5A" w:rsidRDefault="00E92066" w:rsidP="00E92066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</w:t>
      </w:r>
      <w:r w:rsidRPr="00CB7B5A">
        <w:rPr>
          <w:rFonts w:eastAsia="Calibri" w:cs="Times New Roman"/>
          <w:b/>
          <w:lang w:eastAsia="cs-CZ"/>
        </w:rPr>
        <w:t>:</w:t>
      </w:r>
    </w:p>
    <w:p w:rsidR="00E92066" w:rsidRPr="00E92066" w:rsidRDefault="00E92066" w:rsidP="00E92066">
      <w:pPr>
        <w:spacing w:after="0" w:line="240" w:lineRule="auto"/>
        <w:rPr>
          <w:rFonts w:eastAsia="Times New Roman"/>
        </w:rPr>
      </w:pPr>
      <w:r w:rsidRPr="00E92066">
        <w:rPr>
          <w:rFonts w:eastAsia="Times New Roman"/>
        </w:rPr>
        <w:t>Prosíme o objasnění položky v SO 01 č. 21 – D+M dopravních značek, o které dopravní značky se jedná. V technické zprávě jsme nenašli žádné zdůvodnění této položky.</w:t>
      </w:r>
    </w:p>
    <w:p w:rsidR="00E92066" w:rsidRPr="00CB7B5A" w:rsidRDefault="00E92066" w:rsidP="00E92066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92066" w:rsidRDefault="00E92066" w:rsidP="00E92066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</w:t>
      </w:r>
      <w:r>
        <w:rPr>
          <w:rFonts w:eastAsia="Calibri" w:cs="Times New Roman"/>
          <w:b/>
          <w:lang w:eastAsia="cs-CZ"/>
        </w:rPr>
        <w:t>:</w:t>
      </w:r>
    </w:p>
    <w:p w:rsidR="00E92066" w:rsidRDefault="00F24A68" w:rsidP="00E92066">
      <w:pPr>
        <w:spacing w:after="0" w:line="240" w:lineRule="auto"/>
        <w:rPr>
          <w:rFonts w:eastAsia="Calibri" w:cs="Times New Roman"/>
          <w:i/>
          <w:lang w:eastAsia="cs-CZ"/>
        </w:rPr>
      </w:pPr>
      <w:r w:rsidRPr="00F24A68">
        <w:rPr>
          <w:rFonts w:eastAsia="Calibri" w:cs="Times New Roman"/>
          <w:i/>
          <w:lang w:eastAsia="cs-CZ"/>
        </w:rPr>
        <w:t>Nejednalo se o dopravní značky, ale o výstroj trati. Z důvodu, že všechna neproměnná návěstidla se na trati již nachází a dojde maximálně k jejich posunu, byla položka odstraněna.</w:t>
      </w:r>
    </w:p>
    <w:p w:rsidR="00F24A68" w:rsidRPr="00F24A68" w:rsidRDefault="00F24A68" w:rsidP="00E92066">
      <w:pPr>
        <w:spacing w:after="0" w:line="240" w:lineRule="auto"/>
        <w:rPr>
          <w:rFonts w:eastAsia="Calibri" w:cs="Times New Roman"/>
          <w:i/>
          <w:lang w:eastAsia="cs-CZ"/>
        </w:rPr>
      </w:pPr>
      <w:r w:rsidRPr="00F24A68">
        <w:rPr>
          <w:rFonts w:eastAsia="Calibri" w:cs="Times New Roman"/>
          <w:i/>
          <w:lang w:eastAsia="cs-CZ"/>
        </w:rPr>
        <w:t>Viz příloha.</w:t>
      </w:r>
    </w:p>
    <w:p w:rsidR="00E92066" w:rsidRDefault="00E92066" w:rsidP="00E9206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127C9B" w:rsidRPr="00CB7B5A" w:rsidRDefault="00127C9B" w:rsidP="00E9206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E92066" w:rsidRPr="00CB7B5A" w:rsidRDefault="00E92066" w:rsidP="00E92066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5</w:t>
      </w:r>
      <w:r w:rsidRPr="00CB7B5A">
        <w:rPr>
          <w:rFonts w:eastAsia="Calibri" w:cs="Times New Roman"/>
          <w:b/>
          <w:lang w:eastAsia="cs-CZ"/>
        </w:rPr>
        <w:t>:</w:t>
      </w:r>
    </w:p>
    <w:p w:rsidR="00E92066" w:rsidRPr="00E92066" w:rsidRDefault="00E92066" w:rsidP="00E92066">
      <w:pPr>
        <w:spacing w:after="0" w:line="240" w:lineRule="auto"/>
        <w:rPr>
          <w:rFonts w:eastAsia="Times New Roman"/>
        </w:rPr>
      </w:pPr>
      <w:r w:rsidRPr="00E92066">
        <w:rPr>
          <w:rFonts w:eastAsia="Times New Roman"/>
        </w:rPr>
        <w:t>Bude zadavatel požadovat třetí podbití koleje po konsolidaci kolejového lože provozem?</w:t>
      </w:r>
    </w:p>
    <w:p w:rsidR="00E92066" w:rsidRPr="00CB7B5A" w:rsidRDefault="00E92066" w:rsidP="00E92066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E92066" w:rsidP="00E92066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</w:t>
      </w:r>
      <w:r>
        <w:rPr>
          <w:rFonts w:eastAsia="Calibri" w:cs="Times New Roman"/>
          <w:b/>
          <w:lang w:eastAsia="cs-CZ"/>
        </w:rPr>
        <w:t>:</w:t>
      </w:r>
    </w:p>
    <w:p w:rsidR="00E92066" w:rsidRPr="00CB7B5A" w:rsidRDefault="00F24A68" w:rsidP="00E9206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  <w:r w:rsidRPr="00F24A68">
        <w:rPr>
          <w:rFonts w:eastAsia="Calibri" w:cs="Times New Roman"/>
          <w:i/>
          <w:lang w:eastAsia="cs-CZ"/>
        </w:rPr>
        <w:t>Ano, zadavatel bude</w:t>
      </w:r>
      <w:r>
        <w:rPr>
          <w:rFonts w:eastAsia="Calibri" w:cs="Times New Roman"/>
          <w:i/>
          <w:lang w:eastAsia="cs-CZ"/>
        </w:rPr>
        <w:t xml:space="preserve"> požadovat třetí podbití koleje, jak je uvedeno ve Smlouvě o dílo na zhotovení stavby v</w:t>
      </w:r>
      <w:r w:rsidR="00127C9B">
        <w:rPr>
          <w:rFonts w:eastAsia="Calibri" w:cs="Times New Roman"/>
          <w:i/>
          <w:lang w:eastAsia="cs-CZ"/>
        </w:rPr>
        <w:t> </w:t>
      </w:r>
      <w:r>
        <w:rPr>
          <w:rFonts w:eastAsia="Calibri" w:cs="Times New Roman"/>
          <w:i/>
          <w:lang w:eastAsia="cs-CZ"/>
        </w:rPr>
        <w:t>bodě</w:t>
      </w:r>
      <w:r w:rsidR="00127C9B">
        <w:rPr>
          <w:rFonts w:eastAsia="Calibri" w:cs="Times New Roman"/>
          <w:i/>
          <w:lang w:eastAsia="cs-CZ"/>
        </w:rPr>
        <w:t xml:space="preserve"> </w:t>
      </w:r>
      <w:proofErr w:type="gramStart"/>
      <w:r w:rsidR="00127C9B">
        <w:rPr>
          <w:rFonts w:eastAsia="Calibri" w:cs="Times New Roman"/>
          <w:i/>
          <w:lang w:eastAsia="cs-CZ"/>
        </w:rPr>
        <w:t>3.7.</w:t>
      </w:r>
      <w:r w:rsidR="00AC27E7">
        <w:rPr>
          <w:rFonts w:eastAsia="Calibri" w:cs="Times New Roman"/>
          <w:i/>
          <w:lang w:eastAsia="cs-CZ"/>
        </w:rPr>
        <w:t xml:space="preserve"> </w:t>
      </w:r>
      <w:proofErr w:type="gramEnd"/>
      <w:r w:rsidR="00AC27E7">
        <w:rPr>
          <w:rFonts w:eastAsia="Calibri" w:cs="Times New Roman"/>
          <w:i/>
          <w:lang w:eastAsia="cs-CZ"/>
        </w:rPr>
        <w:t>Viz příloha SO 01.</w:t>
      </w:r>
    </w:p>
    <w:p w:rsidR="00F627AA" w:rsidRDefault="00F627AA" w:rsidP="00CB7B5A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</w:p>
    <w:p w:rsidR="00483F34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AC27E7" w:rsidRDefault="00AC27E7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483F34" w:rsidRPr="00396E8C" w:rsidRDefault="00483F34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:rsidR="00CB7B5A" w:rsidRPr="00CB7B5A" w:rsidRDefault="00CB7B5A" w:rsidP="00CB7B5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92066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AC27E7" w:rsidRPr="00CB7B5A" w:rsidRDefault="00AC27E7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C27E7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:rsidR="00CB7B5A" w:rsidRPr="00CB7B5A" w:rsidRDefault="00AC27E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C27E7">
        <w:rPr>
          <w:rFonts w:eastAsia="Calibri" w:cs="Times New Roman"/>
          <w:lang w:eastAsia="cs-CZ"/>
        </w:rPr>
        <w:t>SO 01_opraveno_29_10_2019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C27E7" w:rsidRDefault="00AC27E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C27E7" w:rsidRDefault="00AC27E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C27E7" w:rsidRPr="00CB7B5A" w:rsidRDefault="00AC27E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127C9B">
        <w:rPr>
          <w:rFonts w:eastAsia="Calibri" w:cs="Times New Roman"/>
          <w:lang w:eastAsia="cs-CZ"/>
        </w:rPr>
        <w:t>29. 10. 2019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127C9B" w:rsidRDefault="00127C9B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127C9B" w:rsidRDefault="00127C9B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127C9B" w:rsidRDefault="00127C9B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127C9B" w:rsidRPr="00CB7B5A" w:rsidRDefault="00127C9B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Správa železniční dopravní cesty,</w:t>
      </w: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F216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216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6C5D034" wp14:editId="7DD143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008A2C6" wp14:editId="46596DD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F216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216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C085B7A" wp14:editId="37AA146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2DCF53B" wp14:editId="41B895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66BF122" wp14:editId="066BF12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66BF124" wp14:editId="066BF12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66BF126" wp14:editId="066BF12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2D500EAB"/>
    <w:multiLevelType w:val="hybridMultilevel"/>
    <w:tmpl w:val="40705E5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0E4C03"/>
    <w:rsid w:val="00114472"/>
    <w:rsid w:val="00127C9B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2F2161"/>
    <w:rsid w:val="00357BC6"/>
    <w:rsid w:val="0037111D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C27E7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92066"/>
    <w:rsid w:val="00EB104F"/>
    <w:rsid w:val="00ED14BD"/>
    <w:rsid w:val="00F01440"/>
    <w:rsid w:val="00F12DEC"/>
    <w:rsid w:val="00F1715C"/>
    <w:rsid w:val="00F24A68"/>
    <w:rsid w:val="00F310F8"/>
    <w:rsid w:val="00F35939"/>
    <w:rsid w:val="00F45607"/>
    <w:rsid w:val="00F627AA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0567BA4-EC1C-412E-B986-52D3F5A95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56</TotalTime>
  <Pages>2</Pages>
  <Words>413</Words>
  <Characters>2443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15</cp:revision>
  <cp:lastPrinted>2019-10-29T12:49:00Z</cp:lastPrinted>
  <dcterms:created xsi:type="dcterms:W3CDTF">2019-05-30T12:09:00Z</dcterms:created>
  <dcterms:modified xsi:type="dcterms:W3CDTF">2019-10-29T12:49:00Z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