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87B96" w:rsidRDefault="00D87B96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87B96" w:rsidRDefault="00D87B96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87B96" w:rsidP="00852595">
            <w:r w:rsidRPr="00D87B96">
              <w:rPr>
                <w:rFonts w:ascii="Helvetica" w:hAnsi="Helvetica" w:cs="Helvetica"/>
              </w:rPr>
              <w:t>8979/2019-SŽDC-SSV-Ú3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FB20AD" w:rsidRDefault="00F862D6" w:rsidP="0077673A">
            <w:r w:rsidRPr="00FB20AD">
              <w:t>Listů/příloh</w:t>
            </w:r>
          </w:p>
        </w:tc>
        <w:tc>
          <w:tcPr>
            <w:tcW w:w="2552" w:type="dxa"/>
          </w:tcPr>
          <w:p w:rsidR="00F862D6" w:rsidRPr="00FB20AD" w:rsidRDefault="00FB20AD" w:rsidP="00CC1E2B">
            <w:r w:rsidRPr="00FB20AD">
              <w:t>7/28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Pr="00FB20AD" w:rsidRDefault="00F862D6" w:rsidP="0077673A"/>
        </w:tc>
        <w:tc>
          <w:tcPr>
            <w:tcW w:w="2552" w:type="dxa"/>
          </w:tcPr>
          <w:p w:rsidR="00F862D6" w:rsidRPr="00FB20AD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852595" w:rsidP="00FE3455">
            <w:r>
              <w:t>Renáta Majerová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852595" w:rsidP="009A7568">
            <w:r w:rsidRPr="00852595">
              <w:t>724 932 325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852595" w:rsidP="006104F6">
            <w:r w:rsidRPr="00852595"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365ABD" w:rsidP="00365ABD">
            <w:r>
              <w:t>18. října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52595" w:rsidRPr="00852595">
        <w:rPr>
          <w:rFonts w:eastAsia="Calibri" w:cs="Times New Roman"/>
          <w:b/>
          <w:lang w:eastAsia="cs-CZ"/>
        </w:rPr>
        <w:t>Elektrizace trati v</w:t>
      </w:r>
      <w:r w:rsidR="00365ABD">
        <w:rPr>
          <w:rFonts w:eastAsia="Calibri" w:cs="Times New Roman"/>
          <w:b/>
          <w:lang w:eastAsia="cs-CZ"/>
        </w:rPr>
        <w:t xml:space="preserve">č. PEÚ Brno - Zastávka u Brna, </w:t>
      </w:r>
      <w:r w:rsidR="00D87B96">
        <w:rPr>
          <w:rFonts w:eastAsia="Calibri" w:cs="Times New Roman"/>
          <w:b/>
          <w:lang w:eastAsia="cs-CZ"/>
        </w:rPr>
        <w:t>1</w:t>
      </w:r>
      <w:r w:rsidR="00852595" w:rsidRPr="00852595">
        <w:rPr>
          <w:rFonts w:eastAsia="Calibri" w:cs="Times New Roman"/>
          <w:b/>
          <w:lang w:eastAsia="cs-CZ"/>
        </w:rPr>
        <w:t>. etapa</w:t>
      </w:r>
    </w:p>
    <w:p w:rsidR="00CB7B5A" w:rsidRPr="00852595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52595">
        <w:rPr>
          <w:rFonts w:eastAsia="Calibri" w:cs="Times New Roman"/>
          <w:lang w:eastAsia="cs-CZ"/>
        </w:rPr>
        <w:t xml:space="preserve">Vysvětlení/ změna/ doplnění zadávací dokumentace č. </w:t>
      </w:r>
      <w:r w:rsidR="00D87B96">
        <w:rPr>
          <w:rFonts w:eastAsia="Calibri" w:cs="Times New Roman"/>
          <w:lang w:eastAsia="cs-CZ"/>
        </w:rPr>
        <w:t>2</w:t>
      </w:r>
      <w:r w:rsidRPr="00852595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643A06" w:rsidRPr="00BD5319" w:rsidRDefault="00643A06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2165A8" w:rsidRPr="00CB7B5A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b/>
          <w:lang w:eastAsia="cs-CZ"/>
        </w:rPr>
      </w:pPr>
      <w:r w:rsidRPr="00F9610D">
        <w:rPr>
          <w:rFonts w:eastAsia="Calibri" w:cs="Times New Roman"/>
          <w:b/>
          <w:lang w:eastAsia="cs-CZ"/>
        </w:rPr>
        <w:t>4_SOUPIS PRACÍ S VÝKAZEM VÝMĚR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V poskytnutém balíčku s rozpočty se nalézají duplicitně tyto rozpočty pro stavební objekty: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F9610D">
        <w:rPr>
          <w:rFonts w:eastAsia="Calibri" w:cs="Times New Roman"/>
          <w:i/>
          <w:iCs/>
          <w:lang w:eastAsia="cs-CZ"/>
        </w:rPr>
        <w:t>SO 02-17-01.xls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i/>
          <w:iCs/>
          <w:lang w:eastAsia="cs-CZ"/>
        </w:rPr>
        <w:t>SO 02-17-01.xlsx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a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F9610D">
        <w:rPr>
          <w:rFonts w:eastAsia="Calibri" w:cs="Times New Roman"/>
          <w:i/>
          <w:iCs/>
          <w:lang w:eastAsia="cs-CZ"/>
        </w:rPr>
        <w:t>SO 04-17-01.1.xls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i/>
          <w:iCs/>
          <w:lang w:eastAsia="cs-CZ"/>
        </w:rPr>
        <w:t>SO 04-17-01.1.xlsx</w:t>
      </w:r>
    </w:p>
    <w:p w:rsidR="002165A8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I když mají stejný název</w:t>
      </w:r>
      <w:r w:rsidR="00D87B96">
        <w:rPr>
          <w:rFonts w:eastAsia="Calibri" w:cs="Times New Roman"/>
          <w:lang w:eastAsia="cs-CZ"/>
        </w:rPr>
        <w:t>,</w:t>
      </w:r>
      <w:r w:rsidRPr="00F9610D">
        <w:rPr>
          <w:rFonts w:eastAsia="Calibri" w:cs="Times New Roman"/>
          <w:lang w:eastAsia="cs-CZ"/>
        </w:rPr>
        <w:t xml:space="preserve"> liší se v některých položkách. Může zadavatel vysvětlit</w:t>
      </w:r>
      <w:r>
        <w:rPr>
          <w:rFonts w:eastAsia="Calibri" w:cs="Times New Roman"/>
          <w:lang w:eastAsia="cs-CZ"/>
        </w:rPr>
        <w:t>,</w:t>
      </w:r>
      <w:r w:rsidRPr="00F9610D">
        <w:rPr>
          <w:rFonts w:eastAsia="Calibri" w:cs="Times New Roman"/>
          <w:lang w:eastAsia="cs-CZ"/>
        </w:rPr>
        <w:t xml:space="preserve"> proč mají stejné označení, ale jiný obsah. Případně může zadavatel stanovit, který z těchto So je správný a má být oceněn?</w:t>
      </w:r>
    </w:p>
    <w:p w:rsidR="00D87B96" w:rsidRPr="00315D87" w:rsidRDefault="00D87B96" w:rsidP="00F9610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2165A8" w:rsidRDefault="002165A8" w:rsidP="002165A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2165A8" w:rsidRPr="00D87B96" w:rsidRDefault="00402A41" w:rsidP="00746B36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Při uložení posledně platných souborů nedošlo k jejich přepsání z důvodů odlišné koncovky, proto zůstaly duplicitní. Op</w:t>
      </w:r>
      <w:r w:rsidR="00746B36" w:rsidRPr="00D87B96">
        <w:rPr>
          <w:rFonts w:eastAsia="Calibri" w:cs="Times New Roman"/>
          <w:i/>
          <w:lang w:eastAsia="cs-CZ"/>
        </w:rPr>
        <w:t xml:space="preserve">ravené soupisy prací přikládáme, </w:t>
      </w:r>
      <w:r w:rsidRPr="00D87B96">
        <w:rPr>
          <w:rFonts w:eastAsia="Calibri" w:cs="Times New Roman"/>
          <w:i/>
          <w:lang w:eastAsia="cs-CZ"/>
        </w:rPr>
        <w:t>viz příloha:</w:t>
      </w:r>
    </w:p>
    <w:p w:rsidR="00402A41" w:rsidRPr="00D87B96" w:rsidRDefault="00402A41" w:rsidP="002165A8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SO 02-17-01_a</w:t>
      </w:r>
    </w:p>
    <w:p w:rsidR="00402A41" w:rsidRPr="00D87B96" w:rsidRDefault="00402A41" w:rsidP="002165A8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SO 04-17-01.1_a</w:t>
      </w:r>
    </w:p>
    <w:p w:rsidR="00CC590B" w:rsidRDefault="00CC590B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87B96" w:rsidRPr="00BD5319" w:rsidRDefault="00D87B96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b/>
          <w:lang w:eastAsia="cs-CZ"/>
        </w:rPr>
      </w:pPr>
      <w:r w:rsidRPr="00F9610D">
        <w:rPr>
          <w:rFonts w:eastAsia="Calibri" w:cs="Times New Roman"/>
          <w:b/>
          <w:lang w:eastAsia="cs-CZ"/>
        </w:rPr>
        <w:t>4_SOUPIS PRACÍ S VÝKAZEM VÝMĚR</w:t>
      </w:r>
    </w:p>
    <w:p w:rsid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 xml:space="preserve">V rekapitulaci stavby je uveden objekt </w:t>
      </w:r>
      <w:r w:rsidRPr="00F9610D">
        <w:rPr>
          <w:rFonts w:eastAsia="Calibri" w:cs="Times New Roman"/>
          <w:i/>
          <w:iCs/>
          <w:lang w:eastAsia="cs-CZ"/>
        </w:rPr>
        <w:t>SO 90-17-01.1 Výstroj trati,</w:t>
      </w:r>
      <w:r w:rsidRPr="00F9610D">
        <w:rPr>
          <w:rFonts w:eastAsia="Calibri" w:cs="Times New Roman"/>
          <w:lang w:eastAsia="cs-CZ"/>
        </w:rPr>
        <w:t xml:space="preserve"> v poskytnutém balíčku jsme ovšem nenalezli k němu rozpočet? Muže zadavatel dodatečně doplnit tento rozpočet? </w:t>
      </w:r>
    </w:p>
    <w:p w:rsidR="00D87B96" w:rsidRPr="00F9610D" w:rsidRDefault="00D87B96" w:rsidP="00F9610D">
      <w:pPr>
        <w:spacing w:after="0" w:line="240" w:lineRule="auto"/>
        <w:rPr>
          <w:rFonts w:eastAsia="Calibri" w:cs="Times New Roman"/>
          <w:lang w:eastAsia="cs-CZ"/>
        </w:rPr>
      </w:pPr>
    </w:p>
    <w:p w:rsidR="00CC590B" w:rsidRDefault="00CC590B" w:rsidP="00CC590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402A41" w:rsidRPr="00D87B96" w:rsidRDefault="00402A41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Doplňujeme chybějící soupis prací – viz příloha:</w:t>
      </w:r>
    </w:p>
    <w:p w:rsidR="00C51477" w:rsidRPr="00D87B96" w:rsidRDefault="00402A41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SO 90-17-01-1_a</w:t>
      </w:r>
    </w:p>
    <w:p w:rsidR="00C51477" w:rsidRDefault="00C51477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87B96" w:rsidRDefault="00D87B96" w:rsidP="00CC590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51477" w:rsidRPr="00BD5319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Zadané soupisy prací obsahují duplicitně objekty SO 02-17-01, SO 03-17-01 a SO 04-17-01.1, které však obsahují různé položky.</w:t>
      </w:r>
    </w:p>
    <w:p w:rsidR="00D87B96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Žádáme zadavatele o sdělení, které ze zadaných soupisů prací</w:t>
      </w:r>
      <w:r>
        <w:rPr>
          <w:rFonts w:eastAsia="Calibri" w:cs="Times New Roman"/>
          <w:lang w:eastAsia="cs-CZ"/>
        </w:rPr>
        <w:t>,</w:t>
      </w:r>
      <w:r w:rsidRPr="00F9610D">
        <w:rPr>
          <w:rFonts w:eastAsia="Calibri" w:cs="Times New Roman"/>
          <w:lang w:eastAsia="cs-CZ"/>
        </w:rPr>
        <w:t xml:space="preserve"> jsou správné a mají být uchazečem oceněny v nabídce.</w:t>
      </w:r>
    </w:p>
    <w:p w:rsidR="00C51477" w:rsidRDefault="00F9610D" w:rsidP="00F961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br/>
      </w:r>
      <w:r w:rsidR="00C51477" w:rsidRPr="00BD5319">
        <w:rPr>
          <w:rFonts w:eastAsia="Calibri" w:cs="Times New Roman"/>
          <w:b/>
          <w:lang w:eastAsia="cs-CZ"/>
        </w:rPr>
        <w:t xml:space="preserve">Odpověď: </w:t>
      </w:r>
    </w:p>
    <w:p w:rsidR="00402A41" w:rsidRPr="00D87B96" w:rsidRDefault="004E765C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Z důvodu nepře</w:t>
      </w:r>
      <w:r w:rsidR="00746B36" w:rsidRPr="00D87B96">
        <w:rPr>
          <w:rFonts w:eastAsia="Calibri" w:cs="Times New Roman"/>
          <w:i/>
          <w:lang w:eastAsia="cs-CZ"/>
        </w:rPr>
        <w:t>p</w:t>
      </w:r>
      <w:r w:rsidRPr="00D87B96">
        <w:rPr>
          <w:rFonts w:eastAsia="Calibri" w:cs="Times New Roman"/>
          <w:i/>
          <w:lang w:eastAsia="cs-CZ"/>
        </w:rPr>
        <w:t>sání</w:t>
      </w:r>
      <w:r w:rsidR="00402A41" w:rsidRPr="00D87B96">
        <w:rPr>
          <w:rFonts w:eastAsia="Calibri" w:cs="Times New Roman"/>
          <w:i/>
          <w:lang w:eastAsia="cs-CZ"/>
        </w:rPr>
        <w:t xml:space="preserve"> souborů po opravě</w:t>
      </w:r>
      <w:r w:rsidRPr="00D87B96">
        <w:rPr>
          <w:rFonts w:eastAsia="Calibri" w:cs="Times New Roman"/>
          <w:i/>
          <w:lang w:eastAsia="cs-CZ"/>
        </w:rPr>
        <w:t xml:space="preserve"> došlo k duplicitně uloženým souborům. </w:t>
      </w:r>
      <w:r w:rsidR="00402A41" w:rsidRPr="00D87B96">
        <w:rPr>
          <w:rFonts w:eastAsia="Calibri" w:cs="Times New Roman"/>
          <w:i/>
          <w:lang w:eastAsia="cs-CZ"/>
        </w:rPr>
        <w:t>Opravené</w:t>
      </w:r>
      <w:r w:rsidR="003E1E99" w:rsidRPr="00D87B96">
        <w:rPr>
          <w:rFonts w:eastAsia="Calibri" w:cs="Times New Roman"/>
          <w:i/>
          <w:lang w:eastAsia="cs-CZ"/>
        </w:rPr>
        <w:t xml:space="preserve"> soupisy prací přiloženy</w:t>
      </w:r>
      <w:r w:rsidR="00402A41" w:rsidRPr="00D87B96">
        <w:rPr>
          <w:rFonts w:eastAsia="Calibri" w:cs="Times New Roman"/>
          <w:i/>
          <w:lang w:eastAsia="cs-CZ"/>
        </w:rPr>
        <w:t xml:space="preserve"> – viz příloha:</w:t>
      </w:r>
    </w:p>
    <w:p w:rsidR="00402A41" w:rsidRPr="00D87B96" w:rsidRDefault="00402A41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SO 02-17-01_a</w:t>
      </w:r>
    </w:p>
    <w:p w:rsidR="00402A41" w:rsidRPr="00D87B96" w:rsidRDefault="00402A41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SO 03-17-01_a</w:t>
      </w:r>
    </w:p>
    <w:p w:rsidR="00C51477" w:rsidRPr="00643A06" w:rsidRDefault="00402A41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D87B96">
        <w:rPr>
          <w:rFonts w:eastAsia="Calibri" w:cs="Times New Roman"/>
          <w:i/>
          <w:lang w:eastAsia="cs-CZ"/>
        </w:rPr>
        <w:t>SO 04-17-01.1_a</w:t>
      </w:r>
    </w:p>
    <w:p w:rsidR="00C51477" w:rsidRPr="00BD5319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4</w:t>
      </w:r>
      <w:r w:rsidRPr="00BD5319">
        <w:rPr>
          <w:rFonts w:eastAsia="Calibri" w:cs="Times New Roman"/>
          <w:b/>
          <w:lang w:eastAsia="cs-CZ"/>
        </w:rPr>
        <w:t>: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V zadaných soupisech prací chybí soupis prací pro SO 90-17-01.1</w:t>
      </w:r>
    </w:p>
    <w:p w:rsid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Žádáme zadavatele o zaslání chybějícího soupisu prací.</w:t>
      </w:r>
    </w:p>
    <w:p w:rsidR="007161C1" w:rsidRPr="00F9610D" w:rsidRDefault="007161C1" w:rsidP="00F9610D">
      <w:pPr>
        <w:spacing w:after="0" w:line="240" w:lineRule="auto"/>
        <w:rPr>
          <w:rFonts w:eastAsia="Calibri" w:cs="Times New Roman"/>
          <w:lang w:eastAsia="cs-CZ"/>
        </w:rPr>
      </w:pPr>
    </w:p>
    <w:p w:rsidR="00C51477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C51477" w:rsidRPr="007161C1" w:rsidRDefault="00746B36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7161C1">
        <w:rPr>
          <w:rFonts w:eastAsia="Calibri" w:cs="Times New Roman"/>
          <w:i/>
          <w:lang w:eastAsia="cs-CZ"/>
        </w:rPr>
        <w:t>Viz</w:t>
      </w:r>
      <w:r w:rsidR="007E1E5B" w:rsidRPr="007161C1">
        <w:rPr>
          <w:rFonts w:eastAsia="Calibri" w:cs="Times New Roman"/>
          <w:i/>
          <w:lang w:eastAsia="cs-CZ"/>
        </w:rPr>
        <w:t xml:space="preserve"> odpověď č. 2</w:t>
      </w:r>
      <w:r w:rsidR="005C65AC" w:rsidRPr="007161C1">
        <w:rPr>
          <w:rFonts w:eastAsia="Calibri" w:cs="Times New Roman"/>
          <w:i/>
          <w:lang w:eastAsia="cs-CZ"/>
        </w:rPr>
        <w:t xml:space="preserve">, </w:t>
      </w:r>
      <w:r w:rsidR="004E765C" w:rsidRPr="007161C1">
        <w:rPr>
          <w:rFonts w:eastAsia="Calibri" w:cs="Times New Roman"/>
          <w:i/>
          <w:lang w:eastAsia="cs-CZ"/>
        </w:rPr>
        <w:t>v příloze:</w:t>
      </w:r>
    </w:p>
    <w:p w:rsidR="004E765C" w:rsidRPr="007161C1" w:rsidRDefault="004E765C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7161C1">
        <w:rPr>
          <w:rFonts w:eastAsia="Calibri" w:cs="Times New Roman"/>
          <w:i/>
          <w:lang w:eastAsia="cs-CZ"/>
        </w:rPr>
        <w:t>SO 90-17-01.1_a</w:t>
      </w:r>
    </w:p>
    <w:p w:rsidR="00C51477" w:rsidRDefault="00C51477" w:rsidP="00CC590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1233E3" w:rsidRDefault="001233E3" w:rsidP="00CC590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51477" w:rsidRPr="00BD5319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Pr="00BD5319">
        <w:rPr>
          <w:rFonts w:eastAsia="Calibri" w:cs="Times New Roman"/>
          <w:b/>
          <w:lang w:eastAsia="cs-CZ"/>
        </w:rPr>
        <w:t>: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V souboru „Seznam dokumentace.xls“, v listu „Seznam SO,PS-I.ETAPA“ jsou uvedeny soupisy prací, které nejsou součástí zadání nebo zde nejsou uvedeny soupisy prací, které zadány jsou.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Jedná se o tyto soupisy: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03-17-01.1 – není v souboru uveden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04-17-01.11 – není v souboru uveden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02-16-01.2 – není v souboru uveden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F9610D">
        <w:rPr>
          <w:rFonts w:eastAsia="Calibri" w:cs="Times New Roman"/>
          <w:color w:val="FF0000"/>
          <w:lang w:eastAsia="cs-CZ"/>
        </w:rPr>
        <w:t>SO 03-19-02.1 – není zadaný jako samostatný soupis prací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F9610D">
        <w:rPr>
          <w:rFonts w:eastAsia="Calibri" w:cs="Times New Roman"/>
          <w:color w:val="FF0000"/>
          <w:lang w:eastAsia="cs-CZ"/>
        </w:rPr>
        <w:t>SO 03-19-02.2 – není zadaný jako samostatný soupis prací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F9610D">
        <w:rPr>
          <w:rFonts w:eastAsia="Calibri" w:cs="Times New Roman"/>
          <w:color w:val="FF0000"/>
          <w:lang w:eastAsia="cs-CZ"/>
        </w:rPr>
        <w:t>SO 03-10-02.1 – není zadaný jako samostatný soupis prací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02-15-01.1 – nejsou zde uvedeny podobjekty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03-15-01 – nejsou zde uvedeny podobjekty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03-15-02 – nejsou zde uvedeny podobjekty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02-15-01 – nejsou zde uvedeny podobjekty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SO 98-98 – není v souboru uveden</w:t>
      </w:r>
    </w:p>
    <w:p w:rsidR="00F9610D" w:rsidRPr="00F9610D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</w:p>
    <w:p w:rsidR="001233E3" w:rsidRDefault="00F9610D" w:rsidP="00F9610D">
      <w:pPr>
        <w:spacing w:after="0" w:line="240" w:lineRule="auto"/>
        <w:rPr>
          <w:rFonts w:eastAsia="Calibri" w:cs="Times New Roman"/>
          <w:lang w:eastAsia="cs-CZ"/>
        </w:rPr>
      </w:pPr>
      <w:r w:rsidRPr="00F9610D">
        <w:rPr>
          <w:rFonts w:eastAsia="Calibri" w:cs="Times New Roman"/>
          <w:lang w:eastAsia="cs-CZ"/>
        </w:rPr>
        <w:t>Domníváme se správně, že chybějící podobjekty (červeně označené), které jsou zde uvedené, jsou součástí zadaných soupisů prací? V opačném případě žádáme o zaslání chybějících soupisů prací.</w:t>
      </w:r>
    </w:p>
    <w:p w:rsidR="00C51477" w:rsidRDefault="00B84271" w:rsidP="00F9610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br/>
      </w:r>
      <w:r w:rsidR="00C51477" w:rsidRPr="00BD5319">
        <w:rPr>
          <w:rFonts w:eastAsia="Calibri" w:cs="Times New Roman"/>
          <w:b/>
          <w:lang w:eastAsia="cs-CZ"/>
        </w:rPr>
        <w:t xml:space="preserve">Odpověď: </w:t>
      </w:r>
    </w:p>
    <w:p w:rsidR="00E53A63" w:rsidRPr="001233E3" w:rsidRDefault="006507E8" w:rsidP="00746B36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1233E3">
        <w:rPr>
          <w:rFonts w:eastAsia="Calibri" w:cs="Times New Roman"/>
          <w:i/>
          <w:lang w:eastAsia="cs-CZ"/>
        </w:rPr>
        <w:t xml:space="preserve">„Seznam dokumentace.xls“ </w:t>
      </w:r>
      <w:r w:rsidR="00E53A63" w:rsidRPr="001233E3">
        <w:rPr>
          <w:rFonts w:eastAsia="Calibri" w:cs="Times New Roman"/>
          <w:i/>
          <w:lang w:eastAsia="cs-CZ"/>
        </w:rPr>
        <w:t xml:space="preserve">je doplněn o </w:t>
      </w:r>
      <w:r w:rsidR="009E25EF" w:rsidRPr="001233E3">
        <w:rPr>
          <w:rFonts w:eastAsia="Calibri" w:cs="Times New Roman"/>
          <w:i/>
          <w:lang w:eastAsia="cs-CZ"/>
        </w:rPr>
        <w:t xml:space="preserve">chybějící </w:t>
      </w:r>
      <w:r w:rsidR="00E53A63" w:rsidRPr="001233E3">
        <w:rPr>
          <w:rFonts w:eastAsia="Calibri" w:cs="Times New Roman"/>
          <w:i/>
          <w:lang w:eastAsia="cs-CZ"/>
        </w:rPr>
        <w:t>podobjekty</w:t>
      </w:r>
      <w:r w:rsidR="00887F65" w:rsidRPr="001233E3">
        <w:rPr>
          <w:rFonts w:eastAsia="Calibri" w:cs="Times New Roman"/>
          <w:i/>
          <w:lang w:eastAsia="cs-CZ"/>
        </w:rPr>
        <w:t xml:space="preserve"> SO 03-17-01.1 a SO 04-17-01.1 a části SO xx-15-xx</w:t>
      </w:r>
      <w:r w:rsidR="00E53A63" w:rsidRPr="001233E3">
        <w:rPr>
          <w:rFonts w:eastAsia="Calibri" w:cs="Times New Roman"/>
          <w:i/>
          <w:lang w:eastAsia="cs-CZ"/>
        </w:rPr>
        <w:t xml:space="preserve"> (</w:t>
      </w:r>
      <w:r w:rsidR="00994E7C" w:rsidRPr="001233E3">
        <w:rPr>
          <w:rFonts w:eastAsia="Calibri" w:cs="Times New Roman"/>
          <w:i/>
          <w:lang w:eastAsia="cs-CZ"/>
        </w:rPr>
        <w:t xml:space="preserve">u pozemních staveb </w:t>
      </w:r>
      <w:r w:rsidR="00E53A63" w:rsidRPr="001233E3">
        <w:rPr>
          <w:rFonts w:eastAsia="Calibri" w:cs="Times New Roman"/>
          <w:i/>
          <w:lang w:eastAsia="cs-CZ"/>
        </w:rPr>
        <w:t xml:space="preserve">jsou </w:t>
      </w:r>
      <w:r w:rsidR="00994E7C" w:rsidRPr="001233E3">
        <w:rPr>
          <w:rFonts w:eastAsia="Calibri" w:cs="Times New Roman"/>
          <w:i/>
          <w:lang w:eastAsia="cs-CZ"/>
        </w:rPr>
        <w:t xml:space="preserve">profese </w:t>
      </w:r>
      <w:r w:rsidR="00E53A63" w:rsidRPr="001233E3">
        <w:rPr>
          <w:rFonts w:eastAsia="Calibri" w:cs="Times New Roman"/>
          <w:i/>
          <w:lang w:eastAsia="cs-CZ"/>
        </w:rPr>
        <w:t>nedílnou částí technologické budovy</w:t>
      </w:r>
      <w:r w:rsidR="00994E7C" w:rsidRPr="001233E3">
        <w:rPr>
          <w:rFonts w:eastAsia="Calibri" w:cs="Times New Roman"/>
          <w:i/>
          <w:lang w:eastAsia="cs-CZ"/>
        </w:rPr>
        <w:t>, z důvodu zpracování tě</w:t>
      </w:r>
      <w:r w:rsidR="00746B36" w:rsidRPr="001233E3">
        <w:rPr>
          <w:rFonts w:eastAsia="Calibri" w:cs="Times New Roman"/>
          <w:i/>
          <w:lang w:eastAsia="cs-CZ"/>
        </w:rPr>
        <w:t>chto částí různými zpracovateli</w:t>
      </w:r>
      <w:r w:rsidR="00994E7C" w:rsidRPr="001233E3">
        <w:rPr>
          <w:rFonts w:eastAsia="Calibri" w:cs="Times New Roman"/>
          <w:i/>
          <w:lang w:eastAsia="cs-CZ"/>
        </w:rPr>
        <w:t>, se stavební objekty SO xx-15-xx  dělí</w:t>
      </w:r>
      <w:r w:rsidR="00E53A63" w:rsidRPr="001233E3">
        <w:rPr>
          <w:rFonts w:eastAsia="Calibri" w:cs="Times New Roman"/>
          <w:i/>
          <w:lang w:eastAsia="cs-CZ"/>
        </w:rPr>
        <w:t>)</w:t>
      </w:r>
      <w:r w:rsidR="00994E7C" w:rsidRPr="001233E3">
        <w:rPr>
          <w:rFonts w:eastAsia="Calibri" w:cs="Times New Roman"/>
          <w:i/>
          <w:lang w:eastAsia="cs-CZ"/>
        </w:rPr>
        <w:t>.</w:t>
      </w:r>
    </w:p>
    <w:p w:rsidR="00E53A63" w:rsidRPr="001233E3" w:rsidRDefault="006507E8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1233E3">
        <w:rPr>
          <w:rFonts w:eastAsia="Calibri" w:cs="Times New Roman"/>
          <w:i/>
          <w:lang w:eastAsia="cs-CZ"/>
        </w:rPr>
        <w:t>SO 03-19-02.1</w:t>
      </w:r>
      <w:r w:rsidR="004E765C" w:rsidRPr="001233E3">
        <w:rPr>
          <w:rFonts w:eastAsia="Calibri" w:cs="Times New Roman"/>
          <w:i/>
          <w:lang w:eastAsia="cs-CZ"/>
        </w:rPr>
        <w:t>_a</w:t>
      </w:r>
      <w:r w:rsidR="00E53A63" w:rsidRPr="001233E3">
        <w:rPr>
          <w:rFonts w:eastAsia="Calibri" w:cs="Times New Roman"/>
          <w:i/>
          <w:lang w:eastAsia="cs-CZ"/>
        </w:rPr>
        <w:t xml:space="preserve"> </w:t>
      </w:r>
      <w:r w:rsidR="004E765C" w:rsidRPr="001233E3">
        <w:rPr>
          <w:rFonts w:eastAsia="Calibri" w:cs="Times New Roman"/>
          <w:i/>
          <w:lang w:eastAsia="cs-CZ"/>
        </w:rPr>
        <w:t>–</w:t>
      </w:r>
      <w:r w:rsidR="003D17C6" w:rsidRPr="001233E3">
        <w:rPr>
          <w:rFonts w:eastAsia="Calibri" w:cs="Times New Roman"/>
          <w:i/>
          <w:lang w:eastAsia="cs-CZ"/>
        </w:rPr>
        <w:t xml:space="preserve"> </w:t>
      </w:r>
      <w:r w:rsidR="004E765C" w:rsidRPr="001233E3">
        <w:rPr>
          <w:rFonts w:eastAsia="Calibri" w:cs="Times New Roman"/>
          <w:i/>
          <w:lang w:eastAsia="cs-CZ"/>
        </w:rPr>
        <w:t>viz příloha</w:t>
      </w:r>
    </w:p>
    <w:p w:rsidR="00C51477" w:rsidRPr="001233E3" w:rsidRDefault="006507E8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1233E3">
        <w:rPr>
          <w:rFonts w:eastAsia="Calibri" w:cs="Times New Roman"/>
          <w:i/>
          <w:lang w:eastAsia="cs-CZ"/>
        </w:rPr>
        <w:t>SO 03-19-02.2</w:t>
      </w:r>
      <w:r w:rsidR="004E765C" w:rsidRPr="001233E3">
        <w:rPr>
          <w:rFonts w:eastAsia="Calibri" w:cs="Times New Roman"/>
          <w:i/>
          <w:lang w:eastAsia="cs-CZ"/>
        </w:rPr>
        <w:t>_a</w:t>
      </w:r>
      <w:r w:rsidR="00E53A63" w:rsidRPr="001233E3">
        <w:rPr>
          <w:rFonts w:eastAsia="Calibri" w:cs="Times New Roman"/>
          <w:i/>
          <w:lang w:eastAsia="cs-CZ"/>
        </w:rPr>
        <w:t xml:space="preserve"> </w:t>
      </w:r>
      <w:r w:rsidR="004E765C" w:rsidRPr="001233E3">
        <w:rPr>
          <w:rFonts w:eastAsia="Calibri" w:cs="Times New Roman"/>
          <w:i/>
          <w:lang w:eastAsia="cs-CZ"/>
        </w:rPr>
        <w:t xml:space="preserve"> - viz příloha</w:t>
      </w:r>
    </w:p>
    <w:p w:rsidR="00E53A63" w:rsidRPr="001233E3" w:rsidRDefault="00E53A63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1233E3">
        <w:rPr>
          <w:rFonts w:eastAsia="Calibri" w:cs="Times New Roman"/>
          <w:i/>
          <w:lang w:eastAsia="cs-CZ"/>
        </w:rPr>
        <w:t>SO 03-10-02.1 soupis prací je součástí SO 03-10-02</w:t>
      </w:r>
    </w:p>
    <w:p w:rsidR="004E765C" w:rsidRPr="001233E3" w:rsidRDefault="00E53A63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1233E3">
        <w:rPr>
          <w:rFonts w:eastAsia="Calibri" w:cs="Times New Roman"/>
          <w:i/>
          <w:lang w:eastAsia="cs-CZ"/>
        </w:rPr>
        <w:t>SO 98-98</w:t>
      </w:r>
      <w:r w:rsidR="004E765C" w:rsidRPr="001233E3">
        <w:rPr>
          <w:rFonts w:eastAsia="Calibri" w:cs="Times New Roman"/>
          <w:i/>
          <w:lang w:eastAsia="cs-CZ"/>
        </w:rPr>
        <w:t>_a.xml – viz příloha</w:t>
      </w:r>
    </w:p>
    <w:p w:rsidR="00BC66CA" w:rsidRPr="001233E3" w:rsidRDefault="004E765C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1233E3">
        <w:rPr>
          <w:rFonts w:eastAsia="Calibri" w:cs="Times New Roman"/>
          <w:i/>
          <w:lang w:eastAsia="cs-CZ"/>
        </w:rPr>
        <w:t>So 98-98_a.xls</w:t>
      </w:r>
      <w:r w:rsidR="00E53A63" w:rsidRPr="001233E3">
        <w:rPr>
          <w:rFonts w:eastAsia="Calibri" w:cs="Times New Roman"/>
          <w:i/>
          <w:lang w:eastAsia="cs-CZ"/>
        </w:rPr>
        <w:t xml:space="preserve">  </w:t>
      </w:r>
      <w:r w:rsidRPr="001233E3">
        <w:rPr>
          <w:rFonts w:eastAsia="Calibri" w:cs="Times New Roman"/>
          <w:i/>
          <w:lang w:eastAsia="cs-CZ"/>
        </w:rPr>
        <w:t>- viz příloha</w:t>
      </w:r>
    </w:p>
    <w:p w:rsidR="004E765C" w:rsidRPr="001233E3" w:rsidRDefault="004E765C" w:rsidP="004E765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233E3">
        <w:rPr>
          <w:rFonts w:eastAsia="Calibri" w:cs="Times New Roman"/>
          <w:i/>
          <w:lang w:eastAsia="cs-CZ"/>
        </w:rPr>
        <w:t>Dodatečně přikládáme  SO 03-15-02F_a, který chyběl v Seznamu soupisu prací i v</w:t>
      </w:r>
      <w:r w:rsidR="009E25EF" w:rsidRPr="001233E3">
        <w:rPr>
          <w:rFonts w:eastAsia="Calibri" w:cs="Times New Roman"/>
          <w:i/>
          <w:lang w:eastAsia="cs-CZ"/>
        </w:rPr>
        <w:t xml:space="preserve"> samotných</w:t>
      </w:r>
      <w:r w:rsidRPr="001233E3">
        <w:rPr>
          <w:rFonts w:eastAsia="Calibri" w:cs="Times New Roman"/>
          <w:i/>
          <w:lang w:eastAsia="cs-CZ"/>
        </w:rPr>
        <w:t> soupisech prací. – viz příloha</w:t>
      </w:r>
    </w:p>
    <w:p w:rsidR="004E765C" w:rsidRPr="002165A8" w:rsidRDefault="004E765C" w:rsidP="00C51477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51477" w:rsidRDefault="00C51477" w:rsidP="00CC590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51477" w:rsidRPr="00BD5319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6</w:t>
      </w:r>
      <w:r w:rsidRPr="00BD5319">
        <w:rPr>
          <w:rFonts w:eastAsia="Calibri" w:cs="Times New Roman"/>
          <w:b/>
          <w:lang w:eastAsia="cs-CZ"/>
        </w:rPr>
        <w:t>:</w:t>
      </w:r>
    </w:p>
    <w:p w:rsidR="00B84271" w:rsidRPr="00B84271" w:rsidRDefault="00B84271" w:rsidP="00B84271">
      <w:pPr>
        <w:spacing w:after="0" w:line="240" w:lineRule="auto"/>
        <w:rPr>
          <w:rFonts w:eastAsia="Calibri" w:cs="Times New Roman"/>
          <w:lang w:eastAsia="cs-CZ"/>
        </w:rPr>
      </w:pPr>
      <w:r w:rsidRPr="00B84271">
        <w:rPr>
          <w:rFonts w:eastAsia="Calibri" w:cs="Times New Roman"/>
          <w:lang w:eastAsia="cs-CZ"/>
        </w:rPr>
        <w:t>SO 02-06-22A</w:t>
      </w:r>
    </w:p>
    <w:tbl>
      <w:tblPr>
        <w:tblW w:w="8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09"/>
        <w:gridCol w:w="425"/>
        <w:gridCol w:w="5245"/>
        <w:gridCol w:w="709"/>
        <w:gridCol w:w="1134"/>
      </w:tblGrid>
      <w:tr w:rsidR="00B84271" w:rsidRPr="00B84271" w:rsidTr="00B84271">
        <w:trPr>
          <w:trHeight w:val="2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PŘELOŽKA VEDENÍ NN V KM 146,085 DLE SMLOUVY Č. 13001018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1,000</w:t>
            </w:r>
          </w:p>
        </w:tc>
      </w:tr>
    </w:tbl>
    <w:p w:rsidR="00B84271" w:rsidRDefault="00B84271" w:rsidP="00B84271">
      <w:pPr>
        <w:spacing w:after="0" w:line="240" w:lineRule="auto"/>
        <w:rPr>
          <w:rFonts w:eastAsia="Calibri" w:cs="Times New Roman"/>
          <w:lang w:eastAsia="cs-CZ"/>
        </w:rPr>
      </w:pPr>
      <w:r w:rsidRPr="00B84271">
        <w:rPr>
          <w:rFonts w:eastAsia="Calibri" w:cs="Times New Roman"/>
          <w:lang w:eastAsia="cs-CZ"/>
        </w:rPr>
        <w:t>Je skutečně tento objekt součástí zadání?</w:t>
      </w:r>
    </w:p>
    <w:p w:rsidR="001233E3" w:rsidRPr="00B84271" w:rsidRDefault="001233E3" w:rsidP="00B84271">
      <w:pPr>
        <w:spacing w:after="0" w:line="240" w:lineRule="auto"/>
        <w:rPr>
          <w:rFonts w:eastAsia="Calibri" w:cs="Times New Roman"/>
          <w:lang w:eastAsia="cs-CZ"/>
        </w:rPr>
      </w:pPr>
    </w:p>
    <w:p w:rsidR="00C51477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C51477" w:rsidRPr="00651C75" w:rsidRDefault="00591552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02-06-22A a SO 03-06-21 nebude zhotovitelem realizován, přeložky realizuje dle SOD EON. Doplňujeme soupis prací – NEOCEŇOVAT.</w:t>
      </w:r>
      <w:r w:rsidR="00651C75" w:rsidRPr="00651C75">
        <w:rPr>
          <w:rFonts w:eastAsia="Calibri" w:cs="Times New Roman"/>
          <w:i/>
          <w:lang w:eastAsia="cs-CZ"/>
        </w:rPr>
        <w:t xml:space="preserve"> Viz příloha.</w:t>
      </w:r>
    </w:p>
    <w:p w:rsidR="00C51477" w:rsidRDefault="00C51477" w:rsidP="00CC590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1233E3" w:rsidRDefault="001233E3" w:rsidP="00CC590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51477" w:rsidRPr="00BD5319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7</w:t>
      </w:r>
      <w:r w:rsidRPr="00BD5319">
        <w:rPr>
          <w:rFonts w:eastAsia="Calibri" w:cs="Times New Roman"/>
          <w:b/>
          <w:lang w:eastAsia="cs-CZ"/>
        </w:rPr>
        <w:t>:</w:t>
      </w:r>
    </w:p>
    <w:p w:rsidR="00B84271" w:rsidRPr="00B84271" w:rsidRDefault="00B84271" w:rsidP="00B84271">
      <w:pPr>
        <w:spacing w:after="0" w:line="240" w:lineRule="auto"/>
        <w:rPr>
          <w:rFonts w:eastAsia="Calibri" w:cs="Times New Roman"/>
          <w:lang w:eastAsia="cs-CZ"/>
        </w:rPr>
      </w:pPr>
      <w:r w:rsidRPr="00B84271">
        <w:rPr>
          <w:rFonts w:eastAsia="Calibri" w:cs="Times New Roman"/>
          <w:lang w:eastAsia="cs-CZ"/>
        </w:rPr>
        <w:t>Zadané soupisy prací obsahují položky s nulovým množstvím.</w:t>
      </w:r>
    </w:p>
    <w:tbl>
      <w:tblPr>
        <w:tblW w:w="881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287"/>
        <w:gridCol w:w="1153"/>
        <w:gridCol w:w="4394"/>
        <w:gridCol w:w="567"/>
        <w:gridCol w:w="851"/>
      </w:tblGrid>
      <w:tr w:rsidR="00B84271" w:rsidRPr="00B84271" w:rsidTr="00651C75">
        <w:trPr>
          <w:trHeight w:val="567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C0C0C0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ČP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C0C0C0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Kód objektu, části, ...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C0C0C0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Kód položky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C0C0C0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Popis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C0C0C0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MJ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C0C0C0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Množství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16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02-14-02.2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75IEE3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OPTICKÝ ROZVADĚČ 19"" PROVEDENÍ 36 VLÁKEN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22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02-14-02.2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75IH11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UKONČENÍ KABELU CELOPLASTOVÉHO BEZ PANCÍŘE DO 40 ŽIL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35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02-14-02.2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RJ45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lastRenderedPageBreak/>
              <w:t>36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02-14-02.2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 45 -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31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02-14-03.2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RJ45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32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02-14-03.2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 45 -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38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02-14-03.2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75L431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KAMERA DIGITÁLNÍ (IP) DOME PEVNÁ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39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02-14-03.2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75L43X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KAMERA DIGITÁLNÍ (IP) DOME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14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02-14-04.2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75IEE2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OPTICKÝ ROZVADĚČ 19" PROVEDENÍ 24 VLÁKEN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21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02-14-04.2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75IH11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UKONČENÍ KABELU CELOPLASTOVÉHO BEZ PANCÍŘE DO 40 ŽIL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32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02-14-04.2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RJ45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33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02-14-04.2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 45 -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39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02-14-04.2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75L431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KAMERA DIGITÁLNÍ (IP) DOME PEVNÁ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40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02-14-04.2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75L43X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KAMERA DIGITÁLNÍ (IP) DOME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14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02-14-05.2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75IEE2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OPTICKÝ ROZVADĚČ 19" PROVEDENÍ 24 VLÁKEN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21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02-14-05.2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75IH11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UKONČENÍ KABELU CELOPLASTOVÉHO BEZ PANCÍŘE DO 40 ŽIL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32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02-14-05.2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RJ45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33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02-14-05.2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 45 -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39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02-14-05.2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75L431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KAMERA DIGITÁLNÍ (IP) DOME PEVNÁ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40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02-14-05.2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75L43X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KAMERA DIGITÁLNÍ (IP) DOME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507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10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03-14-01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702222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KABELOVÁ CHRÁNIČKA ZEMNÍ UV STABILNÍ DN PŘES 100 DO 200 MM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15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03-14-08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75IEE2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OPTICKÝ ROZVADĚČ 19" PROVEDENÍ 24 VLÁKEN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22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03-14-08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75IH11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UKONČENÍ KABELU CELOPLASTOVÉHO BEZ PANCÍŘE DO 40 ŽIL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33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03-14-08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RJ45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34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03-14-08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75JA4X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ZÁSTRČKA DATOVÁ RJ 45 -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34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03-14-10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75N261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MRS, KOAXIÁLNÍ KABEL VENKOVNÍ PRŮMĚRU DO 35 MM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35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03-14-10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75N26X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MRS, KOAXIÁLNÍ KABEL VENKOVNÍ - 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36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03-14-10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75N26Y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MRS, KOAXIÁLNÍ KABEL VENKOVNÍ - DEMONTÁŽ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37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03-14-10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75N27Y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MRS, KOAXIÁLNÍ KABEL VNITŘNÍ - DEMONTÁŽ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90-14-02.1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131839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PŘÍPLATEK ZA DALŠÍ 1KM DOPRAVY ZEMINY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4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90-14-02.1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132838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HLOUBENÍ RÝH ŠÍŘ DO 2M PAŽ I NEPAŽ TŘ. II, ODVOZ DO 20KM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5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PS 90-14-02.1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132839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PŘÍPLATEK ZA DALŠÍ 1KM DOPRAVY ZEMINY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02-06-10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702212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KABELOVÁ CHRÁNIČKA ZEMNÍ DN PŘES 100 DO 200 MM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15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02-06-10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14173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PROTLAČOVÁNÍ POTRUBÍ Z PLAST HMOT DN DO 200MM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23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02-06-10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742P13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ZATAŽENÍ KABELU DO CHRÁNIČKY - KABEL DO 4 KG/M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lastRenderedPageBreak/>
              <w:t>6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02-19-17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02950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OSTATNÍ POŽADAVKY - POSUDKY, KONTROLY, REVIZNÍ ZPRÁVY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KPL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6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02950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OSTATNÍ POŽADAVKY - POSUDKY, KONTROLY, REVIZNÍ ZPRÁVY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KPL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27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21203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TRATIVODY KOMPLET Z TRUB NEKOV DN DO 150MM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30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272366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VÝZTUŽ ZÁKLADŮ Z KARI SÍTÍ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31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02-19-18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317325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ŘÍMSY ZE ŽELEZOBETONU DO C30/37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507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015112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POPLATKY ZA LIKVIDACŮ ODPADŮ NEKONTAMINOVANÝCH - 17 05 04  VYTĚŽENÉ ZEMINY A HORNINY -  II. TŘÍDA TĚŽITELNOSTI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507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015140.2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POPLATKY ZA LIKVIDACŮ ODPADŮ NEKONTAMINOVANÝCH - 17 01 01 BETON Z DEMOLIC OBJEKTŮ, ZÁKLADŮ TV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507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015330.1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POPLATKY ZA LIKVIDACŮ ODPADŮ NEKONTAMINOVANÝCH - 17 05 04 KAMENNÁ SUŤ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6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02950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OSTATNÍ POŽADAVKY - POSUDKY, KONTROLY, REVIZNÍ ZPRÁVY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KPL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8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03100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ZAŘÍZENÍ STAVENIŠTĚ - ZŘÍZENÍ, PROVOZ, DEMONTÁŽ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KPL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03160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ZAŘÍZENÍ STAVENIŠTĚ - GARÁŽE A PARKOVIŠTĚ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KPL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10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03190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ZAŘÍZENÍ STAVENIŠTĚ - TERÉNNÍ ÚPRAVY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KPL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24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02-19-19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17980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NÁSYPY Z ARMOVANÝCH ZEMIN Z NAKUPOVANÝCH MATERÁLŮ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M3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305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14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03-15-02 E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R014.1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Přemístění demontovaných hmot - armatur, H do 6 m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  <w:tr w:rsidR="00B84271" w:rsidRPr="00B84271" w:rsidTr="00651C75">
        <w:trPr>
          <w:trHeight w:val="683"/>
        </w:trPr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60</w:t>
            </w:r>
          </w:p>
        </w:tc>
        <w:tc>
          <w:tcPr>
            <w:tcW w:w="128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03-19-03</w:t>
            </w:r>
          </w:p>
        </w:tc>
        <w:tc>
          <w:tcPr>
            <w:tcW w:w="1153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R015310</w:t>
            </w:r>
          </w:p>
        </w:tc>
        <w:tc>
          <w:tcPr>
            <w:tcW w:w="4394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POPLATKY ZA LIKVIDACŮ ODPADŮ NEKONTAMINOVANÝCH - 16 02 14  ŠROT (VYŘAZENÁ EL. ZAŘÍZENÍ A PŘÍSTR. - AL, CU A VZ. KOVY)  neoceňuje sa</w:t>
            </w:r>
          </w:p>
        </w:tc>
        <w:tc>
          <w:tcPr>
            <w:tcW w:w="567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CC" w:fill="FFFFFF"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</w:t>
            </w:r>
          </w:p>
        </w:tc>
        <w:tc>
          <w:tcPr>
            <w:tcW w:w="851" w:type="dxa"/>
            <w:tcBorders>
              <w:top w:val="single" w:sz="6" w:space="0" w:color="969696"/>
              <w:left w:val="single" w:sz="6" w:space="0" w:color="969696"/>
              <w:bottom w:val="single" w:sz="6" w:space="0" w:color="969696"/>
              <w:right w:val="single" w:sz="6" w:space="0" w:color="969696"/>
            </w:tcBorders>
            <w:shd w:val="solid" w:color="FFFFFF" w:fill="FFFFFF"/>
          </w:tcPr>
          <w:p w:rsidR="00B84271" w:rsidRPr="00643A06" w:rsidRDefault="00B84271" w:rsidP="00B84271">
            <w:pPr>
              <w:spacing w:after="0" w:line="240" w:lineRule="auto"/>
              <w:rPr>
                <w:rFonts w:eastAsia="Calibri" w:cs="Times New Roman"/>
                <w:color w:val="FF0000"/>
                <w:lang w:eastAsia="cs-CZ"/>
              </w:rPr>
            </w:pPr>
            <w:r w:rsidRPr="00643A06">
              <w:rPr>
                <w:rFonts w:eastAsia="Calibri" w:cs="Times New Roman"/>
                <w:color w:val="FF0000"/>
                <w:lang w:eastAsia="cs-CZ"/>
              </w:rPr>
              <w:t>0,000</w:t>
            </w:r>
          </w:p>
        </w:tc>
      </w:tr>
    </w:tbl>
    <w:p w:rsidR="00BC483B" w:rsidRDefault="00BC483B" w:rsidP="00B84271">
      <w:pPr>
        <w:spacing w:after="0" w:line="240" w:lineRule="auto"/>
        <w:rPr>
          <w:rFonts w:eastAsia="Calibri" w:cs="Times New Roman"/>
          <w:lang w:eastAsia="cs-CZ"/>
        </w:rPr>
      </w:pPr>
    </w:p>
    <w:p w:rsidR="00BC483B" w:rsidRDefault="00B84271" w:rsidP="00B84271">
      <w:pPr>
        <w:spacing w:after="0" w:line="240" w:lineRule="auto"/>
        <w:rPr>
          <w:rFonts w:eastAsia="Calibri" w:cs="Times New Roman"/>
          <w:b/>
          <w:lang w:eastAsia="cs-CZ"/>
        </w:rPr>
      </w:pPr>
      <w:r w:rsidRPr="00B84271">
        <w:rPr>
          <w:rFonts w:eastAsia="Calibri" w:cs="Times New Roman"/>
          <w:lang w:eastAsia="cs-CZ"/>
        </w:rPr>
        <w:t>Žádáme zadavatele o potvrzení, že uvedené množství je správné, případně opravu.</w:t>
      </w:r>
      <w:r>
        <w:rPr>
          <w:rFonts w:eastAsia="Calibri" w:cs="Times New Roman"/>
          <w:lang w:eastAsia="cs-CZ"/>
        </w:rPr>
        <w:br/>
      </w:r>
    </w:p>
    <w:p w:rsidR="00C51477" w:rsidRDefault="00C51477" w:rsidP="00B8427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C51477" w:rsidRPr="00651C75" w:rsidRDefault="004E765C" w:rsidP="00746B36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Kontrolou byl</w:t>
      </w:r>
      <w:r w:rsidR="004D395B" w:rsidRPr="00651C75">
        <w:rPr>
          <w:rFonts w:eastAsia="Calibri" w:cs="Times New Roman"/>
          <w:i/>
          <w:lang w:eastAsia="cs-CZ"/>
        </w:rPr>
        <w:t>y</w:t>
      </w:r>
      <w:r w:rsidRPr="00651C75">
        <w:rPr>
          <w:rFonts w:eastAsia="Calibri" w:cs="Times New Roman"/>
          <w:i/>
          <w:lang w:eastAsia="cs-CZ"/>
        </w:rPr>
        <w:t xml:space="preserve"> některé nulové </w:t>
      </w:r>
      <w:r w:rsidR="005F1652" w:rsidRPr="00651C75">
        <w:rPr>
          <w:rFonts w:eastAsia="Calibri" w:cs="Times New Roman"/>
          <w:i/>
          <w:lang w:eastAsia="cs-CZ"/>
        </w:rPr>
        <w:t>položky ze soupisu prací vymazány</w:t>
      </w:r>
      <w:r w:rsidRPr="00651C75">
        <w:rPr>
          <w:rFonts w:eastAsia="Calibri" w:cs="Times New Roman"/>
          <w:i/>
          <w:lang w:eastAsia="cs-CZ"/>
        </w:rPr>
        <w:t xml:space="preserve"> případně doplněny MJ –</w:t>
      </w:r>
      <w:r w:rsidR="005F1652" w:rsidRPr="00651C75">
        <w:rPr>
          <w:rFonts w:eastAsia="Calibri" w:cs="Times New Roman"/>
          <w:i/>
          <w:lang w:eastAsia="cs-CZ"/>
        </w:rPr>
        <w:t xml:space="preserve"> </w:t>
      </w:r>
      <w:r w:rsidR="003D17C6" w:rsidRPr="00651C75">
        <w:rPr>
          <w:rFonts w:eastAsia="Calibri" w:cs="Times New Roman"/>
          <w:i/>
          <w:lang w:eastAsia="cs-CZ"/>
        </w:rPr>
        <w:t xml:space="preserve">opravené soupisy prací jsou </w:t>
      </w:r>
      <w:r w:rsidR="005F1652" w:rsidRPr="00651C75">
        <w:rPr>
          <w:rFonts w:eastAsia="Calibri" w:cs="Times New Roman"/>
          <w:i/>
          <w:lang w:eastAsia="cs-CZ"/>
        </w:rPr>
        <w:t>přiloženy</w:t>
      </w:r>
      <w:r w:rsidRPr="00651C75">
        <w:rPr>
          <w:rFonts w:eastAsia="Calibri" w:cs="Times New Roman"/>
          <w:i/>
          <w:lang w:eastAsia="cs-CZ"/>
        </w:rPr>
        <w:t xml:space="preserve"> – viz příloha: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02-14-02.2_a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02-14-03.2_a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02-14-04.2_a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02-14-05.2_a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03-14-01_a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03-14-08_a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03-14-10_a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PS 90-14-02.1_a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02-06-10_a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02-19-17_a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02-19-18_a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02-19-19_a</w:t>
      </w:r>
    </w:p>
    <w:p w:rsidR="004E765C" w:rsidRPr="00651C75" w:rsidRDefault="004E765C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03-15-02E_a</w:t>
      </w:r>
    </w:p>
    <w:p w:rsidR="004E765C" w:rsidRPr="00651C75" w:rsidRDefault="004D395B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03-19-03_a</w:t>
      </w:r>
    </w:p>
    <w:p w:rsidR="004E765C" w:rsidRPr="002165A8" w:rsidRDefault="004E765C" w:rsidP="00C51477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C51477" w:rsidRDefault="00C51477" w:rsidP="00CC590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51477" w:rsidRPr="00BD5319" w:rsidRDefault="00C51477" w:rsidP="00C51477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</w:t>
      </w:r>
      <w:r w:rsidRPr="00BD5319">
        <w:rPr>
          <w:rFonts w:eastAsia="Calibri" w:cs="Times New Roman"/>
          <w:b/>
          <w:lang w:eastAsia="cs-CZ"/>
        </w:rPr>
        <w:t>:</w:t>
      </w:r>
    </w:p>
    <w:p w:rsidR="00B84271" w:rsidRPr="00B84271" w:rsidRDefault="00B84271" w:rsidP="00B84271">
      <w:pPr>
        <w:spacing w:after="0" w:line="240" w:lineRule="auto"/>
        <w:rPr>
          <w:rFonts w:eastAsia="Calibri" w:cs="Times New Roman"/>
          <w:lang w:eastAsia="cs-CZ"/>
        </w:rPr>
      </w:pPr>
      <w:r w:rsidRPr="00B84271">
        <w:rPr>
          <w:rFonts w:eastAsia="Calibri" w:cs="Times New Roman"/>
          <w:lang w:eastAsia="cs-CZ"/>
        </w:rPr>
        <w:t>Zadané soupisy prací obsahují položky, které nemají uvedenou měrnou jednotku.</w:t>
      </w:r>
    </w:p>
    <w:tbl>
      <w:tblPr>
        <w:tblW w:w="8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1280"/>
        <w:gridCol w:w="1269"/>
        <w:gridCol w:w="3685"/>
        <w:gridCol w:w="709"/>
        <w:gridCol w:w="1276"/>
      </w:tblGrid>
      <w:tr w:rsidR="00B84271" w:rsidRPr="00B84271" w:rsidTr="00651C75">
        <w:trPr>
          <w:trHeight w:val="592"/>
        </w:trPr>
        <w:tc>
          <w:tcPr>
            <w:tcW w:w="565" w:type="dxa"/>
            <w:tcBorders>
              <w:top w:val="single" w:sz="4" w:space="0" w:color="A9A9A9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ČP</w:t>
            </w:r>
          </w:p>
        </w:tc>
        <w:tc>
          <w:tcPr>
            <w:tcW w:w="1280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Kód objektu, části, ...</w:t>
            </w:r>
          </w:p>
        </w:tc>
        <w:tc>
          <w:tcPr>
            <w:tcW w:w="1269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Kód položky</w:t>
            </w:r>
          </w:p>
        </w:tc>
        <w:tc>
          <w:tcPr>
            <w:tcW w:w="3685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Popis</w:t>
            </w:r>
          </w:p>
        </w:tc>
        <w:tc>
          <w:tcPr>
            <w:tcW w:w="709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MJ</w:t>
            </w:r>
          </w:p>
        </w:tc>
        <w:tc>
          <w:tcPr>
            <w:tcW w:w="1276" w:type="dxa"/>
            <w:tcBorders>
              <w:top w:val="single" w:sz="4" w:space="0" w:color="A9A9A9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D3D3D3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Množství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01-01-02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R74C941-2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TAŽENÍ OCHRANNÉHO VODIČE FEZN O10MM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209,000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lastRenderedPageBreak/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01-01-02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R74C971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PŘERUŠENÍ GABIONOVÉ SÍTĚ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01-01-02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R74C971-2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NAVAŘENÍ ŠROUBOVICE NA SLOUPEK STÁVAJÍCÍ PHS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12,000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01-01-02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R74C971-3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ODSTRANĚNÍ NÁLETOVÝCH DŘEVIN NA STÁVAJÍCÍ PHS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02-01-02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R74C941-2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TAŽENÍ OCHRANNÉHO VODIČE FEZN O10MM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1 028,000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02-17-01</w:t>
            </w:r>
          </w:p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první soupis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29611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OSTATNÍ POŽADAVKY - ODBORNÝ DOZOR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360,000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02-17-01</w:t>
            </w:r>
          </w:p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první soupis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R30297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Kontinuální radarové měření pražcového podloží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5,360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02-17-01 duplicitní soupis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29611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OSTATNÍ POŽADAVKY - ODBORNÝ DOZOR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360,000</w:t>
            </w:r>
          </w:p>
        </w:tc>
      </w:tr>
      <w:tr w:rsidR="00B84271" w:rsidRPr="00B84271" w:rsidTr="00651C75">
        <w:trPr>
          <w:trHeight w:val="319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02-17-01 duplicitní soupis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R30297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Kontinuální radarové měření pražcového podloží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5,360</w:t>
            </w:r>
          </w:p>
        </w:tc>
      </w:tr>
      <w:tr w:rsidR="00B84271" w:rsidRPr="00B84271" w:rsidTr="00651C75">
        <w:trPr>
          <w:trHeight w:val="532"/>
        </w:trPr>
        <w:tc>
          <w:tcPr>
            <w:tcW w:w="565" w:type="dxa"/>
            <w:tcBorders>
              <w:top w:val="nil"/>
              <w:left w:val="single" w:sz="4" w:space="0" w:color="A9A9A9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SO 04-17-01.1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R523111.1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ZŘÍZENÍ KOLEJE - DOPRAVA SOUČÁSTÍ Z "MÍSTA PŘEDÁNÍ" NA MONTÁŽNÍ ZÁKLADNU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CC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9A9A9"/>
              <w:right w:val="single" w:sz="4" w:space="0" w:color="A9A9A9"/>
            </w:tcBorders>
            <w:shd w:val="clear" w:color="000000" w:fill="FFFFFF"/>
            <w:noWrap/>
            <w:vAlign w:val="center"/>
            <w:hideMark/>
          </w:tcPr>
          <w:p w:rsidR="00B84271" w:rsidRPr="00B84271" w:rsidRDefault="00B84271" w:rsidP="00B8427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B84271">
              <w:rPr>
                <w:rFonts w:eastAsia="Calibri" w:cs="Times New Roman"/>
                <w:lang w:eastAsia="cs-CZ"/>
              </w:rPr>
              <w:t>48 688,181</w:t>
            </w:r>
          </w:p>
        </w:tc>
      </w:tr>
    </w:tbl>
    <w:p w:rsidR="00651C75" w:rsidRDefault="00651C75" w:rsidP="00B84271">
      <w:pPr>
        <w:spacing w:after="0" w:line="240" w:lineRule="auto"/>
        <w:rPr>
          <w:rFonts w:eastAsia="Calibri" w:cs="Times New Roman"/>
          <w:lang w:eastAsia="cs-CZ"/>
        </w:rPr>
      </w:pPr>
    </w:p>
    <w:p w:rsidR="00651C75" w:rsidRDefault="00B84271" w:rsidP="00B8427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Žádáme zadava</w:t>
      </w:r>
      <w:r w:rsidRPr="00B84271">
        <w:rPr>
          <w:rFonts w:eastAsia="Calibri" w:cs="Times New Roman"/>
          <w:lang w:eastAsia="cs-CZ"/>
        </w:rPr>
        <w:t>tele o doplnění.</w:t>
      </w:r>
      <w:r>
        <w:rPr>
          <w:rFonts w:eastAsia="Calibri" w:cs="Times New Roman"/>
          <w:lang w:eastAsia="cs-CZ"/>
        </w:rPr>
        <w:br/>
      </w:r>
    </w:p>
    <w:p w:rsidR="00C51477" w:rsidRDefault="00C51477" w:rsidP="00B8427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011350" w:rsidRPr="00651C75" w:rsidRDefault="004D395B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 xml:space="preserve">Chybějící </w:t>
      </w:r>
      <w:r w:rsidR="003D17C6" w:rsidRPr="00651C75">
        <w:rPr>
          <w:rFonts w:eastAsia="Calibri" w:cs="Times New Roman"/>
          <w:i/>
          <w:lang w:eastAsia="cs-CZ"/>
        </w:rPr>
        <w:t xml:space="preserve">MJ </w:t>
      </w:r>
      <w:r w:rsidRPr="00651C75">
        <w:rPr>
          <w:rFonts w:eastAsia="Calibri" w:cs="Times New Roman"/>
          <w:i/>
          <w:lang w:eastAsia="cs-CZ"/>
        </w:rPr>
        <w:t xml:space="preserve">jsou v </w:t>
      </w:r>
      <w:r w:rsidR="003D17C6" w:rsidRPr="00651C75">
        <w:rPr>
          <w:rFonts w:eastAsia="Calibri" w:cs="Times New Roman"/>
          <w:i/>
          <w:lang w:eastAsia="cs-CZ"/>
        </w:rPr>
        <w:t>soupis</w:t>
      </w:r>
      <w:r w:rsidRPr="00651C75">
        <w:rPr>
          <w:rFonts w:eastAsia="Calibri" w:cs="Times New Roman"/>
          <w:i/>
          <w:lang w:eastAsia="cs-CZ"/>
        </w:rPr>
        <w:t>ech</w:t>
      </w:r>
      <w:r w:rsidR="003D17C6" w:rsidRPr="00651C75">
        <w:rPr>
          <w:rFonts w:eastAsia="Calibri" w:cs="Times New Roman"/>
          <w:i/>
          <w:lang w:eastAsia="cs-CZ"/>
        </w:rPr>
        <w:t xml:space="preserve"> prací </w:t>
      </w:r>
      <w:r w:rsidRPr="00651C75">
        <w:rPr>
          <w:rFonts w:eastAsia="Calibri" w:cs="Times New Roman"/>
          <w:i/>
          <w:lang w:eastAsia="cs-CZ"/>
        </w:rPr>
        <w:t>doplněny – viz příloha:</w:t>
      </w:r>
    </w:p>
    <w:p w:rsidR="004D395B" w:rsidRPr="00651C75" w:rsidRDefault="004D395B" w:rsidP="004D395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01-01-02_a</w:t>
      </w:r>
    </w:p>
    <w:p w:rsidR="004D395B" w:rsidRPr="00651C75" w:rsidRDefault="004D395B" w:rsidP="004D395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02-01-02_a</w:t>
      </w:r>
    </w:p>
    <w:p w:rsidR="007E6A75" w:rsidRPr="00651C75" w:rsidRDefault="004D395B" w:rsidP="00C51477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04-17-01.1_a</w:t>
      </w:r>
    </w:p>
    <w:p w:rsidR="004D395B" w:rsidRDefault="004D395B" w:rsidP="00C51477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4D395B" w:rsidRDefault="004D395B" w:rsidP="00C51477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7E6A75" w:rsidRDefault="007E6A75" w:rsidP="007E6A75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BD5319">
        <w:rPr>
          <w:rFonts w:eastAsia="Calibri" w:cs="Times New Roman"/>
          <w:b/>
          <w:lang w:eastAsia="cs-CZ"/>
        </w:rPr>
        <w:t>:</w:t>
      </w:r>
    </w:p>
    <w:p w:rsidR="007E6A75" w:rsidRPr="00F75BD3" w:rsidRDefault="007E6A75" w:rsidP="00651C75">
      <w:pPr>
        <w:spacing w:after="120"/>
        <w:jc w:val="both"/>
        <w:rPr>
          <w:rFonts w:cs="Arial"/>
        </w:rPr>
      </w:pPr>
      <w:r w:rsidRPr="00F75BD3">
        <w:rPr>
          <w:rFonts w:cs="Arial"/>
        </w:rPr>
        <w:t>4_SOUPIS PRACÍ S VÝKAZEM VÝMĚR</w:t>
      </w:r>
    </w:p>
    <w:p w:rsidR="007E6A75" w:rsidRPr="00F75BD3" w:rsidRDefault="007E6A75" w:rsidP="00651C75">
      <w:pPr>
        <w:spacing w:after="120"/>
        <w:jc w:val="both"/>
        <w:rPr>
          <w:rFonts w:cs="Arial"/>
        </w:rPr>
      </w:pPr>
      <w:r w:rsidRPr="00F75BD3">
        <w:rPr>
          <w:rFonts w:cs="Arial"/>
        </w:rPr>
        <w:t>Při kontrole poskytnutých rozpočtu jsme dále narazili</w:t>
      </w:r>
      <w:r>
        <w:rPr>
          <w:rFonts w:cs="Arial"/>
        </w:rPr>
        <w:t>,</w:t>
      </w:r>
      <w:r w:rsidRPr="00F75BD3">
        <w:rPr>
          <w:rFonts w:cs="Arial"/>
        </w:rPr>
        <w:t xml:space="preserve"> že u následujících položek v jednotlivých SO není měrná jednotka. Může zadavatel tyto jednotky doplnit? </w:t>
      </w:r>
    </w:p>
    <w:p w:rsidR="007E6A75" w:rsidRDefault="007E6A75" w:rsidP="007E6A7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W w:w="88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407"/>
        <w:gridCol w:w="1080"/>
        <w:gridCol w:w="3827"/>
        <w:gridCol w:w="709"/>
        <w:gridCol w:w="1276"/>
      </w:tblGrid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02-17-01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29611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OSTATNÍ POŽADAVKY - ODBORNÝ DOZOR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360,000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02-17-01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R30297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Kontinuální radarové měření pražcového podloží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5,360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02-17-01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29611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OSTATNÍ POŽADAVKY - ODBORNÝ DOZOR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360,000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02-17-01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R30297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Kontinuální radarové měření pražcového podloží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5,360</w:t>
            </w:r>
          </w:p>
        </w:tc>
      </w:tr>
      <w:tr w:rsidR="007E6A75" w:rsidTr="00887F65">
        <w:trPr>
          <w:trHeight w:val="461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04-17-01.1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R523111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ZŘÍZENÍ KOLEJE - DOPRAVA SOUČÁSTÍ Z "MÍSTA PŘEDÁNÍ" NA MONTÁŽNÍ ZÁKLADNU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48 688,181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01-01-02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R74C941-2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TAŽENÍ OCHRANNÉHO VODIČE FEZN O10MM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209,000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 01-01-02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R74C971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PŘERUŠENÍ GABIONOVÉ SÍTĚ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2,000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01-01-02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R74C971-2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NAVAŘENÍ ŠROUBOVICE NA SLOUPEK STÁVAJÍCÍ PHS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12,000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01-01-02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R74C971-3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ODSTRANĚNÍ NÁLETOVÝCH DŘEVIN NA STÁVAJÍCÍ PHS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2,000</w:t>
            </w:r>
          </w:p>
        </w:tc>
      </w:tr>
      <w:tr w:rsidR="007E6A75" w:rsidTr="00887F65">
        <w:trPr>
          <w:trHeight w:val="230"/>
        </w:trPr>
        <w:tc>
          <w:tcPr>
            <w:tcW w:w="1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SO 02-01-02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R74C941-2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TAŽENÍ OCHRANNÉHO VODIČE FEZN O10MM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E6A75" w:rsidRPr="00427071" w:rsidRDefault="007E6A75" w:rsidP="00887F6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27071">
              <w:rPr>
                <w:rFonts w:ascii="Arial" w:hAnsi="Arial" w:cs="Arial"/>
                <w:color w:val="000000"/>
                <w:sz w:val="20"/>
                <w:szCs w:val="20"/>
              </w:rPr>
              <w:t>1 028,000</w:t>
            </w:r>
          </w:p>
        </w:tc>
      </w:tr>
    </w:tbl>
    <w:p w:rsidR="007E6A75" w:rsidRDefault="007E6A75" w:rsidP="00C51477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746B36" w:rsidRDefault="00746B36" w:rsidP="007E6A75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E6A75" w:rsidRDefault="007E6A75" w:rsidP="007E6A7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E6A75" w:rsidRPr="00651C75" w:rsidRDefault="007E6A75" w:rsidP="00746B36">
      <w:pPr>
        <w:pStyle w:val="Normlnweb"/>
        <w:spacing w:after="0"/>
        <w:rPr>
          <w:rFonts w:eastAsia="Calibri"/>
          <w:i/>
          <w:szCs w:val="18"/>
          <w:lang w:eastAsia="cs-CZ"/>
        </w:rPr>
      </w:pPr>
      <w:r w:rsidRPr="00651C75">
        <w:rPr>
          <w:rFonts w:eastAsia="Calibri"/>
          <w:i/>
          <w:szCs w:val="18"/>
          <w:lang w:eastAsia="cs-CZ"/>
        </w:rPr>
        <w:t>Bylo již zodpovězeno dotazem č. 8, opraven</w:t>
      </w:r>
      <w:r w:rsidR="004D395B" w:rsidRPr="00651C75">
        <w:rPr>
          <w:rFonts w:eastAsia="Calibri"/>
          <w:i/>
          <w:szCs w:val="18"/>
          <w:lang w:eastAsia="cs-CZ"/>
        </w:rPr>
        <w:t>é</w:t>
      </w:r>
      <w:r w:rsidRPr="00651C75">
        <w:rPr>
          <w:rFonts w:eastAsia="Calibri"/>
          <w:i/>
          <w:szCs w:val="18"/>
          <w:lang w:eastAsia="cs-CZ"/>
        </w:rPr>
        <w:t xml:space="preserve"> soupisy prací jsou přiloženy.</w:t>
      </w:r>
    </w:p>
    <w:p w:rsidR="004D395B" w:rsidRPr="00651C75" w:rsidRDefault="004D395B" w:rsidP="004D395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01-01-02_a</w:t>
      </w:r>
    </w:p>
    <w:p w:rsidR="004D395B" w:rsidRPr="00651C75" w:rsidRDefault="004D395B" w:rsidP="004D395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02-01-02_a</w:t>
      </w:r>
    </w:p>
    <w:p w:rsidR="004D395B" w:rsidRPr="00651C75" w:rsidRDefault="004D395B" w:rsidP="004D395B">
      <w:pPr>
        <w:spacing w:after="0" w:line="240" w:lineRule="auto"/>
        <w:rPr>
          <w:rFonts w:eastAsia="Calibri" w:cs="Times New Roman"/>
          <w:i/>
          <w:lang w:eastAsia="cs-CZ"/>
        </w:rPr>
      </w:pPr>
      <w:r w:rsidRPr="00651C75">
        <w:rPr>
          <w:rFonts w:eastAsia="Calibri" w:cs="Times New Roman"/>
          <w:i/>
          <w:lang w:eastAsia="cs-CZ"/>
        </w:rPr>
        <w:t>SO 04-17-01.1_a</w:t>
      </w:r>
    </w:p>
    <w:p w:rsidR="004D395B" w:rsidRDefault="004D395B" w:rsidP="004D395B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651C75" w:rsidRDefault="00651C75" w:rsidP="004D395B">
      <w:pPr>
        <w:spacing w:after="0" w:line="240" w:lineRule="auto"/>
        <w:rPr>
          <w:rFonts w:eastAsia="Calibri" w:cs="Times New Roman"/>
          <w:i/>
          <w:color w:val="FF0000"/>
          <w:lang w:eastAsia="cs-CZ"/>
        </w:rPr>
      </w:pPr>
    </w:p>
    <w:p w:rsidR="00B6728F" w:rsidRPr="00CB7B5A" w:rsidRDefault="00B6728F" w:rsidP="00B6728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0</w:t>
      </w:r>
      <w:r w:rsidRPr="00CB7B5A">
        <w:rPr>
          <w:rFonts w:eastAsia="Calibri" w:cs="Times New Roman"/>
          <w:b/>
          <w:lang w:eastAsia="cs-CZ"/>
        </w:rPr>
        <w:t>:</w:t>
      </w:r>
    </w:p>
    <w:p w:rsidR="00B6728F" w:rsidRDefault="00B6728F" w:rsidP="00B6728F">
      <w:pPr>
        <w:spacing w:after="0" w:line="240" w:lineRule="auto"/>
        <w:rPr>
          <w:rFonts w:eastAsia="Calibri" w:cs="Times New Roman"/>
          <w:lang w:eastAsia="cs-CZ"/>
        </w:rPr>
      </w:pPr>
      <w:r w:rsidRPr="004F1631">
        <w:rPr>
          <w:rFonts w:eastAsia="Calibri" w:cs="Times New Roman"/>
          <w:lang w:eastAsia="cs-CZ"/>
        </w:rPr>
        <w:t>Rekapitulace stavby obsahuje jednotlivé PS/SO řazené podle sloupc</w:t>
      </w:r>
      <w:r>
        <w:rPr>
          <w:rFonts w:eastAsia="Calibri" w:cs="Times New Roman"/>
          <w:lang w:eastAsia="cs-CZ"/>
        </w:rPr>
        <w:t xml:space="preserve">e „Objekt“. Poskytne zadavatel </w:t>
      </w:r>
      <w:r w:rsidRPr="004F1631">
        <w:rPr>
          <w:rFonts w:eastAsia="Calibri" w:cs="Times New Roman"/>
          <w:lang w:eastAsia="cs-CZ"/>
        </w:rPr>
        <w:t>Rekapitulaci PS/SO v členění projektové dokumentace dle Směrnice G</w:t>
      </w:r>
      <w:r>
        <w:rPr>
          <w:rFonts w:eastAsia="Calibri" w:cs="Times New Roman"/>
          <w:lang w:eastAsia="cs-CZ"/>
        </w:rPr>
        <w:t xml:space="preserve">Ř č.11/2006, tak jak tomu bylo </w:t>
      </w:r>
      <w:r w:rsidRPr="004F1631">
        <w:rPr>
          <w:rFonts w:eastAsia="Calibri" w:cs="Times New Roman"/>
          <w:lang w:eastAsia="cs-CZ"/>
        </w:rPr>
        <w:t>vždy u staveb tohoto typu a jak je obvyklé?</w:t>
      </w:r>
    </w:p>
    <w:p w:rsidR="00B6728F" w:rsidRPr="004F1631" w:rsidRDefault="00B6728F" w:rsidP="00B6728F">
      <w:pPr>
        <w:spacing w:after="0" w:line="240" w:lineRule="auto"/>
        <w:rPr>
          <w:rFonts w:eastAsia="Calibri" w:cs="Times New Roman"/>
          <w:lang w:eastAsia="cs-CZ"/>
        </w:rPr>
      </w:pPr>
    </w:p>
    <w:p w:rsidR="00B6728F" w:rsidRDefault="00B6728F" w:rsidP="00B6728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B6728F" w:rsidRPr="00651C75" w:rsidRDefault="00B6728F" w:rsidP="00746B36">
      <w:pPr>
        <w:pStyle w:val="Normlnweb"/>
        <w:jc w:val="both"/>
        <w:rPr>
          <w:rFonts w:eastAsia="Calibri"/>
          <w:i/>
          <w:szCs w:val="18"/>
          <w:lang w:eastAsia="cs-CZ"/>
        </w:rPr>
      </w:pPr>
      <w:r w:rsidRPr="00651C75">
        <w:rPr>
          <w:rFonts w:eastAsia="Calibri"/>
          <w:i/>
          <w:szCs w:val="18"/>
          <w:lang w:eastAsia="cs-CZ"/>
        </w:rPr>
        <w:t>V rámci aktualizace projektové dokumentace byla její skladba dána do souladu s vyhláškou č.146/2008 Sb, která je nadřazena směrnici SŽDC č.11/2006 a je uvedeno v průvodní zprávě dokumentace. Jiné členění by bylo v rozporu s</w:t>
      </w:r>
      <w:r w:rsidR="00651C75" w:rsidRPr="00651C75">
        <w:rPr>
          <w:rFonts w:eastAsia="Calibri"/>
          <w:i/>
          <w:szCs w:val="18"/>
          <w:lang w:eastAsia="cs-CZ"/>
        </w:rPr>
        <w:t> </w:t>
      </w:r>
      <w:r w:rsidRPr="00651C75">
        <w:rPr>
          <w:rFonts w:eastAsia="Calibri"/>
          <w:i/>
          <w:szCs w:val="18"/>
          <w:lang w:eastAsia="cs-CZ"/>
        </w:rPr>
        <w:t>vyhláškou</w:t>
      </w:r>
      <w:r w:rsidR="00651C75" w:rsidRPr="00651C75">
        <w:rPr>
          <w:rFonts w:eastAsia="Calibri"/>
          <w:i/>
          <w:szCs w:val="18"/>
          <w:lang w:eastAsia="cs-CZ"/>
        </w:rPr>
        <w:t>,</w:t>
      </w:r>
      <w:r w:rsidRPr="00651C75">
        <w:rPr>
          <w:rFonts w:eastAsia="Calibri"/>
          <w:i/>
          <w:szCs w:val="18"/>
          <w:lang w:eastAsia="cs-CZ"/>
        </w:rPr>
        <w:t xml:space="preserve"> a</w:t>
      </w:r>
      <w:r w:rsidR="00746B36" w:rsidRPr="00651C75">
        <w:rPr>
          <w:rFonts w:eastAsia="Calibri"/>
          <w:i/>
          <w:szCs w:val="18"/>
          <w:lang w:eastAsia="cs-CZ"/>
        </w:rPr>
        <w:t xml:space="preserve"> </w:t>
      </w:r>
      <w:r w:rsidRPr="00651C75">
        <w:rPr>
          <w:rFonts w:eastAsia="Calibri"/>
          <w:i/>
          <w:szCs w:val="18"/>
          <w:lang w:eastAsia="cs-CZ"/>
        </w:rPr>
        <w:t>tudíž nebude vydáno.</w:t>
      </w:r>
    </w:p>
    <w:p w:rsidR="00852595" w:rsidRDefault="0085259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C590B" w:rsidRPr="00BD5319" w:rsidRDefault="00CC590B" w:rsidP="00CC59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651C75">
        <w:rPr>
          <w:rFonts w:eastAsia="Times New Roman" w:cs="Times New Roman"/>
          <w:lang w:eastAsia="cs-CZ"/>
        </w:rPr>
        <w:t xml:space="preserve">provedeny </w:t>
      </w:r>
      <w:r w:rsidRPr="00651C75">
        <w:rPr>
          <w:rFonts w:eastAsia="Times New Roman" w:cs="Times New Roman"/>
          <w:b/>
          <w:lang w:eastAsia="cs-CZ"/>
        </w:rPr>
        <w:t>změny/doplnění zadáva</w:t>
      </w:r>
      <w:r w:rsidRPr="00BD5319">
        <w:rPr>
          <w:rFonts w:eastAsia="Times New Roman" w:cs="Times New Roman"/>
          <w:b/>
          <w:lang w:eastAsia="cs-CZ"/>
        </w:rPr>
        <w:t>cí dokumentace</w:t>
      </w:r>
      <w:r w:rsidRPr="00BD5319">
        <w:rPr>
          <w:rFonts w:eastAsia="Times New Roman" w:cs="Times New Roman"/>
          <w:lang w:eastAsia="cs-CZ"/>
        </w:rPr>
        <w:t>, postupuje zadavatel v souladu s ust. § 99 odst. 2 ZZVZ a prodlužuje lhůtu pro podání</w:t>
      </w:r>
      <w:r w:rsidR="001104CA" w:rsidRPr="001104CA">
        <w:rPr>
          <w:rFonts w:eastAsia="Times New Roman" w:cs="Times New Roman"/>
          <w:lang w:eastAsia="cs-CZ"/>
        </w:rPr>
        <w:t xml:space="preserve"> </w:t>
      </w:r>
      <w:r w:rsidR="001104CA" w:rsidRPr="00A4437B">
        <w:rPr>
          <w:rFonts w:eastAsia="Times New Roman" w:cs="Times New Roman"/>
          <w:lang w:eastAsia="cs-CZ"/>
        </w:rPr>
        <w:t xml:space="preserve">ze dne </w:t>
      </w:r>
      <w:r w:rsidR="001104CA">
        <w:rPr>
          <w:rFonts w:eastAsia="Times New Roman" w:cs="Times New Roman"/>
          <w:lang w:eastAsia="cs-CZ"/>
        </w:rPr>
        <w:t>14. 11</w:t>
      </w:r>
      <w:r w:rsidR="001104CA" w:rsidRPr="00A4437B">
        <w:rPr>
          <w:rFonts w:eastAsia="Times New Roman" w:cs="Times New Roman"/>
          <w:lang w:eastAsia="cs-CZ"/>
        </w:rPr>
        <w:t xml:space="preserve">. </w:t>
      </w:r>
      <w:r w:rsidR="001104CA" w:rsidRPr="00651C75">
        <w:rPr>
          <w:rFonts w:eastAsia="Times New Roman" w:cs="Times New Roman"/>
          <w:lang w:eastAsia="cs-CZ"/>
        </w:rPr>
        <w:t xml:space="preserve">2019 na den </w:t>
      </w:r>
      <w:r w:rsidR="00651C75" w:rsidRPr="00651C75">
        <w:rPr>
          <w:rFonts w:eastAsia="Times New Roman" w:cs="Times New Roman"/>
          <w:b/>
          <w:lang w:eastAsia="cs-CZ"/>
        </w:rPr>
        <w:t>15</w:t>
      </w:r>
      <w:r w:rsidR="001104CA" w:rsidRPr="00651C75">
        <w:rPr>
          <w:rFonts w:eastAsia="Times New Roman" w:cs="Times New Roman"/>
          <w:b/>
          <w:lang w:eastAsia="cs-CZ"/>
        </w:rPr>
        <w:t>. 11. 2019</w:t>
      </w:r>
      <w:r w:rsidR="001104CA" w:rsidRPr="00651C75">
        <w:rPr>
          <w:rFonts w:eastAsia="Times New Roman" w:cs="Times New Roman"/>
          <w:lang w:eastAsia="cs-CZ"/>
        </w:rPr>
        <w:t xml:space="preserve">, tedy o </w:t>
      </w:r>
      <w:r w:rsidR="00651C75" w:rsidRPr="00651C75">
        <w:rPr>
          <w:rFonts w:eastAsia="Times New Roman" w:cs="Times New Roman"/>
          <w:lang w:eastAsia="cs-CZ"/>
        </w:rPr>
        <w:t xml:space="preserve">1 </w:t>
      </w:r>
      <w:r w:rsidR="001104CA" w:rsidRPr="00651C75">
        <w:rPr>
          <w:rFonts w:eastAsia="Times New Roman" w:cs="Times New Roman"/>
          <w:lang w:eastAsia="cs-CZ"/>
        </w:rPr>
        <w:t>pracovní d</w:t>
      </w:r>
      <w:r w:rsidR="00651C75" w:rsidRPr="00651C75">
        <w:rPr>
          <w:rFonts w:eastAsia="Times New Roman" w:cs="Times New Roman"/>
          <w:lang w:eastAsia="cs-CZ"/>
        </w:rPr>
        <w:t>e</w:t>
      </w:r>
      <w:r w:rsidR="001104CA" w:rsidRPr="00651C75">
        <w:rPr>
          <w:rFonts w:eastAsia="Times New Roman" w:cs="Times New Roman"/>
          <w:lang w:eastAsia="cs-CZ"/>
        </w:rPr>
        <w:t>n</w:t>
      </w:r>
      <w:r w:rsidRPr="00651C75">
        <w:rPr>
          <w:rFonts w:eastAsia="Times New Roman" w:cs="Times New Roman"/>
          <w:lang w:eastAsia="cs-CZ"/>
        </w:rPr>
        <w:t>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C590B" w:rsidRPr="00BD5319" w:rsidRDefault="00CC590B" w:rsidP="00CC590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</w:t>
      </w:r>
      <w:r w:rsidRPr="00651C75">
        <w:rPr>
          <w:rFonts w:eastAsia="Times New Roman" w:cs="Times New Roman"/>
          <w:lang w:eastAsia="cs-CZ"/>
        </w:rPr>
        <w:t xml:space="preserve">VZ </w:t>
      </w:r>
      <w:r w:rsidR="00173E2F" w:rsidRPr="00651C75">
        <w:rPr>
          <w:rFonts w:eastAsia="Times New Roman" w:cs="Times New Roman"/>
          <w:lang w:eastAsia="cs-CZ"/>
        </w:rPr>
        <w:t>Z2019-035855</w:t>
      </w:r>
      <w:r w:rsidRPr="00651C75">
        <w:rPr>
          <w:rFonts w:eastAsia="Times New Roman" w:cs="Times New Roman"/>
          <w:lang w:eastAsia="cs-CZ"/>
        </w:rPr>
        <w:t>). Změny</w:t>
      </w:r>
      <w:r w:rsidRPr="00BD5319">
        <w:rPr>
          <w:rFonts w:eastAsia="Times New Roman" w:cs="Times New Roman"/>
          <w:lang w:eastAsia="cs-CZ"/>
        </w:rPr>
        <w:t xml:space="preserve"> se týkají těchto ustanovení: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73E2F">
        <w:rPr>
          <w:rFonts w:eastAsia="Times New Roman" w:cs="Times New Roman"/>
          <w:lang w:eastAsia="cs-CZ"/>
        </w:rPr>
        <w:t>14. 11. 2019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651C75">
        <w:rPr>
          <w:rFonts w:eastAsia="Times New Roman" w:cs="Times New Roman"/>
          <w:lang w:eastAsia="cs-CZ"/>
        </w:rPr>
        <w:t>15. 11. 2019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173E2F">
        <w:rPr>
          <w:rFonts w:eastAsia="Times New Roman" w:cs="Times New Roman"/>
          <w:lang w:eastAsia="cs-CZ"/>
        </w:rPr>
        <w:t>14. 11. 2019</w:t>
      </w:r>
      <w:r w:rsidR="00173E2F" w:rsidRPr="00BD5319">
        <w:rPr>
          <w:rFonts w:eastAsia="Times New Roman" w:cs="Times New Roman"/>
          <w:lang w:eastAsia="cs-CZ"/>
        </w:rPr>
        <w:t xml:space="preserve"> </w:t>
      </w:r>
      <w:r w:rsidR="00651C75">
        <w:rPr>
          <w:rFonts w:eastAsia="Times New Roman" w:cs="Times New Roman"/>
          <w:lang w:eastAsia="cs-CZ"/>
        </w:rPr>
        <w:t>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651C75">
        <w:rPr>
          <w:rFonts w:eastAsia="Times New Roman" w:cs="Times New Roman"/>
          <w:lang w:eastAsia="cs-CZ"/>
        </w:rPr>
        <w:t>15. 11. 2019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CC590B" w:rsidRPr="00BD5319" w:rsidRDefault="00CC590B" w:rsidP="00CC590B">
      <w:pPr>
        <w:spacing w:after="0" w:line="240" w:lineRule="auto"/>
        <w:rPr>
          <w:rFonts w:eastAsia="Times New Roman" w:cs="Times New Roman"/>
          <w:lang w:eastAsia="cs-CZ"/>
        </w:rPr>
      </w:pPr>
    </w:p>
    <w:p w:rsidR="00CC590B" w:rsidRPr="00BD5319" w:rsidRDefault="00CC590B" w:rsidP="00CC590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C590B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sz w:val="16"/>
          <w:szCs w:val="16"/>
          <w:lang w:eastAsia="cs-CZ"/>
        </w:rPr>
      </w:pPr>
    </w:p>
    <w:p w:rsidR="00643A06" w:rsidRPr="00643A06" w:rsidRDefault="00643A06" w:rsidP="00CC590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sz w:val="16"/>
          <w:szCs w:val="16"/>
          <w:lang w:eastAsia="cs-CZ"/>
        </w:rPr>
      </w:pPr>
    </w:p>
    <w:p w:rsidR="00CC590B" w:rsidRPr="00643A06" w:rsidRDefault="00CC590B" w:rsidP="00CC590B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43A06">
        <w:rPr>
          <w:rFonts w:eastAsia="Calibri" w:cs="Times New Roman"/>
          <w:b/>
          <w:bCs/>
          <w:lang w:eastAsia="cs-CZ"/>
        </w:rPr>
        <w:t xml:space="preserve">Příloha: </w:t>
      </w:r>
      <w:r w:rsidR="00C060C7" w:rsidRPr="00643A06">
        <w:rPr>
          <w:rFonts w:eastAsia="Calibri" w:cs="Times New Roman"/>
          <w:b/>
          <w:bCs/>
          <w:lang w:eastAsia="cs-CZ"/>
        </w:rPr>
        <w:t xml:space="preserve"> </w:t>
      </w:r>
    </w:p>
    <w:p w:rsidR="001104CA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02-17-01</w:t>
      </w:r>
      <w:r w:rsidR="00402A41" w:rsidRPr="00643A06">
        <w:rPr>
          <w:rFonts w:eastAsia="Calibri" w:cs="Times New Roman"/>
          <w:lang w:eastAsia="cs-CZ"/>
        </w:rPr>
        <w:t>_a</w:t>
      </w:r>
      <w:r w:rsidR="007161C1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04-17-01.1</w:t>
      </w:r>
      <w:r w:rsidR="00402A41" w:rsidRPr="00643A06">
        <w:rPr>
          <w:rFonts w:eastAsia="Calibri" w:cs="Times New Roman"/>
          <w:lang w:eastAsia="cs-CZ"/>
        </w:rPr>
        <w:t>_a</w:t>
      </w:r>
      <w:r w:rsidR="007161C1" w:rsidRPr="00643A06">
        <w:rPr>
          <w:rFonts w:eastAsia="Calibri" w:cs="Times New Roman"/>
          <w:lang w:eastAsia="cs-CZ"/>
        </w:rPr>
        <w:t>.xls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90-17-01.1</w:t>
      </w:r>
      <w:r w:rsidR="00402A41" w:rsidRPr="00643A06">
        <w:rPr>
          <w:rFonts w:eastAsia="Calibri" w:cs="Times New Roman"/>
          <w:lang w:eastAsia="cs-CZ"/>
        </w:rPr>
        <w:t>_a</w:t>
      </w:r>
      <w:r w:rsidR="007161C1" w:rsidRPr="00643A06">
        <w:rPr>
          <w:rFonts w:eastAsia="Calibri" w:cs="Times New Roman"/>
          <w:lang w:eastAsia="cs-CZ"/>
        </w:rPr>
        <w:t>.xlsx</w:t>
      </w:r>
    </w:p>
    <w:p w:rsidR="00BD5319" w:rsidRPr="00643A06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03-17-01</w:t>
      </w:r>
      <w:r w:rsidR="00402A41" w:rsidRPr="00643A06">
        <w:rPr>
          <w:rFonts w:eastAsia="Calibri" w:cs="Times New Roman"/>
          <w:lang w:eastAsia="cs-CZ"/>
        </w:rPr>
        <w:t>_a</w:t>
      </w:r>
      <w:r w:rsidR="007161C1" w:rsidRPr="00643A06">
        <w:rPr>
          <w:rFonts w:eastAsia="Calibri" w:cs="Times New Roman"/>
          <w:lang w:eastAsia="cs-CZ"/>
        </w:rPr>
        <w:t>.xls</w:t>
      </w:r>
    </w:p>
    <w:p w:rsidR="00887F65" w:rsidRPr="00643A06" w:rsidRDefault="00402A41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03-19-02.1 _a</w:t>
      </w:r>
      <w:r w:rsidR="001233E3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03-19-02.2</w:t>
      </w:r>
      <w:r w:rsidR="00402A41" w:rsidRPr="00643A06">
        <w:rPr>
          <w:rFonts w:eastAsia="Calibri" w:cs="Times New Roman"/>
          <w:lang w:eastAsia="cs-CZ"/>
        </w:rPr>
        <w:t>_a</w:t>
      </w:r>
      <w:r w:rsidR="001233E3" w:rsidRPr="00643A06">
        <w:rPr>
          <w:rFonts w:eastAsia="Calibri" w:cs="Times New Roman"/>
          <w:lang w:eastAsia="cs-CZ"/>
        </w:rPr>
        <w:t>.xlsx</w:t>
      </w:r>
    </w:p>
    <w:p w:rsidR="00887F65" w:rsidRPr="00643A06" w:rsidRDefault="00402A41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98-98_a</w:t>
      </w:r>
      <w:r w:rsidR="00887F65" w:rsidRPr="00643A06">
        <w:rPr>
          <w:rFonts w:eastAsia="Calibri" w:cs="Times New Roman"/>
          <w:lang w:eastAsia="cs-CZ"/>
        </w:rPr>
        <w:t>.xls</w:t>
      </w:r>
      <w:r w:rsidR="001233E3" w:rsidRPr="00643A06">
        <w:rPr>
          <w:rFonts w:eastAsia="Calibri" w:cs="Times New Roman"/>
          <w:lang w:eastAsia="cs-CZ"/>
        </w:rPr>
        <w:t>m</w:t>
      </w:r>
      <w:r w:rsidR="00887F65" w:rsidRPr="00643A06">
        <w:rPr>
          <w:rFonts w:eastAsia="Calibri" w:cs="Times New Roman"/>
          <w:lang w:eastAsia="cs-CZ"/>
        </w:rPr>
        <w:t xml:space="preserve"> </w:t>
      </w:r>
    </w:p>
    <w:p w:rsidR="00887F65" w:rsidRPr="00643A06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98-98</w:t>
      </w:r>
      <w:r w:rsidR="00402A41" w:rsidRPr="00643A06">
        <w:rPr>
          <w:rFonts w:eastAsia="Calibri" w:cs="Times New Roman"/>
          <w:lang w:eastAsia="cs-CZ"/>
        </w:rPr>
        <w:t>_a</w:t>
      </w:r>
      <w:r w:rsidRPr="00643A06">
        <w:rPr>
          <w:rFonts w:eastAsia="Calibri" w:cs="Times New Roman"/>
          <w:lang w:eastAsia="cs-CZ"/>
        </w:rPr>
        <w:t>.xml</w:t>
      </w:r>
    </w:p>
    <w:p w:rsidR="00887F65" w:rsidRPr="00643A06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PS 02-14-02.2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PS 02-14-03.2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</w:t>
      </w:r>
      <w:r w:rsidR="00651C75" w:rsidRPr="00643A06">
        <w:rPr>
          <w:rFonts w:eastAsia="Calibri" w:cs="Times New Roman"/>
          <w:lang w:eastAsia="cs-CZ"/>
        </w:rPr>
        <w:t>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PS 02-14-04.2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PS 02-14-05.2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lastRenderedPageBreak/>
        <w:t>PS 03-14-01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PS 03-14-08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PS 03-14-10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PS 90-14-02.1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02-06-10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02-19-17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02-19-18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02-19-19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03-15-02E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03-15-02F</w:t>
      </w:r>
      <w:r w:rsidR="00402A41" w:rsidRPr="00643A06">
        <w:rPr>
          <w:rFonts w:eastAsia="Calibri" w:cs="Times New Roman"/>
          <w:lang w:eastAsia="cs-CZ"/>
        </w:rPr>
        <w:t>_a</w:t>
      </w:r>
      <w:r w:rsidR="001233E3" w:rsidRPr="00643A06">
        <w:rPr>
          <w:rFonts w:eastAsia="Calibri" w:cs="Times New Roman"/>
          <w:lang w:eastAsia="cs-CZ"/>
        </w:rPr>
        <w:t>.xls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03-19-03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651C75" w:rsidRPr="00643A06" w:rsidRDefault="00651C7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03-06-21_a.xlsx</w:t>
      </w:r>
    </w:p>
    <w:p w:rsidR="00651C75" w:rsidRPr="00643A06" w:rsidRDefault="00651C7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02-06-22A-a.xlsx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01-01-02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Pr="00643A06" w:rsidRDefault="00887F65" w:rsidP="00887F6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SO 02-01-02</w:t>
      </w:r>
      <w:r w:rsidR="00402A41" w:rsidRPr="00643A06">
        <w:rPr>
          <w:rFonts w:eastAsia="Calibri" w:cs="Times New Roman"/>
          <w:lang w:eastAsia="cs-CZ"/>
        </w:rPr>
        <w:t>_a</w:t>
      </w:r>
      <w:r w:rsidR="00651C75" w:rsidRPr="00643A06">
        <w:rPr>
          <w:rFonts w:eastAsia="Calibri" w:cs="Times New Roman"/>
          <w:lang w:eastAsia="cs-CZ"/>
        </w:rPr>
        <w:t>.xlsx</w:t>
      </w:r>
    </w:p>
    <w:p w:rsidR="00887F65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43A06">
        <w:rPr>
          <w:rFonts w:eastAsia="Calibri" w:cs="Times New Roman"/>
          <w:lang w:eastAsia="cs-CZ"/>
        </w:rPr>
        <w:t>Seznam dokumentace</w:t>
      </w:r>
      <w:r w:rsidR="00402A41" w:rsidRPr="00643A06">
        <w:rPr>
          <w:rFonts w:eastAsia="Calibri" w:cs="Times New Roman"/>
          <w:lang w:eastAsia="cs-CZ"/>
        </w:rPr>
        <w:t>_a</w:t>
      </w:r>
      <w:r w:rsidR="00643A06" w:rsidRPr="00643A06">
        <w:rPr>
          <w:rFonts w:eastAsia="Calibri" w:cs="Times New Roman"/>
          <w:lang w:eastAsia="cs-CZ"/>
        </w:rPr>
        <w:t>.xls</w:t>
      </w:r>
    </w:p>
    <w:p w:rsidR="00887F65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7F65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87F65" w:rsidRPr="00852595" w:rsidRDefault="00887F6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52595">
        <w:rPr>
          <w:rFonts w:eastAsia="Calibri" w:cs="Times New Roman"/>
          <w:lang w:eastAsia="cs-CZ"/>
        </w:rPr>
        <w:t>V</w:t>
      </w:r>
      <w:r w:rsidR="00CC590B">
        <w:rPr>
          <w:rFonts w:eastAsia="Calibri" w:cs="Times New Roman"/>
          <w:lang w:eastAsia="cs-CZ"/>
        </w:rPr>
        <w:t xml:space="preserve"> Praze </w:t>
      </w:r>
      <w:r w:rsidRPr="00852595">
        <w:rPr>
          <w:rFonts w:eastAsia="Calibri" w:cs="Times New Roman"/>
          <w:lang w:eastAsia="cs-CZ"/>
        </w:rPr>
        <w:t>dne</w:t>
      </w:r>
      <w:r w:rsidRPr="00BD5319">
        <w:rPr>
          <w:rFonts w:eastAsia="Calibri" w:cs="Times New Roman"/>
          <w:lang w:eastAsia="cs-CZ"/>
        </w:rPr>
        <w:t xml:space="preserve"> </w:t>
      </w:r>
      <w:r w:rsidR="00CF350B">
        <w:rPr>
          <w:rFonts w:eastAsia="Calibri" w:cs="Times New Roman"/>
          <w:lang w:eastAsia="cs-CZ"/>
        </w:rPr>
        <w:t>18. 10</w:t>
      </w:r>
      <w:r w:rsidR="00852595">
        <w:rPr>
          <w:rFonts w:eastAsia="Calibri" w:cs="Times New Roman"/>
          <w:lang w:eastAsia="cs-CZ"/>
        </w:rPr>
        <w:t>. 2019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52595" w:rsidRPr="00BD5319" w:rsidRDefault="0085259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CC590B" w:rsidRPr="00BD5319" w:rsidRDefault="00CC590B" w:rsidP="00CC590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BD5319" w:rsidRPr="00BD5319" w:rsidRDefault="00CC590B" w:rsidP="00CC590B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B96" w:rsidRDefault="00D87B96" w:rsidP="00962258">
      <w:pPr>
        <w:spacing w:after="0" w:line="240" w:lineRule="auto"/>
      </w:pPr>
      <w:r>
        <w:separator/>
      </w:r>
    </w:p>
  </w:endnote>
  <w:endnote w:type="continuationSeparator" w:id="0">
    <w:p w:rsidR="00D87B96" w:rsidRDefault="00D87B9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87B96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87B96" w:rsidRPr="00B8518B" w:rsidRDefault="00D87B9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20A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20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7B96" w:rsidRDefault="00D87B9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87B96" w:rsidRDefault="00D87B96" w:rsidP="00B8518B">
          <w:pPr>
            <w:pStyle w:val="Zpat"/>
          </w:pPr>
        </w:p>
      </w:tc>
      <w:tc>
        <w:tcPr>
          <w:tcW w:w="2921" w:type="dxa"/>
        </w:tcPr>
        <w:p w:rsidR="00D87B96" w:rsidRDefault="00D87B96" w:rsidP="00D831A3">
          <w:pPr>
            <w:pStyle w:val="Zpat"/>
          </w:pPr>
        </w:p>
      </w:tc>
    </w:tr>
  </w:tbl>
  <w:p w:rsidR="00D87B96" w:rsidRPr="00B8518B" w:rsidRDefault="00D87B9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A7D4B0A" wp14:editId="63B4BE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9EA7A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ED2AB6" wp14:editId="508C3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0308F7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87B96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87B96" w:rsidRPr="00B8518B" w:rsidRDefault="00D87B9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20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20A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7B96" w:rsidRDefault="00D87B96" w:rsidP="00460660">
          <w:pPr>
            <w:pStyle w:val="Zpat"/>
          </w:pPr>
          <w:r>
            <w:t>Správa železniční dopravní cesty, státní organizace</w:t>
          </w:r>
        </w:p>
        <w:p w:rsidR="00D87B96" w:rsidRDefault="00D87B9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87B96" w:rsidRDefault="00D87B96" w:rsidP="00460660">
          <w:pPr>
            <w:pStyle w:val="Zpat"/>
          </w:pPr>
          <w:r>
            <w:t>Sídlo: Dlážděná 1003/7, 110 00 Praha 1</w:t>
          </w:r>
        </w:p>
        <w:p w:rsidR="00D87B96" w:rsidRDefault="00D87B96" w:rsidP="00460660">
          <w:pPr>
            <w:pStyle w:val="Zpat"/>
          </w:pPr>
          <w:r>
            <w:t>IČ: 709 94 234 DIČ: CZ 709 94 234</w:t>
          </w:r>
        </w:p>
        <w:p w:rsidR="00D87B96" w:rsidRDefault="00D87B96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D87B96" w:rsidRPr="00B45E9E" w:rsidRDefault="00D87B96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D87B96" w:rsidRPr="00B45E9E" w:rsidRDefault="00D87B96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D87B96" w:rsidRDefault="00D87B96" w:rsidP="00CB7B5A">
          <w:pPr>
            <w:pStyle w:val="Zpat"/>
          </w:pPr>
          <w:r>
            <w:rPr>
              <w:b/>
            </w:rPr>
            <w:t>779 00</w:t>
          </w:r>
          <w:r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D87B96" w:rsidRPr="00B8518B" w:rsidRDefault="00D87B9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0DD073B" wp14:editId="4A6B37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C87A7B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E3F0341" wp14:editId="226C7E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9136B8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87B96" w:rsidRPr="00460660" w:rsidRDefault="00D87B9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B96" w:rsidRDefault="00D87B96" w:rsidP="00962258">
      <w:pPr>
        <w:spacing w:after="0" w:line="240" w:lineRule="auto"/>
      </w:pPr>
      <w:r>
        <w:separator/>
      </w:r>
    </w:p>
  </w:footnote>
  <w:footnote w:type="continuationSeparator" w:id="0">
    <w:p w:rsidR="00D87B96" w:rsidRDefault="00D87B9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87B9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87B96" w:rsidRPr="00B8518B" w:rsidRDefault="00D87B9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87B96" w:rsidRDefault="00D87B9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87B96" w:rsidRPr="00D6163D" w:rsidRDefault="00D87B96" w:rsidP="00D6163D">
          <w:pPr>
            <w:pStyle w:val="Druhdokumentu"/>
          </w:pPr>
        </w:p>
      </w:tc>
    </w:tr>
  </w:tbl>
  <w:p w:rsidR="00D87B96" w:rsidRPr="00D6163D" w:rsidRDefault="00D87B9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87B96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87B96" w:rsidRPr="00B8518B" w:rsidRDefault="00D87B9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2ED85F3" wp14:editId="3D38687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7DAC8E37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7B96" w:rsidRDefault="00D87B9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87B96" w:rsidRPr="00D6163D" w:rsidRDefault="00D87B96" w:rsidP="00FC6389">
          <w:pPr>
            <w:pStyle w:val="Druhdokumentu"/>
          </w:pPr>
        </w:p>
      </w:tc>
    </w:tr>
    <w:tr w:rsidR="00D87B9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87B96" w:rsidRPr="00B8518B" w:rsidRDefault="00D87B9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87B96" w:rsidRDefault="00D87B9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87B96" w:rsidRDefault="00D87B96" w:rsidP="00FC6389">
          <w:pPr>
            <w:pStyle w:val="Druhdokumentu"/>
            <w:rPr>
              <w:noProof/>
            </w:rPr>
          </w:pPr>
        </w:p>
      </w:tc>
    </w:tr>
  </w:tbl>
  <w:p w:rsidR="00D87B96" w:rsidRPr="00D6163D" w:rsidRDefault="00D87B96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80C3EA6" wp14:editId="48CC409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681E39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ED6DC56" wp14:editId="73CFB64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87B96" w:rsidRPr="00460660" w:rsidRDefault="00D87B9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1350"/>
    <w:rsid w:val="00033432"/>
    <w:rsid w:val="000335CC"/>
    <w:rsid w:val="00072C1E"/>
    <w:rsid w:val="000B6C7E"/>
    <w:rsid w:val="000B7907"/>
    <w:rsid w:val="000C0429"/>
    <w:rsid w:val="000C45E8"/>
    <w:rsid w:val="001104CA"/>
    <w:rsid w:val="00114472"/>
    <w:rsid w:val="001233E3"/>
    <w:rsid w:val="00170EC5"/>
    <w:rsid w:val="00173E2F"/>
    <w:rsid w:val="001747C1"/>
    <w:rsid w:val="00174BC9"/>
    <w:rsid w:val="0018596A"/>
    <w:rsid w:val="001B69C2"/>
    <w:rsid w:val="001C4DA0"/>
    <w:rsid w:val="00207DF5"/>
    <w:rsid w:val="002165A8"/>
    <w:rsid w:val="00267369"/>
    <w:rsid w:val="0026785D"/>
    <w:rsid w:val="002C31BF"/>
    <w:rsid w:val="002E0CD7"/>
    <w:rsid w:val="002E69DD"/>
    <w:rsid w:val="002F026B"/>
    <w:rsid w:val="00357BC6"/>
    <w:rsid w:val="00365ABD"/>
    <w:rsid w:val="0037111D"/>
    <w:rsid w:val="003956C6"/>
    <w:rsid w:val="003D17C6"/>
    <w:rsid w:val="003E1E99"/>
    <w:rsid w:val="003E6B9A"/>
    <w:rsid w:val="003E75CE"/>
    <w:rsid w:val="00402A41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395B"/>
    <w:rsid w:val="004E765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1552"/>
    <w:rsid w:val="00596C7E"/>
    <w:rsid w:val="005A64E9"/>
    <w:rsid w:val="005B5EE9"/>
    <w:rsid w:val="005C65AC"/>
    <w:rsid w:val="005E0314"/>
    <w:rsid w:val="005F1652"/>
    <w:rsid w:val="006104F6"/>
    <w:rsid w:val="0061068E"/>
    <w:rsid w:val="00643A06"/>
    <w:rsid w:val="006507E8"/>
    <w:rsid w:val="00651C75"/>
    <w:rsid w:val="00660AD3"/>
    <w:rsid w:val="006A1D50"/>
    <w:rsid w:val="006A38F4"/>
    <w:rsid w:val="006A5570"/>
    <w:rsid w:val="006A689C"/>
    <w:rsid w:val="006B3D79"/>
    <w:rsid w:val="006E0578"/>
    <w:rsid w:val="006E314D"/>
    <w:rsid w:val="006E7F06"/>
    <w:rsid w:val="00710723"/>
    <w:rsid w:val="007161C1"/>
    <w:rsid w:val="00723ED1"/>
    <w:rsid w:val="00726EDC"/>
    <w:rsid w:val="00735ED4"/>
    <w:rsid w:val="00743525"/>
    <w:rsid w:val="00746B36"/>
    <w:rsid w:val="007531A0"/>
    <w:rsid w:val="0076286B"/>
    <w:rsid w:val="00764595"/>
    <w:rsid w:val="00766846"/>
    <w:rsid w:val="0077673A"/>
    <w:rsid w:val="007846E1"/>
    <w:rsid w:val="007B570C"/>
    <w:rsid w:val="007E1E5B"/>
    <w:rsid w:val="007E4A6E"/>
    <w:rsid w:val="007E6A75"/>
    <w:rsid w:val="007F56A7"/>
    <w:rsid w:val="00804EB2"/>
    <w:rsid w:val="00807DD0"/>
    <w:rsid w:val="00813F11"/>
    <w:rsid w:val="008265B1"/>
    <w:rsid w:val="00852595"/>
    <w:rsid w:val="00887F65"/>
    <w:rsid w:val="00891334"/>
    <w:rsid w:val="008A3568"/>
    <w:rsid w:val="008C59EF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4E7C"/>
    <w:rsid w:val="00996CB8"/>
    <w:rsid w:val="009A7568"/>
    <w:rsid w:val="009B2E97"/>
    <w:rsid w:val="009B3C69"/>
    <w:rsid w:val="009B72CC"/>
    <w:rsid w:val="009E07F4"/>
    <w:rsid w:val="009E25EF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728F"/>
    <w:rsid w:val="00B75EE1"/>
    <w:rsid w:val="00B77481"/>
    <w:rsid w:val="00B84271"/>
    <w:rsid w:val="00B8518B"/>
    <w:rsid w:val="00BB3740"/>
    <w:rsid w:val="00BC483B"/>
    <w:rsid w:val="00BC66CA"/>
    <w:rsid w:val="00BD5319"/>
    <w:rsid w:val="00BD7E91"/>
    <w:rsid w:val="00BF374D"/>
    <w:rsid w:val="00BF6D48"/>
    <w:rsid w:val="00C02D0A"/>
    <w:rsid w:val="00C03A6E"/>
    <w:rsid w:val="00C060C7"/>
    <w:rsid w:val="00C30759"/>
    <w:rsid w:val="00C44F6A"/>
    <w:rsid w:val="00C51477"/>
    <w:rsid w:val="00C727E5"/>
    <w:rsid w:val="00C8207D"/>
    <w:rsid w:val="00CB7B5A"/>
    <w:rsid w:val="00CC1E2B"/>
    <w:rsid w:val="00CC3332"/>
    <w:rsid w:val="00CC590B"/>
    <w:rsid w:val="00CD1FC4"/>
    <w:rsid w:val="00CE371D"/>
    <w:rsid w:val="00CF350B"/>
    <w:rsid w:val="00D02A4D"/>
    <w:rsid w:val="00D21061"/>
    <w:rsid w:val="00D316A7"/>
    <w:rsid w:val="00D4108E"/>
    <w:rsid w:val="00D6163D"/>
    <w:rsid w:val="00D63009"/>
    <w:rsid w:val="00D831A3"/>
    <w:rsid w:val="00D87B96"/>
    <w:rsid w:val="00D902AD"/>
    <w:rsid w:val="00DA6FFE"/>
    <w:rsid w:val="00DC3110"/>
    <w:rsid w:val="00DD46F3"/>
    <w:rsid w:val="00DD58A6"/>
    <w:rsid w:val="00DE56F2"/>
    <w:rsid w:val="00DF116D"/>
    <w:rsid w:val="00E53A63"/>
    <w:rsid w:val="00E824F1"/>
    <w:rsid w:val="00EA17D8"/>
    <w:rsid w:val="00EB104F"/>
    <w:rsid w:val="00EC59E2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9610D"/>
    <w:rsid w:val="00FB20AD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C0DE2E-42AE-47F2-B552-E14E8B82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607</TotalTime>
  <Pages>7</Pages>
  <Words>1844</Words>
  <Characters>10883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29</cp:revision>
  <cp:lastPrinted>2019-02-22T13:28:00Z</cp:lastPrinted>
  <dcterms:created xsi:type="dcterms:W3CDTF">2019-10-15T10:53:00Z</dcterms:created>
  <dcterms:modified xsi:type="dcterms:W3CDTF">2019-10-18T08:28:00Z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