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DF487F" w:rsidP="0037111D">
            <w:r w:rsidRPr="00DF487F">
              <w:rPr>
                <w:rFonts w:ascii="Helvetica" w:hAnsi="Helvetica"/>
              </w:rPr>
              <w:t>8170/2019-SŽDC-SSV-Ú3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DF487F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92F8A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92F8A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92F8A" w:rsidP="006104F6">
            <w:r>
              <w:t>HolaM@szdc.cz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A04B8">
              <w:rPr>
                <w:noProof/>
              </w:rPr>
              <w:t>19. září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892F8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92F8A" w:rsidRPr="00892F8A">
        <w:rPr>
          <w:rFonts w:eastAsia="Calibri" w:cs="Times New Roman"/>
          <w:b/>
          <w:lang w:eastAsia="cs-CZ"/>
        </w:rPr>
        <w:t xml:space="preserve">Rekonstrukce přejezdu v km 80,152 </w:t>
      </w:r>
      <w:proofErr w:type="spellStart"/>
      <w:r w:rsidR="00892F8A" w:rsidRPr="00892F8A">
        <w:rPr>
          <w:rFonts w:eastAsia="Calibri" w:cs="Times New Roman"/>
          <w:b/>
          <w:lang w:eastAsia="cs-CZ"/>
        </w:rPr>
        <w:t>tr</w:t>
      </w:r>
      <w:proofErr w:type="spellEnd"/>
      <w:r w:rsidR="00892F8A" w:rsidRPr="00892F8A">
        <w:rPr>
          <w:rFonts w:eastAsia="Calibri" w:cs="Times New Roman"/>
          <w:b/>
          <w:lang w:eastAsia="cs-CZ"/>
        </w:rPr>
        <w:t xml:space="preserve">. Žďár nad Sázavou - Tišnov </w:t>
      </w:r>
    </w:p>
    <w:p w:rsidR="00CB7B5A" w:rsidRPr="00156B1C" w:rsidRDefault="00156B1C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487F">
        <w:rPr>
          <w:rFonts w:eastAsia="Calibri" w:cs="Times New Roman"/>
          <w:lang w:eastAsia="cs-CZ"/>
        </w:rPr>
        <w:t>Vysvětlení/ změna/ doplnění</w:t>
      </w:r>
      <w:r w:rsidR="00CB7B5A" w:rsidRPr="00DF487F">
        <w:rPr>
          <w:rFonts w:eastAsia="Calibri" w:cs="Times New Roman"/>
          <w:lang w:eastAsia="cs-CZ"/>
        </w:rPr>
        <w:t xml:space="preserve"> </w:t>
      </w:r>
      <w:r w:rsidR="00CB7B5A" w:rsidRPr="00156B1C">
        <w:rPr>
          <w:rFonts w:eastAsia="Calibri" w:cs="Times New Roman"/>
          <w:lang w:eastAsia="cs-CZ"/>
        </w:rPr>
        <w:t xml:space="preserve">zadávací dokumentace č. </w:t>
      </w:r>
      <w:r w:rsidR="00892F8A" w:rsidRPr="00156B1C">
        <w:rPr>
          <w:rFonts w:eastAsia="Times New Roman" w:cs="Times New Roman"/>
          <w:lang w:eastAsia="cs-CZ"/>
        </w:rPr>
        <w:t>2</w:t>
      </w:r>
      <w:r w:rsidR="00CB7B5A" w:rsidRPr="00156B1C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892F8A">
        <w:rPr>
          <w:rFonts w:eastAsia="Calibri" w:cs="Times New Roman"/>
          <w:b/>
          <w:lang w:eastAsia="cs-CZ"/>
        </w:rPr>
        <w:t xml:space="preserve"> </w:t>
      </w:r>
    </w:p>
    <w:p w:rsidR="00892F8A" w:rsidRPr="00156B1C" w:rsidRDefault="00892F8A" w:rsidP="00CB7B5A">
      <w:pPr>
        <w:spacing w:after="0" w:line="240" w:lineRule="auto"/>
        <w:rPr>
          <w:rFonts w:eastAsia="Calibri" w:cs="Times New Roman"/>
          <w:lang w:eastAsia="cs-CZ"/>
        </w:rPr>
      </w:pPr>
      <w:bookmarkStart w:id="1" w:name="_GoBack"/>
      <w:bookmarkEnd w:id="1"/>
      <w:r w:rsidRPr="00156B1C">
        <w:rPr>
          <w:rFonts w:eastAsia="Calibri" w:cs="Times New Roman"/>
          <w:lang w:eastAsia="cs-CZ"/>
        </w:rPr>
        <w:br/>
        <w:t>Je možné u specialisty (vedoucí prací) na silnoproud doložit</w:t>
      </w:r>
      <w:r w:rsidR="004640BA">
        <w:rPr>
          <w:rFonts w:eastAsia="Calibri" w:cs="Times New Roman"/>
          <w:lang w:eastAsia="cs-CZ"/>
        </w:rPr>
        <w:t xml:space="preserve"> </w:t>
      </w:r>
      <w:r w:rsidRPr="00156B1C">
        <w:rPr>
          <w:rFonts w:eastAsia="Calibri" w:cs="Times New Roman"/>
          <w:lang w:eastAsia="cs-CZ"/>
        </w:rPr>
        <w:t>místo dokladu o autorizaci v rozsahu dle § 5 odst. 3 písm. f) zákona, tedy v oboru technika prostředí staveb, doklad "písm. e)", jako je tomu v ZD u jiných staveb týkajících se rekonstrukce přejezdů?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92F8A" w:rsidRDefault="00892F8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A1799" w:rsidRDefault="006A1799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  <w:r w:rsidR="00C7196A">
        <w:rPr>
          <w:rFonts w:eastAsia="Calibri" w:cs="Times New Roman"/>
          <w:color w:val="FF0000"/>
          <w:lang w:eastAsia="cs-CZ"/>
        </w:rPr>
        <w:t xml:space="preserve"> </w:t>
      </w:r>
    </w:p>
    <w:p w:rsidR="006A1799" w:rsidRDefault="006A1799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B7B5A" w:rsidRPr="006A1799" w:rsidRDefault="00C7196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6A1799">
        <w:rPr>
          <w:rFonts w:eastAsia="Calibri" w:cs="Times New Roman"/>
          <w:lang w:eastAsia="cs-CZ"/>
        </w:rPr>
        <w:t>Ano, souhlasíme s doložením doklad</w:t>
      </w:r>
      <w:r w:rsidR="004640BA">
        <w:rPr>
          <w:rFonts w:eastAsia="Calibri" w:cs="Times New Roman"/>
          <w:lang w:eastAsia="cs-CZ"/>
        </w:rPr>
        <w:t>u</w:t>
      </w:r>
      <w:r w:rsidRPr="006A1799">
        <w:rPr>
          <w:rFonts w:eastAsia="Calibri" w:cs="Times New Roman"/>
          <w:lang w:eastAsia="cs-CZ"/>
        </w:rPr>
        <w:t xml:space="preserve"> v rozsahu § 5 </w:t>
      </w:r>
      <w:proofErr w:type="gramStart"/>
      <w:r w:rsidRPr="006A1799">
        <w:rPr>
          <w:rFonts w:eastAsia="Calibri" w:cs="Times New Roman"/>
          <w:lang w:eastAsia="cs-CZ"/>
        </w:rPr>
        <w:t>odst.3 písm.</w:t>
      </w:r>
      <w:proofErr w:type="gramEnd"/>
      <w:r w:rsidRPr="006A1799">
        <w:rPr>
          <w:rFonts w:eastAsia="Calibri" w:cs="Times New Roman"/>
          <w:lang w:eastAsia="cs-CZ"/>
        </w:rPr>
        <w:t xml:space="preserve"> e)</w:t>
      </w:r>
      <w:r w:rsidR="004640BA">
        <w:rPr>
          <w:rFonts w:eastAsia="Calibri" w:cs="Times New Roman"/>
          <w:lang w:eastAsia="cs-CZ"/>
        </w:rPr>
        <w:t xml:space="preserve"> zákona č. 360</w:t>
      </w:r>
      <w:r w:rsidR="004640BA" w:rsidRPr="004640BA">
        <w:rPr>
          <w:rFonts w:eastAsia="Calibri" w:cs="Times New Roman"/>
          <w:lang w:eastAsia="cs-CZ"/>
        </w:rPr>
        <w:t>/1992 Sb., výkon činnosti autorizovaných osob</w:t>
      </w:r>
      <w:r w:rsidR="004640BA">
        <w:rPr>
          <w:rFonts w:eastAsia="Calibri" w:cs="Times New Roman"/>
          <w:lang w:eastAsia="cs-CZ"/>
        </w:rPr>
        <w:t>, v platném znění.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F487F" w:rsidRDefault="00DF487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F487F" w:rsidRDefault="00DF487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F487F" w:rsidRPr="00CB7B5A" w:rsidRDefault="00DF487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56B1C" w:rsidRDefault="00156B1C" w:rsidP="00156B1C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:rsidR="00DF487F" w:rsidRDefault="00DF487F" w:rsidP="00DF487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:rsidR="00156B1C" w:rsidRPr="00CB7B5A" w:rsidRDefault="00156B1C" w:rsidP="00156B1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56B1C" w:rsidRPr="00CB7B5A" w:rsidRDefault="00156B1C" w:rsidP="00156B1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56B1C" w:rsidRPr="00CB7B5A" w:rsidRDefault="00156B1C" w:rsidP="00156B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F487F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156B1C" w:rsidRPr="00CB7B5A" w:rsidRDefault="00156B1C" w:rsidP="00156B1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156B1C" w:rsidRPr="00CB7B5A" w:rsidRDefault="00156B1C" w:rsidP="00156B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56B1C" w:rsidRPr="00CB7B5A" w:rsidRDefault="00156B1C" w:rsidP="00156B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56B1C" w:rsidRPr="00CB7B5A" w:rsidRDefault="00156B1C" w:rsidP="00156B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156B1C" w:rsidRPr="00CB7B5A" w:rsidRDefault="00156B1C" w:rsidP="00156B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56B1C" w:rsidRDefault="00156B1C" w:rsidP="00156B1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56B1C" w:rsidRDefault="00156B1C" w:rsidP="00156B1C">
      <w:pPr>
        <w:spacing w:after="0" w:line="240" w:lineRule="auto"/>
        <w:ind w:left="4961" w:firstLine="567"/>
        <w:rPr>
          <w:rFonts w:eastAsia="Times New Roman" w:cs="Times New Roman"/>
          <w:b/>
          <w:bCs/>
          <w:lang w:eastAsia="cs-CZ"/>
        </w:rPr>
      </w:pPr>
    </w:p>
    <w:p w:rsidR="00156B1C" w:rsidRDefault="00156B1C" w:rsidP="00156B1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56B1C" w:rsidRPr="00CB7B5A" w:rsidRDefault="00156B1C" w:rsidP="00156B1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56B1C" w:rsidRPr="00CB7B5A" w:rsidRDefault="00156B1C" w:rsidP="00156B1C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156B1C" w:rsidRPr="00CB7B5A" w:rsidRDefault="00156B1C" w:rsidP="00156B1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156B1C" w:rsidRPr="00CB7B5A" w:rsidRDefault="00156B1C" w:rsidP="00156B1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156B1C" w:rsidRPr="00CB7B5A" w:rsidRDefault="00156B1C" w:rsidP="00156B1C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156B1C" w:rsidRPr="00CB7B5A" w:rsidRDefault="00156B1C" w:rsidP="00156B1C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156B1C" w:rsidRPr="00CB7B5A" w:rsidRDefault="00156B1C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344" w:rsidRDefault="00857344" w:rsidP="00962258">
      <w:pPr>
        <w:spacing w:after="0" w:line="240" w:lineRule="auto"/>
      </w:pPr>
      <w:r>
        <w:separator/>
      </w:r>
    </w:p>
  </w:endnote>
  <w:endnote w:type="continuationSeparator" w:id="0">
    <w:p w:rsidR="00857344" w:rsidRDefault="008573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6B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04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AEBA2A9" wp14:editId="3CCC2C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C49AE9" wp14:editId="3477E9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04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04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B90889D" wp14:editId="32D5C0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D48F967" wp14:editId="0394BA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344" w:rsidRDefault="00857344" w:rsidP="00962258">
      <w:pPr>
        <w:spacing w:after="0" w:line="240" w:lineRule="auto"/>
      </w:pPr>
      <w:r>
        <w:separator/>
      </w:r>
    </w:p>
  </w:footnote>
  <w:footnote w:type="continuationSeparator" w:id="0">
    <w:p w:rsidR="00857344" w:rsidRDefault="008573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56B1C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640BA"/>
    <w:rsid w:val="00477370"/>
    <w:rsid w:val="00483F34"/>
    <w:rsid w:val="00486107"/>
    <w:rsid w:val="00491827"/>
    <w:rsid w:val="004926B0"/>
    <w:rsid w:val="004A04B8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1799"/>
    <w:rsid w:val="006A5570"/>
    <w:rsid w:val="006A689C"/>
    <w:rsid w:val="006B3D79"/>
    <w:rsid w:val="006E0578"/>
    <w:rsid w:val="006E2099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7344"/>
    <w:rsid w:val="00891334"/>
    <w:rsid w:val="00892F8A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19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445A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487F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36DA22-E283-4462-9E73-54E3969C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2019-09-19T11:00:00Z</cp:lastPrinted>
  <dcterms:created xsi:type="dcterms:W3CDTF">2019-09-19T10:46:00Z</dcterms:created>
  <dcterms:modified xsi:type="dcterms:W3CDTF">2019-09-19T11:03:00Z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