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DD724D" wp14:editId="3D76AE3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D62A4" w:rsidTr="00F862D6">
        <w:tc>
          <w:tcPr>
            <w:tcW w:w="1020" w:type="dxa"/>
          </w:tcPr>
          <w:p w:rsidR="001D62A4" w:rsidRPr="003E6B9A" w:rsidRDefault="001D62A4" w:rsidP="0077673A">
            <w:r w:rsidRPr="003E6B9A">
              <w:t>Naše zn.</w:t>
            </w:r>
          </w:p>
        </w:tc>
        <w:tc>
          <w:tcPr>
            <w:tcW w:w="2552" w:type="dxa"/>
          </w:tcPr>
          <w:p w:rsidR="001D62A4" w:rsidRPr="003E6B9A" w:rsidRDefault="00C362FB" w:rsidP="00083A15">
            <w:r>
              <w:rPr>
                <w:rFonts w:ascii="Helvetica" w:hAnsi="Helvetica" w:cs="Helvetica"/>
              </w:rPr>
              <w:t>7438/2019-SŽDC-SSV-Ú3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Pr="007833D4" w:rsidRDefault="001D62A4" w:rsidP="0077673A">
            <w:r w:rsidRPr="007833D4">
              <w:t>Listů/příloh</w:t>
            </w:r>
          </w:p>
        </w:tc>
        <w:tc>
          <w:tcPr>
            <w:tcW w:w="2552" w:type="dxa"/>
          </w:tcPr>
          <w:p w:rsidR="001D62A4" w:rsidRPr="007833D4" w:rsidRDefault="00C362FB" w:rsidP="00083A15">
            <w:r w:rsidRPr="007833D4">
              <w:t>2</w:t>
            </w:r>
            <w:r w:rsidR="007833D4" w:rsidRPr="007833D4">
              <w:t>/3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>
            <w:pPr>
              <w:rPr>
                <w:noProof/>
              </w:rPr>
            </w:pPr>
          </w:p>
        </w:tc>
      </w:tr>
      <w:tr w:rsidR="001D62A4" w:rsidTr="00B23CA3">
        <w:trPr>
          <w:trHeight w:val="77"/>
        </w:trPr>
        <w:tc>
          <w:tcPr>
            <w:tcW w:w="1020" w:type="dxa"/>
          </w:tcPr>
          <w:p w:rsidR="001D62A4" w:rsidRPr="007833D4" w:rsidRDefault="001D62A4" w:rsidP="0077673A"/>
        </w:tc>
        <w:tc>
          <w:tcPr>
            <w:tcW w:w="2552" w:type="dxa"/>
          </w:tcPr>
          <w:p w:rsidR="001D62A4" w:rsidRPr="007833D4" w:rsidRDefault="001D62A4" w:rsidP="00083A15"/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77673A">
            <w:r>
              <w:t>Vyřizuje</w:t>
            </w:r>
          </w:p>
        </w:tc>
        <w:tc>
          <w:tcPr>
            <w:tcW w:w="2552" w:type="dxa"/>
          </w:tcPr>
          <w:p w:rsidR="001D62A4" w:rsidRPr="003E6B9A" w:rsidRDefault="001D62A4" w:rsidP="00083A15">
            <w:r w:rsidRPr="006F7BE2">
              <w:t>Ing. Radomíra Rečková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Telefon</w:t>
            </w:r>
          </w:p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Mobil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+420 725 744 197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E-mail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Reckova@szdc.cz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6D7A12" w:rsidRPr="003E6B9A" w:rsidRDefault="008D545F" w:rsidP="00C362FB">
            <w:r>
              <w:t>2</w:t>
            </w:r>
            <w:r w:rsidR="00C362FB">
              <w:t>6</w:t>
            </w:r>
            <w:r w:rsidR="006D7A12">
              <w:t>. srpna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1D62A4" w:rsidP="00CB7B5A">
      <w:pPr>
        <w:spacing w:after="0" w:line="240" w:lineRule="auto"/>
        <w:rPr>
          <w:rFonts w:eastAsia="Calibri" w:cs="Times New Roman"/>
          <w:lang w:eastAsia="cs-CZ"/>
        </w:rPr>
      </w:pPr>
      <w:r w:rsidRPr="001D62A4">
        <w:rPr>
          <w:rFonts w:eastAsia="Calibri" w:cs="Times New Roman"/>
          <w:b/>
          <w:lang w:eastAsia="cs-CZ"/>
        </w:rPr>
        <w:t>Kolejové úpravy v žst. Žďár nad Sázavou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4437B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5D75EE">
        <w:rPr>
          <w:rFonts w:eastAsia="Times New Roman" w:cs="Times New Roman"/>
          <w:lang w:eastAsia="cs-CZ"/>
        </w:rPr>
        <w:t>4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833D4" w:rsidRDefault="007833D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97466" w:rsidRPr="00BD5319" w:rsidRDefault="000974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362FB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30:</w:t>
      </w:r>
    </w:p>
    <w:p w:rsidR="007833D4" w:rsidRDefault="00C362FB" w:rsidP="00C362FB">
      <w:pPr>
        <w:spacing w:after="0" w:line="240" w:lineRule="auto"/>
        <w:jc w:val="both"/>
      </w:pPr>
      <w:r>
        <w:t xml:space="preserve">V SO 01-16-01 </w:t>
      </w:r>
      <w:proofErr w:type="spellStart"/>
      <w:r>
        <w:t>Žst</w:t>
      </w:r>
      <w:proofErr w:type="spellEnd"/>
      <w:r>
        <w:t xml:space="preserve">. Žďár nad Sázavou, železniční spodek, u položek č. 40 a 42, není specifikováno, zda tyto položky obsahují pořízení materiálu či jeho pronájem. </w:t>
      </w:r>
    </w:p>
    <w:p w:rsidR="00C362FB" w:rsidRDefault="00C362FB" w:rsidP="00C362FB">
      <w:pPr>
        <w:spacing w:after="0" w:line="240" w:lineRule="auto"/>
        <w:jc w:val="both"/>
        <w:rPr>
          <w:rFonts w:eastAsia="Times New Roman"/>
        </w:rPr>
      </w:pPr>
      <w:r>
        <w:t>Žádáme doplnění specifikace pro řádné ocenění.</w:t>
      </w:r>
    </w:p>
    <w:p w:rsidR="00C362FB" w:rsidRDefault="00C362FB" w:rsidP="00C362FB">
      <w:pPr>
        <w:spacing w:after="0" w:line="240" w:lineRule="auto"/>
        <w:rPr>
          <w:rFonts w:eastAsia="Calibri" w:cs="Times New Roman"/>
        </w:rPr>
      </w:pPr>
    </w:p>
    <w:p w:rsidR="00C172D5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C172D5" w:rsidRPr="00C172D5" w:rsidRDefault="00C172D5" w:rsidP="00C172D5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>V aktualizovaném přiloženém soupisu prací byly položky číslo 40, a 42 textově upraveny, tak aby zřejmé zda se jedná o nový materiál nebo pronájem.</w:t>
      </w:r>
    </w:p>
    <w:p w:rsidR="00C172D5" w:rsidRPr="00C172D5" w:rsidRDefault="00C172D5" w:rsidP="00C172D5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 xml:space="preserve">Dále byly do soupisu prací nově doplněny položky č. 120, 121 a 122, které zahrnují práce potřebné k montáži záporového pažení, štětovnic a kotevních táhel před započetím prací na rekonstrukci koleje č. 2 a následné demontáže těchto prvků po provedení prací. </w:t>
      </w:r>
    </w:p>
    <w:p w:rsidR="00C172D5" w:rsidRPr="00C172D5" w:rsidRDefault="00C172D5" w:rsidP="00C172D5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>Zároveň byly v soupisu prací textově upraveny i položky číslo 41 a 44.</w:t>
      </w:r>
    </w:p>
    <w:p w:rsidR="00C172D5" w:rsidRPr="00C172D5" w:rsidRDefault="00C172D5" w:rsidP="00C172D5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 xml:space="preserve">Pro lepší orientaci změn v soupisu prací zasíláme výřez opravených a nových položek v </w:t>
      </w:r>
      <w:proofErr w:type="spellStart"/>
      <w:r w:rsidRPr="00C172D5">
        <w:rPr>
          <w:rFonts w:eastAsia="Calibri" w:cs="Times New Roman"/>
          <w:i/>
          <w:lang w:eastAsia="cs-CZ"/>
        </w:rPr>
        <w:t>pdf</w:t>
      </w:r>
      <w:proofErr w:type="spellEnd"/>
      <w:r w:rsidRPr="00C172D5">
        <w:rPr>
          <w:rFonts w:eastAsia="Calibri" w:cs="Times New Roman"/>
          <w:i/>
          <w:lang w:eastAsia="cs-CZ"/>
        </w:rPr>
        <w:t>.</w:t>
      </w:r>
    </w:p>
    <w:p w:rsidR="00C362FB" w:rsidRPr="00C172D5" w:rsidRDefault="00C172D5" w:rsidP="00C172D5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>V projektové dokumentaci je systém pažení patrný z „E. 1.1-501 Statický výpočet pažení u pojížděné koleje“ – viz příloha.</w:t>
      </w:r>
    </w:p>
    <w:p w:rsidR="00C172D5" w:rsidRDefault="00C172D5" w:rsidP="00C172D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172D5" w:rsidRDefault="00C172D5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362FB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31:</w:t>
      </w:r>
    </w:p>
    <w:p w:rsidR="007833D4" w:rsidRDefault="00C362FB" w:rsidP="00C362FB">
      <w:pPr>
        <w:spacing w:after="0" w:line="240" w:lineRule="auto"/>
        <w:jc w:val="both"/>
      </w:pPr>
      <w:r>
        <w:t xml:space="preserve">V SO 01-17-01 </w:t>
      </w:r>
      <w:proofErr w:type="spellStart"/>
      <w:r>
        <w:t>Žst</w:t>
      </w:r>
      <w:proofErr w:type="spellEnd"/>
      <w:r>
        <w:t xml:space="preserve">. Žďár nad Sázavou, železniční svršek, je položka č. 9 SLUŽBY ZAJIŠŤUJÍCÍ REGULACI, PŘEVEDENÍ A OCHRANU VEŘEJNÉ A NÁKLADNÍ DOPRAVY, dle platné legislativy je dopravce povinen přijmout vlastní dopravní opatření pro své vlaky dotčené výlukou na základě podkladů doručených hlavním zpracovatelem VR. </w:t>
      </w:r>
    </w:p>
    <w:p w:rsidR="00C362FB" w:rsidRDefault="00C362FB" w:rsidP="00C362FB">
      <w:pPr>
        <w:spacing w:after="0" w:line="240" w:lineRule="auto"/>
        <w:jc w:val="both"/>
      </w:pPr>
      <w:r>
        <w:t>Žádáme o bližší specifikaci žádané služby.</w:t>
      </w:r>
    </w:p>
    <w:p w:rsidR="00C362FB" w:rsidRDefault="00C362FB" w:rsidP="00C362FB">
      <w:pPr>
        <w:spacing w:after="0" w:line="240" w:lineRule="auto"/>
      </w:pPr>
    </w:p>
    <w:p w:rsidR="00C362FB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C172D5" w:rsidRPr="00C172D5" w:rsidRDefault="00C172D5" w:rsidP="00C172D5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>Jak již bylo odpovězeno v dotazu číslo 23 :</w:t>
      </w:r>
    </w:p>
    <w:p w:rsidR="00C172D5" w:rsidRPr="00C172D5" w:rsidRDefault="00C172D5" w:rsidP="00C172D5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>Uvedená položka číslo 9 řeší zajištění bezpečnosti při realizaci pilířů poměrně novou stavební metodou „</w:t>
      </w:r>
      <w:proofErr w:type="spellStart"/>
      <w:r w:rsidRPr="00C172D5">
        <w:rPr>
          <w:rFonts w:eastAsia="Calibri" w:cs="Times New Roman"/>
          <w:i/>
          <w:lang w:eastAsia="cs-CZ"/>
        </w:rPr>
        <w:t>deep</w:t>
      </w:r>
      <w:proofErr w:type="spellEnd"/>
      <w:r w:rsidRPr="00C172D5">
        <w:rPr>
          <w:rFonts w:eastAsia="Calibri" w:cs="Times New Roman"/>
          <w:i/>
          <w:lang w:eastAsia="cs-CZ"/>
        </w:rPr>
        <w:t xml:space="preserve"> </w:t>
      </w:r>
      <w:proofErr w:type="spellStart"/>
      <w:r w:rsidRPr="00C172D5">
        <w:rPr>
          <w:rFonts w:eastAsia="Calibri" w:cs="Times New Roman"/>
          <w:i/>
          <w:lang w:eastAsia="cs-CZ"/>
        </w:rPr>
        <w:t>soil</w:t>
      </w:r>
      <w:proofErr w:type="spellEnd"/>
      <w:r w:rsidRPr="00C172D5">
        <w:rPr>
          <w:rFonts w:eastAsia="Calibri" w:cs="Times New Roman"/>
          <w:i/>
          <w:lang w:eastAsia="cs-CZ"/>
        </w:rPr>
        <w:t xml:space="preserve"> </w:t>
      </w:r>
      <w:proofErr w:type="spellStart"/>
      <w:r w:rsidRPr="00C172D5">
        <w:rPr>
          <w:rFonts w:eastAsia="Calibri" w:cs="Times New Roman"/>
          <w:i/>
          <w:lang w:eastAsia="cs-CZ"/>
        </w:rPr>
        <w:t>mixing</w:t>
      </w:r>
      <w:proofErr w:type="spellEnd"/>
      <w:r w:rsidRPr="00C172D5">
        <w:rPr>
          <w:rFonts w:eastAsia="Calibri" w:cs="Times New Roman"/>
          <w:i/>
          <w:lang w:eastAsia="cs-CZ"/>
        </w:rPr>
        <w:t xml:space="preserve">“. </w:t>
      </w:r>
    </w:p>
    <w:p w:rsidR="00C172D5" w:rsidRPr="00C172D5" w:rsidRDefault="00C172D5" w:rsidP="00C172D5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 xml:space="preserve">Z tohoto důvodu je navrženo po nevyloučené koleji zajistit nezávislou trakci (bude současně vypnuta trakce </w:t>
      </w:r>
      <w:proofErr w:type="gramStart"/>
      <w:r w:rsidRPr="00C172D5">
        <w:rPr>
          <w:rFonts w:eastAsia="Calibri" w:cs="Times New Roman"/>
          <w:i/>
          <w:lang w:eastAsia="cs-CZ"/>
        </w:rPr>
        <w:t>kol</w:t>
      </w:r>
      <w:proofErr w:type="gramEnd"/>
      <w:r w:rsidRPr="00C172D5">
        <w:rPr>
          <w:rFonts w:eastAsia="Calibri" w:cs="Times New Roman"/>
          <w:i/>
          <w:lang w:eastAsia="cs-CZ"/>
        </w:rPr>
        <w:t>.</w:t>
      </w:r>
      <w:proofErr w:type="gramStart"/>
      <w:r w:rsidRPr="00C172D5">
        <w:rPr>
          <w:rFonts w:eastAsia="Calibri" w:cs="Times New Roman"/>
          <w:i/>
          <w:lang w:eastAsia="cs-CZ"/>
        </w:rPr>
        <w:t>č.</w:t>
      </w:r>
      <w:proofErr w:type="gramEnd"/>
      <w:r w:rsidRPr="00C172D5">
        <w:rPr>
          <w:rFonts w:eastAsia="Calibri" w:cs="Times New Roman"/>
          <w:i/>
          <w:lang w:eastAsia="cs-CZ"/>
        </w:rPr>
        <w:t>1,2). Na jeden den by mělo být kalkulováno spřažená lokomotiva (např. 2x hnací vozidlo řady 742) – každá o výkonu 10hodin, jeden strojvedoucí o výkonu 13 hod, jeden vedoucí posunu 12 hod.</w:t>
      </w:r>
    </w:p>
    <w:p w:rsidR="00C172D5" w:rsidRPr="00C172D5" w:rsidRDefault="00C172D5" w:rsidP="00C172D5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 xml:space="preserve">Další informace bude řešit ROV. </w:t>
      </w:r>
    </w:p>
    <w:p w:rsidR="00C362FB" w:rsidRPr="00C172D5" w:rsidRDefault="00C172D5" w:rsidP="00C172D5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>Pokud odpověď nestačí, žádáme uchazeče o podrobnější rozepsání dotazu.</w:t>
      </w:r>
    </w:p>
    <w:p w:rsidR="00C172D5" w:rsidRDefault="00C172D5" w:rsidP="00C172D5">
      <w:pPr>
        <w:spacing w:after="0" w:line="240" w:lineRule="auto"/>
      </w:pPr>
    </w:p>
    <w:p w:rsidR="00C362FB" w:rsidRDefault="00C362FB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7833D4" w:rsidRDefault="007833D4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7833D4" w:rsidRDefault="007833D4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bookmarkStart w:id="0" w:name="_GoBack"/>
      <w:bookmarkEnd w:id="0"/>
    </w:p>
    <w:p w:rsidR="00C362FB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32:</w:t>
      </w:r>
    </w:p>
    <w:p w:rsidR="00C362FB" w:rsidRDefault="00C362FB" w:rsidP="00C362FB">
      <w:pPr>
        <w:spacing w:after="0" w:line="240" w:lineRule="auto"/>
        <w:rPr>
          <w:rFonts w:eastAsia="Calibri" w:cs="Times New Roman"/>
        </w:rPr>
      </w:pPr>
      <w:r>
        <w:t>V soupisech prací v SO 01-16-01 je uvažováno u pol. 12373B a 12383B s odvozem části přebytečné zeminy na skládku do 80 km. Jak máme postupovat při ocenění, když zajistíme skládku v bližší vzdálenosti? Máme do položek pro odvoz rozpustit cenu na naši konkrétní uvažovanou skládku?</w:t>
      </w:r>
    </w:p>
    <w:p w:rsidR="00C362FB" w:rsidRDefault="00C362FB" w:rsidP="00C362FB">
      <w:pPr>
        <w:spacing w:after="0" w:line="240" w:lineRule="auto"/>
      </w:pPr>
    </w:p>
    <w:p w:rsidR="00C362FB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C362FB" w:rsidRPr="00C172D5" w:rsidRDefault="00C172D5" w:rsidP="00C362FB">
      <w:pPr>
        <w:spacing w:after="0" w:line="240" w:lineRule="auto"/>
        <w:rPr>
          <w:rFonts w:eastAsia="Calibri" w:cs="Times New Roman"/>
          <w:i/>
          <w:lang w:eastAsia="cs-CZ"/>
        </w:rPr>
      </w:pPr>
      <w:r w:rsidRPr="00C172D5">
        <w:rPr>
          <w:rFonts w:eastAsia="Calibri" w:cs="Times New Roman"/>
          <w:i/>
          <w:lang w:eastAsia="cs-CZ"/>
        </w:rPr>
        <w:t>Vzdálenost skládky v uvedených položkách je kalkulována na skládku určenou projektantem v rámci zjišťování uskladnění množství zeminy ze stavby na okolních skládkách, pokud uchazeč poveze zeminu na skládku bližší, je jen na něm, jak tuto skutečnost zohlední v rámci nabídkové ceny.</w:t>
      </w:r>
    </w:p>
    <w:p w:rsidR="00C362FB" w:rsidRDefault="00C362FB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362FB" w:rsidRDefault="00C362FB" w:rsidP="00D30CEB">
      <w:pPr>
        <w:spacing w:after="0" w:line="240" w:lineRule="auto"/>
      </w:pPr>
    </w:p>
    <w:p w:rsidR="00C362FB" w:rsidRPr="006C79F3" w:rsidRDefault="00C362FB" w:rsidP="00C362F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A4437B">
        <w:rPr>
          <w:rFonts w:eastAsia="Times New Roman" w:cs="Times New Roman"/>
          <w:lang w:eastAsia="cs-CZ"/>
        </w:rPr>
        <w:t xml:space="preserve">provedeny </w:t>
      </w:r>
      <w:r w:rsidRPr="00A4437B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</w:t>
      </w:r>
      <w:r w:rsidRPr="00A4437B">
        <w:rPr>
          <w:rFonts w:eastAsia="Times New Roman" w:cs="Times New Roman"/>
          <w:lang w:eastAsia="cs-CZ"/>
        </w:rPr>
        <w:t>nabídek ze dne</w:t>
      </w:r>
      <w:r>
        <w:rPr>
          <w:rFonts w:eastAsia="Times New Roman" w:cs="Times New Roman"/>
          <w:lang w:eastAsia="cs-CZ"/>
        </w:rPr>
        <w:t xml:space="preserve"> 5</w:t>
      </w:r>
      <w:r w:rsidRPr="00A4437B">
        <w:rPr>
          <w:rFonts w:eastAsia="Times New Roman" w:cs="Times New Roman"/>
          <w:lang w:eastAsia="cs-CZ"/>
        </w:rPr>
        <w:t xml:space="preserve">. </w:t>
      </w:r>
      <w:r>
        <w:rPr>
          <w:rFonts w:eastAsia="Times New Roman" w:cs="Times New Roman"/>
          <w:lang w:eastAsia="cs-CZ"/>
        </w:rPr>
        <w:t>9</w:t>
      </w:r>
      <w:r w:rsidRPr="00A4437B">
        <w:rPr>
          <w:rFonts w:eastAsia="Times New Roman" w:cs="Times New Roman"/>
          <w:lang w:eastAsia="cs-CZ"/>
        </w:rPr>
        <w:t xml:space="preserve">. 2019 na den </w:t>
      </w:r>
      <w:r w:rsidRPr="008E5385">
        <w:rPr>
          <w:rFonts w:eastAsia="Times New Roman" w:cs="Times New Roman"/>
          <w:b/>
          <w:lang w:eastAsia="cs-CZ"/>
        </w:rPr>
        <w:t>6. 9. 2019</w:t>
      </w:r>
      <w:r w:rsidRPr="00A4437B">
        <w:rPr>
          <w:rFonts w:eastAsia="Times New Roman" w:cs="Times New Roman"/>
          <w:lang w:eastAsia="cs-CZ"/>
        </w:rPr>
        <w:t xml:space="preserve">, tedy o </w:t>
      </w:r>
      <w:r w:rsidR="008E5385">
        <w:rPr>
          <w:rFonts w:eastAsia="Times New Roman" w:cs="Times New Roman"/>
          <w:lang w:eastAsia="cs-CZ"/>
        </w:rPr>
        <w:t>1</w:t>
      </w:r>
      <w:r w:rsidRPr="00A4437B">
        <w:rPr>
          <w:rFonts w:eastAsia="Times New Roman" w:cs="Times New Roman"/>
          <w:lang w:eastAsia="cs-CZ"/>
        </w:rPr>
        <w:t xml:space="preserve"> pracovní d</w:t>
      </w:r>
      <w:r w:rsidR="008E5385">
        <w:rPr>
          <w:rFonts w:eastAsia="Times New Roman" w:cs="Times New Roman"/>
          <w:lang w:eastAsia="cs-CZ"/>
        </w:rPr>
        <w:t>e</w:t>
      </w:r>
      <w:r w:rsidRPr="00A4437B">
        <w:rPr>
          <w:rFonts w:eastAsia="Times New Roman" w:cs="Times New Roman"/>
          <w:lang w:eastAsia="cs-CZ"/>
        </w:rPr>
        <w:t>n.</w:t>
      </w:r>
      <w:r w:rsidRPr="006C79F3">
        <w:rPr>
          <w:rFonts w:eastAsia="Times New Roman" w:cs="Times New Roman"/>
          <w:lang w:eastAsia="cs-CZ"/>
        </w:rPr>
        <w:t xml:space="preserve"> </w:t>
      </w:r>
    </w:p>
    <w:p w:rsidR="00C362FB" w:rsidRDefault="00C362FB" w:rsidP="00C362FB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362FB" w:rsidRPr="00BD5319" w:rsidRDefault="00C362FB" w:rsidP="00C362F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Pr="006C79F3">
        <w:rPr>
          <w:rFonts w:eastAsia="Times New Roman" w:cs="Times New Roman"/>
          <w:lang w:eastAsia="cs-CZ"/>
        </w:rPr>
        <w:t>Z2019-025872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28. 8. 2019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8E5385" w:rsidRPr="008E5385">
        <w:rPr>
          <w:rFonts w:eastAsia="Times New Roman" w:cs="Times New Roman"/>
          <w:b/>
          <w:lang w:eastAsia="cs-CZ"/>
        </w:rPr>
        <w:t>6</w:t>
      </w:r>
      <w:r w:rsidRPr="008E5385">
        <w:rPr>
          <w:rFonts w:eastAsia="Times New Roman" w:cs="Times New Roman"/>
          <w:b/>
          <w:lang w:eastAsia="cs-CZ"/>
        </w:rPr>
        <w:t>. 9. 2019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28. 8. 2019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8E5385" w:rsidRPr="008E5385">
        <w:rPr>
          <w:rFonts w:eastAsia="Times New Roman" w:cs="Times New Roman"/>
          <w:b/>
          <w:lang w:eastAsia="cs-CZ"/>
        </w:rPr>
        <w:t>6</w:t>
      </w:r>
      <w:r w:rsidRPr="008E5385">
        <w:rPr>
          <w:rFonts w:eastAsia="Times New Roman" w:cs="Times New Roman"/>
          <w:b/>
          <w:lang w:eastAsia="cs-CZ"/>
        </w:rPr>
        <w:t>. 9. 2019</w:t>
      </w:r>
      <w:r w:rsidR="008E5385" w:rsidRPr="008E5385">
        <w:rPr>
          <w:rFonts w:eastAsia="Times New Roman" w:cs="Times New Roman"/>
          <w:b/>
          <w:lang w:eastAsia="cs-CZ"/>
        </w:rPr>
        <w:t xml:space="preserve"> v 10:00</w:t>
      </w:r>
      <w:r w:rsidRPr="008E5385">
        <w:rPr>
          <w:rFonts w:eastAsia="Times New Roman" w:cs="Times New Roman"/>
          <w:b/>
          <w:lang w:eastAsia="cs-CZ"/>
        </w:rPr>
        <w:t xml:space="preserve"> hod</w:t>
      </w:r>
      <w:r w:rsidRPr="00BD5319">
        <w:rPr>
          <w:rFonts w:eastAsia="Times New Roman" w:cs="Times New Roman"/>
          <w:lang w:eastAsia="cs-CZ"/>
        </w:rPr>
        <w:t>.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lang w:eastAsia="cs-CZ"/>
        </w:rPr>
      </w:pPr>
    </w:p>
    <w:p w:rsidR="00C362FB" w:rsidRPr="00BD5319" w:rsidRDefault="00C362FB" w:rsidP="00C362F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4437B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C362FB" w:rsidRPr="00BD5319" w:rsidRDefault="00C362FB" w:rsidP="00C362F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362FB" w:rsidRPr="00BD5319" w:rsidRDefault="00C362FB" w:rsidP="00C362F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362FB" w:rsidRPr="00BD5319" w:rsidRDefault="00C362FB" w:rsidP="00C362F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E40F2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7833D4" w:rsidRDefault="00C172D5" w:rsidP="00C172D5">
      <w:pPr>
        <w:spacing w:after="0" w:line="240" w:lineRule="auto"/>
        <w:jc w:val="both"/>
        <w:rPr>
          <w:rFonts w:ascii="Verdana" w:hAnsi="Verdana" w:cs="Times New Roman"/>
          <w:bCs/>
          <w:lang w:eastAsia="cs-CZ"/>
        </w:rPr>
      </w:pPr>
      <w:r w:rsidRPr="00C172D5">
        <w:rPr>
          <w:rFonts w:ascii="Verdana" w:hAnsi="Verdana" w:cs="Times New Roman"/>
          <w:bCs/>
          <w:lang w:eastAsia="cs-CZ"/>
        </w:rPr>
        <w:t>SO 01-16-01_D_30</w:t>
      </w:r>
      <w:r w:rsidR="007833D4">
        <w:rPr>
          <w:rFonts w:ascii="Verdana" w:hAnsi="Verdana" w:cs="Times New Roman"/>
          <w:bCs/>
          <w:lang w:eastAsia="cs-CZ"/>
        </w:rPr>
        <w:t>.xls</w:t>
      </w:r>
    </w:p>
    <w:p w:rsidR="007833D4" w:rsidRDefault="007833D4" w:rsidP="00C172D5">
      <w:pPr>
        <w:spacing w:after="0" w:line="240" w:lineRule="auto"/>
        <w:jc w:val="both"/>
        <w:rPr>
          <w:rFonts w:ascii="Verdana" w:hAnsi="Verdana" w:cs="Times New Roman"/>
          <w:bCs/>
          <w:lang w:eastAsia="cs-CZ"/>
        </w:rPr>
      </w:pPr>
      <w:r w:rsidRPr="007833D4">
        <w:rPr>
          <w:rFonts w:ascii="Verdana" w:hAnsi="Verdana" w:cs="Times New Roman"/>
          <w:bCs/>
          <w:lang w:eastAsia="cs-CZ"/>
        </w:rPr>
        <w:t>položky_změna_D_30</w:t>
      </w:r>
      <w:r>
        <w:rPr>
          <w:rFonts w:ascii="Verdana" w:hAnsi="Verdana" w:cs="Times New Roman"/>
          <w:bCs/>
          <w:lang w:eastAsia="cs-CZ"/>
        </w:rPr>
        <w:t>.pdf</w:t>
      </w:r>
    </w:p>
    <w:p w:rsidR="00C362FB" w:rsidRPr="007833D4" w:rsidRDefault="007833D4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7833D4">
        <w:rPr>
          <w:rFonts w:ascii="Verdana" w:hAnsi="Verdana" w:cs="Times New Roman"/>
          <w:bCs/>
          <w:lang w:eastAsia="cs-CZ"/>
        </w:rPr>
        <w:t>E.1.1</w:t>
      </w:r>
      <w:proofErr w:type="gramEnd"/>
      <w:r w:rsidRPr="007833D4">
        <w:rPr>
          <w:rFonts w:ascii="Verdana" w:hAnsi="Verdana" w:cs="Times New Roman"/>
          <w:bCs/>
          <w:lang w:eastAsia="cs-CZ"/>
        </w:rPr>
        <w:t>-501 Statika pažení.pdf</w:t>
      </w: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172D5" w:rsidRDefault="00C172D5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172D5" w:rsidRPr="00BD5319" w:rsidRDefault="00C172D5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Pr="00BD5319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4437B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C172D5">
        <w:rPr>
          <w:rFonts w:eastAsia="Calibri" w:cs="Times New Roman"/>
          <w:lang w:eastAsia="cs-CZ"/>
        </w:rPr>
        <w:t>26. 8. 2019</w:t>
      </w: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Pr="00BD5319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172D5" w:rsidRDefault="00C172D5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172D5" w:rsidRPr="00BD5319" w:rsidRDefault="00C172D5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 železniční dopravní cesty,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státní organizace</w:t>
      </w:r>
    </w:p>
    <w:p w:rsidR="00C362FB" w:rsidRDefault="00C362FB" w:rsidP="00D30CEB">
      <w:pPr>
        <w:spacing w:after="0" w:line="240" w:lineRule="auto"/>
      </w:pPr>
    </w:p>
    <w:p w:rsidR="008E5385" w:rsidRDefault="008E5385" w:rsidP="00D30CEB">
      <w:pPr>
        <w:spacing w:after="0" w:line="240" w:lineRule="auto"/>
      </w:pPr>
    </w:p>
    <w:p w:rsidR="00C362FB" w:rsidRDefault="00C362FB" w:rsidP="00D30CEB">
      <w:pPr>
        <w:spacing w:after="0" w:line="240" w:lineRule="auto"/>
      </w:pPr>
    </w:p>
    <w:p w:rsidR="00C362FB" w:rsidRPr="00AB5103" w:rsidRDefault="00C362FB" w:rsidP="00D30CEB">
      <w:pPr>
        <w:spacing w:after="0" w:line="240" w:lineRule="auto"/>
      </w:pPr>
    </w:p>
    <w:sectPr w:rsidR="00C362FB" w:rsidRPr="00AB5103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5DB" w:rsidRDefault="000945DB" w:rsidP="00962258">
      <w:pPr>
        <w:spacing w:after="0" w:line="240" w:lineRule="auto"/>
      </w:pPr>
      <w:r>
        <w:separator/>
      </w:r>
    </w:p>
  </w:endnote>
  <w:endnote w:type="continuationSeparator" w:id="0">
    <w:p w:rsidR="000945DB" w:rsidRDefault="000945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33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33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1BBC5C" wp14:editId="5E15F84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048" behindDoc="1" locked="1" layoutInCell="1" allowOverlap="1" wp14:anchorId="0BE19F7F" wp14:editId="69B0825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33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33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90CC971" wp14:editId="1A98BF0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0E64F1B" wp14:editId="4E75A28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5DB" w:rsidRDefault="000945DB" w:rsidP="00962258">
      <w:pPr>
        <w:spacing w:after="0" w:line="240" w:lineRule="auto"/>
      </w:pPr>
      <w:r>
        <w:separator/>
      </w:r>
    </w:p>
  </w:footnote>
  <w:footnote w:type="continuationSeparator" w:id="0">
    <w:p w:rsidR="000945DB" w:rsidRDefault="000945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385D83E" wp14:editId="30C58DA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5D906CF" wp14:editId="11E6E85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26B89AC" wp14:editId="528D7D4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5A67EF"/>
    <w:multiLevelType w:val="hybridMultilevel"/>
    <w:tmpl w:val="F802E590"/>
    <w:lvl w:ilvl="0" w:tplc="38E88500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9013AF2"/>
    <w:multiLevelType w:val="hybridMultilevel"/>
    <w:tmpl w:val="DDDE1220"/>
    <w:lvl w:ilvl="0" w:tplc="6D1E83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632E3620"/>
    <w:multiLevelType w:val="hybridMultilevel"/>
    <w:tmpl w:val="81A03C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C35"/>
    <w:rsid w:val="00033432"/>
    <w:rsid w:val="000335CC"/>
    <w:rsid w:val="00072C1E"/>
    <w:rsid w:val="000746CA"/>
    <w:rsid w:val="00074F5A"/>
    <w:rsid w:val="000934C4"/>
    <w:rsid w:val="000945DB"/>
    <w:rsid w:val="00097466"/>
    <w:rsid w:val="000B198A"/>
    <w:rsid w:val="000B6C7E"/>
    <w:rsid w:val="000B7907"/>
    <w:rsid w:val="000C0429"/>
    <w:rsid w:val="000C0EA6"/>
    <w:rsid w:val="000C45E8"/>
    <w:rsid w:val="00114472"/>
    <w:rsid w:val="00144DAC"/>
    <w:rsid w:val="00170EC5"/>
    <w:rsid w:val="001747C1"/>
    <w:rsid w:val="0018596A"/>
    <w:rsid w:val="001A66F9"/>
    <w:rsid w:val="001B645D"/>
    <w:rsid w:val="001B69C2"/>
    <w:rsid w:val="001C4DA0"/>
    <w:rsid w:val="001D5CA9"/>
    <w:rsid w:val="001D62A4"/>
    <w:rsid w:val="002038A2"/>
    <w:rsid w:val="00205D1E"/>
    <w:rsid w:val="00207DF5"/>
    <w:rsid w:val="00242001"/>
    <w:rsid w:val="00252EDA"/>
    <w:rsid w:val="00255F00"/>
    <w:rsid w:val="00267369"/>
    <w:rsid w:val="0026785D"/>
    <w:rsid w:val="002738B0"/>
    <w:rsid w:val="002959DE"/>
    <w:rsid w:val="002A17F4"/>
    <w:rsid w:val="002C31BF"/>
    <w:rsid w:val="002D02E5"/>
    <w:rsid w:val="002E0CD7"/>
    <w:rsid w:val="002E30DD"/>
    <w:rsid w:val="002E40F2"/>
    <w:rsid w:val="002F026B"/>
    <w:rsid w:val="002F586E"/>
    <w:rsid w:val="00300BAC"/>
    <w:rsid w:val="00317551"/>
    <w:rsid w:val="003179B9"/>
    <w:rsid w:val="003264C9"/>
    <w:rsid w:val="00357BC6"/>
    <w:rsid w:val="00364C92"/>
    <w:rsid w:val="0037111D"/>
    <w:rsid w:val="0037413C"/>
    <w:rsid w:val="0038380F"/>
    <w:rsid w:val="0039007F"/>
    <w:rsid w:val="003956C6"/>
    <w:rsid w:val="003E2463"/>
    <w:rsid w:val="003E6B9A"/>
    <w:rsid w:val="003E75CE"/>
    <w:rsid w:val="004012C4"/>
    <w:rsid w:val="00411980"/>
    <w:rsid w:val="0041380F"/>
    <w:rsid w:val="00421B89"/>
    <w:rsid w:val="00445A02"/>
    <w:rsid w:val="00450F07"/>
    <w:rsid w:val="00453CD3"/>
    <w:rsid w:val="00455BC7"/>
    <w:rsid w:val="00460660"/>
    <w:rsid w:val="00460CCB"/>
    <w:rsid w:val="00477370"/>
    <w:rsid w:val="00486107"/>
    <w:rsid w:val="004903AC"/>
    <w:rsid w:val="00491827"/>
    <w:rsid w:val="004926B0"/>
    <w:rsid w:val="00492B7A"/>
    <w:rsid w:val="004A7C69"/>
    <w:rsid w:val="004C4399"/>
    <w:rsid w:val="004C5A13"/>
    <w:rsid w:val="004C69ED"/>
    <w:rsid w:val="004C787C"/>
    <w:rsid w:val="004D2DD5"/>
    <w:rsid w:val="004F4B9B"/>
    <w:rsid w:val="00501654"/>
    <w:rsid w:val="00511AB9"/>
    <w:rsid w:val="00523EA7"/>
    <w:rsid w:val="00534387"/>
    <w:rsid w:val="00542527"/>
    <w:rsid w:val="00551D1F"/>
    <w:rsid w:val="00553375"/>
    <w:rsid w:val="005658A6"/>
    <w:rsid w:val="0056762D"/>
    <w:rsid w:val="005720E7"/>
    <w:rsid w:val="005722BB"/>
    <w:rsid w:val="005736B7"/>
    <w:rsid w:val="00575E5A"/>
    <w:rsid w:val="00584E2A"/>
    <w:rsid w:val="00596C7E"/>
    <w:rsid w:val="005A64E9"/>
    <w:rsid w:val="005B0200"/>
    <w:rsid w:val="005B5EE9"/>
    <w:rsid w:val="005C7658"/>
    <w:rsid w:val="005D75EE"/>
    <w:rsid w:val="005E1728"/>
    <w:rsid w:val="006104F6"/>
    <w:rsid w:val="0061068E"/>
    <w:rsid w:val="00610951"/>
    <w:rsid w:val="006342F2"/>
    <w:rsid w:val="0064458E"/>
    <w:rsid w:val="00654F1C"/>
    <w:rsid w:val="00660AD3"/>
    <w:rsid w:val="006775A2"/>
    <w:rsid w:val="006A5570"/>
    <w:rsid w:val="006A689C"/>
    <w:rsid w:val="006B3D79"/>
    <w:rsid w:val="006C79F3"/>
    <w:rsid w:val="006D6653"/>
    <w:rsid w:val="006D7A12"/>
    <w:rsid w:val="006E0578"/>
    <w:rsid w:val="006E314D"/>
    <w:rsid w:val="006E7F06"/>
    <w:rsid w:val="006F494B"/>
    <w:rsid w:val="00710723"/>
    <w:rsid w:val="00714948"/>
    <w:rsid w:val="00722420"/>
    <w:rsid w:val="00723ED1"/>
    <w:rsid w:val="00735ED4"/>
    <w:rsid w:val="00743525"/>
    <w:rsid w:val="0074421F"/>
    <w:rsid w:val="00744D78"/>
    <w:rsid w:val="007531A0"/>
    <w:rsid w:val="0076286B"/>
    <w:rsid w:val="00764595"/>
    <w:rsid w:val="00766846"/>
    <w:rsid w:val="0077673A"/>
    <w:rsid w:val="00777C39"/>
    <w:rsid w:val="007833D4"/>
    <w:rsid w:val="007846E1"/>
    <w:rsid w:val="007B0722"/>
    <w:rsid w:val="007B570C"/>
    <w:rsid w:val="007B7132"/>
    <w:rsid w:val="007E4A6E"/>
    <w:rsid w:val="007F56A7"/>
    <w:rsid w:val="00807DD0"/>
    <w:rsid w:val="00813F11"/>
    <w:rsid w:val="00815170"/>
    <w:rsid w:val="00816129"/>
    <w:rsid w:val="00842DB8"/>
    <w:rsid w:val="00891334"/>
    <w:rsid w:val="008A3568"/>
    <w:rsid w:val="008B2E4C"/>
    <w:rsid w:val="008C311B"/>
    <w:rsid w:val="008D03B9"/>
    <w:rsid w:val="008D0918"/>
    <w:rsid w:val="008D545F"/>
    <w:rsid w:val="008E5385"/>
    <w:rsid w:val="008F18D6"/>
    <w:rsid w:val="008F1E71"/>
    <w:rsid w:val="00904780"/>
    <w:rsid w:val="009113A8"/>
    <w:rsid w:val="009207D6"/>
    <w:rsid w:val="00922385"/>
    <w:rsid w:val="009223DF"/>
    <w:rsid w:val="00923CAA"/>
    <w:rsid w:val="00936091"/>
    <w:rsid w:val="00940D8A"/>
    <w:rsid w:val="00961D03"/>
    <w:rsid w:val="00962258"/>
    <w:rsid w:val="009678B7"/>
    <w:rsid w:val="00982411"/>
    <w:rsid w:val="00992D9C"/>
    <w:rsid w:val="00996CB8"/>
    <w:rsid w:val="009A7568"/>
    <w:rsid w:val="009B2B3E"/>
    <w:rsid w:val="009B2E97"/>
    <w:rsid w:val="009B3C69"/>
    <w:rsid w:val="009B72CC"/>
    <w:rsid w:val="009E07F4"/>
    <w:rsid w:val="009F103B"/>
    <w:rsid w:val="009F392E"/>
    <w:rsid w:val="00A1572C"/>
    <w:rsid w:val="00A44328"/>
    <w:rsid w:val="00A4437B"/>
    <w:rsid w:val="00A534E2"/>
    <w:rsid w:val="00A547B2"/>
    <w:rsid w:val="00A6177B"/>
    <w:rsid w:val="00A66136"/>
    <w:rsid w:val="00A83681"/>
    <w:rsid w:val="00AA4CBB"/>
    <w:rsid w:val="00AA65FA"/>
    <w:rsid w:val="00AA7351"/>
    <w:rsid w:val="00AB5103"/>
    <w:rsid w:val="00AB5512"/>
    <w:rsid w:val="00AD056F"/>
    <w:rsid w:val="00AD2773"/>
    <w:rsid w:val="00AD4760"/>
    <w:rsid w:val="00AD6731"/>
    <w:rsid w:val="00AE1DDE"/>
    <w:rsid w:val="00B00315"/>
    <w:rsid w:val="00B15B5E"/>
    <w:rsid w:val="00B15D0D"/>
    <w:rsid w:val="00B23CA3"/>
    <w:rsid w:val="00B3491A"/>
    <w:rsid w:val="00B443CB"/>
    <w:rsid w:val="00B45E9E"/>
    <w:rsid w:val="00B55F9C"/>
    <w:rsid w:val="00B75EE1"/>
    <w:rsid w:val="00B77481"/>
    <w:rsid w:val="00B8518B"/>
    <w:rsid w:val="00BB3740"/>
    <w:rsid w:val="00BC7B42"/>
    <w:rsid w:val="00BD5319"/>
    <w:rsid w:val="00BD7E91"/>
    <w:rsid w:val="00BF374D"/>
    <w:rsid w:val="00BF6D48"/>
    <w:rsid w:val="00C02D0A"/>
    <w:rsid w:val="00C03A6E"/>
    <w:rsid w:val="00C172D5"/>
    <w:rsid w:val="00C30759"/>
    <w:rsid w:val="00C362FB"/>
    <w:rsid w:val="00C44F6A"/>
    <w:rsid w:val="00C5115D"/>
    <w:rsid w:val="00C5144C"/>
    <w:rsid w:val="00C659B1"/>
    <w:rsid w:val="00C71535"/>
    <w:rsid w:val="00C727E5"/>
    <w:rsid w:val="00C746FD"/>
    <w:rsid w:val="00C8207D"/>
    <w:rsid w:val="00C8229D"/>
    <w:rsid w:val="00CA1FF4"/>
    <w:rsid w:val="00CB7B5A"/>
    <w:rsid w:val="00CC1E2B"/>
    <w:rsid w:val="00CD1FC4"/>
    <w:rsid w:val="00CE371D"/>
    <w:rsid w:val="00CF57FC"/>
    <w:rsid w:val="00CF5ADD"/>
    <w:rsid w:val="00D01FBD"/>
    <w:rsid w:val="00D02A4D"/>
    <w:rsid w:val="00D1370F"/>
    <w:rsid w:val="00D16140"/>
    <w:rsid w:val="00D21061"/>
    <w:rsid w:val="00D26B49"/>
    <w:rsid w:val="00D30CEB"/>
    <w:rsid w:val="00D316A7"/>
    <w:rsid w:val="00D4108E"/>
    <w:rsid w:val="00D4358E"/>
    <w:rsid w:val="00D556BB"/>
    <w:rsid w:val="00D6163D"/>
    <w:rsid w:val="00D63009"/>
    <w:rsid w:val="00D71A8B"/>
    <w:rsid w:val="00D831A3"/>
    <w:rsid w:val="00D902AD"/>
    <w:rsid w:val="00DA6FFE"/>
    <w:rsid w:val="00DC3110"/>
    <w:rsid w:val="00DD46F3"/>
    <w:rsid w:val="00DD58A6"/>
    <w:rsid w:val="00DE56F2"/>
    <w:rsid w:val="00DF116D"/>
    <w:rsid w:val="00DF63C4"/>
    <w:rsid w:val="00E065C9"/>
    <w:rsid w:val="00E1720B"/>
    <w:rsid w:val="00E24701"/>
    <w:rsid w:val="00E4273B"/>
    <w:rsid w:val="00E506AA"/>
    <w:rsid w:val="00E546B6"/>
    <w:rsid w:val="00E54836"/>
    <w:rsid w:val="00E5509A"/>
    <w:rsid w:val="00E824F1"/>
    <w:rsid w:val="00EB104F"/>
    <w:rsid w:val="00EB3CF3"/>
    <w:rsid w:val="00ED12FD"/>
    <w:rsid w:val="00ED14BD"/>
    <w:rsid w:val="00ED6C1C"/>
    <w:rsid w:val="00EF3FDA"/>
    <w:rsid w:val="00F01440"/>
    <w:rsid w:val="00F07387"/>
    <w:rsid w:val="00F11B5D"/>
    <w:rsid w:val="00F12DEC"/>
    <w:rsid w:val="00F1715C"/>
    <w:rsid w:val="00F310F8"/>
    <w:rsid w:val="00F35939"/>
    <w:rsid w:val="00F45607"/>
    <w:rsid w:val="00F56A09"/>
    <w:rsid w:val="00F64786"/>
    <w:rsid w:val="00F659EB"/>
    <w:rsid w:val="00F804A7"/>
    <w:rsid w:val="00F862D6"/>
    <w:rsid w:val="00F86BA6"/>
    <w:rsid w:val="00F95605"/>
    <w:rsid w:val="00FC6389"/>
    <w:rsid w:val="00FD2F51"/>
    <w:rsid w:val="00FE0FF8"/>
    <w:rsid w:val="00FE3455"/>
    <w:rsid w:val="00FE7912"/>
    <w:rsid w:val="00FF1670"/>
    <w:rsid w:val="00FF44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4D04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4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01430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45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45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0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448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93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986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525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06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8090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371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0915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530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1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68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68014C-75E2-4C6D-B7B1-37DB0669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25</TotalTime>
  <Pages>2</Pages>
  <Words>609</Words>
  <Characters>3596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2019-08-15T09:57:00Z</cp:lastPrinted>
  <dcterms:created xsi:type="dcterms:W3CDTF">2019-08-22T04:55:00Z</dcterms:created>
  <dcterms:modified xsi:type="dcterms:W3CDTF">2019-08-26T10:28:00Z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