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333EA" w:rsidP="0037111D">
            <w:r w:rsidRPr="00C333EA">
              <w:rPr>
                <w:rFonts w:ascii="Helvetica" w:hAnsi="Helvetica"/>
              </w:rPr>
              <w:t>6909/2019-SŽDC-SSV-Ú3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EE5D95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60D50" w:rsidP="00FE3455">
            <w:r w:rsidRPr="00060D50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60D50" w:rsidP="009A7568">
            <w:r w:rsidRPr="00060D50">
              <w:t>722 819 305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60D50" w:rsidP="006104F6">
            <w:r w:rsidRPr="00060D50">
              <w:t>KlimesJa@szdc.cz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31559">
              <w:rPr>
                <w:noProof/>
              </w:rPr>
              <w:t>9. srpna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3324C" w:rsidRPr="00E3324C">
        <w:rPr>
          <w:rFonts w:ascii="Times New Roman" w:eastAsia="Times New Roman" w:hAnsi="Times New Roman" w:cs="Times New Roman"/>
          <w:b/>
          <w:sz w:val="22"/>
          <w:szCs w:val="22"/>
          <w:lang w:eastAsia="cs-CZ"/>
        </w:rPr>
        <w:t>Rekonstrukce záložních zdrojů elektrické energie v obvodu OŘ Brno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46539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E3324C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 xml:space="preserve">V soupisech prací </w:t>
      </w:r>
      <w:proofErr w:type="gramStart"/>
      <w:r w:rsidRPr="00E3324C">
        <w:rPr>
          <w:rFonts w:eastAsia="Calibri" w:cs="Times New Roman"/>
          <w:lang w:eastAsia="cs-CZ"/>
        </w:rPr>
        <w:t>viz. níže</w:t>
      </w:r>
      <w:proofErr w:type="gramEnd"/>
      <w:r w:rsidRPr="00E3324C">
        <w:rPr>
          <w:rFonts w:eastAsia="Calibri" w:cs="Times New Roman"/>
          <w:lang w:eastAsia="cs-CZ"/>
        </w:rPr>
        <w:t xml:space="preserve">, jsou v názvu položky pravděpodobně poznámky. 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Chybí název dané položky.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Jedná se o tyto SO: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01.1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Brno dolní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02.1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Maloměřice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05.1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Žďár nad Sázavou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08.1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Slatina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09.1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Světlá nad Sázavou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12.1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Olbramkostel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13.1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Židenice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14.1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Okrouhlice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15.1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Mutěnice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16.1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Leština u Světlé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SO</w:t>
      </w:r>
      <w:r w:rsidRPr="00E3324C">
        <w:rPr>
          <w:rFonts w:eastAsia="Calibri" w:cs="Times New Roman"/>
          <w:lang w:eastAsia="cs-CZ"/>
        </w:rPr>
        <w:tab/>
        <w:t>17.1</w:t>
      </w:r>
      <w:r w:rsidRPr="00E3324C">
        <w:rPr>
          <w:rFonts w:eastAsia="Calibri" w:cs="Times New Roman"/>
          <w:lang w:eastAsia="cs-CZ"/>
        </w:rPr>
        <w:tab/>
        <w:t xml:space="preserve">Záložní zdroj </w:t>
      </w:r>
      <w:proofErr w:type="spellStart"/>
      <w:r w:rsidRPr="00E3324C">
        <w:rPr>
          <w:rFonts w:eastAsia="Calibri" w:cs="Times New Roman"/>
          <w:lang w:eastAsia="cs-CZ"/>
        </w:rPr>
        <w:t>žst</w:t>
      </w:r>
      <w:proofErr w:type="spellEnd"/>
      <w:r w:rsidRPr="00E3324C">
        <w:rPr>
          <w:rFonts w:eastAsia="Calibri" w:cs="Times New Roman"/>
          <w:lang w:eastAsia="cs-CZ"/>
        </w:rPr>
        <w:t>. Vlkaneč - Stavební část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Žádáme zadavatele o vysvětlení a případnou opravu soupisu prací.</w:t>
      </w:r>
    </w:p>
    <w:p w:rsidR="00E3324C" w:rsidRDefault="00E3324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E5D95" w:rsidRPr="00EE5D95" w:rsidRDefault="00EE5D95" w:rsidP="00EE5D95">
      <w:pPr>
        <w:rPr>
          <w:rFonts w:ascii="Verdana" w:hAnsi="Verdana"/>
          <w:color w:val="1F497D"/>
          <w:sz w:val="20"/>
          <w:szCs w:val="20"/>
        </w:rPr>
      </w:pPr>
      <w:r w:rsidRPr="00EE5D95">
        <w:t>Při exportu položek z programu KROS došlo k chybě, v jejímž důsledku se neexportovaly názvy jednotlivých položek. Opravené soupisy prací jsou obsaženy v příloze tohoto dopisu.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E3324C" w:rsidRPr="00E3324C" w:rsidRDefault="00A616A9" w:rsidP="00E3324C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E3324C" w:rsidRPr="00E3324C">
        <w:rPr>
          <w:rFonts w:eastAsia="Calibri" w:cs="Times New Roman"/>
          <w:lang w:eastAsia="cs-CZ"/>
        </w:rPr>
        <w:t xml:space="preserve">rosíme zadavatel o upřesnění požadavků a podmínek pro zpracování nabídky str. 17 Poddodavatelské omezení čtvrtá odrážka 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 xml:space="preserve">– požadavek kritéria technické kvalifikace na předložení seznamu odborného personálu dodavatele v rozsahu funkce specialisty (vedoucí prací) na technologická zařízení staveb </w:t>
      </w:r>
    </w:p>
    <w:p w:rsidR="00E3324C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domníváme se správně, že jde o osobu specialisty (vedoucí prací) na trakční vedení a silnoproud bod 8.5 za c) zadávacích podmínek?</w:t>
      </w:r>
    </w:p>
    <w:p w:rsidR="00CB7B5A" w:rsidRPr="00E3324C" w:rsidRDefault="00E3324C" w:rsidP="00E3324C">
      <w:pPr>
        <w:spacing w:after="0" w:line="240" w:lineRule="auto"/>
        <w:rPr>
          <w:rFonts w:eastAsia="Calibri" w:cs="Times New Roman"/>
          <w:lang w:eastAsia="cs-CZ"/>
        </w:rPr>
      </w:pPr>
      <w:r w:rsidRPr="00E3324C">
        <w:rPr>
          <w:rFonts w:eastAsia="Calibri" w:cs="Times New Roman"/>
          <w:lang w:eastAsia="cs-CZ"/>
        </w:rPr>
        <w:t>Žádáme zadavatele o upřesnění.</w:t>
      </w:r>
    </w:p>
    <w:p w:rsidR="00E3324C" w:rsidRPr="00CB7B5A" w:rsidRDefault="00E3324C" w:rsidP="00E3324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A616A9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A616A9" w:rsidRDefault="00A616A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616A9" w:rsidRDefault="00A616A9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A616A9">
        <w:rPr>
          <w:rFonts w:eastAsia="Calibri" w:cs="Times New Roman"/>
          <w:lang w:eastAsia="cs-CZ"/>
        </w:rPr>
        <w:t xml:space="preserve">Zadavatel </w:t>
      </w:r>
      <w:r w:rsidR="00714944">
        <w:rPr>
          <w:rFonts w:eastAsia="Calibri" w:cs="Times New Roman"/>
          <w:lang w:eastAsia="cs-CZ"/>
        </w:rPr>
        <w:t>upřesňuje</w:t>
      </w:r>
      <w:r w:rsidRPr="00A616A9">
        <w:rPr>
          <w:rFonts w:eastAsia="Calibri" w:cs="Times New Roman"/>
          <w:lang w:eastAsia="cs-CZ"/>
        </w:rPr>
        <w:t xml:space="preserve"> požadavek </w:t>
      </w:r>
      <w:r w:rsidRPr="00727CE4">
        <w:t>technické kvalifikace na předložení seznamu odborného personálu dodavatele</w:t>
      </w:r>
      <w:r>
        <w:t xml:space="preserve"> v rámci poddodavatelských omezení.</w:t>
      </w:r>
    </w:p>
    <w:p w:rsidR="00A616A9" w:rsidRDefault="00A616A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616A9" w:rsidRDefault="00A616A9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Čl. 9.3. Výzvy k podání nabídky, bod 4, odrážka 4 se mění takto:</w:t>
      </w:r>
    </w:p>
    <w:p w:rsidR="00A616A9" w:rsidRDefault="00A616A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616A9" w:rsidRPr="00727CE4" w:rsidRDefault="00A616A9" w:rsidP="00A616A9">
      <w:pPr>
        <w:pStyle w:val="Odrka1-2-"/>
      </w:pPr>
      <w:r w:rsidRPr="00727CE4">
        <w:lastRenderedPageBreak/>
        <w:t xml:space="preserve">požadavek kritéria technické kvalifikace na předložení seznamu odborného personálu dodavatele v rozsahu funkce </w:t>
      </w:r>
      <w:r w:rsidRPr="00A616A9">
        <w:rPr>
          <w:b/>
        </w:rPr>
        <w:t>specialisty (vedoucí prací) na trakční vedení a silnoproud</w:t>
      </w:r>
      <w:r w:rsidRPr="00727CE4">
        <w:t>.</w:t>
      </w:r>
    </w:p>
    <w:p w:rsidR="00A616A9" w:rsidRDefault="00A616A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F46539" w:rsidRDefault="00F4653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F46539" w:rsidRDefault="00F46539" w:rsidP="00F4653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46539" w:rsidRPr="00CB7B5A" w:rsidRDefault="00F46539" w:rsidP="00F4653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F46539">
        <w:rPr>
          <w:rFonts w:eastAsia="Times New Roman" w:cs="Times New Roman"/>
          <w:lang w:eastAsia="cs-CZ"/>
        </w:rPr>
        <w:t xml:space="preserve">provedeny </w:t>
      </w:r>
      <w:r w:rsidRPr="00F46539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15. 8. 2019</w:t>
      </w:r>
      <w:r w:rsidR="00EF4560">
        <w:rPr>
          <w:rFonts w:eastAsia="Times New Roman" w:cs="Times New Roman"/>
          <w:lang w:eastAsia="cs-CZ"/>
        </w:rPr>
        <w:t xml:space="preserve"> v 10:30 hod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0E45C8">
        <w:rPr>
          <w:rFonts w:eastAsia="Times New Roman" w:cs="Times New Roman"/>
          <w:lang w:eastAsia="cs-CZ"/>
        </w:rPr>
        <w:t>26</w:t>
      </w:r>
      <w:r>
        <w:rPr>
          <w:rFonts w:eastAsia="Times New Roman" w:cs="Times New Roman"/>
          <w:lang w:eastAsia="cs-CZ"/>
        </w:rPr>
        <w:t>. 8. 2019</w:t>
      </w:r>
      <w:r w:rsidR="000E45C8">
        <w:rPr>
          <w:rFonts w:eastAsia="Times New Roman" w:cs="Times New Roman"/>
          <w:lang w:eastAsia="cs-CZ"/>
        </w:rPr>
        <w:t xml:space="preserve"> v 13:0</w:t>
      </w:r>
      <w:r w:rsidR="00EF4560">
        <w:rPr>
          <w:rFonts w:eastAsia="Times New Roman" w:cs="Times New Roman"/>
          <w:lang w:eastAsia="cs-CZ"/>
        </w:rPr>
        <w:t>0 hod</w:t>
      </w:r>
      <w:r>
        <w:rPr>
          <w:rFonts w:eastAsia="Times New Roman" w:cs="Times New Roman"/>
          <w:lang w:eastAsia="cs-CZ"/>
        </w:rPr>
        <w:t>.</w:t>
      </w:r>
    </w:p>
    <w:p w:rsidR="00F46539" w:rsidRPr="00CB7B5A" w:rsidRDefault="00F46539" w:rsidP="00F4653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46539" w:rsidRPr="00F46539" w:rsidRDefault="00F46539" w:rsidP="00F46539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</w:t>
      </w:r>
      <w:r w:rsidRPr="00F46539">
        <w:rPr>
          <w:rFonts w:eastAsia="Calibri" w:cs="Times New Roman"/>
          <w:u w:val="single"/>
        </w:rPr>
        <w:t>souvislosti s touto změnou lhůty pro podání nabídek se mění rovněž:</w:t>
      </w:r>
    </w:p>
    <w:p w:rsidR="00F46539" w:rsidRPr="00F46539" w:rsidRDefault="00F46539" w:rsidP="00F46539">
      <w:pPr>
        <w:spacing w:after="160" w:line="259" w:lineRule="auto"/>
        <w:rPr>
          <w:rFonts w:eastAsia="Calibri" w:cs="Times New Roman"/>
        </w:rPr>
      </w:pPr>
      <w:r w:rsidRPr="00F46539">
        <w:rPr>
          <w:rFonts w:eastAsia="Calibri" w:cs="Times New Roman"/>
        </w:rPr>
        <w:t>čl. 12.1 odst. 2 Výzvy k podání nabídky takto:</w:t>
      </w:r>
    </w:p>
    <w:p w:rsidR="00F46539" w:rsidRPr="00F46539" w:rsidRDefault="00F46539" w:rsidP="00F46539">
      <w:pPr>
        <w:spacing w:after="200" w:line="276" w:lineRule="auto"/>
        <w:jc w:val="both"/>
        <w:rPr>
          <w:rFonts w:eastAsia="Calibri" w:cs="Times New Roman"/>
        </w:rPr>
      </w:pPr>
      <w:r w:rsidRPr="00F46539">
        <w:rPr>
          <w:rFonts w:eastAsia="Calibri" w:cs="Times New Roman"/>
        </w:rPr>
        <w:t xml:space="preserve">„Nabídky musí být zadavateli doručeny nejpozději do </w:t>
      </w:r>
      <w:r w:rsidR="000E45C8">
        <w:rPr>
          <w:rFonts w:eastAsia="Calibri" w:cs="Times New Roman"/>
          <w:b/>
          <w:i/>
        </w:rPr>
        <w:t>26. 8. 2019 do 13:0</w:t>
      </w:r>
      <w:r w:rsidRPr="00F46539">
        <w:rPr>
          <w:rFonts w:eastAsia="Calibri" w:cs="Times New Roman"/>
          <w:b/>
          <w:i/>
        </w:rPr>
        <w:t>0 hodin</w:t>
      </w:r>
      <w:r w:rsidRPr="00F46539">
        <w:rPr>
          <w:rFonts w:eastAsia="Calibri" w:cs="Times New Roman"/>
        </w:rPr>
        <w:t xml:space="preserve">“ </w:t>
      </w:r>
    </w:p>
    <w:p w:rsidR="00F46539" w:rsidRPr="00F46539" w:rsidRDefault="00F46539" w:rsidP="00F46539">
      <w:pPr>
        <w:spacing w:after="0" w:line="240" w:lineRule="auto"/>
        <w:rPr>
          <w:rFonts w:eastAsia="Times New Roman" w:cs="Times New Roman"/>
          <w:lang w:eastAsia="cs-CZ"/>
        </w:rPr>
      </w:pPr>
    </w:p>
    <w:p w:rsidR="00F46539" w:rsidRPr="00CB7B5A" w:rsidRDefault="00F46539" w:rsidP="00F4653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46539">
        <w:rPr>
          <w:rFonts w:eastAsia="Calibri" w:cs="Times New Roman"/>
          <w:lang w:eastAsia="cs-CZ"/>
        </w:rPr>
        <w:t>Vysvětlení/ změnu/ doplnění zadávací dokumentace</w:t>
      </w:r>
      <w:r w:rsidRPr="00F46539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F46539" w:rsidRPr="00CB7B5A" w:rsidRDefault="00F46539" w:rsidP="00F4653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F46539" w:rsidRPr="00CB7B5A" w:rsidRDefault="00F46539" w:rsidP="00F4653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31559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F31559" w:rsidRPr="00F31559">
        <w:rPr>
          <w:rFonts w:eastAsia="Calibri" w:cs="Times New Roman"/>
          <w:bCs/>
          <w:lang w:eastAsia="cs-CZ"/>
        </w:rPr>
        <w:t>17058 - Rekonstrukce záložních zdrojů elekt</w:t>
      </w:r>
      <w:r w:rsidR="00F31559">
        <w:rPr>
          <w:rFonts w:eastAsia="Calibri" w:cs="Times New Roman"/>
          <w:bCs/>
          <w:lang w:eastAsia="cs-CZ"/>
        </w:rPr>
        <w:t>rické energie v obvodu OŘ Brno</w:t>
      </w:r>
    </w:p>
    <w:p w:rsidR="00F46539" w:rsidRPr="00CB7B5A" w:rsidRDefault="00F4653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46539" w:rsidRDefault="00F4653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31559" w:rsidRPr="00CB7B5A" w:rsidRDefault="00F3155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F46539" w:rsidRPr="00CB7B5A" w:rsidRDefault="00F4653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F46539" w:rsidRDefault="00F4653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31559" w:rsidRDefault="00F3155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31559" w:rsidRDefault="00F3155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31559" w:rsidRPr="00CB7B5A" w:rsidRDefault="00F31559" w:rsidP="00F465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46539" w:rsidRPr="00CB7B5A" w:rsidRDefault="00F46539" w:rsidP="00F4653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46539" w:rsidRPr="00CB7B5A" w:rsidRDefault="00F46539" w:rsidP="00F46539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F46539" w:rsidRPr="00CB7B5A" w:rsidRDefault="00F46539" w:rsidP="00F4653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F46539" w:rsidRPr="00CB7B5A" w:rsidRDefault="00F46539" w:rsidP="00F4653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F46539" w:rsidRPr="00CB7B5A" w:rsidRDefault="00F46539" w:rsidP="00F4653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F46539" w:rsidRPr="00CB7B5A" w:rsidRDefault="00F46539" w:rsidP="00F4653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F46539" w:rsidRDefault="00F46539" w:rsidP="00F46539"/>
    <w:p w:rsidR="00F46539" w:rsidRPr="00CB7B5A" w:rsidRDefault="00F46539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sectPr w:rsidR="00F46539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15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15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AD1167" wp14:editId="40816A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D0E899" wp14:editId="4C781E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15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15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93FBA32" wp14:editId="5CD6D7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103A3D" wp14:editId="3E9705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DFB9FB0" wp14:editId="792A04D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C09A1FF" wp14:editId="78989C7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1B73921" wp14:editId="3D176D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0D50"/>
    <w:rsid w:val="00072C1E"/>
    <w:rsid w:val="000B1153"/>
    <w:rsid w:val="000B6C7E"/>
    <w:rsid w:val="000B7907"/>
    <w:rsid w:val="000C0429"/>
    <w:rsid w:val="000C45E8"/>
    <w:rsid w:val="000E45C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B73B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0FB1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3FE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B7E96"/>
    <w:rsid w:val="006E0578"/>
    <w:rsid w:val="006E314D"/>
    <w:rsid w:val="006E7F06"/>
    <w:rsid w:val="00710723"/>
    <w:rsid w:val="00714944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6A9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333EA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3324C"/>
    <w:rsid w:val="00E824F1"/>
    <w:rsid w:val="00EB104F"/>
    <w:rsid w:val="00ED14BD"/>
    <w:rsid w:val="00EE5D95"/>
    <w:rsid w:val="00EF4560"/>
    <w:rsid w:val="00F01440"/>
    <w:rsid w:val="00F12DEC"/>
    <w:rsid w:val="00F1715C"/>
    <w:rsid w:val="00F310F8"/>
    <w:rsid w:val="00F31559"/>
    <w:rsid w:val="00F35939"/>
    <w:rsid w:val="00F45607"/>
    <w:rsid w:val="00F46539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616A9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616A9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616A9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616A9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616A9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616A9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A5B05C9-5769-49D1-929E-1D9E5F12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172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14</cp:revision>
  <cp:lastPrinted>2019-08-09T10:54:00Z</cp:lastPrinted>
  <dcterms:created xsi:type="dcterms:W3CDTF">2019-08-07T10:57:00Z</dcterms:created>
  <dcterms:modified xsi:type="dcterms:W3CDTF">2019-08-09T10:54:00Z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