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bookmarkStart w:id="0" w:name="_GoBack"/>
          <w:bookmarkEnd w:id="0"/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C05186" w:rsidP="0037111D">
            <w:r w:rsidRPr="00C05186">
              <w:rPr>
                <w:rFonts w:ascii="Helvetica" w:hAnsi="Helvetica"/>
              </w:rPr>
              <w:t>6537/2019-SŽDC-SSV-Ú3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BF2564" w:rsidP="00CC1E2B">
            <w:r>
              <w:t>2</w:t>
            </w:r>
            <w:r w:rsidR="00C05186">
              <w:t>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B8E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B8E" w:rsidP="009A7568">
            <w:r>
              <w:t>+420 724 932 387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B8E" w:rsidP="006104F6">
            <w:r>
              <w:t>HolaM@szdc.cz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4793D">
              <w:rPr>
                <w:noProof/>
              </w:rPr>
              <w:t>29. července 2019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C05186">
        <w:trPr>
          <w:trHeight w:val="46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52B8E" w:rsidRPr="00852B8E">
        <w:rPr>
          <w:rFonts w:eastAsia="Calibri" w:cs="Times New Roman"/>
          <w:b/>
          <w:lang w:eastAsia="cs-CZ"/>
        </w:rPr>
        <w:t>„Rekonstrukce PZS (P8125) v km 26,089 vč. nástupiště na zastávce Velké Karlovice zastávka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0518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7962EE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05186" w:rsidRDefault="007962EE" w:rsidP="00C05186">
      <w:pPr>
        <w:tabs>
          <w:tab w:val="left" w:pos="567"/>
        </w:tabs>
      </w:pPr>
      <w:r>
        <w:rPr>
          <w:rFonts w:eastAsia="Calibri" w:cs="Times New Roman"/>
          <w:b/>
          <w:lang w:eastAsia="cs-CZ"/>
        </w:rPr>
        <w:t>Dotaz č. 2</w:t>
      </w:r>
      <w:r w:rsidR="00CB7B5A" w:rsidRPr="00CB7B5A">
        <w:rPr>
          <w:rFonts w:eastAsia="Calibri" w:cs="Times New Roman"/>
          <w:b/>
          <w:lang w:eastAsia="cs-CZ"/>
        </w:rPr>
        <w:t>:</w:t>
      </w:r>
      <w:r w:rsidR="00852B8E" w:rsidRPr="00852B8E">
        <w:t xml:space="preserve"> </w:t>
      </w:r>
    </w:p>
    <w:p w:rsidR="00CB7B5A" w:rsidRPr="00C05186" w:rsidRDefault="007962EE" w:rsidP="00C05186">
      <w:pPr>
        <w:tabs>
          <w:tab w:val="left" w:pos="567"/>
        </w:tabs>
      </w:pPr>
      <w:r>
        <w:t>Dobrý den,</w:t>
      </w:r>
      <w:r>
        <w:br/>
        <w:t xml:space="preserve">při poptávce přejezdové konstrukce </w:t>
      </w:r>
      <w:proofErr w:type="spellStart"/>
      <w:r>
        <w:t>pontiSTRAIL</w:t>
      </w:r>
      <w:proofErr w:type="spellEnd"/>
      <w:r>
        <w:t xml:space="preserve"> na danou stavbu, nám bylo dodavatelem sděleno: "Upozorňujeme na popis v technické zprávě: „Přejezdové panely vlevo jsou sklopeny o maximální hodnotu 50mm. Panely vpravo jsou sklopeny rovněž o 50mm.“</w:t>
      </w:r>
      <w:r>
        <w:br/>
        <w:t>Pro kombinaci S 49 – B 91 sklopení vnějších panelů však technicky není možné.</w:t>
      </w:r>
      <w:r>
        <w:br/>
        <w:t>Sklopení vnějších panelů umožní pouze jiný typ pražců (např. SB 8) nebo vyšší kolejnice (např. UIC 60)."</w:t>
      </w:r>
      <w:r>
        <w:br/>
        <w:t>Bude objednatel dodatečně upravovat projektovou dokumentaci a zadání stavby?</w:t>
      </w:r>
      <w:r>
        <w:br/>
        <w:t>Děkujeme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  <w:r w:rsidR="00852B8E">
        <w:rPr>
          <w:rFonts w:eastAsia="Calibri" w:cs="Times New Roman"/>
          <w:b/>
          <w:lang w:eastAsia="cs-CZ"/>
        </w:rPr>
        <w:t xml:space="preserve"> </w:t>
      </w:r>
    </w:p>
    <w:p w:rsidR="00C05186" w:rsidRDefault="00C05186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C05186" w:rsidRDefault="00BF2564" w:rsidP="00CB7B5A">
      <w:pPr>
        <w:spacing w:after="0" w:line="240" w:lineRule="auto"/>
      </w:pPr>
      <w:r w:rsidRPr="00BF2564">
        <w:t>Projektová dokumentace bude upravena ve smyslu změny pražců a upevňovadel. Přepracovaná projektová dokumentace bude předána vybranému uchazeči</w:t>
      </w:r>
      <w:r w:rsidR="00C05186" w:rsidRPr="00C05186">
        <w:t xml:space="preserve">. </w:t>
      </w:r>
      <w:r>
        <w:t>Pro podání nabídky berte v úvahu</w:t>
      </w:r>
      <w:r w:rsidR="00C05186" w:rsidRPr="00C05186">
        <w:t xml:space="preserve"> pražce SB8 s tím, že v oblouku budou</w:t>
      </w:r>
      <w:r>
        <w:t xml:space="preserve"> použity </w:t>
      </w:r>
      <w:r w:rsidR="00C05186" w:rsidRPr="00C05186">
        <w:t>s upravenými plochými žebrovými podkladnicemi S 4pl pro projektované rozšíření rozchodu. V příloze upraveny položky číslo 7 a 8 soupisu prací pro ocenění.</w:t>
      </w:r>
    </w:p>
    <w:p w:rsidR="00C05186" w:rsidRDefault="00C05186" w:rsidP="00CB7B5A">
      <w:pPr>
        <w:spacing w:after="0" w:line="240" w:lineRule="auto"/>
      </w:pPr>
    </w:p>
    <w:p w:rsidR="00C05186" w:rsidRPr="00C05186" w:rsidRDefault="00C05186" w:rsidP="00CB7B5A">
      <w:pPr>
        <w:spacing w:after="0" w:line="240" w:lineRule="auto"/>
      </w:pPr>
    </w:p>
    <w:p w:rsidR="00CB7B5A" w:rsidRPr="00C05186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05186">
        <w:rPr>
          <w:rFonts w:eastAsia="Times New Roman" w:cs="Times New Roman"/>
          <w:lang w:eastAsia="cs-CZ"/>
        </w:rPr>
        <w:t xml:space="preserve">Zadavatel </w:t>
      </w:r>
      <w:r w:rsidRPr="00C05186">
        <w:rPr>
          <w:rFonts w:eastAsia="Calibri" w:cs="Times New Roman"/>
          <w:lang w:eastAsia="cs-CZ"/>
        </w:rPr>
        <w:t>tímto podává vysvětlení/ změnu/ doplnění zadávací dokumentace k výše uvedené veřejné zakázce.</w:t>
      </w:r>
    </w:p>
    <w:p w:rsid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BF2564" w:rsidRPr="00BD5319" w:rsidRDefault="00BF2564" w:rsidP="00BF256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BF2564">
        <w:rPr>
          <w:rFonts w:eastAsia="Times New Roman" w:cs="Times New Roman"/>
          <w:b/>
          <w:lang w:eastAsia="cs-CZ"/>
        </w:rPr>
        <w:t xml:space="preserve">změny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</w:t>
      </w:r>
      <w:r>
        <w:rPr>
          <w:rFonts w:eastAsia="Times New Roman" w:cs="Times New Roman"/>
          <w:lang w:eastAsia="cs-CZ"/>
        </w:rPr>
        <w:t>ze dne 5. 8. 2019</w:t>
      </w:r>
      <w:r w:rsidRPr="00BD5319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lang w:eastAsia="cs-CZ"/>
        </w:rPr>
        <w:t>9. 8</w:t>
      </w:r>
      <w:r w:rsidRPr="00BD5319"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 xml:space="preserve"> 2019.</w:t>
      </w:r>
    </w:p>
    <w:p w:rsidR="00BF2564" w:rsidRDefault="00BF2564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05186" w:rsidRPr="00CB7B5A" w:rsidRDefault="00C05186" w:rsidP="00C05186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05186" w:rsidRDefault="00C05186" w:rsidP="00C0518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208BC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05186" w:rsidRDefault="00C05186" w:rsidP="00C0518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F2564" w:rsidRDefault="00BF2564" w:rsidP="00C0518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05186" w:rsidRDefault="00C05186" w:rsidP="00C0518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05186">
        <w:rPr>
          <w:rFonts w:eastAsia="Calibri" w:cs="Times New Roman"/>
          <w:b/>
          <w:bCs/>
          <w:lang w:eastAsia="cs-CZ"/>
        </w:rPr>
        <w:t>Příloha:</w:t>
      </w:r>
      <w:r>
        <w:rPr>
          <w:rFonts w:eastAsia="Calibri" w:cs="Times New Roman"/>
          <w:b/>
          <w:bCs/>
          <w:lang w:eastAsia="cs-CZ"/>
        </w:rPr>
        <w:t xml:space="preserve"> </w:t>
      </w:r>
      <w:r w:rsidRPr="00C05186">
        <w:rPr>
          <w:rFonts w:eastAsia="Calibri" w:cs="Times New Roman"/>
          <w:b/>
          <w:bCs/>
          <w:lang w:eastAsia="cs-CZ"/>
        </w:rPr>
        <w:t>SO 01_SP_a</w:t>
      </w:r>
    </w:p>
    <w:p w:rsidR="00C05186" w:rsidRPr="008208BC" w:rsidRDefault="00C05186" w:rsidP="00C0518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F2564" w:rsidRDefault="00BF2564" w:rsidP="00C0518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F2564" w:rsidRDefault="00BF2564" w:rsidP="00C0518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F2564" w:rsidRDefault="00BF2564" w:rsidP="00C0518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F2564" w:rsidRDefault="00BF2564" w:rsidP="00C0518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F2564" w:rsidRDefault="00BF2564" w:rsidP="00C0518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F2564" w:rsidRDefault="00BF2564" w:rsidP="00C0518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05186" w:rsidRPr="00CB7B5A" w:rsidRDefault="00C05186" w:rsidP="00C0518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05186" w:rsidRDefault="00C05186" w:rsidP="00C05186">
      <w:pPr>
        <w:spacing w:after="0" w:line="240" w:lineRule="auto"/>
        <w:ind w:left="4961" w:firstLine="567"/>
        <w:jc w:val="center"/>
        <w:rPr>
          <w:rFonts w:eastAsia="Calibri" w:cs="Times New Roman"/>
          <w:lang w:eastAsia="cs-CZ"/>
        </w:rPr>
      </w:pPr>
    </w:p>
    <w:p w:rsidR="00C05186" w:rsidRDefault="00C05186" w:rsidP="00C05186">
      <w:pPr>
        <w:spacing w:after="0" w:line="240" w:lineRule="auto"/>
        <w:ind w:left="4961" w:firstLine="567"/>
        <w:rPr>
          <w:rFonts w:eastAsia="Calibri" w:cs="Times New Roman"/>
          <w:lang w:eastAsia="cs-CZ"/>
        </w:rPr>
      </w:pPr>
    </w:p>
    <w:p w:rsidR="00C05186" w:rsidRDefault="00C05186" w:rsidP="00C05186">
      <w:pPr>
        <w:spacing w:after="0" w:line="240" w:lineRule="auto"/>
        <w:rPr>
          <w:rFonts w:eastAsia="Calibri" w:cs="Times New Roman"/>
          <w:lang w:eastAsia="cs-CZ"/>
        </w:rPr>
      </w:pPr>
    </w:p>
    <w:p w:rsidR="00BF2564" w:rsidRDefault="00BF2564" w:rsidP="00C05186">
      <w:pPr>
        <w:spacing w:after="0" w:line="240" w:lineRule="auto"/>
        <w:rPr>
          <w:rFonts w:eastAsia="Calibri" w:cs="Times New Roman"/>
          <w:lang w:eastAsia="cs-CZ"/>
        </w:rPr>
      </w:pPr>
    </w:p>
    <w:p w:rsidR="00C05186" w:rsidRPr="00CB7B5A" w:rsidRDefault="00C05186" w:rsidP="00C05186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05186" w:rsidRPr="00CB7B5A" w:rsidRDefault="00C05186" w:rsidP="00C05186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05186" w:rsidRPr="00CB7B5A" w:rsidRDefault="00C05186" w:rsidP="00C05186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05186" w:rsidRPr="00CB7B5A" w:rsidRDefault="00C05186" w:rsidP="00C05186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05186" w:rsidRPr="00CB7B5A" w:rsidRDefault="00C05186" w:rsidP="00C05186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 železniční dopravní cesty,</w:t>
      </w:r>
    </w:p>
    <w:p w:rsidR="00CB7B5A" w:rsidRPr="00CB7B5A" w:rsidRDefault="00C05186" w:rsidP="00C05186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Times New Roman" w:cs="Times New Roman"/>
          <w:lang w:eastAsia="cs-CZ"/>
        </w:rPr>
        <w:t>státní organizace</w:t>
      </w:r>
      <w:r w:rsidR="00CB7B5A"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CB7B5A" w:rsidRPr="00CB7B5A">
        <w:rPr>
          <w:rFonts w:eastAsia="Calibri" w:cs="Times New Roman"/>
          <w:bCs/>
          <w:lang w:eastAsia="cs-CZ"/>
        </w:rPr>
        <w:instrText xml:space="preserve"> FORMTEXT </w:instrText>
      </w:r>
      <w:r w:rsidR="00CB7B5A" w:rsidRPr="00CB7B5A">
        <w:rPr>
          <w:rFonts w:eastAsia="Calibri" w:cs="Times New Roman"/>
          <w:bCs/>
          <w:lang w:eastAsia="cs-CZ"/>
        </w:rPr>
      </w:r>
      <w:r w:rsidR="00CB7B5A" w:rsidRPr="00CB7B5A">
        <w:rPr>
          <w:rFonts w:eastAsia="Calibri" w:cs="Times New Roman"/>
          <w:bCs/>
          <w:lang w:eastAsia="cs-CZ"/>
        </w:rPr>
        <w:fldChar w:fldCharType="separate"/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fldChar w:fldCharType="end"/>
      </w: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79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79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2D35B" wp14:editId="41E31D8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0F0AB38" wp14:editId="6BE561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79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79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06F0030" wp14:editId="6D67363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B978A5D" wp14:editId="6FA3D6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66BF122" wp14:editId="066BF12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6BF124" wp14:editId="066BF1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66BF126" wp14:editId="066BF12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4793D"/>
    <w:rsid w:val="00551D1F"/>
    <w:rsid w:val="00553375"/>
    <w:rsid w:val="0056567C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82C8E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62EE"/>
    <w:rsid w:val="007B570C"/>
    <w:rsid w:val="007E4A6E"/>
    <w:rsid w:val="007F56A7"/>
    <w:rsid w:val="00807DD0"/>
    <w:rsid w:val="00813F11"/>
    <w:rsid w:val="008413F2"/>
    <w:rsid w:val="00852B8E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2564"/>
    <w:rsid w:val="00BF374D"/>
    <w:rsid w:val="00C02D0A"/>
    <w:rsid w:val="00C03A6E"/>
    <w:rsid w:val="00C05186"/>
    <w:rsid w:val="00C30759"/>
    <w:rsid w:val="00C3087C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A8B5145-96B5-4C56-9375-E10FE9A76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2</Pages>
  <Words>313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2019-07-29T11:07:00Z</cp:lastPrinted>
  <dcterms:created xsi:type="dcterms:W3CDTF">2019-07-29T11:05:00Z</dcterms:created>
  <dcterms:modified xsi:type="dcterms:W3CDTF">2019-07-29T11:09:00Z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