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208BC" w:rsidP="0037111D">
            <w:r w:rsidRPr="008208BC">
              <w:rPr>
                <w:rFonts w:ascii="Helvetica" w:hAnsi="Helvetica"/>
              </w:rPr>
              <w:t>6395/2019-SŽDC-SSV-Ú3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CB7B5A" w:rsidP="00CC1E2B">
            <w:r>
              <w:t>0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B8E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B8E" w:rsidP="009A7568">
            <w:r>
              <w:t>+420 724 932 387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B8E" w:rsidP="006104F6">
            <w:r>
              <w:t>HolaM@szdc.cz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8C743E">
        <w:trPr>
          <w:trHeight w:val="74"/>
        </w:trPr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C3233">
              <w:rPr>
                <w:noProof/>
              </w:rPr>
              <w:t>23. července 2019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208BC">
        <w:rPr>
          <w:rFonts w:eastAsia="Calibri" w:cs="Times New Roman"/>
          <w:b/>
          <w:lang w:eastAsia="cs-CZ"/>
        </w:rPr>
        <w:t>„</w:t>
      </w:r>
      <w:r w:rsidR="00852B8E" w:rsidRPr="00852B8E">
        <w:rPr>
          <w:rFonts w:eastAsia="Calibri" w:cs="Times New Roman"/>
          <w:b/>
          <w:lang w:eastAsia="cs-CZ"/>
        </w:rPr>
        <w:t>Rekonstrukce PZS (P8125) v km 26,089 vč. nástupiště na zastávce Velké Karlovice zastávka</w:t>
      </w:r>
      <w:r w:rsidR="008208BC">
        <w:rPr>
          <w:rFonts w:eastAsia="Calibri" w:cs="Times New Roman"/>
          <w:b/>
          <w:lang w:eastAsia="cs-CZ"/>
        </w:rPr>
        <w:t>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208BC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208BC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208BC" w:rsidRDefault="00CB7B5A" w:rsidP="008208BC">
      <w:pPr>
        <w:tabs>
          <w:tab w:val="left" w:pos="567"/>
        </w:tabs>
        <w:spacing w:after="0" w:line="240" w:lineRule="auto"/>
      </w:pPr>
      <w:r w:rsidRPr="00CB7B5A">
        <w:rPr>
          <w:rFonts w:eastAsia="Calibri" w:cs="Times New Roman"/>
          <w:b/>
          <w:lang w:eastAsia="cs-CZ"/>
        </w:rPr>
        <w:t>Dotaz č. 1:</w:t>
      </w:r>
      <w:r w:rsidR="00852B8E" w:rsidRPr="00852B8E">
        <w:t xml:space="preserve"> </w:t>
      </w:r>
    </w:p>
    <w:p w:rsidR="008208BC" w:rsidRDefault="00852B8E" w:rsidP="008208BC">
      <w:pPr>
        <w:tabs>
          <w:tab w:val="left" w:pos="567"/>
        </w:tabs>
        <w:spacing w:after="0" w:line="240" w:lineRule="auto"/>
        <w:rPr>
          <w:rFonts w:eastAsia="Calibri" w:cs="Times New Roman"/>
          <w:b/>
          <w:lang w:eastAsia="cs-CZ"/>
        </w:rPr>
      </w:pPr>
      <w:r>
        <w:t xml:space="preserve">V rekapitulaci objektů na předmětné stavbě jsou uvedeny objekty SO 10 </w:t>
      </w:r>
      <w:r w:rsidRPr="00DF7881">
        <w:t>Přeložka kabelu CETIN</w:t>
      </w:r>
      <w:r>
        <w:t xml:space="preserve"> a SO 11 </w:t>
      </w:r>
      <w:r w:rsidRPr="00DF7881">
        <w:t>Přeložka kabelu ČEZ Distribuce</w:t>
      </w:r>
      <w:r>
        <w:t>. K těmto objektům nejsou přiloženy výkazy výměr.</w:t>
      </w:r>
    </w:p>
    <w:p w:rsidR="00852B8E" w:rsidRPr="008208BC" w:rsidRDefault="00852B8E" w:rsidP="008208BC">
      <w:pPr>
        <w:tabs>
          <w:tab w:val="left" w:pos="567"/>
        </w:tabs>
        <w:spacing w:after="0" w:line="240" w:lineRule="auto"/>
        <w:rPr>
          <w:rFonts w:eastAsia="Calibri" w:cs="Times New Roman"/>
          <w:b/>
          <w:lang w:eastAsia="cs-CZ"/>
        </w:rPr>
      </w:pPr>
      <w:r>
        <w:t>Z technické zprávy plyne, že uvedené objekty budou provedeny správci jednotlivých sítí.</w:t>
      </w:r>
    </w:p>
    <w:p w:rsidR="00CB7B5A" w:rsidRPr="00CB7B5A" w:rsidRDefault="00852B8E" w:rsidP="008208BC">
      <w:pPr>
        <w:spacing w:after="0" w:line="240" w:lineRule="auto"/>
        <w:rPr>
          <w:rFonts w:eastAsia="Calibri" w:cs="Times New Roman"/>
          <w:b/>
          <w:lang w:eastAsia="cs-CZ"/>
        </w:rPr>
      </w:pPr>
      <w:r>
        <w:t>Chápeme tedy správně, že tyto objekty budou v rekapitulaci oceněny nulou?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208BC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="00852B8E">
        <w:rPr>
          <w:rFonts w:eastAsia="Calibri" w:cs="Times New Roman"/>
          <w:b/>
          <w:lang w:eastAsia="cs-CZ"/>
        </w:rPr>
        <w:t xml:space="preserve"> </w:t>
      </w:r>
    </w:p>
    <w:p w:rsidR="00CB7B5A" w:rsidRPr="00CB7B5A" w:rsidRDefault="008208BC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8208BC">
        <w:rPr>
          <w:rFonts w:eastAsia="Calibri" w:cs="Times New Roman"/>
          <w:lang w:eastAsia="cs-CZ"/>
        </w:rPr>
        <w:t xml:space="preserve">Objekty SO 10 Přeložka kabelu </w:t>
      </w:r>
      <w:proofErr w:type="gramStart"/>
      <w:r w:rsidRPr="008208BC">
        <w:rPr>
          <w:rFonts w:eastAsia="Calibri" w:cs="Times New Roman"/>
          <w:lang w:eastAsia="cs-CZ"/>
        </w:rPr>
        <w:t>CETIN  a SO</w:t>
      </w:r>
      <w:proofErr w:type="gramEnd"/>
      <w:r w:rsidRPr="008208BC">
        <w:rPr>
          <w:rFonts w:eastAsia="Calibri" w:cs="Times New Roman"/>
          <w:lang w:eastAsia="cs-CZ"/>
        </w:rPr>
        <w:t xml:space="preserve"> 11 Přeložka kabelu ČEZ Distribuce budou provedeny správci sítí a oceněny budou nulou.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8208BC" w:rsidRPr="00CB7B5A" w:rsidRDefault="008208BC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8208BC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208BC">
        <w:rPr>
          <w:rFonts w:eastAsia="Times New Roman" w:cs="Times New Roman"/>
          <w:lang w:eastAsia="cs-CZ"/>
        </w:rPr>
        <w:t xml:space="preserve">Zadavatel </w:t>
      </w:r>
      <w:r w:rsidRPr="008208BC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8208BC">
        <w:rPr>
          <w:rFonts w:eastAsia="Times New Roman" w:cs="Times New Roman"/>
          <w:lang w:eastAsia="cs-CZ"/>
        </w:rPr>
        <w:t xml:space="preserve"> </w:t>
      </w:r>
      <w:r w:rsidRPr="008208BC">
        <w:rPr>
          <w:rFonts w:eastAsia="Calibri" w:cs="Times New Roman"/>
          <w:lang w:eastAsia="cs-CZ"/>
        </w:rPr>
        <w:t>bez předchozí žádosti.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8208BC" w:rsidRDefault="008208BC" w:rsidP="008208B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8208BC" w:rsidRDefault="008208BC" w:rsidP="008208B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208BC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8208BC" w:rsidRDefault="008208BC" w:rsidP="008208B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208BC" w:rsidRPr="008208BC" w:rsidRDefault="008208BC" w:rsidP="008208B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</w:p>
    <w:p w:rsidR="008208BC" w:rsidRPr="00CB7B5A" w:rsidRDefault="008208BC" w:rsidP="008208B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8208BC" w:rsidRDefault="008208BC" w:rsidP="008208BC">
      <w:pPr>
        <w:spacing w:after="0" w:line="240" w:lineRule="auto"/>
        <w:ind w:left="4961" w:firstLine="567"/>
        <w:jc w:val="center"/>
        <w:rPr>
          <w:rFonts w:eastAsia="Calibri" w:cs="Times New Roman"/>
          <w:lang w:eastAsia="cs-CZ"/>
        </w:rPr>
      </w:pPr>
    </w:p>
    <w:p w:rsidR="008208BC" w:rsidRDefault="008208BC" w:rsidP="008208BC">
      <w:pPr>
        <w:spacing w:after="0" w:line="240" w:lineRule="auto"/>
        <w:ind w:left="4961" w:firstLine="567"/>
        <w:jc w:val="center"/>
        <w:rPr>
          <w:rFonts w:eastAsia="Calibri" w:cs="Times New Roman"/>
          <w:lang w:eastAsia="cs-CZ"/>
        </w:rPr>
      </w:pPr>
    </w:p>
    <w:p w:rsidR="008208BC" w:rsidRDefault="008208BC" w:rsidP="008208BC">
      <w:pPr>
        <w:spacing w:after="0" w:line="240" w:lineRule="auto"/>
        <w:ind w:left="4961" w:firstLine="567"/>
        <w:jc w:val="center"/>
        <w:rPr>
          <w:rFonts w:eastAsia="Calibri" w:cs="Times New Roman"/>
          <w:lang w:eastAsia="cs-CZ"/>
        </w:rPr>
      </w:pPr>
    </w:p>
    <w:p w:rsidR="008208BC" w:rsidRDefault="008208BC" w:rsidP="008208BC">
      <w:pPr>
        <w:spacing w:after="0" w:line="240" w:lineRule="auto"/>
        <w:ind w:left="4961" w:firstLine="567"/>
        <w:jc w:val="center"/>
        <w:rPr>
          <w:rFonts w:eastAsia="Calibri" w:cs="Times New Roman"/>
          <w:lang w:eastAsia="cs-CZ"/>
        </w:rPr>
      </w:pPr>
    </w:p>
    <w:p w:rsidR="008208BC" w:rsidRDefault="008208BC" w:rsidP="008208BC">
      <w:pPr>
        <w:spacing w:after="0" w:line="240" w:lineRule="auto"/>
        <w:ind w:left="4961" w:firstLine="567"/>
        <w:jc w:val="center"/>
        <w:rPr>
          <w:rFonts w:eastAsia="Calibri" w:cs="Times New Roman"/>
          <w:lang w:eastAsia="cs-CZ"/>
        </w:rPr>
      </w:pPr>
    </w:p>
    <w:p w:rsidR="008208BC" w:rsidRDefault="008208BC" w:rsidP="008208BC">
      <w:pPr>
        <w:spacing w:after="0" w:line="240" w:lineRule="auto"/>
        <w:ind w:left="4961" w:firstLine="567"/>
        <w:jc w:val="center"/>
        <w:rPr>
          <w:rFonts w:eastAsia="Calibri" w:cs="Times New Roman"/>
          <w:lang w:eastAsia="cs-CZ"/>
        </w:rPr>
      </w:pPr>
    </w:p>
    <w:p w:rsidR="008208BC" w:rsidRDefault="008208BC" w:rsidP="008208BC">
      <w:pPr>
        <w:spacing w:after="0" w:line="240" w:lineRule="auto"/>
        <w:ind w:left="4961" w:firstLine="567"/>
        <w:jc w:val="center"/>
        <w:rPr>
          <w:rFonts w:eastAsia="Calibri" w:cs="Times New Roman"/>
          <w:lang w:eastAsia="cs-CZ"/>
        </w:rPr>
      </w:pPr>
    </w:p>
    <w:p w:rsidR="008208BC" w:rsidRPr="00CB7B5A" w:rsidRDefault="008208BC" w:rsidP="008208BC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8208BC" w:rsidRPr="00CB7B5A" w:rsidRDefault="008208BC" w:rsidP="008208BC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8208BC" w:rsidRPr="00CB7B5A" w:rsidRDefault="008208BC" w:rsidP="008208B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8208BC" w:rsidRPr="00CB7B5A" w:rsidRDefault="008208BC" w:rsidP="008208B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8208BC" w:rsidRPr="00CB7B5A" w:rsidRDefault="008208BC" w:rsidP="008208BC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8208BC" w:rsidRPr="00CB7B5A" w:rsidRDefault="008208BC" w:rsidP="008208BC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8208BC" w:rsidRDefault="008208BC" w:rsidP="00CB7B5A"/>
    <w:sectPr w:rsidR="008208B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08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32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5506F1" wp14:editId="56F81A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2151A0" wp14:editId="24452C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32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32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1760DD5" wp14:editId="08FD7C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F9AFF1E" wp14:editId="783A117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208BC"/>
    <w:rsid w:val="00852B8E"/>
    <w:rsid w:val="00891334"/>
    <w:rsid w:val="008A3568"/>
    <w:rsid w:val="008C743E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C3233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3772CC-50F4-4570-A1EE-6E40A767D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2019-07-23T13:25:00Z</cp:lastPrinted>
  <dcterms:created xsi:type="dcterms:W3CDTF">2019-07-23T13:25:00Z</dcterms:created>
  <dcterms:modified xsi:type="dcterms:W3CDTF">2019-07-23T13:26:00Z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