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7CB30D69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2313A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313AD" w:rsidRPr="002313AD">
        <w:rPr>
          <w:rFonts w:asciiTheme="majorHAnsi" w:eastAsia="Times New Roman" w:hAnsiTheme="majorHAnsi" w:cs="Times New Roman"/>
          <w:lang w:eastAsia="cs-CZ"/>
        </w:rPr>
        <w:t>4</w:t>
      </w:r>
      <w:r w:rsidR="00DD29C3" w:rsidRPr="002313AD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FE32C" w14:textId="77777777" w:rsidR="00D63B87" w:rsidRDefault="00D63B87" w:rsidP="00962258">
      <w:pPr>
        <w:spacing w:after="0" w:line="240" w:lineRule="auto"/>
      </w:pPr>
      <w:r>
        <w:separator/>
      </w:r>
    </w:p>
  </w:endnote>
  <w:endnote w:type="continuationSeparator" w:id="0">
    <w:p w14:paraId="18213D0A" w14:textId="77777777" w:rsidR="00D63B87" w:rsidRDefault="00D63B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44D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451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2881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1A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2151" w14:textId="77777777" w:rsidR="00D63B87" w:rsidRDefault="00D63B87" w:rsidP="00962258">
      <w:pPr>
        <w:spacing w:after="0" w:line="240" w:lineRule="auto"/>
      </w:pPr>
      <w:r>
        <w:separator/>
      </w:r>
    </w:p>
  </w:footnote>
  <w:footnote w:type="continuationSeparator" w:id="0">
    <w:p w14:paraId="78023718" w14:textId="77777777" w:rsidR="00D63B87" w:rsidRDefault="00D63B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313A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0EAE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06E1"/>
    <w:rsid w:val="00904780"/>
    <w:rsid w:val="00916626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63B87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57B73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68A7DA-EAF9-49F1-A2AB-F3C9553F6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4</cp:revision>
  <cp:lastPrinted>2017-11-28T17:18:00Z</cp:lastPrinted>
  <dcterms:created xsi:type="dcterms:W3CDTF">2025-11-06T14:16:00Z</dcterms:created>
  <dcterms:modified xsi:type="dcterms:W3CDTF">2026-01-21T13:48:00Z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