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BDACC" w14:textId="007F859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B571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B571C" w:rsidRPr="003B571C">
        <w:rPr>
          <w:rFonts w:asciiTheme="majorHAnsi" w:eastAsia="Times New Roman" w:hAnsiTheme="majorHAnsi" w:cs="Times New Roman"/>
          <w:lang w:eastAsia="cs-CZ"/>
        </w:rPr>
        <w:t>4</w:t>
      </w:r>
      <w:r w:rsidR="00DD29C3" w:rsidRPr="003B571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3F59C61" w14:textId="77777777" w:rsidR="00DD29C3" w:rsidRPr="00DD29C3" w:rsidRDefault="00DD29C3" w:rsidP="008E4AED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07CE7AB" w14:textId="77777777" w:rsidR="00DD29C3" w:rsidRPr="001B629E" w:rsidRDefault="00DD5457" w:rsidP="00A2349B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52D047F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B659518" w14:textId="77777777" w:rsidR="00DD29C3" w:rsidRPr="001B629E" w:rsidRDefault="00DD5457" w:rsidP="00A2349B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073BF227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31567CD" w14:textId="77777777" w:rsidR="00DD29C3" w:rsidRPr="001B629E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75C4FFF3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1C56B02" w14:textId="77777777" w:rsidR="00DD29C3" w:rsidRPr="008E4AED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DA6DEFB" w14:textId="77777777" w:rsidR="00DD29C3" w:rsidRPr="001B629E" w:rsidRDefault="00DD29C3" w:rsidP="008E4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D2ED1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5601ADC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19BF308" w14:textId="77777777" w:rsidR="00DD29C3" w:rsidRPr="008E4AED" w:rsidRDefault="00DD29C3" w:rsidP="008E4AED">
            <w:pPr>
              <w:rPr>
                <w:szCs w:val="18"/>
              </w:rPr>
            </w:pPr>
            <w:r w:rsidRPr="008E4AED">
              <w:rPr>
                <w:rFonts w:cstheme="minorBidi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76C74728" w14:textId="77777777" w:rsidR="00DD29C3" w:rsidRPr="001B629E" w:rsidRDefault="00DD29C3" w:rsidP="008E4A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BD2ED1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1974D35C" w14:textId="77777777" w:rsidR="00DD29C3" w:rsidRPr="001B629E" w:rsidRDefault="00DD29C3" w:rsidP="00A2349B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BD2ED1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1DD3402" w14:textId="77777777" w:rsidR="009F392E" w:rsidRDefault="009F392E" w:rsidP="00DD29C3"/>
    <w:p w14:paraId="771B072F" w14:textId="77777777" w:rsidR="00E86B5A" w:rsidRPr="00E86B5A" w:rsidRDefault="00E86B5A" w:rsidP="00E86B5A"/>
    <w:p w14:paraId="1DA12551" w14:textId="77777777" w:rsidR="00E86B5A" w:rsidRPr="00E86B5A" w:rsidRDefault="00E86B5A" w:rsidP="00E86B5A"/>
    <w:p w14:paraId="7BD8832E" w14:textId="77777777" w:rsidR="00E86B5A" w:rsidRPr="00E86B5A" w:rsidRDefault="00E86B5A" w:rsidP="00E86B5A"/>
    <w:p w14:paraId="3559CFF7" w14:textId="77777777" w:rsidR="00E86B5A" w:rsidRPr="00E86B5A" w:rsidRDefault="00E86B5A" w:rsidP="00E86B5A"/>
    <w:p w14:paraId="01D54BB6" w14:textId="77777777" w:rsidR="00E86B5A" w:rsidRPr="00E86B5A" w:rsidRDefault="00E86B5A" w:rsidP="00E86B5A"/>
    <w:p w14:paraId="45B24E2D" w14:textId="77777777" w:rsidR="00E86B5A" w:rsidRPr="00E86B5A" w:rsidRDefault="00E86B5A" w:rsidP="00E86B5A"/>
    <w:p w14:paraId="6A40231F" w14:textId="77777777" w:rsidR="00E86B5A" w:rsidRPr="00E86B5A" w:rsidRDefault="00E86B5A" w:rsidP="00E86B5A"/>
    <w:p w14:paraId="70A5A501" w14:textId="77777777" w:rsidR="00E86B5A" w:rsidRPr="00E86B5A" w:rsidRDefault="00E86B5A" w:rsidP="00E86B5A"/>
    <w:p w14:paraId="3A95259D" w14:textId="77777777" w:rsidR="00E86B5A" w:rsidRPr="00E86B5A" w:rsidRDefault="00E86B5A" w:rsidP="00E86B5A"/>
    <w:p w14:paraId="1224C62A" w14:textId="77777777" w:rsidR="00E86B5A" w:rsidRPr="00E86B5A" w:rsidRDefault="00E86B5A" w:rsidP="00E86B5A"/>
    <w:p w14:paraId="63DEC24D" w14:textId="77777777" w:rsidR="00E86B5A" w:rsidRPr="00E86B5A" w:rsidRDefault="00E86B5A" w:rsidP="00E86B5A"/>
    <w:p w14:paraId="30C01061" w14:textId="77777777" w:rsidR="00E86B5A" w:rsidRPr="00E86B5A" w:rsidRDefault="00E86B5A" w:rsidP="00E86B5A"/>
    <w:p w14:paraId="065FE2CE" w14:textId="77777777" w:rsidR="00E86B5A" w:rsidRPr="00E86B5A" w:rsidRDefault="00E86B5A" w:rsidP="00E86B5A"/>
    <w:p w14:paraId="5ACC89F5" w14:textId="77777777" w:rsidR="00E86B5A" w:rsidRPr="00E86B5A" w:rsidRDefault="00E86B5A" w:rsidP="00E86B5A"/>
    <w:p w14:paraId="5C44FA61" w14:textId="77777777" w:rsidR="00E86B5A" w:rsidRPr="00E86B5A" w:rsidRDefault="00E86B5A" w:rsidP="008E4AED">
      <w:pPr>
        <w:jc w:val="center"/>
      </w:pPr>
    </w:p>
    <w:sectPr w:rsidR="00E86B5A" w:rsidRPr="00E86B5A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1CAEB" w14:textId="77777777" w:rsidR="00613884" w:rsidRDefault="00613884" w:rsidP="00962258">
      <w:pPr>
        <w:spacing w:after="0" w:line="240" w:lineRule="auto"/>
      </w:pPr>
      <w:r>
        <w:separator/>
      </w:r>
    </w:p>
  </w:endnote>
  <w:endnote w:type="continuationSeparator" w:id="0">
    <w:p w14:paraId="2B63669C" w14:textId="77777777" w:rsidR="00613884" w:rsidRDefault="006138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DADEA" w14:textId="77777777" w:rsidR="00E86B5A" w:rsidRDefault="00E86B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1698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E19DC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96F26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3046D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1A5AB4" w14:textId="77777777" w:rsidR="00F1715C" w:rsidRDefault="00F1715C" w:rsidP="00D831A3">
          <w:pPr>
            <w:pStyle w:val="Zpat"/>
          </w:pPr>
        </w:p>
      </w:tc>
    </w:tr>
  </w:tbl>
  <w:p w14:paraId="4AF318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ABF620" wp14:editId="740DF3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F05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51D8CD" wp14:editId="1CF717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A12FF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B3EC4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AFCF0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EA60AC5" w14:textId="77777777" w:rsidR="00F1715C" w:rsidRDefault="00F1715C" w:rsidP="008E4AED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2F80F7D" w14:textId="77777777" w:rsidR="00F1715C" w:rsidRDefault="00F1715C" w:rsidP="008E4AED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1772C37" w14:textId="77777777" w:rsidR="00F1715C" w:rsidRDefault="00F1715C" w:rsidP="008E4AED">
          <w:pPr>
            <w:pStyle w:val="Zpat"/>
            <w:jc w:val="left"/>
          </w:pPr>
          <w:r>
            <w:t>Sídlo: Dlážděná 1003/7, 110 00 Praha 1</w:t>
          </w:r>
        </w:p>
        <w:p w14:paraId="43E812EC" w14:textId="77777777" w:rsidR="00F1715C" w:rsidRDefault="00F1715C" w:rsidP="008E4AED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92AB283" w14:textId="77777777" w:rsidR="00F1715C" w:rsidRDefault="00F1715C" w:rsidP="008E4AED">
          <w:pPr>
            <w:pStyle w:val="Zpat"/>
            <w:jc w:val="lef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14:paraId="360F3012" w14:textId="77777777" w:rsidR="00F1715C" w:rsidRDefault="00F1715C" w:rsidP="00460660">
          <w:pPr>
            <w:pStyle w:val="Zpat"/>
          </w:pPr>
        </w:p>
      </w:tc>
    </w:tr>
  </w:tbl>
  <w:p w14:paraId="347BE2B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44D209" wp14:editId="113A9D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F0435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B834FA" wp14:editId="05D524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C20D4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B5639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378F4" w14:textId="77777777" w:rsidR="00613884" w:rsidRDefault="00613884" w:rsidP="00962258">
      <w:pPr>
        <w:spacing w:after="0" w:line="240" w:lineRule="auto"/>
      </w:pPr>
      <w:r>
        <w:separator/>
      </w:r>
    </w:p>
  </w:footnote>
  <w:footnote w:type="continuationSeparator" w:id="0">
    <w:p w14:paraId="602507CE" w14:textId="77777777" w:rsidR="00613884" w:rsidRDefault="006138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8C3F" w14:textId="77777777" w:rsidR="00E86B5A" w:rsidRDefault="00E86B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315E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1A2D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75039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0BAB7DBB" w14:textId="77777777" w:rsidR="00F1715C" w:rsidRPr="00D6163D" w:rsidRDefault="00F1715C" w:rsidP="00D6163D">
          <w:pPr>
            <w:pStyle w:val="Druhdokumentu"/>
          </w:pPr>
        </w:p>
      </w:tc>
    </w:tr>
  </w:tbl>
  <w:p w14:paraId="0A6BDD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6504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56CC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A8B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172D15B" w14:textId="77777777" w:rsidR="00F1715C" w:rsidRPr="00D6163D" w:rsidRDefault="00F1715C" w:rsidP="00FC6389">
          <w:pPr>
            <w:pStyle w:val="Druhdokumentu"/>
          </w:pPr>
        </w:p>
      </w:tc>
    </w:tr>
    <w:tr w:rsidR="009F392E" w14:paraId="041513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4D25A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E515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37113E5" w14:textId="77777777" w:rsidR="009F392E" w:rsidRPr="00D6163D" w:rsidRDefault="009F392E" w:rsidP="00FC6389">
          <w:pPr>
            <w:pStyle w:val="Druhdokumentu"/>
          </w:pPr>
        </w:p>
      </w:tc>
    </w:tr>
  </w:tbl>
  <w:p w14:paraId="37999C1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41DA7D" wp14:editId="4F67DA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061DF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1899518">
    <w:abstractNumId w:val="3"/>
  </w:num>
  <w:num w:numId="2" w16cid:durableId="1107039357">
    <w:abstractNumId w:val="2"/>
  </w:num>
  <w:num w:numId="3" w16cid:durableId="142895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342067">
    <w:abstractNumId w:val="8"/>
  </w:num>
  <w:num w:numId="5" w16cid:durableId="108819330">
    <w:abstractNumId w:val="4"/>
  </w:num>
  <w:num w:numId="6" w16cid:durableId="1526792398">
    <w:abstractNumId w:val="5"/>
  </w:num>
  <w:num w:numId="7" w16cid:durableId="953633428">
    <w:abstractNumId w:val="0"/>
  </w:num>
  <w:num w:numId="8" w16cid:durableId="1945066020">
    <w:abstractNumId w:val="6"/>
  </w:num>
  <w:num w:numId="9" w16cid:durableId="697779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7351297">
    <w:abstractNumId w:val="5"/>
  </w:num>
  <w:num w:numId="11" w16cid:durableId="1182621607">
    <w:abstractNumId w:val="2"/>
  </w:num>
  <w:num w:numId="12" w16cid:durableId="655454685">
    <w:abstractNumId w:val="5"/>
  </w:num>
  <w:num w:numId="13" w16cid:durableId="163321370">
    <w:abstractNumId w:val="5"/>
  </w:num>
  <w:num w:numId="14" w16cid:durableId="327946130">
    <w:abstractNumId w:val="5"/>
  </w:num>
  <w:num w:numId="15" w16cid:durableId="1585458815">
    <w:abstractNumId w:val="5"/>
  </w:num>
  <w:num w:numId="16" w16cid:durableId="431556921">
    <w:abstractNumId w:val="9"/>
  </w:num>
  <w:num w:numId="17" w16cid:durableId="1988901282">
    <w:abstractNumId w:val="3"/>
  </w:num>
  <w:num w:numId="18" w16cid:durableId="1437864624">
    <w:abstractNumId w:val="9"/>
  </w:num>
  <w:num w:numId="19" w16cid:durableId="1398553888">
    <w:abstractNumId w:val="9"/>
  </w:num>
  <w:num w:numId="20" w16cid:durableId="1549493514">
    <w:abstractNumId w:val="9"/>
  </w:num>
  <w:num w:numId="21" w16cid:durableId="647638472">
    <w:abstractNumId w:val="9"/>
  </w:num>
  <w:num w:numId="22" w16cid:durableId="828861559">
    <w:abstractNumId w:val="5"/>
  </w:num>
  <w:num w:numId="23" w16cid:durableId="1914506107">
    <w:abstractNumId w:val="2"/>
  </w:num>
  <w:num w:numId="24" w16cid:durableId="245768047">
    <w:abstractNumId w:val="5"/>
  </w:num>
  <w:num w:numId="25" w16cid:durableId="724911260">
    <w:abstractNumId w:val="5"/>
  </w:num>
  <w:num w:numId="26" w16cid:durableId="450979326">
    <w:abstractNumId w:val="5"/>
  </w:num>
  <w:num w:numId="27" w16cid:durableId="1685013202">
    <w:abstractNumId w:val="5"/>
  </w:num>
  <w:num w:numId="28" w16cid:durableId="2048212935">
    <w:abstractNumId w:val="9"/>
  </w:num>
  <w:num w:numId="29" w16cid:durableId="1031301075">
    <w:abstractNumId w:val="3"/>
  </w:num>
  <w:num w:numId="30" w16cid:durableId="1776630994">
    <w:abstractNumId w:val="9"/>
  </w:num>
  <w:num w:numId="31" w16cid:durableId="995453800">
    <w:abstractNumId w:val="9"/>
  </w:num>
  <w:num w:numId="32" w16cid:durableId="1791196482">
    <w:abstractNumId w:val="9"/>
  </w:num>
  <w:num w:numId="33" w16cid:durableId="1372263037">
    <w:abstractNumId w:val="9"/>
  </w:num>
  <w:num w:numId="34" w16cid:durableId="17144233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70636"/>
    <w:rsid w:val="003956C6"/>
    <w:rsid w:val="003B571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4AE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2349B"/>
    <w:rsid w:val="00A6177B"/>
    <w:rsid w:val="00A66136"/>
    <w:rsid w:val="00AA4CBB"/>
    <w:rsid w:val="00AA65FA"/>
    <w:rsid w:val="00AA7351"/>
    <w:rsid w:val="00AC49BE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86B5A"/>
    <w:rsid w:val="00EB104F"/>
    <w:rsid w:val="00ED14BD"/>
    <w:rsid w:val="00EE5239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5625F7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49B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AC49BE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C49BE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AC49BE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AC4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EF4148-4B21-4A65-AA81-D18FFF604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CBA7F2-E857-4FCD-96AE-443901B0E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2025-09-30T10:34:00Z</dcterms:created>
  <dcterms:modified xsi:type="dcterms:W3CDTF">2025-09-30T11:25:00Z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