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6B364D2C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A53CA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C3A24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793B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E352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AEC7F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68C7B" w14:textId="77777777" w:rsidR="00C473C5" w:rsidRDefault="00C473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6BAD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11AD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3C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0EEB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3C5"/>
    <w:rsid w:val="00C47AE3"/>
    <w:rsid w:val="00CD1FC4"/>
    <w:rsid w:val="00D05740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85F172D-8F14-4F26-AA17-354D7FA53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4</cp:revision>
  <cp:lastPrinted>2017-11-28T17:18:00Z</cp:lastPrinted>
  <dcterms:created xsi:type="dcterms:W3CDTF">2025-07-29T06:28:00Z</dcterms:created>
  <dcterms:modified xsi:type="dcterms:W3CDTF">2025-10-07T13:06:00Z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