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1454B" w14:textId="2FBED950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C70DC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07C0B9B9" w14:textId="2107370C" w:rsidR="00052CEF" w:rsidRPr="00564E29" w:rsidRDefault="005740C3" w:rsidP="00564E29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 xml:space="preserve">zapsaná v obchodním rejstříku vedeném Městským soudem v Praze pod </w:t>
      </w:r>
      <w:proofErr w:type="spellStart"/>
      <w:r w:rsidRPr="004E1498">
        <w:t>sp</w:t>
      </w:r>
      <w:proofErr w:type="spellEnd"/>
      <w:r w:rsidRPr="004E1498">
        <w:t>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5C077B00" w:rsidR="004E1498" w:rsidRPr="004E1498" w:rsidRDefault="004E1498" w:rsidP="00E83679">
      <w:pPr>
        <w:pStyle w:val="Identifikace"/>
      </w:pPr>
      <w:r w:rsidRPr="00564E29">
        <w:t xml:space="preserve">zastoupená </w:t>
      </w:r>
      <w:r w:rsidR="00564E29" w:rsidRPr="00564E29">
        <w:rPr>
          <w:b/>
          <w:bCs/>
        </w:rPr>
        <w:t>Ing. Liborem Vavrečkou</w:t>
      </w:r>
      <w:r w:rsidR="00564E29">
        <w:t>, ředitelem Správy železniční geodézie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4B2E50DA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>va je uzavřena na základě výsledků zadávacího</w:t>
      </w:r>
      <w:r w:rsidR="00A53522">
        <w:t>/výběrového</w:t>
      </w:r>
      <w:r w:rsidRPr="004E1498">
        <w:t xml:space="preserve"> řízení veřejné zakázky s názvem </w:t>
      </w:r>
      <w:r w:rsidR="00527421" w:rsidRPr="004E1498">
        <w:t>„</w:t>
      </w:r>
      <w:r w:rsidR="00DD533C" w:rsidRPr="00DD533C">
        <w:rPr>
          <w:b/>
          <w:bCs/>
        </w:rPr>
        <w:t>Vyhotovení pasportu budov</w:t>
      </w:r>
      <w:r w:rsidRPr="004E1498">
        <w:t>“,</w:t>
      </w:r>
      <w:r w:rsidR="00564E29">
        <w:t xml:space="preserve"> </w:t>
      </w:r>
      <w:r w:rsidR="000D278B" w:rsidRPr="0064201D">
        <w:t>č.j. veřejné zakázky</w:t>
      </w:r>
      <w:r w:rsidR="000D278B">
        <w:t xml:space="preserve"> </w:t>
      </w:r>
      <w:r w:rsidR="009852C4">
        <w:t>3099</w:t>
      </w:r>
      <w:r w:rsidR="0064201D">
        <w:t>/2025-SŽ-SŽG</w:t>
      </w:r>
      <w:r w:rsidR="005740C3">
        <w:t xml:space="preserve">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642B196F" w14:textId="77777777" w:rsidR="004E1498" w:rsidRPr="00950C1F" w:rsidRDefault="004E1498" w:rsidP="00E83679">
      <w:pPr>
        <w:pStyle w:val="Nadpis1"/>
        <w:jc w:val="left"/>
      </w:pPr>
      <w:r w:rsidRPr="00950C1F">
        <w:t>Dílo</w:t>
      </w:r>
    </w:p>
    <w:p w14:paraId="75B8D031" w14:textId="29C9B754" w:rsidR="004E1498" w:rsidRPr="006C7697" w:rsidRDefault="004E1498" w:rsidP="00E83679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3DB92BCC" w14:textId="1C259BB8" w:rsidR="00564E29" w:rsidRPr="00564E29" w:rsidRDefault="004E1498" w:rsidP="00980254">
      <w:pPr>
        <w:pStyle w:val="Nadpis2"/>
        <w:widowControl w:val="0"/>
      </w:pPr>
      <w:r w:rsidRPr="004E1498">
        <w:t>Předmětem díla je</w:t>
      </w:r>
      <w:r w:rsidR="00980254">
        <w:t xml:space="preserve"> </w:t>
      </w:r>
      <w:r w:rsidR="00DD533C">
        <w:t>v</w:t>
      </w:r>
      <w:r w:rsidR="00DD533C" w:rsidRPr="00DD533C">
        <w:t>yhotovení pasportu budov</w:t>
      </w:r>
      <w:r w:rsidR="00980254">
        <w:t>.</w:t>
      </w:r>
    </w:p>
    <w:p w14:paraId="31E5226B" w14:textId="2406DB4A" w:rsidR="004E1498" w:rsidRPr="00564E29" w:rsidRDefault="004E1498" w:rsidP="00F1527A">
      <w:pPr>
        <w:pStyle w:val="Nadpis2"/>
        <w:widowControl w:val="0"/>
      </w:pPr>
      <w:r w:rsidRPr="00564E29">
        <w:t>Předmět díla je blíže specifikován v přílo</w:t>
      </w:r>
      <w:r w:rsidR="00CB53B1" w:rsidRPr="00564E29">
        <w:t>ze</w:t>
      </w:r>
      <w:r w:rsidRPr="00564E29">
        <w:t xml:space="preserve"> </w:t>
      </w:r>
      <w:r w:rsidR="0086114C" w:rsidRPr="00564E29">
        <w:t>č</w:t>
      </w:r>
      <w:r w:rsidR="00564E29" w:rsidRPr="00564E29">
        <w:t xml:space="preserve">. 2 </w:t>
      </w:r>
      <w:r w:rsidR="006566F7" w:rsidRPr="00564E29">
        <w:t>S</w:t>
      </w:r>
      <w:r w:rsidRPr="00564E29">
        <w:t>mlouvy.</w:t>
      </w:r>
    </w:p>
    <w:p w14:paraId="3E663345" w14:textId="0B245EE1" w:rsidR="004E1498" w:rsidRPr="00564E29" w:rsidRDefault="004E1498" w:rsidP="00F1527A">
      <w:pPr>
        <w:pStyle w:val="Nadpis2"/>
        <w:widowControl w:val="0"/>
      </w:pPr>
      <w:r w:rsidRPr="00564E29">
        <w:t>Předmět díla musí být proveden v</w:t>
      </w:r>
      <w:r w:rsidR="00564E29" w:rsidRPr="00564E29">
        <w:t> </w:t>
      </w:r>
      <w:r w:rsidRPr="00564E29">
        <w:t>souladu</w:t>
      </w:r>
      <w:r w:rsidR="00564E29" w:rsidRPr="00564E29">
        <w:t xml:space="preserve"> </w:t>
      </w:r>
      <w:r w:rsidRPr="00564E29">
        <w:t xml:space="preserve">s právními předpisy, normami ČSN, technickými normami, </w:t>
      </w:r>
      <w:r w:rsidR="006566F7" w:rsidRPr="00564E29">
        <w:t xml:space="preserve">uvedenými v příloze č. </w:t>
      </w:r>
      <w:r w:rsidR="00564E29" w:rsidRPr="00564E29">
        <w:t>2</w:t>
      </w:r>
      <w:r w:rsidR="006566F7" w:rsidRPr="00564E29">
        <w:t xml:space="preserve"> S</w:t>
      </w:r>
      <w:r w:rsidRPr="00564E29">
        <w:t>mlouvy.</w:t>
      </w:r>
    </w:p>
    <w:p w14:paraId="620E778C" w14:textId="1F1354BE" w:rsidR="004E1498" w:rsidRPr="00564E29" w:rsidRDefault="004E1498" w:rsidP="00F1527A">
      <w:pPr>
        <w:pStyle w:val="Nadpis2"/>
        <w:widowControl w:val="0"/>
      </w:pPr>
      <w:r w:rsidRPr="00564E29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36DF1F7F" w14:textId="4E6F34AE" w:rsidR="00810E9B" w:rsidRPr="00564E29" w:rsidRDefault="00DB7CC9" w:rsidP="00F1527A">
      <w:pPr>
        <w:pStyle w:val="Nadpis2"/>
        <w:widowControl w:val="0"/>
      </w:pPr>
      <w:r w:rsidRPr="00564E29">
        <w:t xml:space="preserve">Cena za Dílo </w:t>
      </w:r>
      <w:r w:rsidR="006566F7" w:rsidRPr="00564E29">
        <w:t>je přílohou č.</w:t>
      </w:r>
      <w:r w:rsidR="00564E29" w:rsidRPr="00564E29">
        <w:t xml:space="preserve"> 3</w:t>
      </w:r>
      <w:r w:rsidR="006566F7" w:rsidRPr="00564E29">
        <w:t xml:space="preserve"> </w:t>
      </w:r>
      <w:r w:rsidR="00810E9B" w:rsidRPr="00564E29">
        <w:t>Smlouvy.</w:t>
      </w:r>
    </w:p>
    <w:p w14:paraId="4CC3732D" w14:textId="77777777" w:rsidR="00DD533C" w:rsidRDefault="00921DDA" w:rsidP="00F1527A">
      <w:pPr>
        <w:pStyle w:val="Nadpis2"/>
        <w:widowControl w:val="0"/>
      </w:pPr>
      <w:r w:rsidRPr="00921DDA">
        <w:t>Fakturace</w:t>
      </w:r>
    </w:p>
    <w:p w14:paraId="1A14F43D" w14:textId="49B86E1E" w:rsidR="00DD533C" w:rsidRPr="00185F0A" w:rsidRDefault="00DD533C" w:rsidP="00DD533C">
      <w:pPr>
        <w:pStyle w:val="Nadpis2"/>
        <w:widowControl w:val="0"/>
        <w:numPr>
          <w:ilvl w:val="0"/>
          <w:numId w:val="0"/>
        </w:numPr>
        <w:ind w:left="708" w:hanging="648"/>
      </w:pPr>
      <w:r>
        <w:t>3.2.1</w:t>
      </w:r>
      <w:r>
        <w:tab/>
      </w:r>
      <w:r w:rsidR="00185F0A" w:rsidRPr="00185F0A">
        <w:t>70</w:t>
      </w:r>
      <w:r w:rsidRPr="00185F0A">
        <w:t>% celkové ceny díla bez DPH bude fakturováno po předání veškeré dokumentace k</w:t>
      </w:r>
      <w:r w:rsidR="00185F0A">
        <w:t> </w:t>
      </w:r>
      <w:r w:rsidRPr="00185F0A">
        <w:t>připomínkám</w:t>
      </w:r>
      <w:r w:rsidR="00185F0A">
        <w:t>,</w:t>
      </w:r>
      <w:r w:rsidRPr="00185F0A">
        <w:t xml:space="preserve"> na základě faktury vystavené Zhotovitelem po předání a převzetí Díla na základě předávacího protokolu podepsaného oběma Smluvními stranami, jímž došlo k akceptaci provedení Díla.</w:t>
      </w:r>
    </w:p>
    <w:p w14:paraId="30EA9A22" w14:textId="453DD824" w:rsidR="00DD533C" w:rsidRPr="00185F0A" w:rsidRDefault="00185F0A" w:rsidP="00DD533C">
      <w:pPr>
        <w:pStyle w:val="Nadpis3"/>
        <w:numPr>
          <w:ilvl w:val="2"/>
          <w:numId w:val="40"/>
        </w:numPr>
      </w:pPr>
      <w:r w:rsidRPr="00185F0A">
        <w:t>3</w:t>
      </w:r>
      <w:r w:rsidR="00DD533C" w:rsidRPr="00185F0A">
        <w:t xml:space="preserve">0% celkové ceny díla bez DPH bude fakturováno po předání a převzetí </w:t>
      </w:r>
      <w:r w:rsidRPr="00185F0A">
        <w:t>kompletního díla</w:t>
      </w:r>
      <w:r w:rsidR="00DD533C" w:rsidRPr="00185F0A">
        <w:t>, na základě faktury vystavené Zhotovitelem po předání a převzetí Díla na základě Předávacího protokolu podepsaného oběma Smluvními stranami, jímž došlo k akceptaci provedení Díla.</w:t>
      </w:r>
    </w:p>
    <w:p w14:paraId="1AFBED57" w14:textId="2249F9DE" w:rsidR="004E1498" w:rsidRPr="004E1498" w:rsidRDefault="00185F0A" w:rsidP="00185F0A">
      <w:pPr>
        <w:pStyle w:val="Nadpis2"/>
        <w:widowControl w:val="0"/>
        <w:numPr>
          <w:ilvl w:val="0"/>
          <w:numId w:val="0"/>
        </w:numPr>
        <w:ind w:left="567" w:hanging="567"/>
      </w:pPr>
      <w:r>
        <w:t>4.</w:t>
      </w:r>
      <w:r>
        <w:tab/>
      </w:r>
      <w:r w:rsidR="004E1498" w:rsidRPr="00185F0A">
        <w:rPr>
          <w:b/>
          <w:bCs/>
        </w:rPr>
        <w:t>Místo a doba plnění</w:t>
      </w:r>
    </w:p>
    <w:p w14:paraId="7BA1227A" w14:textId="77777777" w:rsidR="00185F0A" w:rsidRPr="00185F0A" w:rsidRDefault="00185F0A" w:rsidP="00185F0A">
      <w:pPr>
        <w:pStyle w:val="Odstavecseseznamem"/>
        <w:numPr>
          <w:ilvl w:val="0"/>
          <w:numId w:val="40"/>
        </w:numPr>
        <w:suppressAutoHyphens/>
        <w:contextualSpacing w:val="0"/>
        <w:outlineLvl w:val="0"/>
        <w:rPr>
          <w:rFonts w:asciiTheme="majorHAnsi" w:eastAsiaTheme="majorEastAsia" w:hAnsiTheme="majorHAnsi" w:cstheme="majorBidi"/>
          <w:b/>
          <w:vanish/>
        </w:rPr>
      </w:pPr>
    </w:p>
    <w:p w14:paraId="4387DE59" w14:textId="6CC08DD7" w:rsidR="00921DDA" w:rsidRPr="00921DDA" w:rsidRDefault="00185F0A" w:rsidP="00185F0A">
      <w:pPr>
        <w:pStyle w:val="Nadpis2"/>
        <w:numPr>
          <w:ilvl w:val="0"/>
          <w:numId w:val="0"/>
        </w:numPr>
        <w:ind w:left="567" w:hanging="567"/>
      </w:pPr>
      <w:r>
        <w:t>4.1</w:t>
      </w:r>
      <w:r>
        <w:tab/>
      </w:r>
      <w:r w:rsidR="00921DDA" w:rsidRPr="00921DDA">
        <w:t>Míst</w:t>
      </w:r>
      <w:r w:rsidR="00942EA8">
        <w:t>o</w:t>
      </w:r>
      <w:r w:rsidR="00921DDA" w:rsidRPr="00921DDA">
        <w:t xml:space="preserve"> provádění činností nezbytných pro provedení Díla je uvedené v příloze Bližší specifikace, která je přílohou č. </w:t>
      </w:r>
      <w:r w:rsidR="00921DDA">
        <w:t>2</w:t>
      </w:r>
      <w:r w:rsidR="00921DDA" w:rsidRPr="00921DDA">
        <w:t xml:space="preserve"> této Smlouvy. Zhotovitel se zavazuje předat předmět Díla Objednateli elektronicky v některém běžně používaném otevřeném textovém formátu, který umožňuje jejich snadné zobrazení a úpravy prostřednictvím standardně dostupného software, nestanoví-li Objednatel požadavek na jinou přiměřenou formu předání (např. v listinné podobě, jiný běžně dostupný elektronický formát apod.). </w:t>
      </w:r>
    </w:p>
    <w:p w14:paraId="624D8729" w14:textId="490DB041" w:rsidR="005740C3" w:rsidRDefault="004E1498" w:rsidP="00185F0A">
      <w:pPr>
        <w:pStyle w:val="Nadpis2"/>
        <w:widowControl w:val="0"/>
        <w:numPr>
          <w:ilvl w:val="1"/>
          <w:numId w:val="40"/>
        </w:numPr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7600F3">
        <w:rPr>
          <w:b/>
          <w:bCs/>
        </w:rPr>
        <w:t>10</w:t>
      </w:r>
      <w:r w:rsidR="00921DDA" w:rsidRPr="00921DDA">
        <w:rPr>
          <w:b/>
          <w:bCs/>
        </w:rPr>
        <w:t>.</w:t>
      </w:r>
      <w:r w:rsidR="007600F3">
        <w:rPr>
          <w:b/>
          <w:bCs/>
        </w:rPr>
        <w:t>02</w:t>
      </w:r>
      <w:r w:rsidR="00921DDA" w:rsidRPr="00921DDA">
        <w:rPr>
          <w:b/>
          <w:bCs/>
        </w:rPr>
        <w:t>.202</w:t>
      </w:r>
      <w:r w:rsidR="00905DF2">
        <w:rPr>
          <w:b/>
          <w:bCs/>
        </w:rPr>
        <w:t>6</w:t>
      </w:r>
    </w:p>
    <w:p w14:paraId="3B7F6012" w14:textId="5DDD45CE" w:rsidR="00921DDA" w:rsidRPr="00921DDA" w:rsidRDefault="00921DDA" w:rsidP="00921DDA">
      <w:pPr>
        <w:ind w:left="680" w:hanging="680"/>
        <w:rPr>
          <w:lang w:eastAsia="cs-CZ"/>
        </w:rPr>
      </w:pPr>
      <w:r>
        <w:rPr>
          <w:lang w:eastAsia="cs-CZ"/>
        </w:rPr>
        <w:t>4.3</w:t>
      </w:r>
      <w:r>
        <w:rPr>
          <w:lang w:eastAsia="cs-CZ"/>
        </w:rPr>
        <w:tab/>
      </w:r>
      <w:r w:rsidRPr="00921DDA">
        <w:rPr>
          <w:lang w:eastAsia="cs-CZ"/>
        </w:rPr>
        <w:t xml:space="preserve">Zhotovitel je povinen při plnění předmětu díla dodržovat dílčí termíny plnění uvedené v příloze č. </w:t>
      </w:r>
      <w:r>
        <w:rPr>
          <w:lang w:eastAsia="cs-CZ"/>
        </w:rPr>
        <w:t>2</w:t>
      </w:r>
      <w:r w:rsidRPr="00921DDA">
        <w:rPr>
          <w:lang w:eastAsia="cs-CZ"/>
        </w:rPr>
        <w:t xml:space="preserve"> této Smlouvy, jsou-li takové</w:t>
      </w:r>
      <w:r>
        <w:rPr>
          <w:lang w:eastAsia="cs-CZ"/>
        </w:rPr>
        <w:t>.</w:t>
      </w:r>
    </w:p>
    <w:p w14:paraId="4AE0DFE4" w14:textId="397295C8" w:rsidR="004E1498" w:rsidRPr="00564E29" w:rsidRDefault="00CB53B1" w:rsidP="00921DDA">
      <w:pPr>
        <w:pStyle w:val="Nadpis2"/>
        <w:numPr>
          <w:ilvl w:val="1"/>
          <w:numId w:val="38"/>
        </w:numPr>
      </w:pPr>
      <w:r w:rsidRPr="00564E29">
        <w:t>Zhotovitel je povinen zahájit plnění Díla nej</w:t>
      </w:r>
      <w:r w:rsidR="006566F7" w:rsidRPr="00564E29">
        <w:t xml:space="preserve">později do </w:t>
      </w:r>
      <w:r w:rsidR="00564E29" w:rsidRPr="00564E29">
        <w:t>5</w:t>
      </w:r>
      <w:r w:rsidR="006566F7" w:rsidRPr="00564E29">
        <w:t xml:space="preserve"> dnů od účinnosti S</w:t>
      </w:r>
      <w:r w:rsidRPr="00564E29">
        <w:t>mlouvy</w:t>
      </w:r>
      <w:r w:rsidR="00BC4DC9" w:rsidRPr="00564E29">
        <w:t>. V případě, že Zhotovitel nezahájí plnění nejpo</w:t>
      </w:r>
      <w:r w:rsidR="006566F7" w:rsidRPr="00564E29">
        <w:t xml:space="preserve">zději </w:t>
      </w:r>
      <w:r w:rsidR="00564E29" w:rsidRPr="00564E29">
        <w:t>5</w:t>
      </w:r>
      <w:r w:rsidR="006566F7" w:rsidRPr="00564E29">
        <w:t xml:space="preserve"> den od účinnosti této S</w:t>
      </w:r>
      <w:r w:rsidR="00BC4DC9" w:rsidRPr="00564E29">
        <w:t xml:space="preserve">mlouvy, je povinen zaplatit Objednateli smluvní pokutu ve výši </w:t>
      </w:r>
      <w:proofErr w:type="gramStart"/>
      <w:r w:rsidR="00BC4DC9" w:rsidRPr="00564E29">
        <w:t>50.000,-</w:t>
      </w:r>
      <w:proofErr w:type="gramEnd"/>
      <w:r w:rsidR="00BC4DC9" w:rsidRPr="00564E29">
        <w:t>Kč a Objednatel má právo odstoupit o</w:t>
      </w:r>
      <w:r w:rsidR="006566F7" w:rsidRPr="00564E29">
        <w:t>d této Smlouvy. Odstoupením od S</w:t>
      </w:r>
      <w:r w:rsidR="00BC4DC9" w:rsidRPr="00564E29">
        <w:t>mlouvy nejsou dotčeny další sankce sjed</w:t>
      </w:r>
      <w:r w:rsidR="006566F7" w:rsidRPr="00564E29">
        <w:t>nané v této S</w:t>
      </w:r>
      <w:r w:rsidR="00BC4DC9" w:rsidRPr="00564E29">
        <w:t>mlouvě a právo na náhradu škody vzniklé Objednateli.</w:t>
      </w:r>
    </w:p>
    <w:p w14:paraId="38280017" w14:textId="77777777" w:rsidR="004E1498" w:rsidRPr="004E1498" w:rsidRDefault="004E1498" w:rsidP="00185F0A">
      <w:pPr>
        <w:pStyle w:val="Nadpis1"/>
        <w:widowControl w:val="0"/>
        <w:numPr>
          <w:ilvl w:val="0"/>
          <w:numId w:val="40"/>
        </w:numPr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564E29" w:rsidRDefault="004E1498" w:rsidP="00185F0A">
      <w:pPr>
        <w:pStyle w:val="Nadpis2"/>
        <w:widowControl w:val="0"/>
        <w:numPr>
          <w:ilvl w:val="1"/>
          <w:numId w:val="40"/>
        </w:numPr>
      </w:pPr>
      <w:r w:rsidRPr="004E1498">
        <w:t xml:space="preserve">Záruční doba činí </w:t>
      </w:r>
      <w:r w:rsidR="00816B59" w:rsidRPr="00564E29">
        <w:t>24 měsíců</w:t>
      </w:r>
      <w:r w:rsidRPr="00564E29">
        <w:t>.</w:t>
      </w:r>
    </w:p>
    <w:p w14:paraId="700C0934" w14:textId="52529E28" w:rsidR="004E1498" w:rsidRPr="004E1498" w:rsidRDefault="004E1498" w:rsidP="00185F0A">
      <w:pPr>
        <w:pStyle w:val="Nadpis1"/>
        <w:widowControl w:val="0"/>
        <w:numPr>
          <w:ilvl w:val="0"/>
          <w:numId w:val="40"/>
        </w:numPr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1E5B7CE5" w:rsidR="004E1498" w:rsidRPr="004E1498" w:rsidRDefault="004E1498" w:rsidP="00185F0A">
      <w:pPr>
        <w:pStyle w:val="Nadpis2"/>
        <w:widowControl w:val="0"/>
        <w:numPr>
          <w:ilvl w:val="1"/>
          <w:numId w:val="40"/>
        </w:numPr>
      </w:pPr>
      <w:r w:rsidRPr="004E1498"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č. </w:t>
      </w:r>
      <w:r w:rsidR="00564E29">
        <w:t>5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E83679">
      <w:pPr>
        <w:pStyle w:val="Odstavecbez"/>
      </w:pPr>
      <w:r w:rsidRPr="009B4030">
        <w:rPr>
          <w:highlight w:val="green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4D6D7180" w:rsidR="00FD17C6" w:rsidRPr="00564E29" w:rsidRDefault="00FD17C6" w:rsidP="00185F0A">
      <w:pPr>
        <w:pStyle w:val="Nadpis2"/>
        <w:widowControl w:val="0"/>
        <w:numPr>
          <w:ilvl w:val="1"/>
          <w:numId w:val="40"/>
        </w:numPr>
      </w:pPr>
      <w:r w:rsidRPr="00564E29">
        <w:t>Na provedení Díla se budou podílet č</w:t>
      </w:r>
      <w:r w:rsidR="00816B59" w:rsidRPr="00564E29">
        <w:t>lenové realizačního týmu uvedení</w:t>
      </w:r>
      <w:r w:rsidR="006566F7" w:rsidRPr="00564E29">
        <w:t xml:space="preserve"> v příloze č</w:t>
      </w:r>
      <w:r w:rsidR="00564E29" w:rsidRPr="00564E29">
        <w:t xml:space="preserve">. 4 </w:t>
      </w:r>
      <w:r w:rsidR="006566F7" w:rsidRPr="00564E29">
        <w:t>této S</w:t>
      </w:r>
      <w:r w:rsidRPr="00564E29">
        <w:t>mlouvy.</w:t>
      </w:r>
    </w:p>
    <w:p w14:paraId="5BBC90E2" w14:textId="2806F641" w:rsidR="00FD17C6" w:rsidRPr="00007F2D" w:rsidRDefault="00FD17C6" w:rsidP="00185F0A">
      <w:pPr>
        <w:pStyle w:val="Nadpis2"/>
        <w:widowControl w:val="0"/>
        <w:numPr>
          <w:ilvl w:val="1"/>
          <w:numId w:val="40"/>
        </w:numPr>
      </w:pPr>
      <w:r w:rsidRPr="00007F2D">
        <w:t xml:space="preserve">Zhotovitel může v průběhu plnění Předmětu díla nahradit některé osoby z osob, uvedených v seznamu realizačního týmu dle přílohy </w:t>
      </w:r>
      <w:r w:rsidR="00F0363E" w:rsidRPr="00007F2D">
        <w:t>č</w:t>
      </w:r>
      <w:r w:rsidR="00564E29" w:rsidRPr="00007F2D">
        <w:t>. 4</w:t>
      </w:r>
      <w:r w:rsidRPr="00007F2D">
        <w:t xml:space="preserve"> této </w:t>
      </w:r>
      <w:r w:rsidR="00A605AE" w:rsidRPr="00007F2D">
        <w:t>S</w:t>
      </w:r>
      <w:r w:rsidRPr="00007F2D">
        <w:t>mlouvy, pouze po předchozím souhlasu Objednatele na základě písemné žádosti Zhotovitele. V případě, že Zhotovitel požádá o změnu některých členů realizačního týmu uvedeného v příloze č</w:t>
      </w:r>
      <w:r w:rsidR="00007F2D" w:rsidRPr="00007F2D">
        <w:t>. 4</w:t>
      </w:r>
      <w:r w:rsidRPr="00007F2D">
        <w:t xml:space="preserve"> této Smlouvy, musí tato osoba, splňovat kvalifikaci požadovanou </w:t>
      </w:r>
      <w:r w:rsidR="00380260" w:rsidRPr="00007F2D">
        <w:t>ve Veřejné zakázce</w:t>
      </w:r>
      <w:r w:rsidRPr="00007F2D">
        <w:t>. Změna osoby nepodléhá povinnosti uzavřít dodatek ke Smlouvě a proběhne na základě písemného souhlasu Objednatele s touto změnou.</w:t>
      </w:r>
    </w:p>
    <w:p w14:paraId="21F816C5" w14:textId="77777777" w:rsidR="004E1498" w:rsidRPr="00007F2D" w:rsidRDefault="004E1498" w:rsidP="00185F0A">
      <w:pPr>
        <w:pStyle w:val="Nadpis1"/>
        <w:widowControl w:val="0"/>
        <w:numPr>
          <w:ilvl w:val="0"/>
          <w:numId w:val="40"/>
        </w:numPr>
        <w:suppressAutoHyphens w:val="0"/>
        <w:rPr>
          <w:rFonts w:eastAsia="Times New Roman"/>
          <w:lang w:eastAsia="cs-CZ"/>
        </w:rPr>
      </w:pPr>
      <w:r w:rsidRPr="00007F2D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185F0A">
      <w:pPr>
        <w:pStyle w:val="Nadpis2"/>
        <w:widowControl w:val="0"/>
        <w:numPr>
          <w:ilvl w:val="1"/>
          <w:numId w:val="40"/>
        </w:numPr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185F0A">
      <w:pPr>
        <w:pStyle w:val="Nadpis2"/>
        <w:widowControl w:val="0"/>
        <w:numPr>
          <w:ilvl w:val="1"/>
          <w:numId w:val="40"/>
        </w:numPr>
      </w:pPr>
      <w:r w:rsidRPr="00E83679">
        <w:t>Kontaktními osobami smluvních stran jsou</w:t>
      </w:r>
    </w:p>
    <w:p w14:paraId="4E7FEA6D" w14:textId="50F7C6AB" w:rsidR="004E1498" w:rsidRPr="00052CEF" w:rsidRDefault="004E1498" w:rsidP="00185F0A">
      <w:pPr>
        <w:pStyle w:val="Nadpis3"/>
        <w:widowControl w:val="0"/>
        <w:numPr>
          <w:ilvl w:val="2"/>
          <w:numId w:val="40"/>
        </w:numPr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tel.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email </w:t>
      </w:r>
      <w:r w:rsidRPr="00052CEF">
        <w:rPr>
          <w:highlight w:val="yellow"/>
        </w:rPr>
        <w:t>…</w:t>
      </w:r>
      <w:r w:rsidR="00052CEF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</w:p>
    <w:p w14:paraId="1C513CD4" w14:textId="471FA70A" w:rsidR="004E1498" w:rsidRPr="00E83679" w:rsidRDefault="004E1498" w:rsidP="00185F0A">
      <w:pPr>
        <w:pStyle w:val="Nadpis3"/>
        <w:widowControl w:val="0"/>
        <w:numPr>
          <w:ilvl w:val="2"/>
          <w:numId w:val="40"/>
        </w:numPr>
      </w:pPr>
      <w:r w:rsidRPr="00E83679">
        <w:lastRenderedPageBreak/>
        <w:t xml:space="preserve">za Zhotovitele p.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185F0A">
      <w:pPr>
        <w:pStyle w:val="Nadpis2"/>
        <w:widowControl w:val="0"/>
        <w:numPr>
          <w:ilvl w:val="1"/>
          <w:numId w:val="40"/>
        </w:numPr>
      </w:pPr>
      <w:r w:rsidRPr="00C37E6D">
        <w:rPr>
          <w:rFonts w:eastAsia="Calibri"/>
        </w:rPr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>uveřejňování těchto smluv a o registru smluv, ve znění pozdějších předpisů (dále jen 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185F0A">
      <w:pPr>
        <w:pStyle w:val="Nadpis2"/>
        <w:widowControl w:val="0"/>
        <w:numPr>
          <w:ilvl w:val="1"/>
          <w:numId w:val="40"/>
        </w:numPr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185F0A">
      <w:pPr>
        <w:pStyle w:val="Nadpis2"/>
        <w:widowControl w:val="0"/>
        <w:numPr>
          <w:ilvl w:val="1"/>
          <w:numId w:val="40"/>
        </w:numPr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185F0A">
      <w:pPr>
        <w:pStyle w:val="Nadpis2"/>
        <w:widowControl w:val="0"/>
        <w:numPr>
          <w:ilvl w:val="1"/>
          <w:numId w:val="40"/>
        </w:numPr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185F0A">
      <w:pPr>
        <w:pStyle w:val="Nadpis2"/>
        <w:widowControl w:val="0"/>
        <w:numPr>
          <w:ilvl w:val="1"/>
          <w:numId w:val="40"/>
        </w:numPr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C954BC8" w:rsidR="004429CF" w:rsidRPr="00985EC7" w:rsidRDefault="006C7697" w:rsidP="00185F0A">
      <w:pPr>
        <w:pStyle w:val="Nadpis2"/>
        <w:widowControl w:val="0"/>
        <w:numPr>
          <w:ilvl w:val="1"/>
          <w:numId w:val="40"/>
        </w:numPr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185F0A">
      <w:pPr>
        <w:pStyle w:val="Nadpis1"/>
        <w:widowControl w:val="0"/>
        <w:numPr>
          <w:ilvl w:val="0"/>
          <w:numId w:val="40"/>
        </w:numPr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185F0A">
      <w:pPr>
        <w:pStyle w:val="Nadpis2"/>
        <w:widowControl w:val="0"/>
        <w:numPr>
          <w:ilvl w:val="1"/>
          <w:numId w:val="40"/>
        </w:numPr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469BA452" w14:textId="77777777" w:rsidR="002A2DDA" w:rsidRDefault="0073792E" w:rsidP="00185F0A">
      <w:pPr>
        <w:pStyle w:val="Nadpis2"/>
        <w:widowControl w:val="0"/>
        <w:numPr>
          <w:ilvl w:val="1"/>
          <w:numId w:val="40"/>
        </w:numPr>
      </w:pPr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 xml:space="preserve">zadání veřejné zakázky ve smyslu § 48a zákona č. 134/2016 Sb., o zadávání </w:t>
      </w:r>
      <w:r w:rsidRPr="00345739">
        <w:lastRenderedPageBreak/>
        <w:t>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1964654D" w:rsidR="0073792E" w:rsidRPr="003A6968" w:rsidRDefault="00674571" w:rsidP="00E83679">
      <w:pPr>
        <w:pStyle w:val="aodst"/>
      </w:pPr>
      <w:r w:rsidRPr="00345739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8A4D2F">
        <w:t>8.6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06892488" w:rsidR="0073792E" w:rsidRDefault="0073792E" w:rsidP="00185F0A">
      <w:pPr>
        <w:pStyle w:val="Nadpis2"/>
        <w:numPr>
          <w:ilvl w:val="1"/>
          <w:numId w:val="40"/>
        </w:numPr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 w:rsidRPr="00921DDA">
        <w:t>8</w:t>
      </w:r>
      <w:r w:rsidRPr="00921DDA">
        <w:t>.</w:t>
      </w:r>
      <w:r>
        <w:t xml:space="preserve">1 </w:t>
      </w:r>
      <w:r w:rsidRPr="00921DDA">
        <w:t xml:space="preserve">a </w:t>
      </w:r>
      <w:r w:rsidR="004B2D5D" w:rsidRPr="00921DDA">
        <w:t>8</w:t>
      </w:r>
      <w:r w:rsidRPr="00921DDA">
        <w:t>.2 této</w:t>
      </w:r>
      <w:r>
        <w:t xml:space="preserve">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185F0A">
      <w:pPr>
        <w:pStyle w:val="Nadpis2"/>
        <w:widowControl w:val="0"/>
        <w:numPr>
          <w:ilvl w:val="1"/>
          <w:numId w:val="40"/>
        </w:numPr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185F0A">
      <w:pPr>
        <w:pStyle w:val="Nadpis2"/>
        <w:widowControl w:val="0"/>
        <w:numPr>
          <w:ilvl w:val="1"/>
          <w:numId w:val="40"/>
        </w:numPr>
      </w:pPr>
      <w:bookmarkStart w:id="0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0"/>
    </w:p>
    <w:p w14:paraId="296F03CC" w14:textId="2AABFCC3" w:rsidR="0073792E" w:rsidRPr="0073792E" w:rsidRDefault="0073792E" w:rsidP="00185F0A">
      <w:pPr>
        <w:pStyle w:val="Nadpis2"/>
        <w:widowControl w:val="0"/>
        <w:numPr>
          <w:ilvl w:val="1"/>
          <w:numId w:val="40"/>
        </w:numPr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obdrží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3B418AA6" w:rsidR="00AB3FAE" w:rsidRPr="00EC44FE" w:rsidRDefault="0073792E" w:rsidP="00185F0A">
      <w:pPr>
        <w:pStyle w:val="Nadpis2"/>
        <w:widowControl w:val="0"/>
        <w:numPr>
          <w:ilvl w:val="1"/>
          <w:numId w:val="40"/>
        </w:numPr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poruší-li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</w:t>
      </w:r>
      <w:r w:rsidRPr="00921DDA">
        <w:t>výši 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1184804C" w14:textId="72A255C6" w:rsidR="00867CA0" w:rsidRDefault="00867CA0" w:rsidP="00185F0A">
      <w:pPr>
        <w:pStyle w:val="Nadpis1"/>
        <w:widowControl w:val="0"/>
        <w:numPr>
          <w:ilvl w:val="0"/>
          <w:numId w:val="40"/>
        </w:numPr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5323DBB3" w14:textId="45723E68" w:rsidR="00867CA0" w:rsidRPr="00D5033E" w:rsidRDefault="00867CA0" w:rsidP="00185F0A">
      <w:pPr>
        <w:pStyle w:val="Nadpis2"/>
        <w:numPr>
          <w:ilvl w:val="1"/>
          <w:numId w:val="40"/>
        </w:numPr>
      </w:pPr>
      <w:bookmarkStart w:id="1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 xml:space="preserve">vy a veškerých činnostech s ní souvisejících. Každá ze smluvních stran se zavazuje jednat v souladu se zásadami, hodnotami a cíli </w:t>
      </w:r>
      <w:proofErr w:type="spellStart"/>
      <w:r w:rsidRPr="00D5033E">
        <w:t>compliance</w:t>
      </w:r>
      <w:proofErr w:type="spellEnd"/>
      <w:r w:rsidRPr="00D5033E">
        <w:t xml:space="preserve"> programů a etických hodnot druhé smluvní strany, pakliže </w:t>
      </w:r>
      <w:r w:rsidRPr="00D5033E">
        <w:lastRenderedPageBreak/>
        <w:t>těmito dokumenty dotčené smluvní strany disponují, a jsou uveřejněny na webových stránkách smluvních stran.</w:t>
      </w:r>
    </w:p>
    <w:p w14:paraId="2AE8CB72" w14:textId="3FD4EB8E" w:rsidR="00867CA0" w:rsidRDefault="00867CA0" w:rsidP="00185F0A">
      <w:pPr>
        <w:pStyle w:val="Nadpis2"/>
        <w:numPr>
          <w:ilvl w:val="1"/>
          <w:numId w:val="40"/>
        </w:numPr>
      </w:pPr>
      <w:r>
        <w:t xml:space="preserve">Správa železnic, státní organizace, má výše uvedené dokumenty k dispozici na webových stránkách: </w:t>
      </w:r>
      <w:hyperlink r:id="rId11" w:history="1">
        <w:r w:rsidR="00BB3946">
          <w:rPr>
            <w:rStyle w:val="Hypertextovodkaz"/>
          </w:rPr>
          <w:t>https://www.spravazeleznic.cz/o-nas/nezadouci-jednani-a-boj-s-korupci</w:t>
        </w:r>
      </w:hyperlink>
      <w:r>
        <w:rPr>
          <w:rStyle w:val="Hypertextovodkaz"/>
        </w:rPr>
        <w:t>.</w:t>
      </w:r>
    </w:p>
    <w:p w14:paraId="69C094AA" w14:textId="3E029552" w:rsidR="00867CA0" w:rsidRPr="00CC3E56" w:rsidRDefault="00867CA0" w:rsidP="00185F0A">
      <w:pPr>
        <w:pStyle w:val="Nadpis2"/>
        <w:numPr>
          <w:ilvl w:val="1"/>
          <w:numId w:val="40"/>
        </w:numPr>
      </w:pPr>
      <w:r>
        <w:t xml:space="preserve">Zhotovitel má výše uvedené dokumenty k dispozici na webových </w:t>
      </w:r>
      <w:bookmarkEnd w:id="1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>doplní Zhotovitel x nemá-li Zhotovitel výše uvedené dokumenty, celý bod 9.3 odstraní]</w:t>
      </w:r>
      <w:r w:rsidR="00F0363E">
        <w:t>.</w:t>
      </w:r>
    </w:p>
    <w:p w14:paraId="7ACA4F45" w14:textId="5D75F6A8" w:rsidR="004E1498" w:rsidRPr="004E1498" w:rsidRDefault="004E1498" w:rsidP="00185F0A">
      <w:pPr>
        <w:pStyle w:val="Nadpis1"/>
        <w:widowControl w:val="0"/>
        <w:numPr>
          <w:ilvl w:val="0"/>
          <w:numId w:val="40"/>
        </w:numPr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185F0A">
      <w:pPr>
        <w:pStyle w:val="Nadpis2"/>
        <w:widowControl w:val="0"/>
        <w:numPr>
          <w:ilvl w:val="1"/>
          <w:numId w:val="40"/>
        </w:numPr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185F0A">
      <w:pPr>
        <w:pStyle w:val="Nadpis2"/>
        <w:widowControl w:val="0"/>
        <w:numPr>
          <w:ilvl w:val="1"/>
          <w:numId w:val="40"/>
        </w:numPr>
      </w:pPr>
      <w:r w:rsidRPr="004E1498">
        <w:t xml:space="preserve">Zhotovitel prohlašuje, že </w:t>
      </w:r>
    </w:p>
    <w:p w14:paraId="7633B164" w14:textId="2B3E61B4" w:rsidR="004E1498" w:rsidRPr="004E1498" w:rsidRDefault="004E1498" w:rsidP="00185F0A">
      <w:pPr>
        <w:pStyle w:val="Nadpis3"/>
        <w:widowControl w:val="0"/>
        <w:numPr>
          <w:ilvl w:val="2"/>
          <w:numId w:val="40"/>
        </w:numPr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185F0A">
      <w:pPr>
        <w:pStyle w:val="Nadpis3"/>
        <w:widowControl w:val="0"/>
        <w:numPr>
          <w:ilvl w:val="2"/>
          <w:numId w:val="40"/>
        </w:numPr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185F0A">
      <w:pPr>
        <w:pStyle w:val="Nadpis2"/>
        <w:widowControl w:val="0"/>
        <w:numPr>
          <w:ilvl w:val="1"/>
          <w:numId w:val="40"/>
        </w:numPr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185F0A">
      <w:pPr>
        <w:pStyle w:val="Nadpis2"/>
        <w:widowControl w:val="0"/>
        <w:numPr>
          <w:ilvl w:val="1"/>
          <w:numId w:val="40"/>
        </w:numPr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185F0A">
      <w:pPr>
        <w:pStyle w:val="Nadpis2"/>
        <w:widowControl w:val="0"/>
        <w:numPr>
          <w:ilvl w:val="1"/>
          <w:numId w:val="40"/>
        </w:numPr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185F0A">
      <w:pPr>
        <w:pStyle w:val="Nadpis2"/>
        <w:widowControl w:val="0"/>
        <w:numPr>
          <w:ilvl w:val="1"/>
          <w:numId w:val="40"/>
        </w:numPr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185F0A">
      <w:pPr>
        <w:pStyle w:val="Nadpis2"/>
        <w:widowControl w:val="0"/>
        <w:numPr>
          <w:ilvl w:val="1"/>
          <w:numId w:val="40"/>
        </w:numPr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185F0A">
      <w:pPr>
        <w:pStyle w:val="Nadpis2"/>
        <w:widowControl w:val="0"/>
        <w:numPr>
          <w:ilvl w:val="1"/>
          <w:numId w:val="40"/>
        </w:numPr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185F0A">
      <w:pPr>
        <w:pStyle w:val="Nadpis2"/>
        <w:widowControl w:val="0"/>
        <w:numPr>
          <w:ilvl w:val="1"/>
          <w:numId w:val="40"/>
        </w:numPr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185F0A">
      <w:pPr>
        <w:pStyle w:val="Nadpis2"/>
        <w:widowControl w:val="0"/>
        <w:numPr>
          <w:ilvl w:val="1"/>
          <w:numId w:val="40"/>
        </w:numPr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007F2D" w:rsidRDefault="004E1498" w:rsidP="00185F0A">
      <w:pPr>
        <w:pStyle w:val="Nadpis2"/>
        <w:widowControl w:val="0"/>
        <w:numPr>
          <w:ilvl w:val="1"/>
          <w:numId w:val="40"/>
        </w:numPr>
      </w:pPr>
      <w:r w:rsidRPr="00007F2D">
        <w:rPr>
          <w:rFonts w:eastAsia="Calibri"/>
        </w:rPr>
        <w:t xml:space="preserve">Tato </w:t>
      </w:r>
      <w:r w:rsidR="00D9782E" w:rsidRPr="00007F2D">
        <w:rPr>
          <w:rFonts w:eastAsia="Calibri"/>
        </w:rPr>
        <w:t>Sml</w:t>
      </w:r>
      <w:r w:rsidRPr="00007F2D">
        <w:rPr>
          <w:rFonts w:eastAsia="Calibri"/>
        </w:rPr>
        <w:t xml:space="preserve">ouva nabývá platnosti okamžikem podpisu poslední ze </w:t>
      </w:r>
      <w:r w:rsidR="00D9782E" w:rsidRPr="00007F2D">
        <w:rPr>
          <w:rFonts w:eastAsia="Calibri"/>
        </w:rPr>
        <w:t>Sml</w:t>
      </w:r>
      <w:r w:rsidRPr="00007F2D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E83679">
      <w:pPr>
        <w:pStyle w:val="Plohynadpis"/>
      </w:pPr>
      <w:r w:rsidRPr="004E1498">
        <w:t>Přílohy</w:t>
      </w:r>
    </w:p>
    <w:p w14:paraId="13F6B238" w14:textId="2BB12FAC" w:rsidR="00315CEB" w:rsidRPr="00F1527A" w:rsidRDefault="00315CEB" w:rsidP="00E83679">
      <w:pPr>
        <w:pStyle w:val="Plohy"/>
      </w:pPr>
      <w:r w:rsidRPr="00F1527A">
        <w:t>Obchodní podmínky ke Smlouvě o dílo</w:t>
      </w:r>
    </w:p>
    <w:p w14:paraId="132EAB42" w14:textId="621AD7D5" w:rsidR="006E6E61" w:rsidRPr="00564E29" w:rsidRDefault="006E6E61" w:rsidP="00E83679">
      <w:pPr>
        <w:pStyle w:val="Plohy"/>
      </w:pPr>
      <w:r w:rsidRPr="00564E29">
        <w:t>Bližší specifikace</w:t>
      </w:r>
    </w:p>
    <w:p w14:paraId="665289CB" w14:textId="01D3DD7D" w:rsidR="006E6E61" w:rsidRPr="00564E29" w:rsidRDefault="00052CEF" w:rsidP="00564E29">
      <w:pPr>
        <w:pStyle w:val="Plohy"/>
      </w:pPr>
      <w:r w:rsidRPr="00564E29">
        <w:t>Ceník</w:t>
      </w:r>
    </w:p>
    <w:p w14:paraId="077D172E" w14:textId="7A2887C9" w:rsidR="006E6E61" w:rsidRDefault="004429CF" w:rsidP="00E83679">
      <w:pPr>
        <w:pStyle w:val="Plohy"/>
        <w:rPr>
          <w:highlight w:val="green"/>
        </w:rPr>
      </w:pPr>
      <w:r w:rsidRPr="009B4030">
        <w:rPr>
          <w:highlight w:val="green"/>
        </w:rPr>
        <w:t>S</w:t>
      </w:r>
      <w:r w:rsidR="006E6E61" w:rsidRPr="009B4030">
        <w:rPr>
          <w:highlight w:val="green"/>
        </w:rPr>
        <w:t xml:space="preserve">eznam </w:t>
      </w:r>
      <w:r w:rsidR="00564E29">
        <w:rPr>
          <w:highlight w:val="green"/>
        </w:rPr>
        <w:t>realizačního týmu</w:t>
      </w:r>
      <w:r w:rsidRPr="009B4030">
        <w:rPr>
          <w:highlight w:val="green"/>
        </w:rPr>
        <w:t xml:space="preserve"> – doplní Zhotovitel</w:t>
      </w:r>
    </w:p>
    <w:p w14:paraId="041CE255" w14:textId="0D845E93" w:rsidR="002F1C54" w:rsidRPr="009B4030" w:rsidRDefault="002F1C54" w:rsidP="00E83679">
      <w:pPr>
        <w:pStyle w:val="Plohy"/>
        <w:rPr>
          <w:highlight w:val="green"/>
        </w:rPr>
      </w:pPr>
      <w:r>
        <w:rPr>
          <w:highlight w:val="green"/>
        </w:rPr>
        <w:lastRenderedPageBreak/>
        <w:t>Dohoda o mlčenlivosti, ochraně informací a zákazu jejich zneužití</w:t>
      </w:r>
    </w:p>
    <w:p w14:paraId="314AFFCD" w14:textId="29EAF9F3" w:rsidR="00D657AD" w:rsidRDefault="004429CF">
      <w:pPr>
        <w:pStyle w:val="Plohy"/>
        <w:rPr>
          <w:highlight w:val="green"/>
        </w:rPr>
      </w:pPr>
      <w:r w:rsidRPr="009B4030">
        <w:rPr>
          <w:highlight w:val="green"/>
        </w:rPr>
        <w:t>S</w:t>
      </w:r>
      <w:r w:rsidR="00D657AD" w:rsidRPr="009B4030">
        <w:rPr>
          <w:highlight w:val="green"/>
        </w:rPr>
        <w:t xml:space="preserve">eznam </w:t>
      </w:r>
      <w:proofErr w:type="gramStart"/>
      <w:r w:rsidR="00564E29">
        <w:rPr>
          <w:highlight w:val="green"/>
        </w:rPr>
        <w:t>poddodavatelů</w:t>
      </w:r>
      <w:r w:rsidR="00007F2D">
        <w:rPr>
          <w:highlight w:val="green"/>
        </w:rPr>
        <w:t xml:space="preserve"> </w:t>
      </w:r>
      <w:r w:rsidRPr="009B4030">
        <w:rPr>
          <w:highlight w:val="green"/>
        </w:rPr>
        <w:t>- doplní</w:t>
      </w:r>
      <w:proofErr w:type="gramEnd"/>
      <w:r w:rsidRPr="009B4030">
        <w:rPr>
          <w:highlight w:val="green"/>
        </w:rPr>
        <w:t xml:space="preserve"> Zhotovitel</w:t>
      </w:r>
    </w:p>
    <w:p w14:paraId="16404EF9" w14:textId="77777777" w:rsidR="002F1C54" w:rsidRDefault="002F1C54" w:rsidP="002F1C54">
      <w:pPr>
        <w:pStyle w:val="Plohy"/>
        <w:numPr>
          <w:ilvl w:val="0"/>
          <w:numId w:val="0"/>
        </w:numPr>
        <w:ind w:left="680"/>
        <w:rPr>
          <w:highlight w:val="green"/>
        </w:rPr>
      </w:pPr>
    </w:p>
    <w:p w14:paraId="105EEF47" w14:textId="77777777" w:rsidR="002F1C54" w:rsidRDefault="002F1C54" w:rsidP="002F1C54">
      <w:pPr>
        <w:pStyle w:val="Plohy"/>
        <w:numPr>
          <w:ilvl w:val="0"/>
          <w:numId w:val="0"/>
        </w:numPr>
        <w:ind w:left="680"/>
        <w:rPr>
          <w:highlight w:val="green"/>
        </w:rPr>
      </w:pPr>
    </w:p>
    <w:p w14:paraId="63A374A3" w14:textId="68872355" w:rsidR="00613238" w:rsidRDefault="00613238" w:rsidP="00E83679">
      <w:pPr>
        <w:pStyle w:val="ZaObjdnateleZhotovitele"/>
      </w:pPr>
      <w:r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2ECE2454" w14:textId="77777777" w:rsidR="002F1C54" w:rsidRDefault="002F1C54" w:rsidP="00E83679">
      <w:pPr>
        <w:pStyle w:val="ZaObjdnateleZhotovitele"/>
      </w:pPr>
    </w:p>
    <w:p w14:paraId="4761E1C5" w14:textId="77777777" w:rsidR="00613238" w:rsidRDefault="00613238" w:rsidP="00E83679">
      <w:pPr>
        <w:pStyle w:val="Podpisovoprvnn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111F1717" w14:textId="3CF2AD8E" w:rsidR="00613238" w:rsidRPr="00E83679" w:rsidRDefault="00564E29" w:rsidP="00052CEF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613238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proofErr w:type="gramStart"/>
      <w:r w:rsidR="008945EC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 xml:space="preserve">  </w:t>
      </w:r>
      <w:r w:rsidR="00613238" w:rsidRPr="00E83679">
        <w:rPr>
          <w:rStyle w:val="Tun"/>
          <w:rFonts w:eastAsiaTheme="minorHAnsi"/>
        </w:rPr>
        <w:tab/>
      </w:r>
      <w:proofErr w:type="gramEnd"/>
      <w:r w:rsidR="00613238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  <w:highlight w:val="green"/>
        </w:rPr>
        <w:t>[DOPLNÍ ZHOTOVITEL]</w:t>
      </w:r>
      <w:r w:rsidR="008945EC" w:rsidRPr="00E83679">
        <w:rPr>
          <w:rStyle w:val="Tun"/>
          <w:rFonts w:eastAsiaTheme="minorHAnsi"/>
        </w:rPr>
        <w:br/>
      </w:r>
      <w:r w:rsidRPr="00564E29">
        <w:rPr>
          <w:rStyle w:val="Tun"/>
          <w:rFonts w:eastAsiaTheme="minorHAnsi"/>
          <w:b w:val="0"/>
          <w:bCs/>
        </w:rPr>
        <w:t>ředitel Správy železniční geodézie</w:t>
      </w:r>
    </w:p>
    <w:p w14:paraId="5E8BA70D" w14:textId="77777777" w:rsidR="00D9782E" w:rsidRDefault="00D9782E" w:rsidP="00F152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C2EEF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10D5E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EE276C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C00DAF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64012" w14:textId="77777777" w:rsidR="00DB4FF9" w:rsidRDefault="00DB4F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1B72E1"/>
    <w:multiLevelType w:val="hybridMultilevel"/>
    <w:tmpl w:val="E73A33E8"/>
    <w:lvl w:ilvl="0" w:tplc="D1B0DF52">
      <w:numFmt w:val="bullet"/>
      <w:lvlText w:val="-"/>
      <w:lvlJc w:val="left"/>
      <w:pPr>
        <w:ind w:left="104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F254A72"/>
    <w:multiLevelType w:val="multilevel"/>
    <w:tmpl w:val="068EEDFA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11025338">
    <w:abstractNumId w:val="6"/>
  </w:num>
  <w:num w:numId="2" w16cid:durableId="1320426136">
    <w:abstractNumId w:val="2"/>
  </w:num>
  <w:num w:numId="3" w16cid:durableId="710768336">
    <w:abstractNumId w:val="8"/>
  </w:num>
  <w:num w:numId="4" w16cid:durableId="1547526493">
    <w:abstractNumId w:val="22"/>
  </w:num>
  <w:num w:numId="5" w16cid:durableId="1815217598">
    <w:abstractNumId w:val="11"/>
  </w:num>
  <w:num w:numId="6" w16cid:durableId="2019186142">
    <w:abstractNumId w:val="1"/>
  </w:num>
  <w:num w:numId="7" w16cid:durableId="510073874">
    <w:abstractNumId w:val="13"/>
  </w:num>
  <w:num w:numId="8" w16cid:durableId="1934896925">
    <w:abstractNumId w:val="23"/>
  </w:num>
  <w:num w:numId="9" w16cid:durableId="925266502">
    <w:abstractNumId w:val="14"/>
  </w:num>
  <w:num w:numId="10" w16cid:durableId="265618725">
    <w:abstractNumId w:val="9"/>
  </w:num>
  <w:num w:numId="11" w16cid:durableId="416175206">
    <w:abstractNumId w:val="3"/>
  </w:num>
  <w:num w:numId="12" w16cid:durableId="194118594">
    <w:abstractNumId w:val="19"/>
  </w:num>
  <w:num w:numId="13" w16cid:durableId="1930383397">
    <w:abstractNumId w:val="21"/>
  </w:num>
  <w:num w:numId="14" w16cid:durableId="1568107372">
    <w:abstractNumId w:val="7"/>
  </w:num>
  <w:num w:numId="15" w16cid:durableId="1325628768">
    <w:abstractNumId w:val="24"/>
  </w:num>
  <w:num w:numId="16" w16cid:durableId="2137749446">
    <w:abstractNumId w:val="16"/>
  </w:num>
  <w:num w:numId="17" w16cid:durableId="548878999">
    <w:abstractNumId w:val="10"/>
  </w:num>
  <w:num w:numId="18" w16cid:durableId="956446479">
    <w:abstractNumId w:val="12"/>
  </w:num>
  <w:num w:numId="19" w16cid:durableId="2005474151">
    <w:abstractNumId w:val="18"/>
  </w:num>
  <w:num w:numId="20" w16cid:durableId="688994316">
    <w:abstractNumId w:val="17"/>
  </w:num>
  <w:num w:numId="21" w16cid:durableId="1316832745">
    <w:abstractNumId w:val="10"/>
  </w:num>
  <w:num w:numId="22" w16cid:durableId="2085488665">
    <w:abstractNumId w:val="20"/>
  </w:num>
  <w:num w:numId="23" w16cid:durableId="1031540534">
    <w:abstractNumId w:val="10"/>
  </w:num>
  <w:num w:numId="24" w16cid:durableId="1411151013">
    <w:abstractNumId w:val="10"/>
  </w:num>
  <w:num w:numId="25" w16cid:durableId="1733188521">
    <w:abstractNumId w:val="10"/>
  </w:num>
  <w:num w:numId="26" w16cid:durableId="886181894">
    <w:abstractNumId w:val="10"/>
  </w:num>
  <w:num w:numId="27" w16cid:durableId="92559811">
    <w:abstractNumId w:val="0"/>
  </w:num>
  <w:num w:numId="28" w16cid:durableId="1738630386">
    <w:abstractNumId w:val="10"/>
  </w:num>
  <w:num w:numId="29" w16cid:durableId="1024282673">
    <w:abstractNumId w:val="10"/>
  </w:num>
  <w:num w:numId="30" w16cid:durableId="1209024368">
    <w:abstractNumId w:val="15"/>
  </w:num>
  <w:num w:numId="31" w16cid:durableId="1283153760">
    <w:abstractNumId w:val="5"/>
  </w:num>
  <w:num w:numId="32" w16cid:durableId="697775306">
    <w:abstractNumId w:val="10"/>
  </w:num>
  <w:num w:numId="33" w16cid:durableId="174224768">
    <w:abstractNumId w:val="10"/>
  </w:num>
  <w:num w:numId="34" w16cid:durableId="719787832">
    <w:abstractNumId w:val="10"/>
  </w:num>
  <w:num w:numId="35" w16cid:durableId="283846546">
    <w:abstractNumId w:val="10"/>
  </w:num>
  <w:num w:numId="36" w16cid:durableId="1389647908">
    <w:abstractNumId w:val="10"/>
  </w:num>
  <w:num w:numId="37" w16cid:durableId="761990926">
    <w:abstractNumId w:val="10"/>
  </w:num>
  <w:num w:numId="38" w16cid:durableId="1639064528">
    <w:abstractNumId w:val="1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94458887">
    <w:abstractNumId w:val="4"/>
  </w:num>
  <w:num w:numId="40" w16cid:durableId="2125420079">
    <w:abstractNumId w:val="10"/>
    <w:lvlOverride w:ilvl="0">
      <w:startOverride w:val="3"/>
    </w:lvlOverride>
    <w:lvlOverride w:ilvl="1">
      <w:startOverride w:val="2"/>
    </w:lvlOverride>
    <w:lvlOverride w:ilvl="2">
      <w:startOverride w:val="2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7F2D"/>
    <w:rsid w:val="0003326B"/>
    <w:rsid w:val="00035D6A"/>
    <w:rsid w:val="00040B0B"/>
    <w:rsid w:val="00052CEF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85F0A"/>
    <w:rsid w:val="00193A76"/>
    <w:rsid w:val="001A6752"/>
    <w:rsid w:val="001C0FC2"/>
    <w:rsid w:val="001C298C"/>
    <w:rsid w:val="001C65F9"/>
    <w:rsid w:val="001D3AFC"/>
    <w:rsid w:val="001D68A6"/>
    <w:rsid w:val="00207DF5"/>
    <w:rsid w:val="00216193"/>
    <w:rsid w:val="002313EA"/>
    <w:rsid w:val="00247E6A"/>
    <w:rsid w:val="0025341D"/>
    <w:rsid w:val="00265DFD"/>
    <w:rsid w:val="00275474"/>
    <w:rsid w:val="00280E07"/>
    <w:rsid w:val="0029605F"/>
    <w:rsid w:val="002A2DDA"/>
    <w:rsid w:val="002C31BF"/>
    <w:rsid w:val="002C70DC"/>
    <w:rsid w:val="002D08B1"/>
    <w:rsid w:val="002D3CBC"/>
    <w:rsid w:val="002D6523"/>
    <w:rsid w:val="002E0CD7"/>
    <w:rsid w:val="002F1C54"/>
    <w:rsid w:val="003013FA"/>
    <w:rsid w:val="003071BD"/>
    <w:rsid w:val="00315CEB"/>
    <w:rsid w:val="00341DCF"/>
    <w:rsid w:val="00345739"/>
    <w:rsid w:val="00357BC6"/>
    <w:rsid w:val="00373E4B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D77CB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64E29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4201D"/>
    <w:rsid w:val="00653566"/>
    <w:rsid w:val="006550C0"/>
    <w:rsid w:val="006566F7"/>
    <w:rsid w:val="00660AD3"/>
    <w:rsid w:val="00674571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00F3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67CA0"/>
    <w:rsid w:val="00886D4B"/>
    <w:rsid w:val="008945EC"/>
    <w:rsid w:val="00895406"/>
    <w:rsid w:val="008A3568"/>
    <w:rsid w:val="008A4D2F"/>
    <w:rsid w:val="008B6021"/>
    <w:rsid w:val="008D03B9"/>
    <w:rsid w:val="008E1E86"/>
    <w:rsid w:val="008F18D6"/>
    <w:rsid w:val="008F7DFE"/>
    <w:rsid w:val="009032FF"/>
    <w:rsid w:val="00904780"/>
    <w:rsid w:val="00905DF2"/>
    <w:rsid w:val="00921DDA"/>
    <w:rsid w:val="00922385"/>
    <w:rsid w:val="009223DF"/>
    <w:rsid w:val="00936091"/>
    <w:rsid w:val="00940693"/>
    <w:rsid w:val="00940D8A"/>
    <w:rsid w:val="00942EA8"/>
    <w:rsid w:val="00950C1F"/>
    <w:rsid w:val="00962258"/>
    <w:rsid w:val="009678B7"/>
    <w:rsid w:val="00980254"/>
    <w:rsid w:val="009833E1"/>
    <w:rsid w:val="009852C4"/>
    <w:rsid w:val="00985EC7"/>
    <w:rsid w:val="009914E4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57FE"/>
    <w:rsid w:val="00A25B66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530A"/>
    <w:rsid w:val="00AB6759"/>
    <w:rsid w:val="00AD056F"/>
    <w:rsid w:val="00AD55D5"/>
    <w:rsid w:val="00AD6731"/>
    <w:rsid w:val="00AD7371"/>
    <w:rsid w:val="00AF11FA"/>
    <w:rsid w:val="00B15D0D"/>
    <w:rsid w:val="00B17679"/>
    <w:rsid w:val="00B21D0B"/>
    <w:rsid w:val="00B27209"/>
    <w:rsid w:val="00B3452A"/>
    <w:rsid w:val="00B365D2"/>
    <w:rsid w:val="00B40A03"/>
    <w:rsid w:val="00B545C1"/>
    <w:rsid w:val="00B63215"/>
    <w:rsid w:val="00B748DD"/>
    <w:rsid w:val="00B75EE1"/>
    <w:rsid w:val="00B77481"/>
    <w:rsid w:val="00B8518B"/>
    <w:rsid w:val="00BB184D"/>
    <w:rsid w:val="00BB3946"/>
    <w:rsid w:val="00BC3B85"/>
    <w:rsid w:val="00BC4DC9"/>
    <w:rsid w:val="00BD7E91"/>
    <w:rsid w:val="00BF2DD6"/>
    <w:rsid w:val="00C02D0A"/>
    <w:rsid w:val="00C03A6E"/>
    <w:rsid w:val="00C22949"/>
    <w:rsid w:val="00C35AE5"/>
    <w:rsid w:val="00C37E6D"/>
    <w:rsid w:val="00C42A1F"/>
    <w:rsid w:val="00C44F6A"/>
    <w:rsid w:val="00C47AE3"/>
    <w:rsid w:val="00C70EC1"/>
    <w:rsid w:val="00CB53B1"/>
    <w:rsid w:val="00CC6991"/>
    <w:rsid w:val="00CD1FC4"/>
    <w:rsid w:val="00D01646"/>
    <w:rsid w:val="00D21061"/>
    <w:rsid w:val="00D4108E"/>
    <w:rsid w:val="00D6163D"/>
    <w:rsid w:val="00D657AD"/>
    <w:rsid w:val="00D674A5"/>
    <w:rsid w:val="00D76037"/>
    <w:rsid w:val="00D831A3"/>
    <w:rsid w:val="00D85C5B"/>
    <w:rsid w:val="00D97370"/>
    <w:rsid w:val="00D9782E"/>
    <w:rsid w:val="00DA7ED7"/>
    <w:rsid w:val="00DB181A"/>
    <w:rsid w:val="00DB210B"/>
    <w:rsid w:val="00DB4FF9"/>
    <w:rsid w:val="00DB7CC9"/>
    <w:rsid w:val="00DC60C3"/>
    <w:rsid w:val="00DC75F3"/>
    <w:rsid w:val="00DD46F3"/>
    <w:rsid w:val="00DD533C"/>
    <w:rsid w:val="00DE56F2"/>
    <w:rsid w:val="00DF116D"/>
    <w:rsid w:val="00DF3BED"/>
    <w:rsid w:val="00E017C5"/>
    <w:rsid w:val="00E06DF4"/>
    <w:rsid w:val="00E13382"/>
    <w:rsid w:val="00E21248"/>
    <w:rsid w:val="00E55F3F"/>
    <w:rsid w:val="00E7355A"/>
    <w:rsid w:val="00E83679"/>
    <w:rsid w:val="00EA67F0"/>
    <w:rsid w:val="00EB104F"/>
    <w:rsid w:val="00EC44FE"/>
    <w:rsid w:val="00ED14BD"/>
    <w:rsid w:val="00EE5EBA"/>
    <w:rsid w:val="00EF1804"/>
    <w:rsid w:val="00F0363E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60F94"/>
    <w:rsid w:val="00F65315"/>
    <w:rsid w:val="00F659EB"/>
    <w:rsid w:val="00F867BB"/>
    <w:rsid w:val="00F86BA6"/>
    <w:rsid w:val="00F969C4"/>
    <w:rsid w:val="00FA32F8"/>
    <w:rsid w:val="00FB6D6B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iPriority w:val="9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uiPriority w:val="9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DFC84D-8313-4C99-8D36-DA86AA89CF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4bd7335-73fa-4289-ac41-e1198b3533d9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846525C-9C69-4CAE-8CF6-CB27258777A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2278</Words>
  <Characters>13443</Characters>
  <Application>Microsoft Office Word</Application>
  <DocSecurity>0</DocSecurity>
  <Lines>112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15</cp:revision>
  <cp:lastPrinted>2025-09-11T10:00:00Z</cp:lastPrinted>
  <dcterms:created xsi:type="dcterms:W3CDTF">2025-06-26T05:04:00Z</dcterms:created>
  <dcterms:modified xsi:type="dcterms:W3CDTF">2025-09-11T10:00:00Z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