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785DA6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C45197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C45197">
        <w:rPr>
          <w:b/>
          <w:color w:val="FF5200" w:themeColor="accent2"/>
          <w:sz w:val="36"/>
          <w:szCs w:val="36"/>
        </w:rPr>
        <w:t xml:space="preserve"> </w:t>
      </w:r>
      <w:r w:rsidR="0031280B" w:rsidRPr="009877FF">
        <w:rPr>
          <w:b/>
          <w:color w:val="FF5200" w:themeColor="accent2"/>
          <w:sz w:val="36"/>
          <w:szCs w:val="36"/>
        </w:rPr>
        <w:t>„</w:t>
      </w:r>
      <w:r w:rsidR="00C45197" w:rsidRPr="00C45197">
        <w:rPr>
          <w:b/>
          <w:bCs/>
          <w:color w:val="FF5200" w:themeColor="accent2"/>
          <w:sz w:val="36"/>
          <w:szCs w:val="36"/>
        </w:rPr>
        <w:t>Dodávka 4 geodetických aparatur GNSS s příslušenstvím</w:t>
      </w:r>
      <w:r w:rsidR="0031280B" w:rsidRPr="009877F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42913" w:rsidRP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</w:t>
      </w:r>
      <w:r w:rsidR="002A501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972</w:t>
      </w:r>
      <w:r w:rsid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/2025-SŽ-SŽG-SŽG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B4F657B" w14:textId="09E63159" w:rsidR="00C45197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5290078" w:history="1">
            <w:r w:rsidR="00C45197" w:rsidRPr="00F553A9">
              <w:rPr>
                <w:rStyle w:val="Hypertextovodkaz"/>
                <w:noProof/>
              </w:rPr>
              <w:t>Kapitola 1.</w:t>
            </w:r>
            <w:r w:rsidR="00C4519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45197" w:rsidRPr="00F553A9">
              <w:rPr>
                <w:rStyle w:val="Hypertextovodkaz"/>
                <w:noProof/>
              </w:rPr>
              <w:t>Základní údaje k nabídce</w:t>
            </w:r>
            <w:r w:rsidR="00C45197">
              <w:rPr>
                <w:noProof/>
                <w:webHidden/>
              </w:rPr>
              <w:tab/>
            </w:r>
            <w:r w:rsidR="00C45197">
              <w:rPr>
                <w:noProof/>
                <w:webHidden/>
              </w:rPr>
              <w:fldChar w:fldCharType="begin"/>
            </w:r>
            <w:r w:rsidR="00C45197">
              <w:rPr>
                <w:noProof/>
                <w:webHidden/>
              </w:rPr>
              <w:instrText xml:space="preserve"> PAGEREF _Toc205290078 \h </w:instrText>
            </w:r>
            <w:r w:rsidR="00C45197">
              <w:rPr>
                <w:noProof/>
                <w:webHidden/>
              </w:rPr>
            </w:r>
            <w:r w:rsidR="00C45197">
              <w:rPr>
                <w:noProof/>
                <w:webHidden/>
              </w:rPr>
              <w:fldChar w:fldCharType="separate"/>
            </w:r>
            <w:r w:rsidR="00C45197">
              <w:rPr>
                <w:noProof/>
                <w:webHidden/>
              </w:rPr>
              <w:t>2</w:t>
            </w:r>
            <w:r w:rsidR="00C45197">
              <w:rPr>
                <w:noProof/>
                <w:webHidden/>
              </w:rPr>
              <w:fldChar w:fldCharType="end"/>
            </w:r>
          </w:hyperlink>
        </w:p>
        <w:p w14:paraId="6FF4FDB7" w14:textId="181172AD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79" w:history="1">
            <w:r w:rsidRPr="00F553A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6541C" w14:textId="09AC7918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0" w:history="1">
            <w:r w:rsidRPr="00F553A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58F1E" w14:textId="107527ED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1" w:history="1">
            <w:r w:rsidRPr="00F553A9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101651" w14:textId="260D7949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2" w:history="1">
            <w:r w:rsidRPr="00F553A9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34DF8B" w14:textId="0FBEB67C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3" w:history="1">
            <w:r w:rsidRPr="00F553A9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</w:t>
            </w:r>
            <w:r w:rsidRPr="00F553A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670B83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529007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3517A4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9877FF">
        <w:rPr>
          <w:rFonts w:eastAsia="Times New Roman" w:cs="Times New Roman"/>
          <w:lang w:eastAsia="cs-CZ"/>
        </w:rPr>
        <w:t>podlimitní sektorovou veřejnou zakázk</w:t>
      </w:r>
      <w:r w:rsidR="009877FF" w:rsidRPr="009877FF">
        <w:rPr>
          <w:rFonts w:eastAsia="Times New Roman" w:cs="Times New Roman"/>
          <w:lang w:eastAsia="cs-CZ"/>
        </w:rPr>
        <w:t>u</w:t>
      </w:r>
      <w:r w:rsidRPr="009877FF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C45197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2267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A501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A501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5290079"/>
      <w:r>
        <w:lastRenderedPageBreak/>
        <w:t>Ceník</w:t>
      </w:r>
      <w:bookmarkEnd w:id="1"/>
    </w:p>
    <w:p w14:paraId="3E5E9B0F" w14:textId="5BAFD859" w:rsidR="007E5951" w:rsidRPr="002072A0" w:rsidRDefault="002072A0" w:rsidP="007E5951">
      <w:pPr>
        <w:rPr>
          <w:rStyle w:val="Siln"/>
          <w:b w:val="0"/>
          <w:bCs w:val="0"/>
        </w:rPr>
      </w:pPr>
      <w:r w:rsidRPr="009877FF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9877FF">
        <w:rPr>
          <w:rStyle w:val="Siln"/>
          <w:b w:val="0"/>
          <w:bCs w:val="0"/>
        </w:rPr>
        <w:t>2</w:t>
      </w:r>
      <w:r w:rsidRPr="009877FF">
        <w:rPr>
          <w:rStyle w:val="Siln"/>
          <w:b w:val="0"/>
          <w:bCs w:val="0"/>
        </w:rPr>
        <w:t xml:space="preserve"> (</w:t>
      </w:r>
      <w:r w:rsidRPr="009877FF">
        <w:rPr>
          <w:rStyle w:val="Siln"/>
          <w:b w:val="0"/>
          <w:bCs w:val="0"/>
          <w:i/>
          <w:iCs/>
        </w:rPr>
        <w:t xml:space="preserve">budoucí příloha č. </w:t>
      </w:r>
      <w:r w:rsidR="009877FF" w:rsidRPr="009877FF">
        <w:rPr>
          <w:rStyle w:val="Siln"/>
          <w:b w:val="0"/>
          <w:bCs w:val="0"/>
          <w:i/>
          <w:iCs/>
        </w:rPr>
        <w:t>3</w:t>
      </w:r>
      <w:r w:rsidRPr="009877FF">
        <w:rPr>
          <w:rStyle w:val="Siln"/>
          <w:b w:val="0"/>
          <w:bCs w:val="0"/>
          <w:i/>
          <w:iCs/>
        </w:rPr>
        <w:t xml:space="preserve"> Závazného vzoru smlouvy</w:t>
      </w:r>
      <w:r w:rsidRPr="009877FF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5290080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5290081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529008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5290083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292179AC" w:rsidR="002126E7" w:rsidRDefault="002126E7" w:rsidP="00C45197">
      <w:pPr>
        <w:spacing w:after="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806F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478E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E7441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EAD93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2CF8D9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F18ED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04FB9" w14:textId="77777777" w:rsidR="00595116" w:rsidRDefault="00595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94C4" w14:textId="77777777" w:rsidR="00595116" w:rsidRDefault="00595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750548829" name="Obrázek 7505488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04A1D" w14:textId="77777777" w:rsidR="00595116" w:rsidRDefault="0059511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1E5E" w14:textId="77777777" w:rsidR="00595116" w:rsidRDefault="00595116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4398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A501B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6B67"/>
    <w:rsid w:val="003956C6"/>
    <w:rsid w:val="003B596F"/>
    <w:rsid w:val="003E2FB9"/>
    <w:rsid w:val="00427650"/>
    <w:rsid w:val="00441430"/>
    <w:rsid w:val="00450F07"/>
    <w:rsid w:val="00453365"/>
    <w:rsid w:val="00453CD3"/>
    <w:rsid w:val="00460660"/>
    <w:rsid w:val="004630BC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95116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87D22"/>
    <w:rsid w:val="006A5570"/>
    <w:rsid w:val="006A689C"/>
    <w:rsid w:val="006B3D79"/>
    <w:rsid w:val="006C2F26"/>
    <w:rsid w:val="006D07F2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16A4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547EC"/>
    <w:rsid w:val="00962258"/>
    <w:rsid w:val="009678B7"/>
    <w:rsid w:val="009771C9"/>
    <w:rsid w:val="009833E1"/>
    <w:rsid w:val="009877FF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2913"/>
    <w:rsid w:val="00C44F6A"/>
    <w:rsid w:val="00C45197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6DF4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67DB1"/>
    <w:rsid w:val="00E85D44"/>
    <w:rsid w:val="00EA29E7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24bd7335-73fa-4289-ac41-e1198b3533d9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1147</Words>
  <Characters>6774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3</cp:revision>
  <cp:lastPrinted>2025-06-26T07:09:00Z</cp:lastPrinted>
  <dcterms:created xsi:type="dcterms:W3CDTF">2025-08-05T10:41:00Z</dcterms:created>
  <dcterms:modified xsi:type="dcterms:W3CDTF">2025-09-01T11:29:00Z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