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434D3128" w:rsidR="009B6D48" w:rsidRPr="0060530D" w:rsidRDefault="002845DF" w:rsidP="009B6D48">
      <w:bookmarkStart w:id="0" w:name="_Toc157504217"/>
      <w:r w:rsidRPr="0060530D">
        <w:t xml:space="preserve">Příloha č. 2 Výzvy k podání nabídky a </w:t>
      </w:r>
      <w:r w:rsidR="009B6D48" w:rsidRPr="0060530D">
        <w:t xml:space="preserve">Příloha č. </w:t>
      </w:r>
      <w:r w:rsidR="00EF06A3">
        <w:t>2</w:t>
      </w:r>
      <w:r w:rsidR="009B6D48" w:rsidRPr="0060530D">
        <w:t xml:space="preserve"> </w:t>
      </w:r>
      <w:r w:rsidR="005E71DC" w:rsidRPr="0060530D">
        <w:t>Rámcové dohody</w:t>
      </w:r>
    </w:p>
    <w:bookmarkEnd w:id="0"/>
    <w:p w14:paraId="6BFE803C" w14:textId="1D8A74DC" w:rsidR="00682FCE" w:rsidRPr="00682FCE" w:rsidRDefault="005E71DC" w:rsidP="00682FCE">
      <w:pPr>
        <w:pStyle w:val="Nadpis2"/>
        <w:rPr>
          <w:rStyle w:val="Siln"/>
          <w:rFonts w:ascii="Verdana" w:hAnsi="Verdana"/>
          <w:b/>
          <w:bCs/>
          <w:sz w:val="28"/>
        </w:rPr>
        <w:sectPr w:rsidR="00682FCE" w:rsidRPr="00682FCE" w:rsidSect="00682FCE">
          <w:footerReference w:type="first" r:id="rId9"/>
          <w:type w:val="continuous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0060530D">
        <w:t>Ceník</w:t>
      </w:r>
      <w:bookmarkStart w:id="1" w:name="_Toc157504218"/>
      <w:bookmarkEnd w:id="1"/>
    </w:p>
    <w:bookmarkStart w:id="2" w:name="_MON_1809860696"/>
    <w:bookmarkEnd w:id="2"/>
    <w:p w14:paraId="2BFA1C03" w14:textId="7945208B" w:rsidR="00682FCE" w:rsidRPr="00682FCE" w:rsidRDefault="000E7E31" w:rsidP="00682FCE">
      <w:pPr>
        <w:keepNext/>
        <w:rPr>
          <w:rStyle w:val="Siln"/>
          <w:highlight w:val="yellow"/>
        </w:rPr>
        <w:sectPr w:rsidR="00682FCE" w:rsidRPr="00682FCE" w:rsidSect="00682FCE">
          <w:type w:val="continuous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>
        <w:rPr>
          <w:rStyle w:val="Siln"/>
        </w:rPr>
        <w:object w:dxaOrig="8916" w:dyaOrig="2454" w14:anchorId="6FCB9A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122.25pt" o:ole="">
            <v:imagedata r:id="rId10" o:title=""/>
          </v:shape>
          <o:OLEObject Type="Embed" ProgID="Excel.Sheet.12" ShapeID="_x0000_i1025" DrawAspect="Content" ObjectID="_1815466042" r:id="rId11"/>
        </w:object>
      </w:r>
    </w:p>
    <w:p w14:paraId="65BD3ECC" w14:textId="20DF982E" w:rsidR="008F34F0" w:rsidRPr="004702AA" w:rsidRDefault="008F34F0" w:rsidP="004702AA">
      <w:pPr>
        <w:rPr>
          <w:rFonts w:asciiTheme="minorHAnsi" w:hAnsiTheme="minorHAnsi"/>
          <w:b/>
          <w:bCs/>
        </w:rPr>
        <w:sectPr w:rsidR="008F34F0" w:rsidRPr="004702AA" w:rsidSect="00682FCE">
          <w:type w:val="continuous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6FBD763" w14:textId="77777777" w:rsidR="003727EC" w:rsidRDefault="003727EC" w:rsidP="00682FCE"/>
    <w:sectPr w:rsidR="003727EC" w:rsidSect="00682FCE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A821A" w14:textId="77777777" w:rsidR="00E91968" w:rsidRDefault="00E91968" w:rsidP="00E83903">
      <w:pPr>
        <w:spacing w:before="0" w:after="0" w:line="240" w:lineRule="auto"/>
      </w:pPr>
      <w:r>
        <w:separator/>
      </w:r>
    </w:p>
  </w:endnote>
  <w:endnote w:type="continuationSeparator" w:id="0">
    <w:p w14:paraId="136FC662" w14:textId="77777777" w:rsidR="00E91968" w:rsidRDefault="00E91968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5937E" w14:textId="77777777" w:rsidR="00E91968" w:rsidRDefault="00E91968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62BE796" w14:textId="77777777" w:rsidR="00E91968" w:rsidRDefault="00E91968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E7E31"/>
    <w:rsid w:val="00127826"/>
    <w:rsid w:val="001F02C7"/>
    <w:rsid w:val="002845DF"/>
    <w:rsid w:val="003727EC"/>
    <w:rsid w:val="004702AA"/>
    <w:rsid w:val="005E71DC"/>
    <w:rsid w:val="0060530D"/>
    <w:rsid w:val="00682FCE"/>
    <w:rsid w:val="00790F3D"/>
    <w:rsid w:val="007E252E"/>
    <w:rsid w:val="0080301E"/>
    <w:rsid w:val="008F34F0"/>
    <w:rsid w:val="009B6D48"/>
    <w:rsid w:val="00BB355F"/>
    <w:rsid w:val="00BF6A6B"/>
    <w:rsid w:val="00E83903"/>
    <w:rsid w:val="00E91968"/>
    <w:rsid w:val="00EF06A3"/>
    <w:rsid w:val="00F01E59"/>
    <w:rsid w:val="00F0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.xlsx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Brandejsová Martina, Mgr.</cp:lastModifiedBy>
  <cp:revision>9</cp:revision>
  <dcterms:created xsi:type="dcterms:W3CDTF">2024-02-05T09:54:00Z</dcterms:created>
  <dcterms:modified xsi:type="dcterms:W3CDTF">2025-07-31T09:21:00Z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