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B5176B4" w:rsidR="008B1A2C" w:rsidRPr="00D935D2" w:rsidRDefault="008B1A2C" w:rsidP="00D935D2">
      <w:pPr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460571">
        <w:rPr>
          <w:b/>
          <w:color w:val="FF5200" w:themeColor="accent2"/>
          <w:sz w:val="36"/>
          <w:szCs w:val="36"/>
        </w:rPr>
        <w:t>„</w:t>
      </w:r>
      <w:r w:rsidR="00460571" w:rsidRPr="00460571">
        <w:rPr>
          <w:b/>
          <w:color w:val="FF5200" w:themeColor="accent2"/>
          <w:sz w:val="36"/>
          <w:szCs w:val="36"/>
        </w:rPr>
        <w:t>Centrální znalec na kolejová vozidla</w:t>
      </w:r>
      <w:r w:rsidR="0031280B" w:rsidRPr="00460571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D935D2">
        <w:rPr>
          <w:b/>
          <w:color w:val="FF5200" w:themeColor="accent2"/>
          <w:sz w:val="36"/>
          <w:szCs w:val="36"/>
        </w:rPr>
        <w:t xml:space="preserve">pod </w:t>
      </w:r>
      <w:r w:rsidR="000128D4" w:rsidRPr="00D935D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D935D2" w:rsidRPr="00D935D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63446/2025-SŽ-GŘ-O25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15F2E8DB" w14:textId="7A92BBD4" w:rsidR="00CE1B43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04689140" w:history="1">
            <w:r w:rsidR="00CE1B43" w:rsidRPr="005A77B3">
              <w:rPr>
                <w:rStyle w:val="Hypertextovodkaz"/>
                <w:noProof/>
              </w:rPr>
              <w:t>Kapitola 1.</w:t>
            </w:r>
            <w:r w:rsidR="00CE1B4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E1B43" w:rsidRPr="005A77B3">
              <w:rPr>
                <w:rStyle w:val="Hypertextovodkaz"/>
                <w:noProof/>
              </w:rPr>
              <w:t>Základní údaje k nabídce</w:t>
            </w:r>
            <w:r w:rsidR="00CE1B43">
              <w:rPr>
                <w:noProof/>
                <w:webHidden/>
              </w:rPr>
              <w:tab/>
            </w:r>
            <w:r w:rsidR="00CE1B43">
              <w:rPr>
                <w:noProof/>
                <w:webHidden/>
              </w:rPr>
              <w:fldChar w:fldCharType="begin"/>
            </w:r>
            <w:r w:rsidR="00CE1B43">
              <w:rPr>
                <w:noProof/>
                <w:webHidden/>
              </w:rPr>
              <w:instrText xml:space="preserve"> PAGEREF _Toc204689140 \h </w:instrText>
            </w:r>
            <w:r w:rsidR="00CE1B43">
              <w:rPr>
                <w:noProof/>
                <w:webHidden/>
              </w:rPr>
            </w:r>
            <w:r w:rsidR="00CE1B43">
              <w:rPr>
                <w:noProof/>
                <w:webHidden/>
              </w:rPr>
              <w:fldChar w:fldCharType="separate"/>
            </w:r>
            <w:r w:rsidR="00CE1B43">
              <w:rPr>
                <w:noProof/>
                <w:webHidden/>
              </w:rPr>
              <w:t>2</w:t>
            </w:r>
            <w:r w:rsidR="00CE1B43">
              <w:rPr>
                <w:noProof/>
                <w:webHidden/>
              </w:rPr>
              <w:fldChar w:fldCharType="end"/>
            </w:r>
          </w:hyperlink>
        </w:p>
        <w:p w14:paraId="22DBD6B4" w14:textId="326541ED" w:rsidR="00CE1B43" w:rsidRDefault="00CE1B4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9141" w:history="1">
            <w:r w:rsidRPr="005A77B3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A77B3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_Toc204689141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C87342" w14:textId="76C66C21" w:rsidR="00CE1B43" w:rsidRDefault="00CE1B4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9142" w:history="1">
            <w:r w:rsidRPr="005A77B3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A77B3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_Toc204689142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FA89D6" w14:textId="6D9324FA" w:rsidR="00CE1B43" w:rsidRDefault="00CE1B4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9143" w:history="1">
            <w:r w:rsidRPr="005A77B3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A77B3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_Toc204689143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86AEEF" w14:textId="7E53ABEE" w:rsidR="00CE1B43" w:rsidRDefault="00CE1B4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9144" w:history="1">
            <w:r w:rsidRPr="005A77B3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A77B3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_Toc204689144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F1D8A5" w14:textId="3C1D91D1" w:rsidR="00CE1B43" w:rsidRDefault="00CE1B4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9145" w:history="1">
            <w:r w:rsidRPr="005A77B3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A77B3">
              <w:rPr>
                <w:rStyle w:val="Hypertextovodkaz"/>
                <w:noProof/>
              </w:rPr>
              <w:t>Čestné</w:t>
            </w:r>
            <w:r w:rsidRPr="005A77B3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_Toc204689145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111945" w14:textId="3EA22B76" w:rsidR="00CE1B43" w:rsidRDefault="00CE1B4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89146" w:history="1">
            <w:r w:rsidRPr="005A77B3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A77B3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_Toc204689146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6103320C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04689140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1D512932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460571">
        <w:t xml:space="preserve">jako </w:t>
      </w:r>
      <w:r w:rsidR="000128D4" w:rsidRPr="00460571">
        <w:rPr>
          <w:rFonts w:eastAsia="Times New Roman" w:cs="Times New Roman"/>
          <w:lang w:eastAsia="cs-CZ"/>
        </w:rPr>
        <w:t>podlimitní sektorovou veřejnou zakázku</w:t>
      </w:r>
      <w:r w:rsidRPr="00460571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1F60D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1F60D1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04689141"/>
      <w:r>
        <w:lastRenderedPageBreak/>
        <w:t>Ceník</w:t>
      </w:r>
      <w:bookmarkEnd w:id="1"/>
    </w:p>
    <w:p w14:paraId="3E5E9B0F" w14:textId="6A910933" w:rsidR="007E5951" w:rsidRPr="002072A0" w:rsidRDefault="002072A0" w:rsidP="007E5951">
      <w:pPr>
        <w:rPr>
          <w:rStyle w:val="Siln"/>
          <w:b w:val="0"/>
          <w:bCs w:val="0"/>
        </w:rPr>
      </w:pPr>
      <w:r w:rsidRPr="00460571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460571">
        <w:rPr>
          <w:rStyle w:val="Siln"/>
          <w:b w:val="0"/>
          <w:bCs w:val="0"/>
        </w:rPr>
        <w:t>2</w:t>
      </w:r>
      <w:r w:rsidRPr="00460571">
        <w:rPr>
          <w:rStyle w:val="Siln"/>
          <w:b w:val="0"/>
          <w:bCs w:val="0"/>
        </w:rPr>
        <w:t xml:space="preserve"> (</w:t>
      </w:r>
      <w:r w:rsidRPr="00460571">
        <w:rPr>
          <w:rStyle w:val="Siln"/>
          <w:b w:val="0"/>
          <w:bCs w:val="0"/>
          <w:i/>
          <w:iCs/>
        </w:rPr>
        <w:t xml:space="preserve">budoucí příloha č. </w:t>
      </w:r>
      <w:r w:rsidR="001F60D1">
        <w:rPr>
          <w:rStyle w:val="Siln"/>
          <w:b w:val="0"/>
          <w:bCs w:val="0"/>
          <w:i/>
          <w:iCs/>
        </w:rPr>
        <w:t>2</w:t>
      </w:r>
      <w:r w:rsidRPr="00460571">
        <w:rPr>
          <w:rStyle w:val="Siln"/>
          <w:b w:val="0"/>
          <w:bCs w:val="0"/>
          <w:i/>
          <w:iCs/>
        </w:rPr>
        <w:t xml:space="preserve"> </w:t>
      </w:r>
      <w:r w:rsidR="001E0266" w:rsidRPr="00460571">
        <w:rPr>
          <w:rStyle w:val="Siln"/>
          <w:b w:val="0"/>
          <w:bCs w:val="0"/>
          <w:i/>
          <w:iCs/>
        </w:rPr>
        <w:t>Závazného vzoru rámcové dohody</w:t>
      </w:r>
      <w:r w:rsidRPr="00460571">
        <w:rPr>
          <w:rStyle w:val="Siln"/>
          <w:b w:val="0"/>
          <w:bCs w:val="0"/>
        </w:rPr>
        <w:t>)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6"/>
          <w:footerReference w:type="first" r:id="rId17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04689142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8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0468914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04689144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04689145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62881BE9" w:rsidR="00E85D44" w:rsidRPr="00E85D44" w:rsidRDefault="00CE1B43" w:rsidP="00E85D44">
      <w:pPr>
        <w:pStyle w:val="Nadpis2"/>
      </w:pPr>
      <w:bookmarkStart w:id="6" w:name="_Toc204689146"/>
      <w:r>
        <w:t>Seznam osob</w:t>
      </w:r>
      <w:bookmarkEnd w:id="6"/>
    </w:p>
    <w:p w14:paraId="2245AC89" w14:textId="77777777" w:rsidR="00CE1B43" w:rsidRDefault="006E73DC" w:rsidP="00CE1B43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</w:t>
      </w:r>
      <w:r w:rsidR="00CE1B43">
        <w:rPr>
          <w:lang w:eastAsia="cs-CZ"/>
        </w:rPr>
        <w:t xml:space="preserve">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CE1B43" w14:paraId="7BD76124" w14:textId="77777777" w:rsidTr="00A312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  <w:shd w:val="clear" w:color="auto" w:fill="auto"/>
          </w:tcPr>
          <w:p w14:paraId="65F8CB40" w14:textId="77777777" w:rsidR="00CE1B43" w:rsidRPr="00A127F3" w:rsidRDefault="00CE1B43" w:rsidP="00A31291">
            <w:pPr>
              <w:rPr>
                <w:rFonts w:eastAsia="Times New Roman" w:cs="Times New Roman"/>
                <w:lang w:eastAsia="cs-CZ"/>
              </w:rPr>
            </w:pPr>
            <w:r w:rsidRPr="00A127F3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51" w:type="dxa"/>
            <w:shd w:val="clear" w:color="auto" w:fill="auto"/>
          </w:tcPr>
          <w:p w14:paraId="149A3B08" w14:textId="77777777" w:rsidR="00CE1B43" w:rsidRPr="00D21FA4" w:rsidRDefault="00CE1B43" w:rsidP="00A3129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D21FA4">
              <w:rPr>
                <w:rFonts w:eastAsia="Times New Roman" w:cs="Times New Roman"/>
                <w:highlight w:val="green"/>
                <w:lang w:eastAsia="cs-CZ"/>
              </w:rPr>
              <w:t>Jméno a příjmení</w:t>
            </w:r>
          </w:p>
        </w:tc>
      </w:tr>
      <w:tr w:rsidR="00CE1B43" w14:paraId="79AC8637" w14:textId="77777777" w:rsidTr="00A312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14:paraId="10B6ADF9" w14:textId="1EC70078" w:rsidR="00CE1B43" w:rsidRPr="00A127F3" w:rsidRDefault="00D419ED" w:rsidP="00A31291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Z</w:t>
            </w:r>
            <w:r w:rsidR="00CE1B43">
              <w:rPr>
                <w:rFonts w:eastAsia="Times New Roman" w:cs="Times New Roman"/>
                <w:lang w:eastAsia="cs-CZ"/>
              </w:rPr>
              <w:t>nalec</w:t>
            </w:r>
          </w:p>
        </w:tc>
        <w:tc>
          <w:tcPr>
            <w:tcW w:w="4351" w:type="dxa"/>
          </w:tcPr>
          <w:p w14:paraId="4B3CE1BA" w14:textId="77777777" w:rsidR="00CE1B43" w:rsidRPr="00D21FA4" w:rsidRDefault="00CE1B43" w:rsidP="00A312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CE1B43" w14:paraId="7CEE25AC" w14:textId="77777777" w:rsidTr="00A312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183D262C" w14:textId="77777777" w:rsidR="00CE1B43" w:rsidRPr="00D21FA4" w:rsidRDefault="00CE1B43" w:rsidP="00A31291">
            <w:pPr>
              <w:tabs>
                <w:tab w:val="num" w:pos="360"/>
              </w:tabs>
              <w:rPr>
                <w:rFonts w:eastAsia="Times New Roman" w:cs="Times New Roman"/>
                <w:highlight w:val="green"/>
                <w:lang w:eastAsia="cs-CZ"/>
              </w:rPr>
            </w:pPr>
            <w:r w:rsidRPr="00D21FA4">
              <w:rPr>
                <w:rFonts w:eastAsia="Times New Roman" w:cs="Times New Roman"/>
                <w:highlight w:val="green"/>
                <w:lang w:eastAsia="cs-CZ"/>
              </w:rPr>
              <w:t xml:space="preserve">Pozn. V případě, že dodavatel uvede více členů realizačního týmu, upraví dodavatel tabulku dle potřeby. </w:t>
            </w:r>
          </w:p>
        </w:tc>
      </w:tr>
      <w:tr w:rsidR="00CE1B43" w14:paraId="397214C7" w14:textId="77777777" w:rsidTr="00A312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7282075" w14:textId="77777777" w:rsidR="00CE1B43" w:rsidRDefault="00CE1B43" w:rsidP="00A31291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6893DBD3" w14:textId="77777777" w:rsidR="00CE1B43" w:rsidRPr="00D21FA4" w:rsidRDefault="00CE1B43" w:rsidP="00CE1B43">
      <w:pPr>
        <w:rPr>
          <w:highlight w:val="green"/>
          <w:lang w:eastAsia="cs-CZ"/>
        </w:rPr>
      </w:pPr>
      <w:r w:rsidRPr="00D21FA4">
        <w:rPr>
          <w:highlight w:val="green"/>
          <w:lang w:eastAsia="cs-CZ"/>
        </w:rPr>
        <w:t>Přílohy:</w:t>
      </w:r>
    </w:p>
    <w:p w14:paraId="41191933" w14:textId="0B459543" w:rsidR="00CE1B43" w:rsidRPr="00CE1B43" w:rsidRDefault="00CE1B43" w:rsidP="00CE1B43">
      <w:pPr>
        <w:rPr>
          <w:highlight w:val="green"/>
          <w:lang w:eastAsia="cs-CZ"/>
        </w:rPr>
      </w:pPr>
      <w:r>
        <w:rPr>
          <w:highlight w:val="green"/>
          <w:lang w:eastAsia="cs-CZ"/>
        </w:rPr>
        <w:t xml:space="preserve">Výpis </w:t>
      </w:r>
      <w:r w:rsidRPr="00CE1B43">
        <w:rPr>
          <w:highlight w:val="green"/>
        </w:rPr>
        <w:t xml:space="preserve">ze seznamu znalců, tlumočníků a překladatelů vedeného Ministerstvem spravedlnosti v oboru „ekonomika“, odvětví „ceny a odhady“ </w:t>
      </w:r>
      <w:r w:rsidRPr="00CE1B43">
        <w:rPr>
          <w:rFonts w:ascii="Verdana" w:eastAsia="Verdana" w:hAnsi="Verdana" w:cs="Verdana"/>
          <w:color w:val="000000"/>
          <w:highlight w:val="green"/>
        </w:rPr>
        <w:t>specializace „železniční kolejová vozidla“, „drážní vozidla hnací, hnaná, speciální, traťové stroje a mechanismy“, „drážní vozidla včetně tramvají a drážní zařízení“ nebo obdobná</w:t>
      </w:r>
      <w:r w:rsidRPr="00CE1B43">
        <w:rPr>
          <w:highlight w:val="green"/>
          <w:lang w:eastAsia="cs-CZ"/>
        </w:rPr>
        <w:t xml:space="preserve"> </w:t>
      </w:r>
    </w:p>
    <w:p w14:paraId="71002640" w14:textId="4615BBA9" w:rsidR="00E85D44" w:rsidRDefault="00E85D44" w:rsidP="00471B29">
      <w:pPr>
        <w:rPr>
          <w:lang w:eastAsia="cs-CZ"/>
        </w:rPr>
      </w:pP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B406EAF" w14:textId="77777777" w:rsidR="00CE1B43" w:rsidRDefault="00CE1B43" w:rsidP="00A134A1">
      <w:pPr>
        <w:spacing w:before="1200"/>
        <w:rPr>
          <w:lang w:eastAsia="cs-CZ"/>
        </w:rPr>
      </w:pPr>
    </w:p>
    <w:p w14:paraId="329023C5" w14:textId="77777777" w:rsidR="00CE1B43" w:rsidRDefault="00CE1B43" w:rsidP="00A134A1">
      <w:pPr>
        <w:spacing w:before="1200"/>
        <w:rPr>
          <w:lang w:eastAsia="cs-CZ"/>
        </w:rPr>
      </w:pPr>
    </w:p>
    <w:p w14:paraId="7B757E48" w14:textId="77777777" w:rsidR="00CE1B43" w:rsidRDefault="00CE1B43" w:rsidP="00A134A1">
      <w:pPr>
        <w:spacing w:before="1200"/>
        <w:rPr>
          <w:lang w:eastAsia="cs-CZ"/>
        </w:rPr>
      </w:pPr>
    </w:p>
    <w:p w14:paraId="27C7C4C7" w14:textId="77777777" w:rsidR="00CE1B43" w:rsidRDefault="00CE1B43" w:rsidP="00A134A1">
      <w:pPr>
        <w:spacing w:before="1200"/>
        <w:rPr>
          <w:lang w:eastAsia="cs-CZ"/>
        </w:rPr>
      </w:pPr>
    </w:p>
    <w:p w14:paraId="3F6E4F24" w14:textId="77777777" w:rsidR="00CE1B43" w:rsidRDefault="00CE1B43" w:rsidP="00A134A1">
      <w:pPr>
        <w:spacing w:before="1200"/>
        <w:rPr>
          <w:lang w:eastAsia="cs-CZ"/>
        </w:rPr>
      </w:pPr>
    </w:p>
    <w:p w14:paraId="0B34B067" w14:textId="711F1F3C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4A83" w14:textId="77777777" w:rsidR="00A55271" w:rsidRDefault="00A55271" w:rsidP="00962258">
      <w:pPr>
        <w:spacing w:after="0" w:line="240" w:lineRule="auto"/>
      </w:pPr>
      <w:r>
        <w:separator/>
      </w:r>
    </w:p>
  </w:endnote>
  <w:endnote w:type="continuationSeparator" w:id="0">
    <w:p w14:paraId="3C7E105F" w14:textId="77777777" w:rsidR="00A55271" w:rsidRDefault="00A5527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2EB97" w14:textId="77777777" w:rsidR="00A55271" w:rsidRDefault="00A55271" w:rsidP="00962258">
      <w:pPr>
        <w:spacing w:after="0" w:line="240" w:lineRule="auto"/>
      </w:pPr>
      <w:r>
        <w:separator/>
      </w:r>
    </w:p>
  </w:footnote>
  <w:footnote w:type="continuationSeparator" w:id="0">
    <w:p w14:paraId="350295B9" w14:textId="77777777" w:rsidR="00A55271" w:rsidRDefault="00A55271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20134" w14:textId="182F2CA0" w:rsidR="00CE1B43" w:rsidRDefault="00CE1B4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A6A77" w14:textId="45DBB157" w:rsidR="00CE1B43" w:rsidRDefault="00CE1B4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66FE53A4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26856848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D478A"/>
    <w:rsid w:val="001E0266"/>
    <w:rsid w:val="001F49FF"/>
    <w:rsid w:val="001F60D1"/>
    <w:rsid w:val="002038F3"/>
    <w:rsid w:val="002072A0"/>
    <w:rsid w:val="00207DF5"/>
    <w:rsid w:val="002126E7"/>
    <w:rsid w:val="002243A8"/>
    <w:rsid w:val="00225620"/>
    <w:rsid w:val="002305E9"/>
    <w:rsid w:val="0023070F"/>
    <w:rsid w:val="00242195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A08B7"/>
    <w:rsid w:val="003B596F"/>
    <w:rsid w:val="003E2FB9"/>
    <w:rsid w:val="00427650"/>
    <w:rsid w:val="00441430"/>
    <w:rsid w:val="00450F07"/>
    <w:rsid w:val="00453CD3"/>
    <w:rsid w:val="00460571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0DC8"/>
    <w:rsid w:val="00936091"/>
    <w:rsid w:val="00940D8A"/>
    <w:rsid w:val="009605C1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5175C"/>
    <w:rsid w:val="00A55271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E1B43"/>
    <w:rsid w:val="00CF53B5"/>
    <w:rsid w:val="00D21061"/>
    <w:rsid w:val="00D247B3"/>
    <w:rsid w:val="00D4108E"/>
    <w:rsid w:val="00D419ED"/>
    <w:rsid w:val="00D6163D"/>
    <w:rsid w:val="00D73D46"/>
    <w:rsid w:val="00D831A3"/>
    <w:rsid w:val="00D935D2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B69CB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zakonyprolidi.cz/cs/2016-134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9</Pages>
  <Words>1269</Words>
  <Characters>7491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Brandejsová Martina, Mgr.</cp:lastModifiedBy>
  <cp:revision>42</cp:revision>
  <cp:lastPrinted>2023-10-05T09:40:00Z</cp:lastPrinted>
  <dcterms:created xsi:type="dcterms:W3CDTF">2023-08-21T11:49:00Z</dcterms:created>
  <dcterms:modified xsi:type="dcterms:W3CDTF">2025-08-15T13:01:00Z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