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E0A55" w14:textId="3B6EFCB3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86020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60207" w:rsidRPr="00860207">
        <w:rPr>
          <w:rFonts w:asciiTheme="majorHAnsi" w:eastAsia="Times New Roman" w:hAnsiTheme="majorHAnsi" w:cs="Times New Roman"/>
          <w:lang w:eastAsia="cs-CZ"/>
        </w:rPr>
        <w:t xml:space="preserve">3 </w:t>
      </w:r>
      <w:r w:rsidR="00DD29C3" w:rsidRPr="00860207">
        <w:rPr>
          <w:rFonts w:asciiTheme="majorHAnsi" w:eastAsia="Times New Roman" w:hAnsiTheme="majorHAnsi" w:cs="Times New Roman"/>
          <w:lang w:eastAsia="cs-CZ"/>
        </w:rPr>
        <w:t>Smlouvy</w:t>
      </w:r>
    </w:p>
    <w:p w14:paraId="6A2F3246" w14:textId="77777777" w:rsidR="00DD29C3" w:rsidRPr="001B4F7D" w:rsidRDefault="00DD29C3" w:rsidP="000523EF">
      <w:pPr>
        <w:pStyle w:val="Nadpis1"/>
        <w:rPr>
          <w:rFonts w:eastAsia="Times New Roman"/>
          <w:color w:val="FF5200" w:themeColor="accent2"/>
          <w:sz w:val="36"/>
          <w:lang w:eastAsia="cs-CZ"/>
        </w:rPr>
      </w:pPr>
      <w:r w:rsidRPr="001B4F7D">
        <w:rPr>
          <w:rFonts w:eastAsia="Times New Roman"/>
          <w:color w:val="FF5200" w:themeColor="accent2"/>
          <w:sz w:val="36"/>
          <w:lang w:eastAsia="cs-CZ"/>
        </w:rPr>
        <w:t>Poddodavatelé</w:t>
      </w:r>
    </w:p>
    <w:p w14:paraId="2FA887A4" w14:textId="77777777" w:rsidR="00DD29C3" w:rsidRPr="001B629E" w:rsidRDefault="00DD5457" w:rsidP="003E5EBA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6F685ABE" w14:textId="77777777" w:rsidR="00DD29C3" w:rsidRPr="001B629E" w:rsidRDefault="00DD29C3" w:rsidP="003E5EBA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/ </w:t>
      </w:r>
    </w:p>
    <w:p w14:paraId="116E25C2" w14:textId="77777777" w:rsidR="00DD29C3" w:rsidRPr="001B629E" w:rsidRDefault="00DD5457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4B75DD23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9AB4B55" w14:textId="77777777" w:rsidR="00DD29C3" w:rsidRPr="001B629E" w:rsidRDefault="00DD29C3" w:rsidP="000523EF">
            <w:pPr>
              <w:rPr>
                <w:szCs w:val="18"/>
              </w:rPr>
            </w:pPr>
            <w:r w:rsidRPr="00DB175D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B9D2C4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03B158B7" w14:textId="77777777" w:rsidR="00DD29C3" w:rsidRPr="001B629E" w:rsidRDefault="00DD29C3" w:rsidP="000523EF">
            <w:pPr>
              <w:rPr>
                <w:szCs w:val="18"/>
              </w:rPr>
            </w:pPr>
            <w:r w:rsidRPr="001B629E">
              <w:t xml:space="preserve">Část Plnění dle Smlouvy prováděná </w:t>
            </w:r>
            <w:r w:rsidRPr="000523EF">
              <w:rPr>
                <w:rFonts w:cstheme="minorBidi"/>
              </w:rPr>
              <w:t>prostřednictvím</w:t>
            </w:r>
            <w:r w:rsidRPr="001B629E">
              <w:t xml:space="preserve">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5A52585" w14:textId="77777777" w:rsidR="00DD29C3" w:rsidRPr="001B629E" w:rsidRDefault="00DD29C3" w:rsidP="00052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636A7D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099E7640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7B81B73" w14:textId="77777777" w:rsidR="00DD29C3" w:rsidRPr="001B629E" w:rsidRDefault="00DD29C3" w:rsidP="000523E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D01D03D" w14:textId="77777777" w:rsidR="00DD29C3" w:rsidRPr="001B629E" w:rsidRDefault="00DD29C3" w:rsidP="000523E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636A7D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</w:p>
        </w:tc>
      </w:tr>
    </w:tbl>
    <w:p w14:paraId="1F2B30AC" w14:textId="77777777" w:rsidR="00DD29C3" w:rsidRPr="001B629E" w:rsidRDefault="00DD29C3" w:rsidP="003E5EBA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>
        <w:rPr>
          <w:highlight w:val="green"/>
          <w:lang w:eastAsia="cs-CZ"/>
        </w:rPr>
        <w:t>P</w:t>
      </w:r>
      <w:r w:rsidR="00636A7D">
        <w:rPr>
          <w:highlight w:val="green"/>
          <w:lang w:eastAsia="cs-CZ"/>
        </w:rPr>
        <w:t>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636A7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56F6EB88" w14:textId="77777777" w:rsidR="009F392E" w:rsidRDefault="009F392E" w:rsidP="00DD29C3"/>
    <w:p w14:paraId="5F8748EC" w14:textId="77777777" w:rsidR="00250895" w:rsidRPr="00250895" w:rsidRDefault="00250895" w:rsidP="00250895"/>
    <w:p w14:paraId="419169A3" w14:textId="77777777" w:rsidR="00250895" w:rsidRPr="00250895" w:rsidRDefault="00250895" w:rsidP="00250895"/>
    <w:p w14:paraId="2D5E208D" w14:textId="77777777" w:rsidR="00250895" w:rsidRPr="00250895" w:rsidRDefault="00250895" w:rsidP="00250895"/>
    <w:p w14:paraId="7D39689B" w14:textId="77777777" w:rsidR="00250895" w:rsidRPr="00250895" w:rsidRDefault="00250895" w:rsidP="00250895"/>
    <w:p w14:paraId="23B1CE0F" w14:textId="77777777" w:rsidR="00250895" w:rsidRPr="00250895" w:rsidRDefault="00250895" w:rsidP="00250895"/>
    <w:p w14:paraId="2A56E2EE" w14:textId="77777777" w:rsidR="00250895" w:rsidRPr="00250895" w:rsidRDefault="00250895" w:rsidP="00250895"/>
    <w:p w14:paraId="2B48BC5C" w14:textId="77777777" w:rsidR="00250895" w:rsidRPr="00250895" w:rsidRDefault="00250895" w:rsidP="00250895"/>
    <w:p w14:paraId="59793F0C" w14:textId="77777777" w:rsidR="00250895" w:rsidRPr="00250895" w:rsidRDefault="00250895" w:rsidP="00250895"/>
    <w:p w14:paraId="628666C4" w14:textId="77777777" w:rsidR="00250895" w:rsidRPr="00250895" w:rsidRDefault="00250895" w:rsidP="00250895"/>
    <w:p w14:paraId="6CC641A2" w14:textId="77777777" w:rsidR="00250895" w:rsidRPr="00250895" w:rsidRDefault="00250895" w:rsidP="00250895"/>
    <w:p w14:paraId="3FC7B883" w14:textId="77777777" w:rsidR="00250895" w:rsidRPr="00250895" w:rsidRDefault="00250895" w:rsidP="00250895"/>
    <w:p w14:paraId="17494F55" w14:textId="77777777" w:rsidR="00250895" w:rsidRPr="00250895" w:rsidRDefault="00250895" w:rsidP="00250895"/>
    <w:p w14:paraId="163884F0" w14:textId="77777777" w:rsidR="00250895" w:rsidRPr="00250895" w:rsidRDefault="00250895" w:rsidP="00250895"/>
    <w:p w14:paraId="5B8AC0F3" w14:textId="77777777" w:rsidR="00250895" w:rsidRPr="00250895" w:rsidRDefault="00250895" w:rsidP="00250895"/>
    <w:p w14:paraId="5B0D8C96" w14:textId="31D74935" w:rsidR="00250895" w:rsidRPr="00250895" w:rsidRDefault="00250895" w:rsidP="000523EF">
      <w:pPr>
        <w:tabs>
          <w:tab w:val="left" w:pos="5174"/>
        </w:tabs>
      </w:pPr>
      <w:r>
        <w:tab/>
      </w:r>
    </w:p>
    <w:sectPr w:rsidR="00250895" w:rsidRPr="00250895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98482" w14:textId="77777777" w:rsidR="00AC1549" w:rsidRDefault="00AC1549" w:rsidP="00962258">
      <w:pPr>
        <w:spacing w:after="0" w:line="240" w:lineRule="auto"/>
      </w:pPr>
      <w:r>
        <w:separator/>
      </w:r>
    </w:p>
  </w:endnote>
  <w:endnote w:type="continuationSeparator" w:id="0">
    <w:p w14:paraId="14E051F8" w14:textId="77777777" w:rsidR="00AC1549" w:rsidRDefault="00AC15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40B58" w14:textId="77777777" w:rsidR="00273319" w:rsidRDefault="002733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EEFD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D584B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F5202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3846334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8292EA2" w14:textId="77777777" w:rsidR="00F1715C" w:rsidRDefault="00F1715C" w:rsidP="00D831A3">
          <w:pPr>
            <w:pStyle w:val="Zpat"/>
          </w:pPr>
        </w:p>
      </w:tc>
    </w:tr>
  </w:tbl>
  <w:p w14:paraId="118E727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2097A38" wp14:editId="70A2A1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E086E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A08EFA6" wp14:editId="33DE86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311ED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67CF0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77C668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331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331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A770B2A" w14:textId="77777777" w:rsidR="00F1715C" w:rsidRDefault="00F1715C" w:rsidP="000523E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3F3F8DD" w14:textId="77777777" w:rsidR="00F1715C" w:rsidRDefault="00F1715C" w:rsidP="000523E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19F0F61" w14:textId="77777777" w:rsidR="00F1715C" w:rsidRDefault="00F1715C" w:rsidP="000523EF">
          <w:pPr>
            <w:pStyle w:val="Zpat"/>
            <w:jc w:val="left"/>
          </w:pPr>
          <w:r>
            <w:t>Sídlo: Dlážděná 1003/7, 110 00 Praha 1</w:t>
          </w:r>
        </w:p>
        <w:p w14:paraId="6E1DAE96" w14:textId="77777777" w:rsidR="00F1715C" w:rsidRDefault="00F1715C" w:rsidP="000523E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3BFB319" w14:textId="77777777" w:rsidR="00F1715C" w:rsidRDefault="00273319" w:rsidP="000523EF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C466A45" w14:textId="77777777" w:rsidR="00F1715C" w:rsidRDefault="00F1715C" w:rsidP="00460660">
          <w:pPr>
            <w:pStyle w:val="Zpat"/>
          </w:pPr>
        </w:p>
      </w:tc>
    </w:tr>
  </w:tbl>
  <w:p w14:paraId="7D7D2F9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D12BF" wp14:editId="5124E6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BD597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FB82AC3" wp14:editId="274D22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668F3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69829C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D8CBA" w14:textId="77777777" w:rsidR="00AC1549" w:rsidRDefault="00AC1549" w:rsidP="00962258">
      <w:pPr>
        <w:spacing w:after="0" w:line="240" w:lineRule="auto"/>
      </w:pPr>
      <w:r>
        <w:separator/>
      </w:r>
    </w:p>
  </w:footnote>
  <w:footnote w:type="continuationSeparator" w:id="0">
    <w:p w14:paraId="4CFCF548" w14:textId="77777777" w:rsidR="00AC1549" w:rsidRDefault="00AC154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A79C1" w14:textId="31C9FA15" w:rsidR="00273319" w:rsidRDefault="002733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26F81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5B2686A" w14:textId="5EEC7ED1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85C886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0E95506" w14:textId="77777777" w:rsidR="00F1715C" w:rsidRPr="00D6163D" w:rsidRDefault="00F1715C" w:rsidP="00D6163D">
          <w:pPr>
            <w:pStyle w:val="Druhdokumentu"/>
          </w:pPr>
        </w:p>
      </w:tc>
    </w:tr>
  </w:tbl>
  <w:p w14:paraId="0AD5444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BBE62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1E962E3" w14:textId="4C39C2A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1836A98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99D11AC" w14:textId="77777777" w:rsidR="00F1715C" w:rsidRPr="00D6163D" w:rsidRDefault="00F1715C" w:rsidP="00FC6389">
          <w:pPr>
            <w:pStyle w:val="Druhdokumentu"/>
          </w:pPr>
        </w:p>
      </w:tc>
    </w:tr>
    <w:tr w:rsidR="009F392E" w14:paraId="66B26C00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878302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5DCB398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EE29D1E" w14:textId="77777777" w:rsidR="009F392E" w:rsidRPr="00D6163D" w:rsidRDefault="009F392E" w:rsidP="00FC6389">
          <w:pPr>
            <w:pStyle w:val="Druhdokumentu"/>
          </w:pPr>
        </w:p>
      </w:tc>
    </w:tr>
  </w:tbl>
  <w:p w14:paraId="65E62F9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D12202" wp14:editId="4412A1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BD7E4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096941980">
    <w:abstractNumId w:val="3"/>
  </w:num>
  <w:num w:numId="2" w16cid:durableId="1357925986">
    <w:abstractNumId w:val="2"/>
  </w:num>
  <w:num w:numId="3" w16cid:durableId="9984662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0800245">
    <w:abstractNumId w:val="8"/>
  </w:num>
  <w:num w:numId="5" w16cid:durableId="1125464539">
    <w:abstractNumId w:val="4"/>
  </w:num>
  <w:num w:numId="6" w16cid:durableId="508301293">
    <w:abstractNumId w:val="5"/>
  </w:num>
  <w:num w:numId="7" w16cid:durableId="1290041773">
    <w:abstractNumId w:val="0"/>
  </w:num>
  <w:num w:numId="8" w16cid:durableId="752816125">
    <w:abstractNumId w:val="6"/>
  </w:num>
  <w:num w:numId="9" w16cid:durableId="17999547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2298297">
    <w:abstractNumId w:val="5"/>
  </w:num>
  <w:num w:numId="11" w16cid:durableId="56248620">
    <w:abstractNumId w:val="2"/>
  </w:num>
  <w:num w:numId="12" w16cid:durableId="1406106176">
    <w:abstractNumId w:val="5"/>
  </w:num>
  <w:num w:numId="13" w16cid:durableId="1178085531">
    <w:abstractNumId w:val="5"/>
  </w:num>
  <w:num w:numId="14" w16cid:durableId="1979454468">
    <w:abstractNumId w:val="5"/>
  </w:num>
  <w:num w:numId="15" w16cid:durableId="139081608">
    <w:abstractNumId w:val="5"/>
  </w:num>
  <w:num w:numId="16" w16cid:durableId="2029677684">
    <w:abstractNumId w:val="9"/>
  </w:num>
  <w:num w:numId="17" w16cid:durableId="725377241">
    <w:abstractNumId w:val="3"/>
  </w:num>
  <w:num w:numId="18" w16cid:durableId="259266157">
    <w:abstractNumId w:val="9"/>
  </w:num>
  <w:num w:numId="19" w16cid:durableId="511069982">
    <w:abstractNumId w:val="9"/>
  </w:num>
  <w:num w:numId="20" w16cid:durableId="1263340093">
    <w:abstractNumId w:val="9"/>
  </w:num>
  <w:num w:numId="21" w16cid:durableId="1598250125">
    <w:abstractNumId w:val="9"/>
  </w:num>
  <w:num w:numId="22" w16cid:durableId="410934081">
    <w:abstractNumId w:val="5"/>
  </w:num>
  <w:num w:numId="23" w16cid:durableId="432870230">
    <w:abstractNumId w:val="2"/>
  </w:num>
  <w:num w:numId="24" w16cid:durableId="988633474">
    <w:abstractNumId w:val="5"/>
  </w:num>
  <w:num w:numId="25" w16cid:durableId="129716287">
    <w:abstractNumId w:val="5"/>
  </w:num>
  <w:num w:numId="26" w16cid:durableId="911625286">
    <w:abstractNumId w:val="5"/>
  </w:num>
  <w:num w:numId="27" w16cid:durableId="1140076339">
    <w:abstractNumId w:val="5"/>
  </w:num>
  <w:num w:numId="28" w16cid:durableId="1428886026">
    <w:abstractNumId w:val="9"/>
  </w:num>
  <w:num w:numId="29" w16cid:durableId="1952778502">
    <w:abstractNumId w:val="3"/>
  </w:num>
  <w:num w:numId="30" w16cid:durableId="2084520361">
    <w:abstractNumId w:val="9"/>
  </w:num>
  <w:num w:numId="31" w16cid:durableId="424225089">
    <w:abstractNumId w:val="9"/>
  </w:num>
  <w:num w:numId="32" w16cid:durableId="326784408">
    <w:abstractNumId w:val="9"/>
  </w:num>
  <w:num w:numId="33" w16cid:durableId="2118138462">
    <w:abstractNumId w:val="9"/>
  </w:num>
  <w:num w:numId="34" w16cid:durableId="48670236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510B6"/>
    <w:rsid w:val="000523E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4F7D"/>
    <w:rsid w:val="00207DF5"/>
    <w:rsid w:val="00216C0D"/>
    <w:rsid w:val="00250895"/>
    <w:rsid w:val="00273319"/>
    <w:rsid w:val="00280E07"/>
    <w:rsid w:val="002C31BF"/>
    <w:rsid w:val="002D08B1"/>
    <w:rsid w:val="002E0CD7"/>
    <w:rsid w:val="00341DCF"/>
    <w:rsid w:val="00357BC6"/>
    <w:rsid w:val="003956C6"/>
    <w:rsid w:val="003E5EB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299D"/>
    <w:rsid w:val="00523EA7"/>
    <w:rsid w:val="00553375"/>
    <w:rsid w:val="00557C28"/>
    <w:rsid w:val="005736B7"/>
    <w:rsid w:val="00575E5A"/>
    <w:rsid w:val="005F1404"/>
    <w:rsid w:val="0061068E"/>
    <w:rsid w:val="00636A7D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020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C1549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B175D"/>
    <w:rsid w:val="00DC75F3"/>
    <w:rsid w:val="00DD29C3"/>
    <w:rsid w:val="00DD3E00"/>
    <w:rsid w:val="00DD46F3"/>
    <w:rsid w:val="00DD5457"/>
    <w:rsid w:val="00DE56F2"/>
    <w:rsid w:val="00DF116D"/>
    <w:rsid w:val="00E36C4A"/>
    <w:rsid w:val="00E67234"/>
    <w:rsid w:val="00EB104F"/>
    <w:rsid w:val="00EC1BBC"/>
    <w:rsid w:val="00ED14B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A142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F96E33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5EBA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DB17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B175D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B175D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DB17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CB8DF1-E8B2-45ED-A10F-7B61B191EA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9243B9B-4BAF-4C3E-93E1-901A5B11A0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16</cp:revision>
  <cp:lastPrinted>2017-11-28T17:18:00Z</cp:lastPrinted>
  <dcterms:created xsi:type="dcterms:W3CDTF">2020-02-20T08:56:00Z</dcterms:created>
  <dcterms:modified xsi:type="dcterms:W3CDTF">2025-08-11T09:34:00Z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