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3EACB6F5" w:rsidR="00B172EC" w:rsidRPr="0017695A" w:rsidRDefault="00B67332" w:rsidP="00352421">
          <w:pPr>
            <w:pStyle w:val="Titul2"/>
          </w:pPr>
          <w:r w:rsidRPr="00B67332" w:rsidDel="00F772C6">
            <w:rPr>
              <w:rStyle w:val="Nzevakce"/>
              <w:b/>
            </w:rPr>
            <w:t>„</w:t>
          </w:r>
          <w:r w:rsidRPr="00B67332">
            <w:rPr>
              <w:rStyle w:val="Nzevakce"/>
              <w:b/>
            </w:rPr>
            <w:t xml:space="preserve">Optimalizace trati </w:t>
          </w:r>
          <w:proofErr w:type="spellStart"/>
          <w:r w:rsidRPr="00B67332">
            <w:rPr>
              <w:rStyle w:val="Nzevakce"/>
              <w:b/>
            </w:rPr>
            <w:t>Odb</w:t>
          </w:r>
          <w:proofErr w:type="spellEnd"/>
          <w:r w:rsidRPr="00B67332">
            <w:rPr>
              <w:rStyle w:val="Nzevakce"/>
              <w:b/>
            </w:rPr>
            <w:t>. Berounka (včetně) – Karlštejn (včetně)“ - 1.etapa: Úprava TZZ v úseku Radotín –</w:t>
          </w:r>
          <w:r>
            <w:rPr>
              <w:rStyle w:val="Nzevakce"/>
              <w:b/>
            </w:rPr>
            <w:t xml:space="preserve"> </w:t>
          </w:r>
          <w:r w:rsidRPr="00B67332">
            <w:rPr>
              <w:rStyle w:val="Nzevakce"/>
              <w:b/>
            </w:rPr>
            <w:t xml:space="preserve">Dobřichovice </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E4009">
      <w:pPr>
        <w:pStyle w:val="Nadpisbezsl1-2"/>
        <w:ind w:left="1276"/>
      </w:pPr>
      <w:r>
        <w:t>1.1.2.4</w:t>
      </w:r>
      <w:r w:rsidR="009D228B">
        <w:tab/>
      </w:r>
      <w:r>
        <w:t>Jméno (název)</w:t>
      </w:r>
      <w:r w:rsidR="00582C15">
        <w:t xml:space="preserve"> a </w:t>
      </w:r>
      <w:r>
        <w:t>adresa Správce stavby</w:t>
      </w:r>
    </w:p>
    <w:p w14:paraId="0F59E55E" w14:textId="77777777" w:rsidR="00DA55E3" w:rsidRDefault="00DA55E3" w:rsidP="00DA55E3">
      <w:pPr>
        <w:pStyle w:val="PNTextbezodsazmezer"/>
      </w:pPr>
      <w:r>
        <w:t>František Kuchynka</w:t>
      </w:r>
    </w:p>
    <w:p w14:paraId="06C11288" w14:textId="77777777" w:rsidR="00DA55E3" w:rsidRDefault="00DA55E3" w:rsidP="00DA55E3">
      <w:pPr>
        <w:pStyle w:val="PNTextbezodsazmezer"/>
      </w:pPr>
      <w:r>
        <w:t>Správa železnic, státní organizace</w:t>
      </w:r>
    </w:p>
    <w:p w14:paraId="37F0948B" w14:textId="77777777" w:rsidR="00DA55E3" w:rsidRPr="0021288C" w:rsidRDefault="00DA55E3" w:rsidP="00DA55E3">
      <w:pPr>
        <w:pStyle w:val="PNTextbezodsazmezer"/>
      </w:pPr>
      <w:r w:rsidRPr="0021288C">
        <w:t>Stavební správa západ</w:t>
      </w:r>
    </w:p>
    <w:p w14:paraId="237F679F" w14:textId="77777777" w:rsidR="00DA55E3" w:rsidRPr="0021288C" w:rsidRDefault="00DA55E3" w:rsidP="00DA55E3">
      <w:pPr>
        <w:pStyle w:val="PNTextbezodsazmezer"/>
      </w:pPr>
      <w:r w:rsidRPr="0021288C">
        <w:t>Ke Štvanici 656/3, 186 00 Praha 8 – Karlín</w:t>
      </w:r>
    </w:p>
    <w:p w14:paraId="69B71168" w14:textId="77777777" w:rsidR="00DA55E3" w:rsidRPr="0021288C" w:rsidRDefault="00DA55E3" w:rsidP="00DA55E3">
      <w:pPr>
        <w:pStyle w:val="PNTextbezodsazmezer"/>
      </w:pPr>
      <w:r w:rsidRPr="0021288C">
        <w:t>Pracoviště:</w:t>
      </w:r>
      <w:r w:rsidRPr="0021288C">
        <w:rPr>
          <w:color w:val="FF6C26"/>
          <w:spacing w:val="-8"/>
          <w:sz w:val="21"/>
          <w:szCs w:val="21"/>
          <w:shd w:val="clear" w:color="auto" w:fill="FFFFFF"/>
        </w:rPr>
        <w:t xml:space="preserve"> </w:t>
      </w:r>
      <w:r w:rsidRPr="0021288C">
        <w:t>Nádražní 102/9, 326 00, Plzeň 2 - Východní Předměstí</w:t>
      </w:r>
    </w:p>
    <w:p w14:paraId="2F23AA09" w14:textId="77777777" w:rsidR="00DA55E3" w:rsidRPr="0021288C" w:rsidRDefault="00DA55E3" w:rsidP="00DA55E3">
      <w:pPr>
        <w:pStyle w:val="PNNadpis10bPod-l111"/>
        <w:spacing w:before="0" w:after="0" w:line="240" w:lineRule="auto"/>
        <w:rPr>
          <w:b w:val="0"/>
          <w:sz w:val="18"/>
          <w:szCs w:val="18"/>
        </w:rPr>
      </w:pPr>
      <w:r w:rsidRPr="0021288C">
        <w:rPr>
          <w:b w:val="0"/>
          <w:sz w:val="18"/>
          <w:szCs w:val="18"/>
        </w:rPr>
        <w:t>M +420 724 725 238</w:t>
      </w:r>
    </w:p>
    <w:p w14:paraId="063EDA4A" w14:textId="77777777" w:rsidR="00DA55E3" w:rsidRPr="0021288C" w:rsidRDefault="00DA55E3" w:rsidP="00DA55E3">
      <w:pPr>
        <w:pStyle w:val="PNNadpis10bPod-l111"/>
        <w:spacing w:before="0" w:after="0" w:line="240" w:lineRule="auto"/>
        <w:rPr>
          <w:b w:val="0"/>
          <w:bCs/>
        </w:rPr>
      </w:pPr>
      <w:r w:rsidRPr="0021288C">
        <w:rPr>
          <w:b w:val="0"/>
          <w:bCs/>
        </w:rPr>
        <w:t>E kuchynka@spravazeleznic.cz</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lastRenderedPageBreak/>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76DE921" w14:textId="3F245DA3" w:rsidR="00E43960" w:rsidRPr="00C659E8"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lastRenderedPageBreak/>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Tabulka11"/>
        <w:tblW w:w="8809" w:type="dxa"/>
        <w:tblInd w:w="0" w:type="dxa"/>
        <w:tblLook w:val="04A0" w:firstRow="1" w:lastRow="0" w:firstColumn="1" w:lastColumn="0" w:noHBand="0" w:noVBand="1"/>
      </w:tblPr>
      <w:tblGrid>
        <w:gridCol w:w="2000"/>
        <w:gridCol w:w="4845"/>
        <w:gridCol w:w="1964"/>
      </w:tblGrid>
      <w:tr w:rsidR="00B735F1" w:rsidRPr="00860BFB" w14:paraId="1BB4DE60" w14:textId="77777777" w:rsidTr="008847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dxa"/>
          </w:tcPr>
          <w:p w14:paraId="37FF9064" w14:textId="77777777" w:rsidR="00B735F1" w:rsidRPr="00860BFB" w:rsidRDefault="00B735F1" w:rsidP="00884730">
            <w:pPr>
              <w:pStyle w:val="Tabulka-7"/>
              <w:keepNext/>
              <w:rPr>
                <w:b/>
              </w:rPr>
            </w:pPr>
            <w:r w:rsidRPr="00860BFB">
              <w:rPr>
                <w:b/>
              </w:rPr>
              <w:t>Sekce</w:t>
            </w:r>
          </w:p>
        </w:tc>
        <w:tc>
          <w:tcPr>
            <w:tcW w:w="4845" w:type="dxa"/>
          </w:tcPr>
          <w:p w14:paraId="62532DE2"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2C1423F9"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073347" w:rsidRPr="00860BFB" w14:paraId="72A5025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04C3D754" w14:textId="196D1099" w:rsidR="00073347" w:rsidRPr="00860BFB" w:rsidRDefault="00073347" w:rsidP="00073347">
            <w:pPr>
              <w:pStyle w:val="Tabulka-7"/>
            </w:pPr>
            <w:r w:rsidRPr="00860BFB">
              <w:t xml:space="preserve">Sekce </w:t>
            </w:r>
            <w:r>
              <w:t xml:space="preserve">1 </w:t>
            </w:r>
            <w:r w:rsidRPr="00860BFB">
              <w:t>(stavební část)</w:t>
            </w:r>
          </w:p>
        </w:tc>
        <w:tc>
          <w:tcPr>
            <w:tcW w:w="4845" w:type="dxa"/>
          </w:tcPr>
          <w:p w14:paraId="68286BCF" w14:textId="23CAFBE1"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w:t>
            </w:r>
            <w:r>
              <w:t xml:space="preserve"> </w:t>
            </w:r>
            <w:r w:rsidRPr="00860BFB">
              <w:t>kromě položek</w:t>
            </w:r>
            <w:r>
              <w:t xml:space="preserve"> č. 1, 2, a 3</w:t>
            </w:r>
            <w:r w:rsidRPr="00860BFB">
              <w:t xml:space="preserve"> objektu SO 98-98 Všeobecný objekt, které budou provedeny až po dokončení Sekce </w:t>
            </w:r>
            <w:r>
              <w:t xml:space="preserve">1. </w:t>
            </w:r>
          </w:p>
        </w:tc>
        <w:tc>
          <w:tcPr>
            <w:tcW w:w="1964" w:type="dxa"/>
          </w:tcPr>
          <w:p w14:paraId="71BCCA2D" w14:textId="3D2DAF6B"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r>
              <w:t>18</w:t>
            </w:r>
            <w:r w:rsidRPr="00860BFB">
              <w:t xml:space="preserve"> měsíců od Data zahájení prací</w:t>
            </w:r>
          </w:p>
        </w:tc>
      </w:tr>
      <w:tr w:rsidR="00073347" w:rsidRPr="00860BFB" w14:paraId="386FFCFF"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F582703" w14:textId="1CAF7D0E" w:rsidR="00073347" w:rsidRPr="00860BFB" w:rsidRDefault="00073347" w:rsidP="00073347">
            <w:pPr>
              <w:pStyle w:val="Tabulka-7"/>
            </w:pPr>
            <w:r w:rsidRPr="00860BFB">
              <w:t>Dokončení díla</w:t>
            </w:r>
          </w:p>
        </w:tc>
        <w:tc>
          <w:tcPr>
            <w:tcW w:w="4845" w:type="dxa"/>
          </w:tcPr>
          <w:p w14:paraId="33DD82B8" w14:textId="49C96C07"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r w:rsidRPr="00860BFB">
              <w:t xml:space="preserve">Položky z objektu </w:t>
            </w:r>
            <w:r>
              <w:t>SO 98-98</w:t>
            </w:r>
            <w:r w:rsidRPr="00860BFB">
              <w:t xml:space="preserve">, které nebyly provedeny v Sekci </w:t>
            </w:r>
            <w:r w:rsidR="00860EE6">
              <w:t>1</w:t>
            </w:r>
            <w:r w:rsidRPr="00860BFB">
              <w:t xml:space="preserve"> Stavební </w:t>
            </w:r>
          </w:p>
        </w:tc>
        <w:tc>
          <w:tcPr>
            <w:tcW w:w="1964" w:type="dxa"/>
          </w:tcPr>
          <w:p w14:paraId="53ECA482" w14:textId="351CF312"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w:t>
            </w:r>
            <w:r w:rsidR="00860EE6">
              <w:t>1</w:t>
            </w:r>
            <w:r w:rsidRPr="00860BFB">
              <w:t xml:space="preserve"> </w:t>
            </w:r>
          </w:p>
        </w:tc>
      </w:tr>
      <w:tr w:rsidR="00073347" w:rsidRPr="00860BFB" w14:paraId="603734B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B49A073" w14:textId="32A5C9F0" w:rsidR="00073347" w:rsidRPr="00860BFB" w:rsidRDefault="00073347" w:rsidP="00073347">
            <w:pPr>
              <w:pStyle w:val="Tabulka-7"/>
            </w:pPr>
          </w:p>
        </w:tc>
        <w:tc>
          <w:tcPr>
            <w:tcW w:w="4845" w:type="dxa"/>
          </w:tcPr>
          <w:p w14:paraId="129D1F24" w14:textId="05F1AAF3"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0C066DF" w14:textId="2337E766" w:rsidR="00073347" w:rsidRPr="00860BFB" w:rsidRDefault="00073347" w:rsidP="00073347">
            <w:pPr>
              <w:pStyle w:val="Tabulka-7"/>
              <w:cnfStyle w:val="000000000000" w:firstRow="0" w:lastRow="0" w:firstColumn="0" w:lastColumn="0" w:oddVBand="0" w:evenVBand="0" w:oddHBand="0" w:evenHBand="0" w:firstRowFirstColumn="0" w:firstRowLastColumn="0" w:lastRowFirstColumn="0" w:lastRowLastColumn="0"/>
            </w:pP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w:t>
      </w:r>
      <w:r>
        <w:lastRenderedPageBreak/>
        <w:t>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70E1377E" w:rsidR="00C96E7C" w:rsidRDefault="00C96E7C" w:rsidP="005D168C">
      <w:pPr>
        <w:pStyle w:val="Textbezodsazen"/>
      </w:pPr>
      <w:r>
        <w:t xml:space="preserve">Přístup na Staveniště bude Zhotoviteli umožněn od </w:t>
      </w:r>
      <w:r w:rsidR="00815324" w:rsidRPr="009E4009">
        <w:t>zahájení prací na díle</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022A983B" w:rsidR="005841B5" w:rsidRPr="0030182C"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r w:rsidR="001F46E5">
        <w:rPr>
          <w:rFonts w:ascii="Verdana" w:hAnsi="Verdana"/>
        </w:rPr>
        <w:t>:</w:t>
      </w:r>
    </w:p>
    <w:p w14:paraId="7A3504CE" w14:textId="4E19FB54" w:rsidR="001F46E5" w:rsidRDefault="001F46E5" w:rsidP="001F46E5">
      <w:pPr>
        <w:pStyle w:val="PNTextzkladn"/>
        <w:numPr>
          <w:ilvl w:val="0"/>
          <w:numId w:val="56"/>
        </w:numPr>
      </w:pPr>
      <w:r>
        <w:t xml:space="preserve">Mgr. </w:t>
      </w:r>
      <w:r w:rsidR="00817C37">
        <w:t>Eva Schejbalová</w:t>
      </w:r>
    </w:p>
    <w:p w14:paraId="5F064EC4" w14:textId="77777777" w:rsidR="001F46E5" w:rsidRDefault="001F46E5" w:rsidP="001F46E5">
      <w:pPr>
        <w:pStyle w:val="PNOdrka1-"/>
        <w:numPr>
          <w:ilvl w:val="0"/>
          <w:numId w:val="0"/>
        </w:numPr>
        <w:spacing w:line="240" w:lineRule="auto"/>
        <w:ind w:left="720"/>
      </w:pPr>
      <w:bookmarkStart w:id="2" w:name="_Hlk198024583"/>
      <w:r>
        <w:t>Správa železnic, státní organizace</w:t>
      </w:r>
    </w:p>
    <w:p w14:paraId="10089FD4" w14:textId="77777777" w:rsidR="001F46E5" w:rsidRDefault="001F46E5" w:rsidP="001F46E5">
      <w:pPr>
        <w:pStyle w:val="PNOdrka1-"/>
        <w:numPr>
          <w:ilvl w:val="0"/>
          <w:numId w:val="0"/>
        </w:numPr>
        <w:spacing w:line="240" w:lineRule="auto"/>
        <w:ind w:left="720"/>
      </w:pPr>
      <w:r>
        <w:t>Stavební správa západ</w:t>
      </w:r>
    </w:p>
    <w:bookmarkEnd w:id="2"/>
    <w:p w14:paraId="35E84DB3" w14:textId="77777777" w:rsidR="001F46E5" w:rsidRDefault="001F46E5" w:rsidP="001F46E5">
      <w:pPr>
        <w:pStyle w:val="PNOdrka1-"/>
        <w:numPr>
          <w:ilvl w:val="0"/>
          <w:numId w:val="0"/>
        </w:numPr>
        <w:spacing w:line="240" w:lineRule="auto"/>
        <w:ind w:left="720"/>
      </w:pPr>
      <w:r>
        <w:t xml:space="preserve">Budova </w:t>
      </w:r>
      <w:proofErr w:type="spellStart"/>
      <w:r>
        <w:t>Diamond</w:t>
      </w:r>
      <w:proofErr w:type="spellEnd"/>
      <w:r>
        <w:t xml:space="preserve"> Point, Ke Štvanici 656/3, 186 00 Praha 8 – Karlín</w:t>
      </w:r>
    </w:p>
    <w:p w14:paraId="22EFCC3D" w14:textId="121981E9" w:rsidR="001F46E5" w:rsidRPr="001F46E5" w:rsidRDefault="001F46E5" w:rsidP="001F46E5">
      <w:pPr>
        <w:pStyle w:val="PNOdrka1-"/>
        <w:numPr>
          <w:ilvl w:val="0"/>
          <w:numId w:val="0"/>
        </w:numPr>
        <w:ind w:left="720"/>
      </w:pPr>
      <w:r w:rsidRPr="001F46E5">
        <w:t>mobil +</w:t>
      </w:r>
      <w:proofErr w:type="gramStart"/>
      <w:r w:rsidRPr="001F46E5">
        <w:t xml:space="preserve">420 </w:t>
      </w:r>
      <w:r w:rsidR="00817C37" w:rsidRPr="00817C37">
        <w:t xml:space="preserve"> 601</w:t>
      </w:r>
      <w:proofErr w:type="gramEnd"/>
      <w:r w:rsidR="00817C37" w:rsidRPr="00817C37">
        <w:t xml:space="preserve"> 078 223</w:t>
      </w:r>
      <w:r w:rsidRPr="001F46E5">
        <w:t xml:space="preserve">, e-mail: </w:t>
      </w:r>
      <w:hyperlink r:id="rId12" w:history="1">
        <w:r w:rsidR="001C1AAC" w:rsidRPr="00371B0F">
          <w:rPr>
            <w:rStyle w:val="Hypertextovodkaz"/>
            <w:noProof w:val="0"/>
          </w:rPr>
          <w:t>Schejbalova@spravazeleznic.cz</w:t>
        </w:r>
      </w:hyperlink>
      <w:r w:rsidR="001C1AAC">
        <w:t xml:space="preserve"> </w:t>
      </w:r>
    </w:p>
    <w:p w14:paraId="647AF655" w14:textId="77777777" w:rsidR="001F46E5" w:rsidRPr="001F46E5" w:rsidRDefault="001F46E5" w:rsidP="001F46E5">
      <w:pPr>
        <w:pStyle w:val="PNOdrka1-"/>
        <w:numPr>
          <w:ilvl w:val="0"/>
          <w:numId w:val="0"/>
        </w:numPr>
        <w:ind w:left="720"/>
      </w:pPr>
    </w:p>
    <w:p w14:paraId="5C49013B" w14:textId="56035551" w:rsidR="001F46E5" w:rsidRPr="001F46E5" w:rsidRDefault="001F46E5" w:rsidP="001F46E5">
      <w:pPr>
        <w:pStyle w:val="PNOdrka1-"/>
        <w:numPr>
          <w:ilvl w:val="0"/>
          <w:numId w:val="0"/>
        </w:numPr>
      </w:pPr>
      <w:bookmarkStart w:id="3" w:name="_Hlk195186039"/>
      <w:r>
        <w:t>V</w:t>
      </w:r>
      <w:r w:rsidRPr="001F46E5">
        <w:t>e věci kontroly požití alkoholu a/nebo návykových látek:</w:t>
      </w:r>
    </w:p>
    <w:p w14:paraId="77C112EA" w14:textId="5154B01D" w:rsidR="001F46E5" w:rsidRPr="001F46E5" w:rsidRDefault="001F46E5" w:rsidP="001F46E5">
      <w:pPr>
        <w:pStyle w:val="PNOdrka1-"/>
      </w:pPr>
      <w:r w:rsidRPr="001F46E5">
        <w:t xml:space="preserve">Ing. </w:t>
      </w:r>
      <w:r w:rsidR="009D66DE">
        <w:t>Martin Šesták</w:t>
      </w:r>
    </w:p>
    <w:p w14:paraId="44FF9D15" w14:textId="77777777" w:rsidR="001F46E5" w:rsidRPr="001F46E5" w:rsidRDefault="001F46E5" w:rsidP="001F46E5">
      <w:pPr>
        <w:pStyle w:val="PNOdrka1-"/>
        <w:numPr>
          <w:ilvl w:val="0"/>
          <w:numId w:val="0"/>
        </w:numPr>
        <w:ind w:left="720"/>
      </w:pPr>
      <w:r w:rsidRPr="001F46E5">
        <w:t>Správa železnic, státní organizace</w:t>
      </w:r>
    </w:p>
    <w:p w14:paraId="1D3A150F" w14:textId="77777777" w:rsidR="001F46E5" w:rsidRPr="001F46E5" w:rsidRDefault="001F46E5" w:rsidP="001F46E5">
      <w:pPr>
        <w:pStyle w:val="PNOdrka1-"/>
        <w:numPr>
          <w:ilvl w:val="0"/>
          <w:numId w:val="0"/>
        </w:numPr>
        <w:ind w:left="720"/>
      </w:pPr>
      <w:r w:rsidRPr="001F46E5">
        <w:t>Stavební správa západ</w:t>
      </w:r>
    </w:p>
    <w:p w14:paraId="58469F8A" w14:textId="77777777" w:rsidR="001F46E5" w:rsidRDefault="001F46E5" w:rsidP="001F46E5">
      <w:pPr>
        <w:pStyle w:val="PNOdrka1-"/>
        <w:numPr>
          <w:ilvl w:val="0"/>
          <w:numId w:val="0"/>
        </w:numPr>
        <w:ind w:left="720"/>
      </w:pPr>
      <w:r w:rsidRPr="001F46E5">
        <w:t xml:space="preserve">Budova </w:t>
      </w:r>
      <w:proofErr w:type="spellStart"/>
      <w:r w:rsidRPr="001F46E5">
        <w:t>Diamond</w:t>
      </w:r>
      <w:proofErr w:type="spellEnd"/>
      <w:r w:rsidRPr="001F46E5">
        <w:t xml:space="preserve"> Point, Ke Štvanici 656/3, 186 00 Praha 8 – Karlín</w:t>
      </w:r>
    </w:p>
    <w:p w14:paraId="5310CAA5" w14:textId="309FE07E" w:rsidR="009D66DE" w:rsidRPr="001F46E5" w:rsidRDefault="009D66DE" w:rsidP="001F46E5">
      <w:pPr>
        <w:pStyle w:val="PNOdrka1-"/>
        <w:numPr>
          <w:ilvl w:val="0"/>
          <w:numId w:val="0"/>
        </w:numPr>
        <w:ind w:left="720"/>
      </w:pPr>
      <w:r>
        <w:t xml:space="preserve">Pracoviště: </w:t>
      </w:r>
      <w:r w:rsidRPr="009D66DE">
        <w:t>Sušická 1106/25</w:t>
      </w:r>
      <w:r>
        <w:t>, 326 00 Plzeň 2</w:t>
      </w:r>
    </w:p>
    <w:p w14:paraId="286348BA" w14:textId="30B94435" w:rsidR="001F46E5" w:rsidRPr="001F46E5" w:rsidRDefault="001F46E5" w:rsidP="001F46E5">
      <w:pPr>
        <w:pStyle w:val="PNOdrka1-"/>
        <w:numPr>
          <w:ilvl w:val="0"/>
          <w:numId w:val="0"/>
        </w:numPr>
        <w:ind w:left="720"/>
      </w:pPr>
      <w:r w:rsidRPr="001F46E5">
        <w:t xml:space="preserve">mobil +420 </w:t>
      </w:r>
      <w:r w:rsidR="009D66DE" w:rsidRPr="009D66DE">
        <w:t>602 708 920</w:t>
      </w:r>
      <w:r w:rsidRPr="001F46E5">
        <w:t xml:space="preserve">, e-mail: </w:t>
      </w:r>
      <w:hyperlink r:id="rId13" w:history="1">
        <w:r w:rsidR="009D66DE" w:rsidRPr="000454D4">
          <w:rPr>
            <w:rStyle w:val="Hypertextovodkaz"/>
            <w:noProof w:val="0"/>
          </w:rPr>
          <w:t>SestakM@spravazeleznic.cz</w:t>
        </w:r>
      </w:hyperlink>
      <w:r w:rsidR="009D66DE">
        <w:t xml:space="preserve"> </w:t>
      </w:r>
    </w:p>
    <w:bookmarkEnd w:id="3"/>
    <w:p w14:paraId="03E9C803" w14:textId="77777777" w:rsidR="001F46E5" w:rsidRPr="001F46E5" w:rsidRDefault="001F46E5" w:rsidP="001F46E5">
      <w:pPr>
        <w:pStyle w:val="PNOdrka1-"/>
        <w:numPr>
          <w:ilvl w:val="0"/>
          <w:numId w:val="0"/>
        </w:numPr>
        <w:ind w:left="720"/>
      </w:pPr>
    </w:p>
    <w:p w14:paraId="3AAAD6A9" w14:textId="77777777" w:rsidR="001F46E5" w:rsidRPr="001F46E5" w:rsidRDefault="001F46E5" w:rsidP="001F46E5">
      <w:pPr>
        <w:pStyle w:val="PNOdrka1-"/>
        <w:numPr>
          <w:ilvl w:val="0"/>
          <w:numId w:val="0"/>
        </w:numPr>
      </w:pPr>
      <w:bookmarkStart w:id="4" w:name="_Hlk195186022"/>
      <w:r w:rsidRPr="001F46E5">
        <w:t>Koordinátor BOZP na staveništi</w:t>
      </w:r>
      <w:bookmarkEnd w:id="4"/>
      <w:r w:rsidRPr="001F46E5">
        <w:t>:</w:t>
      </w:r>
    </w:p>
    <w:p w14:paraId="097ECCA8" w14:textId="77777777" w:rsidR="009D66DE" w:rsidRPr="001F46E5" w:rsidRDefault="009D66DE" w:rsidP="009D66DE">
      <w:pPr>
        <w:pStyle w:val="PNOdrka1-"/>
      </w:pPr>
      <w:r w:rsidRPr="001F46E5">
        <w:t xml:space="preserve">Ing. </w:t>
      </w:r>
      <w:r>
        <w:t>Martin Šesták</w:t>
      </w:r>
    </w:p>
    <w:p w14:paraId="607DEFC4" w14:textId="77777777" w:rsidR="009D66DE" w:rsidRPr="001F46E5" w:rsidRDefault="009D66DE" w:rsidP="009D66DE">
      <w:pPr>
        <w:pStyle w:val="PNOdrka1-"/>
        <w:numPr>
          <w:ilvl w:val="0"/>
          <w:numId w:val="0"/>
        </w:numPr>
        <w:ind w:left="720"/>
      </w:pPr>
      <w:r w:rsidRPr="001F46E5">
        <w:t>Správa železnic, státní organizace</w:t>
      </w:r>
    </w:p>
    <w:p w14:paraId="5A642EE2" w14:textId="77777777" w:rsidR="009D66DE" w:rsidRPr="001F46E5" w:rsidRDefault="009D66DE" w:rsidP="009D66DE">
      <w:pPr>
        <w:pStyle w:val="PNOdrka1-"/>
        <w:numPr>
          <w:ilvl w:val="0"/>
          <w:numId w:val="0"/>
        </w:numPr>
        <w:ind w:left="720"/>
      </w:pPr>
      <w:r w:rsidRPr="001F46E5">
        <w:t>Stavební správa západ</w:t>
      </w:r>
    </w:p>
    <w:p w14:paraId="50677788" w14:textId="77777777" w:rsidR="009D66DE" w:rsidRDefault="009D66DE" w:rsidP="009D66DE">
      <w:pPr>
        <w:pStyle w:val="PNOdrka1-"/>
        <w:numPr>
          <w:ilvl w:val="0"/>
          <w:numId w:val="0"/>
        </w:numPr>
        <w:ind w:left="720"/>
      </w:pPr>
      <w:r w:rsidRPr="001F46E5">
        <w:t xml:space="preserve">Budova </w:t>
      </w:r>
      <w:proofErr w:type="spellStart"/>
      <w:r w:rsidRPr="001F46E5">
        <w:t>Diamond</w:t>
      </w:r>
      <w:proofErr w:type="spellEnd"/>
      <w:r w:rsidRPr="001F46E5">
        <w:t xml:space="preserve"> Point, Ke Štvanici 656/3, 186 00 Praha 8 – Karlín</w:t>
      </w:r>
    </w:p>
    <w:p w14:paraId="2C6177AC" w14:textId="77777777" w:rsidR="009D66DE" w:rsidRPr="001F46E5" w:rsidRDefault="009D66DE" w:rsidP="009D66DE">
      <w:pPr>
        <w:pStyle w:val="PNOdrka1-"/>
        <w:numPr>
          <w:ilvl w:val="0"/>
          <w:numId w:val="0"/>
        </w:numPr>
        <w:ind w:left="720"/>
      </w:pPr>
      <w:r>
        <w:t xml:space="preserve">Pracoviště: </w:t>
      </w:r>
      <w:r w:rsidRPr="009D66DE">
        <w:t>Sušická 1106/25</w:t>
      </w:r>
      <w:r>
        <w:t>, 326 00 Plzeň 2</w:t>
      </w:r>
    </w:p>
    <w:p w14:paraId="3238BE1A" w14:textId="77777777" w:rsidR="009D66DE" w:rsidRDefault="009D66DE" w:rsidP="009D66DE">
      <w:pPr>
        <w:pStyle w:val="PNOdrka1-"/>
        <w:numPr>
          <w:ilvl w:val="0"/>
          <w:numId w:val="0"/>
        </w:numPr>
        <w:ind w:left="720"/>
      </w:pPr>
      <w:r w:rsidRPr="001F46E5">
        <w:t xml:space="preserve">mobil +420 </w:t>
      </w:r>
      <w:r w:rsidRPr="009D66DE">
        <w:t>602 708 920</w:t>
      </w:r>
      <w:r w:rsidRPr="001F46E5">
        <w:t xml:space="preserve">, e-mail: </w:t>
      </w:r>
      <w:hyperlink r:id="rId14" w:history="1">
        <w:r w:rsidRPr="000454D4">
          <w:rPr>
            <w:rStyle w:val="Hypertextovodkaz"/>
            <w:noProof w:val="0"/>
          </w:rPr>
          <w:t>SestakM@spravazeleznic.cz</w:t>
        </w:r>
      </w:hyperlink>
      <w:r>
        <w:t xml:space="preserve"> </w:t>
      </w:r>
    </w:p>
    <w:p w14:paraId="246B5DBC" w14:textId="77777777" w:rsidR="003A0D4A" w:rsidRDefault="003A0D4A" w:rsidP="00DA55E3">
      <w:pPr>
        <w:pStyle w:val="PNOdrka1-"/>
        <w:numPr>
          <w:ilvl w:val="0"/>
          <w:numId w:val="0"/>
        </w:numPr>
      </w:pPr>
    </w:p>
    <w:p w14:paraId="14158977" w14:textId="359EB3FA" w:rsidR="00DA55E3" w:rsidRDefault="00DA55E3" w:rsidP="00DA55E3">
      <w:pPr>
        <w:pStyle w:val="PNOdrka1-"/>
        <w:numPr>
          <w:ilvl w:val="0"/>
          <w:numId w:val="0"/>
        </w:numPr>
      </w:pPr>
      <w:r>
        <w:t>A</w:t>
      </w:r>
      <w:r w:rsidRPr="00F36350">
        <w:t>utorizovaný zeměměřický inženýr</w:t>
      </w:r>
    </w:p>
    <w:p w14:paraId="19474504" w14:textId="77777777" w:rsidR="00DA55E3" w:rsidRDefault="00DA55E3" w:rsidP="00DA55E3">
      <w:pPr>
        <w:pStyle w:val="PNOdrka1-"/>
      </w:pPr>
      <w:r w:rsidRPr="00F36350">
        <w:t>Ing. Ivan Majorník</w:t>
      </w:r>
    </w:p>
    <w:p w14:paraId="5E2F796D" w14:textId="77777777" w:rsidR="00DA55E3" w:rsidRDefault="00DA55E3" w:rsidP="00DA55E3">
      <w:pPr>
        <w:pStyle w:val="PNOdrka1-"/>
        <w:numPr>
          <w:ilvl w:val="0"/>
          <w:numId w:val="0"/>
        </w:numPr>
        <w:ind w:left="720"/>
      </w:pPr>
      <w:r w:rsidRPr="00F36350">
        <w:t>Správa železnic, státní organizace</w:t>
      </w:r>
    </w:p>
    <w:p w14:paraId="5E5235AB" w14:textId="77777777" w:rsidR="00DA55E3" w:rsidRDefault="00DA55E3" w:rsidP="00DA55E3">
      <w:pPr>
        <w:pStyle w:val="PNOdrka1-"/>
        <w:numPr>
          <w:ilvl w:val="0"/>
          <w:numId w:val="0"/>
        </w:numPr>
        <w:ind w:left="720"/>
      </w:pPr>
      <w:r w:rsidRPr="00F36350">
        <w:t>Správa železniční geodezie</w:t>
      </w:r>
    </w:p>
    <w:p w14:paraId="12E1D09E" w14:textId="77777777" w:rsidR="00DA55E3" w:rsidRDefault="00DA55E3" w:rsidP="00DA55E3">
      <w:pPr>
        <w:pStyle w:val="PNOdrka1-"/>
        <w:numPr>
          <w:ilvl w:val="0"/>
          <w:numId w:val="0"/>
        </w:numPr>
        <w:ind w:left="720"/>
      </w:pPr>
      <w:r w:rsidRPr="00F36350">
        <w:t>Václavkova 169/1, Praha 6 160 00</w:t>
      </w:r>
    </w:p>
    <w:p w14:paraId="0E509C5F" w14:textId="6908369B" w:rsidR="00DA55E3" w:rsidRPr="001F46E5" w:rsidRDefault="00DA55E3" w:rsidP="00DA55E3">
      <w:pPr>
        <w:pStyle w:val="PNOdrka1-"/>
        <w:numPr>
          <w:ilvl w:val="0"/>
          <w:numId w:val="0"/>
        </w:numPr>
        <w:ind w:left="720"/>
      </w:pPr>
      <w:r w:rsidRPr="00F36350">
        <w:t xml:space="preserve">mobil +420 601 078 172, e-mail: </w:t>
      </w:r>
      <w:hyperlink r:id="rId15" w:history="1">
        <w:r w:rsidRPr="00F36350">
          <w:rPr>
            <w:rStyle w:val="Hypertextovodkaz"/>
            <w:noProof w:val="0"/>
          </w:rPr>
          <w:t>majornik@spravazeleznic.cz</w:t>
        </w:r>
      </w:hyperlink>
      <w:r w:rsidRPr="00F36350">
        <w:t xml:space="preserve"> </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lastRenderedPageBreak/>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lastRenderedPageBreak/>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xml:space="preserve">] se zaváže k plnění bez námitek a na základě první výzvy Objednatele </w:t>
      </w:r>
      <w:r w:rsidRPr="00382BD8">
        <w:lastRenderedPageBreak/>
        <w:t>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16CE373E" w:rsidR="00F34DA1" w:rsidRPr="00815324" w:rsidRDefault="005B65FC" w:rsidP="00F34DA1">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lastRenderedPageBreak/>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lastRenderedPageBreak/>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62F1E941" w:rsidR="00872369" w:rsidRPr="00872369" w:rsidRDefault="00073347" w:rsidP="00872369">
      <w:pPr>
        <w:keepNext/>
        <w:spacing w:after="120"/>
        <w:jc w:val="both"/>
        <w:rPr>
          <w:rFonts w:ascii="Verdana" w:hAnsi="Verdana"/>
        </w:rPr>
      </w:pPr>
      <w:r w:rsidRPr="00073347">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08CC4948"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F912DC">
        <w:t>14</w:t>
      </w:r>
      <w:r w:rsidR="009B6B4D">
        <w:t xml:space="preserve"> dní od Data zahájení prací.</w:t>
      </w:r>
    </w:p>
    <w:p w14:paraId="7E19925B" w14:textId="16407925" w:rsidR="00FE06B6" w:rsidRPr="00720F1A" w:rsidRDefault="00245C9C" w:rsidP="009D228B">
      <w:pPr>
        <w:pStyle w:val="Nadpisbezsl1-2"/>
      </w:pPr>
      <w:r w:rsidRPr="00720F1A">
        <w:lastRenderedPageBreak/>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270D90CD" w:rsidR="00C96E7C" w:rsidRDefault="00C96E7C" w:rsidP="005D168C">
      <w:pPr>
        <w:pStyle w:val="Textbezodsazen"/>
      </w:pPr>
      <w:r>
        <w:t>Zhotovitel je povinen dokončit celé Dílo včetně příslušné dokumentace dle pod-článku 7.9 do</w:t>
      </w:r>
      <w:r w:rsidR="005D168C">
        <w:t xml:space="preserve"> </w:t>
      </w:r>
      <w:r w:rsidR="009E04DB" w:rsidRPr="009E04DB">
        <w:rPr>
          <w:b/>
          <w:bCs/>
        </w:rPr>
        <w:t>2</w:t>
      </w:r>
      <w:r w:rsidR="0063491A">
        <w:rPr>
          <w:b/>
          <w:bCs/>
        </w:rPr>
        <w:t>4</w:t>
      </w:r>
      <w:r w:rsidR="009E04DB" w:rsidRPr="009E04DB">
        <w:rPr>
          <w:b/>
          <w:bCs/>
        </w:rPr>
        <w:t xml:space="preserve"> měsíců</w:t>
      </w:r>
      <w:r w:rsidR="003825B0" w:rsidRPr="009E04DB">
        <w:rPr>
          <w:b/>
          <w:bCs/>
        </w:rPr>
        <w:t xml:space="preserve"> </w:t>
      </w:r>
      <w:r>
        <w:t>od Data zahájení prací.</w:t>
      </w:r>
    </w:p>
    <w:p w14:paraId="2B9ED09F" w14:textId="1FBD14EF" w:rsidR="00C96E7C" w:rsidRPr="00CF15EB" w:rsidRDefault="00C96E7C" w:rsidP="009D228B">
      <w:pPr>
        <w:pStyle w:val="Nadpisbezsl1-2"/>
      </w:pPr>
      <w:r>
        <w:t>8.2, 1.1.3.10</w:t>
      </w:r>
      <w:r w:rsidR="009D228B">
        <w:tab/>
      </w:r>
      <w:r w:rsidRPr="00CF15EB">
        <w:t>Doba pro uvedení do provozu</w:t>
      </w:r>
    </w:p>
    <w:p w14:paraId="06B6361D" w14:textId="4E78CBC2" w:rsidR="00C96E7C" w:rsidRDefault="00C96E7C" w:rsidP="005D168C">
      <w:pPr>
        <w:pStyle w:val="Textbezodsazen"/>
      </w:pPr>
      <w:r w:rsidRPr="00CF15EB">
        <w:t xml:space="preserve">Zhotovitel je povinen dokončit Dílo </w:t>
      </w:r>
      <w:r w:rsidR="00582C15" w:rsidRPr="00CF15EB">
        <w:t>v </w:t>
      </w:r>
      <w:r w:rsidRPr="00CF15EB">
        <w:t xml:space="preserve">rozsahu nezbytném pro účely uvedení Díla nebo Sekce do provozu za podmínek </w:t>
      </w:r>
      <w:r w:rsidR="004525C2" w:rsidRPr="00CF15EB">
        <w:t xml:space="preserve">zákona č. 283/2021 Sb. Stavební zákon, platný od 01. 01. 2024 (dále též jen „NSZ“), a zákona č.266/1994 Sb., o dráhách, </w:t>
      </w:r>
      <w:r w:rsidRPr="00CF15EB">
        <w:t xml:space="preserve">nejpozději do </w:t>
      </w:r>
      <w:r w:rsidR="00012A87" w:rsidRPr="00CF15EB">
        <w:rPr>
          <w:b/>
          <w:bCs/>
        </w:rPr>
        <w:t>1</w:t>
      </w:r>
      <w:r w:rsidR="00004F6D">
        <w:rPr>
          <w:b/>
          <w:bCs/>
        </w:rPr>
        <w:t>8</w:t>
      </w:r>
      <w:r w:rsidRPr="00CF15EB">
        <w:rPr>
          <w:b/>
          <w:bCs/>
        </w:rPr>
        <w:t xml:space="preserve"> měsíců</w:t>
      </w:r>
      <w:r w:rsidRPr="00CF15EB">
        <w:t xml:space="preserve"> od Data zahájení prací</w:t>
      </w:r>
      <w:r w:rsidR="00012A87" w:rsidRPr="00CF15EB">
        <w:t>.</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6A089617"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w:t>
      </w:r>
      <w:r w:rsidRPr="008270A8">
        <w:t>maximálně ve výši rovnající se smluvní hodnotě prací předpokládaných</w:t>
      </w:r>
      <w:r w:rsidR="00582C15" w:rsidRPr="008270A8">
        <w:t xml:space="preserve"> k </w:t>
      </w:r>
      <w:r w:rsidRPr="008270A8">
        <w:t xml:space="preserve">realizaci pro příslušné po sobě jdoucí 3 kalendářní měsíce dle podrobného Harmonogramu, max. však vždy ve výši rovnající se </w:t>
      </w:r>
      <w:r w:rsidR="00622AD8" w:rsidRPr="008270A8">
        <w:t>30</w:t>
      </w:r>
      <w:r w:rsidRPr="008270A8">
        <w:t xml:space="preserve"> % smluvní hodnoty</w:t>
      </w:r>
      <w:r>
        <w:t xml:space="preserve"> prací předpokládaných</w:t>
      </w:r>
      <w:r w:rsidR="00582C15">
        <w:t xml:space="preserve"> k </w:t>
      </w:r>
      <w:r>
        <w:t xml:space="preserve">realizaci pro příslušný kalendářní rok dle podrobného </w:t>
      </w:r>
      <w:proofErr w:type="gramStart"/>
      <w:r>
        <w:t>Harmonogramu  [</w:t>
      </w:r>
      <w:proofErr w:type="gramEnd"/>
      <w:r>
        <w:t>8.3 Harmonogram]</w:t>
      </w:r>
      <w:r w:rsidR="00582C15">
        <w:t xml:space="preserve"> a </w:t>
      </w:r>
      <w:r>
        <w:t xml:space="preserve">nejdéle na dobu 3 měsíců (zálohované období).  Podmínkou pro poskytnutí první zálohové platby je fakturace za skutečně </w:t>
      </w:r>
      <w:r>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lastRenderedPageBreak/>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6EFB34DD"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lastRenderedPageBreak/>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474173A5"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5BDD0" w14:textId="77777777" w:rsidR="003B4C32" w:rsidRDefault="003B4C32" w:rsidP="00962258">
      <w:pPr>
        <w:spacing w:after="0" w:line="240" w:lineRule="auto"/>
      </w:pPr>
      <w:r>
        <w:separator/>
      </w:r>
    </w:p>
  </w:endnote>
  <w:endnote w:type="continuationSeparator" w:id="0">
    <w:p w14:paraId="202E415E" w14:textId="77777777" w:rsidR="003B4C32" w:rsidRDefault="003B4C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AE95EDD"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B603B">
            <w:rPr>
              <w:rStyle w:val="Tun"/>
              <w:noProof/>
            </w:rPr>
            <w:t>„Optimalizace trati Odb. Berounka (včetně) – Karlštejn (včetně)“ - 1.etapa: Úprava TZZ v úseku Radotín – Dobřichovice</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3594BBD"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B603B">
            <w:rPr>
              <w:rStyle w:val="Tun"/>
              <w:noProof/>
            </w:rPr>
            <w:t>„Optimalizace trati Odb. Berounka (včetně) – Karlštejn (včetně)“ - 1.etapa: Úprava TZZ v úseku Radotín – Dobřichovice</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857F5" w14:textId="77777777" w:rsidR="003B4C32" w:rsidRDefault="003B4C32" w:rsidP="00962258">
      <w:pPr>
        <w:spacing w:after="0" w:line="240" w:lineRule="auto"/>
      </w:pPr>
      <w:r>
        <w:separator/>
      </w:r>
    </w:p>
  </w:footnote>
  <w:footnote w:type="continuationSeparator" w:id="0">
    <w:p w14:paraId="0B69E82A" w14:textId="77777777" w:rsidR="003B4C32" w:rsidRDefault="003B4C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BE1" w14:textId="62356229" w:rsidR="00743F99" w:rsidRDefault="00743F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9A65" w14:textId="7A607A01" w:rsidR="00743F99" w:rsidRDefault="00743F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09F796CA" w:rsidR="009D228B" w:rsidRPr="00B8518B" w:rsidRDefault="009D228B" w:rsidP="00FC6389">
          <w:pPr>
            <w:pStyle w:val="Zpat"/>
            <w:rPr>
              <w:rStyle w:val="slostrnky"/>
            </w:rPr>
          </w:pPr>
        </w:p>
      </w:tc>
      <w:tc>
        <w:tcPr>
          <w:tcW w:w="3458" w:type="dxa"/>
          <w:tcMar>
            <w:left w:w="0" w:type="dxa"/>
            <w:right w:w="0" w:type="dxa"/>
          </w:tcMar>
        </w:tcPr>
        <w:p w14:paraId="12890810" w14:textId="77777777" w:rsidR="009D228B" w:rsidRDefault="009D228B" w:rsidP="00FC6389">
          <w:pPr>
            <w:pStyle w:val="Zpat"/>
          </w:pPr>
        </w:p>
      </w:tc>
      <w:tc>
        <w:tcPr>
          <w:tcW w:w="5756" w:type="dxa"/>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tcMar>
            <w:left w:w="0" w:type="dxa"/>
            <w:right w:w="0" w:type="dxa"/>
          </w:tcMar>
        </w:tcPr>
        <w:p w14:paraId="43BD79CA" w14:textId="77777777" w:rsidR="009D228B" w:rsidRDefault="009D228B" w:rsidP="00FC6389">
          <w:pPr>
            <w:pStyle w:val="Zpat"/>
          </w:pPr>
        </w:p>
      </w:tc>
      <w:tc>
        <w:tcPr>
          <w:tcW w:w="5756" w:type="dxa"/>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90A"/>
    <w:multiLevelType w:val="hybridMultilevel"/>
    <w:tmpl w:val="1D720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499586311">
    <w:abstractNumId w:val="7"/>
  </w:num>
  <w:num w:numId="2" w16cid:durableId="1904098956">
    <w:abstractNumId w:val="3"/>
  </w:num>
  <w:num w:numId="3" w16cid:durableId="1254704201">
    <w:abstractNumId w:val="15"/>
  </w:num>
  <w:num w:numId="4" w16cid:durableId="1176462178">
    <w:abstractNumId w:val="8"/>
  </w:num>
  <w:num w:numId="5" w16cid:durableId="17253739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90922">
    <w:abstractNumId w:val="10"/>
  </w:num>
  <w:num w:numId="7" w16cid:durableId="1525434724">
    <w:abstractNumId w:val="12"/>
  </w:num>
  <w:num w:numId="8" w16cid:durableId="1524974022">
    <w:abstractNumId w:val="14"/>
  </w:num>
  <w:num w:numId="9" w16cid:durableId="264122559">
    <w:abstractNumId w:val="1"/>
  </w:num>
  <w:num w:numId="10" w16cid:durableId="981933649">
    <w:abstractNumId w:val="5"/>
  </w:num>
  <w:num w:numId="11" w16cid:durableId="475877350">
    <w:abstractNumId w:val="16"/>
  </w:num>
  <w:num w:numId="12" w16cid:durableId="1542203116">
    <w:abstractNumId w:val="1"/>
  </w:num>
  <w:num w:numId="13" w16cid:durableId="1117066164">
    <w:abstractNumId w:val="5"/>
  </w:num>
  <w:num w:numId="14" w16cid:durableId="1337924359">
    <w:abstractNumId w:val="5"/>
  </w:num>
  <w:num w:numId="15" w16cid:durableId="1909340535">
    <w:abstractNumId w:val="10"/>
  </w:num>
  <w:num w:numId="16" w16cid:durableId="613514273">
    <w:abstractNumId w:val="10"/>
  </w:num>
  <w:num w:numId="17" w16cid:durableId="850411375">
    <w:abstractNumId w:val="10"/>
  </w:num>
  <w:num w:numId="18" w16cid:durableId="1035227317">
    <w:abstractNumId w:val="12"/>
  </w:num>
  <w:num w:numId="19" w16cid:durableId="1007638109">
    <w:abstractNumId w:val="12"/>
  </w:num>
  <w:num w:numId="20" w16cid:durableId="1323895469">
    <w:abstractNumId w:val="12"/>
  </w:num>
  <w:num w:numId="21" w16cid:durableId="1888370852">
    <w:abstractNumId w:val="14"/>
  </w:num>
  <w:num w:numId="22" w16cid:durableId="380834569">
    <w:abstractNumId w:val="1"/>
  </w:num>
  <w:num w:numId="23" w16cid:durableId="1959868291">
    <w:abstractNumId w:val="1"/>
  </w:num>
  <w:num w:numId="24" w16cid:durableId="766775861">
    <w:abstractNumId w:val="5"/>
  </w:num>
  <w:num w:numId="25" w16cid:durableId="1401639798">
    <w:abstractNumId w:val="5"/>
  </w:num>
  <w:num w:numId="26" w16cid:durableId="273753770">
    <w:abstractNumId w:val="16"/>
  </w:num>
  <w:num w:numId="27" w16cid:durableId="1104770785">
    <w:abstractNumId w:val="6"/>
  </w:num>
  <w:num w:numId="28" w16cid:durableId="233321941">
    <w:abstractNumId w:val="1"/>
  </w:num>
  <w:num w:numId="29" w16cid:durableId="1771973132">
    <w:abstractNumId w:val="5"/>
  </w:num>
  <w:num w:numId="30" w16cid:durableId="968708062">
    <w:abstractNumId w:val="5"/>
  </w:num>
  <w:num w:numId="31" w16cid:durableId="1276980219">
    <w:abstractNumId w:val="10"/>
  </w:num>
  <w:num w:numId="32" w16cid:durableId="1779330719">
    <w:abstractNumId w:val="10"/>
  </w:num>
  <w:num w:numId="33" w16cid:durableId="340551441">
    <w:abstractNumId w:val="10"/>
  </w:num>
  <w:num w:numId="34" w16cid:durableId="335495096">
    <w:abstractNumId w:val="10"/>
  </w:num>
  <w:num w:numId="35" w16cid:durableId="1316881732">
    <w:abstractNumId w:val="12"/>
  </w:num>
  <w:num w:numId="36" w16cid:durableId="185028401">
    <w:abstractNumId w:val="12"/>
  </w:num>
  <w:num w:numId="37" w16cid:durableId="392394673">
    <w:abstractNumId w:val="12"/>
  </w:num>
  <w:num w:numId="38" w16cid:durableId="839152514">
    <w:abstractNumId w:val="12"/>
  </w:num>
  <w:num w:numId="39" w16cid:durableId="376972825">
    <w:abstractNumId w:val="14"/>
  </w:num>
  <w:num w:numId="40" w16cid:durableId="1164979190">
    <w:abstractNumId w:val="1"/>
  </w:num>
  <w:num w:numId="41" w16cid:durableId="1298489108">
    <w:abstractNumId w:val="1"/>
  </w:num>
  <w:num w:numId="42" w16cid:durableId="1940218760">
    <w:abstractNumId w:val="5"/>
  </w:num>
  <w:num w:numId="43" w16cid:durableId="550388305">
    <w:abstractNumId w:val="5"/>
  </w:num>
  <w:num w:numId="44" w16cid:durableId="1136994621">
    <w:abstractNumId w:val="16"/>
  </w:num>
  <w:num w:numId="45" w16cid:durableId="1718312847">
    <w:abstractNumId w:val="11"/>
  </w:num>
  <w:num w:numId="46" w16cid:durableId="805778949">
    <w:abstractNumId w:val="13"/>
  </w:num>
  <w:num w:numId="47" w16cid:durableId="1959070777">
    <w:abstractNumId w:val="17"/>
  </w:num>
  <w:num w:numId="48" w16cid:durableId="845510871">
    <w:abstractNumId w:val="17"/>
    <w:lvlOverride w:ilvl="0">
      <w:startOverride w:val="1"/>
    </w:lvlOverride>
  </w:num>
  <w:num w:numId="49" w16cid:durableId="888807636">
    <w:abstractNumId w:val="9"/>
  </w:num>
  <w:num w:numId="50" w16cid:durableId="1524516000">
    <w:abstractNumId w:val="2"/>
  </w:num>
  <w:num w:numId="51" w16cid:durableId="561909152">
    <w:abstractNumId w:val="4"/>
  </w:num>
  <w:num w:numId="52" w16cid:durableId="1370690482">
    <w:abstractNumId w:val="2"/>
    <w:lvlOverride w:ilvl="0">
      <w:startOverride w:val="1"/>
    </w:lvlOverride>
  </w:num>
  <w:num w:numId="53" w16cid:durableId="1629749305">
    <w:abstractNumId w:val="2"/>
    <w:lvlOverride w:ilvl="0">
      <w:startOverride w:val="1"/>
    </w:lvlOverride>
  </w:num>
  <w:num w:numId="54" w16cid:durableId="2095320668">
    <w:abstractNumId w:val="2"/>
    <w:lvlOverride w:ilvl="0">
      <w:startOverride w:val="1"/>
    </w:lvlOverride>
  </w:num>
  <w:num w:numId="55" w16cid:durableId="1382948060">
    <w:abstractNumId w:val="2"/>
    <w:lvlOverride w:ilvl="0">
      <w:startOverride w:val="1"/>
    </w:lvlOverride>
  </w:num>
  <w:num w:numId="56" w16cid:durableId="1576940897">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4F6D"/>
    <w:rsid w:val="00005616"/>
    <w:rsid w:val="00012A87"/>
    <w:rsid w:val="00017F3C"/>
    <w:rsid w:val="00025F79"/>
    <w:rsid w:val="000309DC"/>
    <w:rsid w:val="00032D34"/>
    <w:rsid w:val="00041EC8"/>
    <w:rsid w:val="00042505"/>
    <w:rsid w:val="000506AF"/>
    <w:rsid w:val="00050DE9"/>
    <w:rsid w:val="000514D0"/>
    <w:rsid w:val="00054936"/>
    <w:rsid w:val="0006588D"/>
    <w:rsid w:val="00067A5E"/>
    <w:rsid w:val="00067F07"/>
    <w:rsid w:val="000719BB"/>
    <w:rsid w:val="00071A0E"/>
    <w:rsid w:val="00071E6C"/>
    <w:rsid w:val="00072A65"/>
    <w:rsid w:val="00072C1E"/>
    <w:rsid w:val="00073347"/>
    <w:rsid w:val="000854BE"/>
    <w:rsid w:val="000B15D3"/>
    <w:rsid w:val="000B2816"/>
    <w:rsid w:val="000B4EB8"/>
    <w:rsid w:val="000C40E5"/>
    <w:rsid w:val="000C41F2"/>
    <w:rsid w:val="000C4807"/>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312F"/>
    <w:rsid w:val="00145961"/>
    <w:rsid w:val="00146CBA"/>
    <w:rsid w:val="00152473"/>
    <w:rsid w:val="00152D40"/>
    <w:rsid w:val="0015463F"/>
    <w:rsid w:val="00155906"/>
    <w:rsid w:val="00156F97"/>
    <w:rsid w:val="001615B1"/>
    <w:rsid w:val="00163F78"/>
    <w:rsid w:val="001656A2"/>
    <w:rsid w:val="00167E02"/>
    <w:rsid w:val="00170EC5"/>
    <w:rsid w:val="00171CD2"/>
    <w:rsid w:val="0017220E"/>
    <w:rsid w:val="00172A44"/>
    <w:rsid w:val="001747C1"/>
    <w:rsid w:val="001748FA"/>
    <w:rsid w:val="0017695A"/>
    <w:rsid w:val="00177D6B"/>
    <w:rsid w:val="00181A46"/>
    <w:rsid w:val="00183A3F"/>
    <w:rsid w:val="00185FEC"/>
    <w:rsid w:val="00191449"/>
    <w:rsid w:val="00191F90"/>
    <w:rsid w:val="00194639"/>
    <w:rsid w:val="001A06CC"/>
    <w:rsid w:val="001B4678"/>
    <w:rsid w:val="001B4E74"/>
    <w:rsid w:val="001C1AAC"/>
    <w:rsid w:val="001C524E"/>
    <w:rsid w:val="001C645F"/>
    <w:rsid w:val="001C79E8"/>
    <w:rsid w:val="001D3D61"/>
    <w:rsid w:val="001E3C56"/>
    <w:rsid w:val="001E678E"/>
    <w:rsid w:val="001F20C0"/>
    <w:rsid w:val="001F34A6"/>
    <w:rsid w:val="001F46E5"/>
    <w:rsid w:val="00205545"/>
    <w:rsid w:val="002071BB"/>
    <w:rsid w:val="00207DF5"/>
    <w:rsid w:val="00215AF3"/>
    <w:rsid w:val="0023464E"/>
    <w:rsid w:val="00235D7C"/>
    <w:rsid w:val="00240B81"/>
    <w:rsid w:val="00244767"/>
    <w:rsid w:val="00245C9C"/>
    <w:rsid w:val="00247D01"/>
    <w:rsid w:val="0025170A"/>
    <w:rsid w:val="00252B62"/>
    <w:rsid w:val="00257246"/>
    <w:rsid w:val="00261A5B"/>
    <w:rsid w:val="00262343"/>
    <w:rsid w:val="00262E5B"/>
    <w:rsid w:val="002654D1"/>
    <w:rsid w:val="002654D9"/>
    <w:rsid w:val="00276AFE"/>
    <w:rsid w:val="0028337C"/>
    <w:rsid w:val="00292D90"/>
    <w:rsid w:val="00295BD1"/>
    <w:rsid w:val="00297B4E"/>
    <w:rsid w:val="002A3B57"/>
    <w:rsid w:val="002A60A2"/>
    <w:rsid w:val="002B06D2"/>
    <w:rsid w:val="002C2ACD"/>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32CCC"/>
    <w:rsid w:val="0034274B"/>
    <w:rsid w:val="00344191"/>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0D4A"/>
    <w:rsid w:val="003A1246"/>
    <w:rsid w:val="003A1F7A"/>
    <w:rsid w:val="003A62E2"/>
    <w:rsid w:val="003B4C32"/>
    <w:rsid w:val="003C33F2"/>
    <w:rsid w:val="003C5EBD"/>
    <w:rsid w:val="003D756E"/>
    <w:rsid w:val="003E420D"/>
    <w:rsid w:val="003E4C13"/>
    <w:rsid w:val="004001A6"/>
    <w:rsid w:val="00403788"/>
    <w:rsid w:val="004078F3"/>
    <w:rsid w:val="004153A3"/>
    <w:rsid w:val="004220DE"/>
    <w:rsid w:val="0042532F"/>
    <w:rsid w:val="00427794"/>
    <w:rsid w:val="00432CCA"/>
    <w:rsid w:val="004379C4"/>
    <w:rsid w:val="00441B4D"/>
    <w:rsid w:val="004456AB"/>
    <w:rsid w:val="00450F07"/>
    <w:rsid w:val="004525C2"/>
    <w:rsid w:val="00453CD3"/>
    <w:rsid w:val="00457A0F"/>
    <w:rsid w:val="00457E1E"/>
    <w:rsid w:val="00460660"/>
    <w:rsid w:val="00463825"/>
    <w:rsid w:val="00464BA9"/>
    <w:rsid w:val="00465C0C"/>
    <w:rsid w:val="00465F51"/>
    <w:rsid w:val="00471212"/>
    <w:rsid w:val="004718E5"/>
    <w:rsid w:val="0047485E"/>
    <w:rsid w:val="00475F4D"/>
    <w:rsid w:val="00483969"/>
    <w:rsid w:val="00486107"/>
    <w:rsid w:val="00486178"/>
    <w:rsid w:val="00487010"/>
    <w:rsid w:val="00491827"/>
    <w:rsid w:val="004A0E75"/>
    <w:rsid w:val="004A30AE"/>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420DB"/>
    <w:rsid w:val="00553375"/>
    <w:rsid w:val="00555326"/>
    <w:rsid w:val="00555884"/>
    <w:rsid w:val="0056353A"/>
    <w:rsid w:val="00565E22"/>
    <w:rsid w:val="00566539"/>
    <w:rsid w:val="00570DCF"/>
    <w:rsid w:val="005736B7"/>
    <w:rsid w:val="00574927"/>
    <w:rsid w:val="00575E5A"/>
    <w:rsid w:val="00580245"/>
    <w:rsid w:val="00582C15"/>
    <w:rsid w:val="005835D0"/>
    <w:rsid w:val="005841B5"/>
    <w:rsid w:val="0058473B"/>
    <w:rsid w:val="005932BD"/>
    <w:rsid w:val="005A04A5"/>
    <w:rsid w:val="005A1F44"/>
    <w:rsid w:val="005B65FC"/>
    <w:rsid w:val="005B7883"/>
    <w:rsid w:val="005B7C7D"/>
    <w:rsid w:val="005C0082"/>
    <w:rsid w:val="005C2FF4"/>
    <w:rsid w:val="005C3FF2"/>
    <w:rsid w:val="005D168C"/>
    <w:rsid w:val="005D1779"/>
    <w:rsid w:val="005D1FC9"/>
    <w:rsid w:val="005D3C39"/>
    <w:rsid w:val="005E075A"/>
    <w:rsid w:val="005E7D97"/>
    <w:rsid w:val="005F3E29"/>
    <w:rsid w:val="005F4BFD"/>
    <w:rsid w:val="005F530D"/>
    <w:rsid w:val="00601A8C"/>
    <w:rsid w:val="00605DD8"/>
    <w:rsid w:val="0061012B"/>
    <w:rsid w:val="0061068E"/>
    <w:rsid w:val="006115D3"/>
    <w:rsid w:val="00616F3E"/>
    <w:rsid w:val="00622AD8"/>
    <w:rsid w:val="0062684A"/>
    <w:rsid w:val="0063491A"/>
    <w:rsid w:val="0063642B"/>
    <w:rsid w:val="00637AF8"/>
    <w:rsid w:val="00643B60"/>
    <w:rsid w:val="00647AC6"/>
    <w:rsid w:val="0065610E"/>
    <w:rsid w:val="00656725"/>
    <w:rsid w:val="006575AF"/>
    <w:rsid w:val="00660AD3"/>
    <w:rsid w:val="00664E1A"/>
    <w:rsid w:val="00671A0C"/>
    <w:rsid w:val="00673405"/>
    <w:rsid w:val="00673932"/>
    <w:rsid w:val="006776B6"/>
    <w:rsid w:val="00680727"/>
    <w:rsid w:val="006827EE"/>
    <w:rsid w:val="00693150"/>
    <w:rsid w:val="006A2EB6"/>
    <w:rsid w:val="006A5570"/>
    <w:rsid w:val="006A6355"/>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6F4AEC"/>
    <w:rsid w:val="00701D94"/>
    <w:rsid w:val="00710723"/>
    <w:rsid w:val="007108AA"/>
    <w:rsid w:val="00720F1A"/>
    <w:rsid w:val="00723ED1"/>
    <w:rsid w:val="00730A60"/>
    <w:rsid w:val="00740AF5"/>
    <w:rsid w:val="00743525"/>
    <w:rsid w:val="00743F99"/>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CA0"/>
    <w:rsid w:val="00807DD0"/>
    <w:rsid w:val="00811ABB"/>
    <w:rsid w:val="008123B6"/>
    <w:rsid w:val="00813245"/>
    <w:rsid w:val="00815324"/>
    <w:rsid w:val="00817C37"/>
    <w:rsid w:val="00821D01"/>
    <w:rsid w:val="00821F3A"/>
    <w:rsid w:val="00826B7B"/>
    <w:rsid w:val="008270A8"/>
    <w:rsid w:val="0083024A"/>
    <w:rsid w:val="00831DC4"/>
    <w:rsid w:val="00831EF1"/>
    <w:rsid w:val="00837C92"/>
    <w:rsid w:val="00846789"/>
    <w:rsid w:val="00847C74"/>
    <w:rsid w:val="008602BD"/>
    <w:rsid w:val="00860EE6"/>
    <w:rsid w:val="008630F3"/>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4C63"/>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29CB"/>
    <w:rsid w:val="009D66DE"/>
    <w:rsid w:val="009D75A4"/>
    <w:rsid w:val="009E04DB"/>
    <w:rsid w:val="009E07F4"/>
    <w:rsid w:val="009E4009"/>
    <w:rsid w:val="009E6B6D"/>
    <w:rsid w:val="009F0867"/>
    <w:rsid w:val="009F0BC6"/>
    <w:rsid w:val="009F309B"/>
    <w:rsid w:val="009F392E"/>
    <w:rsid w:val="009F53C5"/>
    <w:rsid w:val="00A018CF"/>
    <w:rsid w:val="00A03A50"/>
    <w:rsid w:val="00A054A8"/>
    <w:rsid w:val="00A0740E"/>
    <w:rsid w:val="00A318A8"/>
    <w:rsid w:val="00A46260"/>
    <w:rsid w:val="00A50641"/>
    <w:rsid w:val="00A530BF"/>
    <w:rsid w:val="00A6177B"/>
    <w:rsid w:val="00A62627"/>
    <w:rsid w:val="00A66136"/>
    <w:rsid w:val="00A71189"/>
    <w:rsid w:val="00A7364A"/>
    <w:rsid w:val="00A74DCC"/>
    <w:rsid w:val="00A753ED"/>
    <w:rsid w:val="00A77512"/>
    <w:rsid w:val="00A84A1D"/>
    <w:rsid w:val="00A90530"/>
    <w:rsid w:val="00A94C2F"/>
    <w:rsid w:val="00AA0FE1"/>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66648"/>
    <w:rsid w:val="00B67332"/>
    <w:rsid w:val="00B67FFD"/>
    <w:rsid w:val="00B735F1"/>
    <w:rsid w:val="00B75EE1"/>
    <w:rsid w:val="00B77481"/>
    <w:rsid w:val="00B8518B"/>
    <w:rsid w:val="00B93136"/>
    <w:rsid w:val="00B93D54"/>
    <w:rsid w:val="00B97CC3"/>
    <w:rsid w:val="00BA0E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659E8"/>
    <w:rsid w:val="00C708EA"/>
    <w:rsid w:val="00C732F0"/>
    <w:rsid w:val="00C778A5"/>
    <w:rsid w:val="00C8140E"/>
    <w:rsid w:val="00C83DCC"/>
    <w:rsid w:val="00C87FFB"/>
    <w:rsid w:val="00C9337E"/>
    <w:rsid w:val="00C9345B"/>
    <w:rsid w:val="00C95162"/>
    <w:rsid w:val="00C96E7C"/>
    <w:rsid w:val="00CA34D1"/>
    <w:rsid w:val="00CA4082"/>
    <w:rsid w:val="00CA5A14"/>
    <w:rsid w:val="00CB603B"/>
    <w:rsid w:val="00CB6A37"/>
    <w:rsid w:val="00CB7684"/>
    <w:rsid w:val="00CC7C8F"/>
    <w:rsid w:val="00CD1FC4"/>
    <w:rsid w:val="00CD7066"/>
    <w:rsid w:val="00CD77AA"/>
    <w:rsid w:val="00CE2078"/>
    <w:rsid w:val="00CE3A81"/>
    <w:rsid w:val="00CF1410"/>
    <w:rsid w:val="00CF15EB"/>
    <w:rsid w:val="00CF2351"/>
    <w:rsid w:val="00D034A0"/>
    <w:rsid w:val="00D03901"/>
    <w:rsid w:val="00D05FFD"/>
    <w:rsid w:val="00D11354"/>
    <w:rsid w:val="00D136A2"/>
    <w:rsid w:val="00D21061"/>
    <w:rsid w:val="00D246FC"/>
    <w:rsid w:val="00D30D72"/>
    <w:rsid w:val="00D32A11"/>
    <w:rsid w:val="00D32BA0"/>
    <w:rsid w:val="00D34790"/>
    <w:rsid w:val="00D36EA0"/>
    <w:rsid w:val="00D4108E"/>
    <w:rsid w:val="00D435C3"/>
    <w:rsid w:val="00D51B47"/>
    <w:rsid w:val="00D6163D"/>
    <w:rsid w:val="00D76143"/>
    <w:rsid w:val="00D831A3"/>
    <w:rsid w:val="00D945EA"/>
    <w:rsid w:val="00D97BE3"/>
    <w:rsid w:val="00DA1659"/>
    <w:rsid w:val="00DA3711"/>
    <w:rsid w:val="00DA55E3"/>
    <w:rsid w:val="00DB47DA"/>
    <w:rsid w:val="00DB4DF1"/>
    <w:rsid w:val="00DB571C"/>
    <w:rsid w:val="00DC620E"/>
    <w:rsid w:val="00DC74C5"/>
    <w:rsid w:val="00DD46F3"/>
    <w:rsid w:val="00DE56F2"/>
    <w:rsid w:val="00DF116D"/>
    <w:rsid w:val="00DF14DB"/>
    <w:rsid w:val="00E0181B"/>
    <w:rsid w:val="00E03B44"/>
    <w:rsid w:val="00E06EDE"/>
    <w:rsid w:val="00E16FF7"/>
    <w:rsid w:val="00E26D68"/>
    <w:rsid w:val="00E33F32"/>
    <w:rsid w:val="00E37BAF"/>
    <w:rsid w:val="00E416CF"/>
    <w:rsid w:val="00E41EEA"/>
    <w:rsid w:val="00E43960"/>
    <w:rsid w:val="00E44045"/>
    <w:rsid w:val="00E46253"/>
    <w:rsid w:val="00E509C5"/>
    <w:rsid w:val="00E618C4"/>
    <w:rsid w:val="00E634B0"/>
    <w:rsid w:val="00E71E40"/>
    <w:rsid w:val="00E72324"/>
    <w:rsid w:val="00E878EE"/>
    <w:rsid w:val="00EA61D3"/>
    <w:rsid w:val="00EA6EC7"/>
    <w:rsid w:val="00EB104F"/>
    <w:rsid w:val="00EB46E5"/>
    <w:rsid w:val="00EC11FF"/>
    <w:rsid w:val="00EC1B78"/>
    <w:rsid w:val="00EC63FF"/>
    <w:rsid w:val="00EC6C56"/>
    <w:rsid w:val="00ED14BD"/>
    <w:rsid w:val="00EE2120"/>
    <w:rsid w:val="00EF1A53"/>
    <w:rsid w:val="00EF3412"/>
    <w:rsid w:val="00EF402D"/>
    <w:rsid w:val="00EF521A"/>
    <w:rsid w:val="00EF5716"/>
    <w:rsid w:val="00EF7459"/>
    <w:rsid w:val="00F016C7"/>
    <w:rsid w:val="00F12DEC"/>
    <w:rsid w:val="00F1715C"/>
    <w:rsid w:val="00F220AB"/>
    <w:rsid w:val="00F310F8"/>
    <w:rsid w:val="00F34DA1"/>
    <w:rsid w:val="00F35939"/>
    <w:rsid w:val="00F45607"/>
    <w:rsid w:val="00F4722B"/>
    <w:rsid w:val="00F54432"/>
    <w:rsid w:val="00F5625B"/>
    <w:rsid w:val="00F57299"/>
    <w:rsid w:val="00F659EB"/>
    <w:rsid w:val="00F70EBE"/>
    <w:rsid w:val="00F758FA"/>
    <w:rsid w:val="00F772A9"/>
    <w:rsid w:val="00F772C6"/>
    <w:rsid w:val="00F86942"/>
    <w:rsid w:val="00F86BA6"/>
    <w:rsid w:val="00F912DC"/>
    <w:rsid w:val="00F915C4"/>
    <w:rsid w:val="00F93347"/>
    <w:rsid w:val="00F95772"/>
    <w:rsid w:val="00F95B83"/>
    <w:rsid w:val="00FA001F"/>
    <w:rsid w:val="00FA45C8"/>
    <w:rsid w:val="00FB4424"/>
    <w:rsid w:val="00FB6342"/>
    <w:rsid w:val="00FC6389"/>
    <w:rsid w:val="00FD17AF"/>
    <w:rsid w:val="00FE06B6"/>
    <w:rsid w:val="00FE1DA9"/>
    <w:rsid w:val="00FE6AEC"/>
    <w:rsid w:val="00FE7ED1"/>
    <w:rsid w:val="00FF1220"/>
    <w:rsid w:val="00FF573B"/>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847C74"/>
    <w:pPr>
      <w:spacing w:before="20" w:after="20" w:line="240" w:lineRule="auto"/>
    </w:pPr>
    <w:rPr>
      <w:rFonts w:ascii="Verdana" w:hAnsi="Verdana"/>
      <w:sz w:val="14"/>
    </w:rPr>
  </w:style>
  <w:style w:type="paragraph" w:customStyle="1" w:styleId="PNTextbezodsazmezer">
    <w:name w:val="_PN_Text_bez_odsaz+mezer"/>
    <w:basedOn w:val="PNTextzkladn"/>
    <w:qFormat/>
    <w:rsid w:val="009E4009"/>
    <w:pPr>
      <w:spacing w:after="0"/>
    </w:pPr>
  </w:style>
  <w:style w:type="table" w:customStyle="1" w:styleId="Tabulka11">
    <w:name w:val="_Tabulka_11"/>
    <w:basedOn w:val="Mkatabulky"/>
    <w:uiPriority w:val="99"/>
    <w:rsid w:val="00B735F1"/>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Schejbalov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jornik@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358F0"/>
    <w:rsid w:val="00086A7C"/>
    <w:rsid w:val="000A6048"/>
    <w:rsid w:val="000F6778"/>
    <w:rsid w:val="00113B62"/>
    <w:rsid w:val="001258DC"/>
    <w:rsid w:val="00132199"/>
    <w:rsid w:val="00150E54"/>
    <w:rsid w:val="00155B79"/>
    <w:rsid w:val="00163F78"/>
    <w:rsid w:val="001C31D8"/>
    <w:rsid w:val="001C79E8"/>
    <w:rsid w:val="001F2DA6"/>
    <w:rsid w:val="002428FE"/>
    <w:rsid w:val="00244589"/>
    <w:rsid w:val="00292D90"/>
    <w:rsid w:val="002B0162"/>
    <w:rsid w:val="002B5AF1"/>
    <w:rsid w:val="002C660C"/>
    <w:rsid w:val="00332CCC"/>
    <w:rsid w:val="003521B0"/>
    <w:rsid w:val="00381DC2"/>
    <w:rsid w:val="00385034"/>
    <w:rsid w:val="00386457"/>
    <w:rsid w:val="003B7884"/>
    <w:rsid w:val="003E0351"/>
    <w:rsid w:val="00403A33"/>
    <w:rsid w:val="00435807"/>
    <w:rsid w:val="0043688D"/>
    <w:rsid w:val="004379C4"/>
    <w:rsid w:val="00475F4D"/>
    <w:rsid w:val="00490071"/>
    <w:rsid w:val="004A262A"/>
    <w:rsid w:val="004E2DA3"/>
    <w:rsid w:val="004E4EFA"/>
    <w:rsid w:val="004F0227"/>
    <w:rsid w:val="005068A7"/>
    <w:rsid w:val="00507591"/>
    <w:rsid w:val="00524211"/>
    <w:rsid w:val="00575BED"/>
    <w:rsid w:val="005A04A5"/>
    <w:rsid w:val="005C3FF2"/>
    <w:rsid w:val="005E70DB"/>
    <w:rsid w:val="005F4CA4"/>
    <w:rsid w:val="0060601F"/>
    <w:rsid w:val="0062684A"/>
    <w:rsid w:val="006341CF"/>
    <w:rsid w:val="00637AF8"/>
    <w:rsid w:val="006A67FF"/>
    <w:rsid w:val="006C4176"/>
    <w:rsid w:val="006F5459"/>
    <w:rsid w:val="007015D1"/>
    <w:rsid w:val="00726B85"/>
    <w:rsid w:val="00750732"/>
    <w:rsid w:val="00773106"/>
    <w:rsid w:val="0077390E"/>
    <w:rsid w:val="007758DB"/>
    <w:rsid w:val="007A0A06"/>
    <w:rsid w:val="007D0BE3"/>
    <w:rsid w:val="00802EFB"/>
    <w:rsid w:val="00891D55"/>
    <w:rsid w:val="00893F95"/>
    <w:rsid w:val="008A3E2F"/>
    <w:rsid w:val="00936721"/>
    <w:rsid w:val="00961D69"/>
    <w:rsid w:val="00985FEA"/>
    <w:rsid w:val="00992E48"/>
    <w:rsid w:val="009C6045"/>
    <w:rsid w:val="009D29CB"/>
    <w:rsid w:val="009E6938"/>
    <w:rsid w:val="009E6B6D"/>
    <w:rsid w:val="009E73AC"/>
    <w:rsid w:val="00A3620F"/>
    <w:rsid w:val="00A363DE"/>
    <w:rsid w:val="00A607EB"/>
    <w:rsid w:val="00AC2CA8"/>
    <w:rsid w:val="00B66648"/>
    <w:rsid w:val="00BB192B"/>
    <w:rsid w:val="00BC4068"/>
    <w:rsid w:val="00BE50FB"/>
    <w:rsid w:val="00C1680D"/>
    <w:rsid w:val="00C60C5E"/>
    <w:rsid w:val="00C62523"/>
    <w:rsid w:val="00CA34D1"/>
    <w:rsid w:val="00CB6126"/>
    <w:rsid w:val="00CF29AD"/>
    <w:rsid w:val="00D04F40"/>
    <w:rsid w:val="00D30870"/>
    <w:rsid w:val="00D35307"/>
    <w:rsid w:val="00D93F65"/>
    <w:rsid w:val="00DD3738"/>
    <w:rsid w:val="00E0181B"/>
    <w:rsid w:val="00E15339"/>
    <w:rsid w:val="00E76CEA"/>
    <w:rsid w:val="00EF1A53"/>
    <w:rsid w:val="00EF5B82"/>
    <w:rsid w:val="00F162F5"/>
    <w:rsid w:val="00F268B8"/>
    <w:rsid w:val="00F4732C"/>
    <w:rsid w:val="00F70E92"/>
    <w:rsid w:val="00F93AD9"/>
    <w:rsid w:val="00FD2437"/>
    <w:rsid w:val="00FF57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0</TotalTime>
  <Pages>15</Pages>
  <Words>5941</Words>
  <Characters>35057</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17</cp:revision>
  <cp:lastPrinted>2019-07-24T06:01:00Z</cp:lastPrinted>
  <dcterms:created xsi:type="dcterms:W3CDTF">2025-05-16T10:36:00Z</dcterms:created>
  <dcterms:modified xsi:type="dcterms:W3CDTF">2025-08-08T07:27:00Z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