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Pr="00EC055C" w:rsidRDefault="00354C5C" w:rsidP="006E5C6C">
      <w:r>
        <w:t xml:space="preserve">Příloha č. </w:t>
      </w:r>
      <w:r w:rsidR="00B87D91">
        <w:t>1</w:t>
      </w:r>
      <w:r>
        <w:t xml:space="preserve"> Výzvy k </w:t>
      </w:r>
      <w:r w:rsidRPr="00EC055C">
        <w:t>podání nabídky</w:t>
      </w:r>
    </w:p>
    <w:p w14:paraId="10E016D5" w14:textId="72FA804B" w:rsidR="003F1BC8" w:rsidRPr="00905651" w:rsidRDefault="008B1A2C" w:rsidP="00905651">
      <w:pPr>
        <w:pStyle w:val="Obsah2"/>
        <w:tabs>
          <w:tab w:val="left" w:pos="1320"/>
          <w:tab w:val="right" w:leader="dot" w:pos="8692"/>
        </w:tabs>
        <w:rPr>
          <w:b/>
          <w:color w:val="FF5200" w:themeColor="accent2"/>
          <w:sz w:val="36"/>
          <w:szCs w:val="36"/>
        </w:rPr>
      </w:pPr>
      <w:r w:rsidRPr="00EC055C">
        <w:rPr>
          <w:b/>
          <w:color w:val="FF5200" w:themeColor="accent2"/>
          <w:sz w:val="36"/>
          <w:szCs w:val="36"/>
        </w:rPr>
        <w:t>Krycí list nabídky</w:t>
      </w:r>
      <w:r w:rsidR="0031280B" w:rsidRPr="00EC055C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776DCA" w:rsidRPr="00776DCA">
        <w:rPr>
          <w:b/>
          <w:color w:val="FF5200" w:themeColor="accent2"/>
          <w:sz w:val="36"/>
          <w:szCs w:val="36"/>
        </w:rPr>
        <w:t>Dodávka multifunkčního silničního vozidla včetně příslušenství pro OŘ UNL 2025</w:t>
      </w:r>
      <w:r w:rsidR="0031280B" w:rsidRPr="003F1BC8">
        <w:rPr>
          <w:b/>
          <w:color w:val="FF5200" w:themeColor="accent2"/>
          <w:sz w:val="36"/>
          <w:szCs w:val="36"/>
        </w:rPr>
        <w:t>“</w:t>
      </w:r>
      <w:r w:rsidR="000128D4" w:rsidRPr="003F1BC8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3F1BC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r w:rsidR="00776DC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20859</w:t>
      </w:r>
      <w:r w:rsidR="006A717A" w:rsidRPr="006A717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/2025-SŽ-OŘ UNL-OVZ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3A4C0171" w:rsidR="00633D9C" w:rsidRDefault="00A93A74" w:rsidP="003F1BC8">
          <w:r>
            <w:t>Obsah</w:t>
          </w:r>
        </w:p>
        <w:p w14:paraId="1C46C3E3" w14:textId="07269881" w:rsidR="00530588" w:rsidRDefault="00A93A74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8898183" w:history="1">
            <w:r w:rsidR="00530588" w:rsidRPr="006867A4">
              <w:rPr>
                <w:rStyle w:val="Hypertextovodkaz"/>
                <w:noProof/>
              </w:rPr>
              <w:t>Kapitola 1.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Základní údaje k nabídce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_Toc168898183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2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61D59682" w14:textId="543AE006" w:rsidR="00530588" w:rsidRDefault="0053058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84" w:history="1">
            <w:r w:rsidRPr="006867A4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867A4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_Toc168898184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FBD829" w14:textId="6A9B9F7D" w:rsidR="00530588" w:rsidRDefault="0053058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85" w:history="1">
            <w:r w:rsidRPr="006867A4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867A4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_Toc168898185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A07C0E" w14:textId="4EA0DE0C" w:rsidR="00530588" w:rsidRDefault="0053058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86" w:history="1">
            <w:r w:rsidRPr="006867A4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867A4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_Toc168898186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C3F2CA" w14:textId="557E5CD7" w:rsidR="00530588" w:rsidRDefault="0053058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87" w:history="1">
            <w:r w:rsidRPr="006867A4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867A4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_Toc168898187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45F0B8" w14:textId="46E0A59B" w:rsidR="00530588" w:rsidRDefault="0053058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88" w:history="1">
            <w:r w:rsidRPr="006867A4">
              <w:rPr>
                <w:rStyle w:val="Hypertextovodkaz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867A4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_Toc168898188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30ABAC" w14:textId="224ADA20" w:rsidR="00530588" w:rsidRDefault="0053058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89" w:history="1">
            <w:r w:rsidRPr="006867A4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867A4">
              <w:rPr>
                <w:rStyle w:val="Hypertextovodkaz"/>
                <w:noProof/>
              </w:rPr>
              <w:t>Čestné prohlášení o ekonomické kvalifikaci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_Toc168898189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36A8FF" w14:textId="3B8738D5" w:rsidR="00530588" w:rsidRDefault="0053058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90" w:history="1">
            <w:r w:rsidRPr="006867A4">
              <w:rPr>
                <w:rStyle w:val="Hypertextovodkaz"/>
                <w:rFonts w:eastAsia="Times New Roman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867A4">
              <w:rPr>
                <w:rStyle w:val="Hypertextovodkaz"/>
                <w:noProof/>
              </w:rPr>
              <w:t>Čestné</w:t>
            </w:r>
            <w:r w:rsidRPr="006867A4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 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_Toc168898190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FE0B5C" w14:textId="5E360CD7" w:rsidR="00530588" w:rsidRDefault="0053058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91" w:history="1">
            <w:r w:rsidRPr="006867A4">
              <w:rPr>
                <w:rStyle w:val="Hypertextovodkaz"/>
                <w:rFonts w:eastAsia="Times New Roman"/>
                <w:noProof/>
              </w:rPr>
              <w:t>Kapitola 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867A4">
              <w:rPr>
                <w:rStyle w:val="Hypertextovodkaz"/>
                <w:noProof/>
              </w:rPr>
              <w:t>Čestné</w:t>
            </w:r>
            <w:r w:rsidRPr="006867A4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_Toc168898191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06C89F" w14:textId="7FCBF601" w:rsidR="00530588" w:rsidRDefault="0053058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92" w:history="1">
            <w:r w:rsidRPr="006867A4">
              <w:rPr>
                <w:rStyle w:val="Hypertextovodkaz"/>
                <w:rFonts w:eastAsia="Times New Roman"/>
                <w:noProof/>
              </w:rPr>
              <w:t>Kapitola 10.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867A4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_Toc168898192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4B73DF" w14:textId="12E37835" w:rsidR="00530588" w:rsidRDefault="0053058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93" w:history="1">
            <w:r w:rsidRPr="006867A4">
              <w:rPr>
                <w:rStyle w:val="Hypertextovodkaz"/>
                <w:noProof/>
                <w:lang w:eastAsia="cs-CZ"/>
              </w:rPr>
              <w:t>Kapitola 11.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867A4">
              <w:rPr>
                <w:rStyle w:val="Hypertextovodkaz"/>
                <w:noProof/>
              </w:rPr>
              <w:t>Čestné</w:t>
            </w:r>
            <w:r w:rsidRPr="006867A4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>
              <w:rPr>
                <w:rStyle w:val="Hypertextovodkaz"/>
                <w:rFonts w:eastAsia="Times New Roman"/>
                <w:noProof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_Toc168898193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54A9125E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68898183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51E167B5" w14:textId="2BDF0109" w:rsidR="00EA444A" w:rsidRDefault="00EA444A" w:rsidP="00EC055C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 xml:space="preserve">Zastoupená </w:t>
      </w:r>
      <w:r w:rsidR="00EC055C" w:rsidRPr="00EC055C">
        <w:t xml:space="preserve">Ing. Martinem Kašparem, ředitelem organizační jednotky, na základě pověření </w:t>
      </w:r>
      <w:r w:rsidR="00EC055C" w:rsidRPr="004D2C06">
        <w:t>č. 2652 ze dne 22. 02. 2019</w:t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22023FEB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 w:rsidRPr="00EC055C">
        <w:t>Výzvy k podání nabíd</w:t>
      </w:r>
      <w:r w:rsidR="004C76E9" w:rsidRPr="00EC055C">
        <w:t>ky</w:t>
      </w:r>
      <w:r w:rsidRPr="00EC055C">
        <w:t xml:space="preserve"> na veřejnou zakázku zadávanou</w:t>
      </w:r>
      <w:r w:rsidR="004C76E9" w:rsidRPr="00EC055C">
        <w:t xml:space="preserve"> jako </w:t>
      </w:r>
      <w:r w:rsidR="000128D4" w:rsidRPr="00EC055C">
        <w:rPr>
          <w:rFonts w:eastAsia="Times New Roman" w:cs="Times New Roman"/>
          <w:lang w:eastAsia="cs-CZ"/>
        </w:rPr>
        <w:t>podlimitní sektorovou veřejnou zakázku</w:t>
      </w:r>
      <w:r w:rsidRPr="00EC055C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527F2081" w14:textId="66E00057" w:rsidR="00FF3A1D" w:rsidRDefault="00FF3A1D" w:rsidP="00FF3A1D">
      <w:r>
        <w:t>Celková nabídková cena v Kč bez DPH</w:t>
      </w:r>
      <w:r w:rsidR="004D2C06">
        <w:t>:</w:t>
      </w:r>
      <w:r>
        <w:t xml:space="preserve"> </w:t>
      </w:r>
      <w:r>
        <w:tab/>
      </w:r>
      <w:r>
        <w:tab/>
      </w:r>
      <w:r>
        <w:tab/>
      </w:r>
      <w:r w:rsidRPr="00D15823">
        <w:rPr>
          <w:highlight w:val="green"/>
        </w:rPr>
        <w:t>[VLOŽÍ ÚČASTNÍK]</w:t>
      </w:r>
    </w:p>
    <w:p w14:paraId="720ECFE6" w14:textId="77777777" w:rsidR="00FF3A1D" w:rsidRDefault="00FF3A1D" w:rsidP="00FF3A1D">
      <w:r>
        <w:t>celkem DPH: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15823">
        <w:rPr>
          <w:highlight w:val="green"/>
        </w:rPr>
        <w:t>[VLOŽÍ ÚČASTNÍK]</w:t>
      </w:r>
    </w:p>
    <w:p w14:paraId="3D4A9EFE" w14:textId="77777777" w:rsidR="00FF3A1D" w:rsidRDefault="00FF3A1D" w:rsidP="00FF3A1D">
      <w:pPr>
        <w:rPr>
          <w:highlight w:val="yellow"/>
        </w:rPr>
      </w:pPr>
      <w:r>
        <w:t>Celková nabídková cena v Kč včetně DPH:</w:t>
      </w:r>
      <w:r>
        <w:tab/>
      </w:r>
      <w:r>
        <w:tab/>
      </w:r>
      <w:r>
        <w:tab/>
      </w:r>
      <w:r w:rsidRPr="00D15823">
        <w:rPr>
          <w:highlight w:val="green"/>
        </w:rPr>
        <w:t>[VLOŽÍ ÚČASTNÍK]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3B0281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776DCA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776DCA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68898184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6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68898185"/>
      <w:r w:rsidRPr="00C15E30"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6142E435" w14:textId="3BDE508E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68898186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11C23BE1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lang w:eastAsia="cs-CZ"/>
        </w:rPr>
        <w:t>tímto čestně prohlašuje, že</w:t>
      </w:r>
      <w:r>
        <w:rPr>
          <w:lang w:eastAsia="cs-CZ"/>
        </w:rPr>
        <w:t>:</w:t>
      </w:r>
    </w:p>
    <w:p w14:paraId="637FEE98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3DF11E7A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výběrového řízení, s nímž je spojenou osobou podle zákona o daních z příjmů.  </w:t>
      </w:r>
    </w:p>
    <w:p w14:paraId="0CA92762" w14:textId="662AFF51" w:rsidR="0031280B" w:rsidRPr="00A035EA" w:rsidRDefault="00EA02CF" w:rsidP="00EA02CF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Pr="00A035EA">
        <w:rPr>
          <w:lang w:eastAsia="cs-CZ"/>
        </w:rPr>
        <w:t>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168898187"/>
      <w:r w:rsidRPr="00E85D44"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6609F631" w14:textId="5A91128D" w:rsidR="00FF3A1D" w:rsidRDefault="00FF3A1D" w:rsidP="00FF3A1D">
      <w:pPr>
        <w:spacing w:after="0" w:line="240" w:lineRule="auto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lang w:eastAsia="cs-CZ"/>
        </w:rPr>
        <w:t xml:space="preserve">Zadavatel </w:t>
      </w:r>
      <w:r w:rsidR="007961B9">
        <w:rPr>
          <w:rFonts w:eastAsia="Times New Roman" w:cs="Times New Roman"/>
          <w:lang w:eastAsia="cs-CZ"/>
        </w:rPr>
        <w:t>ne</w:t>
      </w:r>
      <w:r>
        <w:rPr>
          <w:rFonts w:eastAsia="Times New Roman" w:cs="Times New Roman"/>
          <w:lang w:eastAsia="cs-CZ"/>
        </w:rPr>
        <w:t>požaduje</w:t>
      </w:r>
      <w:r w:rsidR="007961B9">
        <w:rPr>
          <w:rFonts w:eastAsia="Times New Roman" w:cs="Times New Roman"/>
          <w:lang w:eastAsia="cs-CZ"/>
        </w:rPr>
        <w:t>.</w:t>
      </w:r>
    </w:p>
    <w:p w14:paraId="71002640" w14:textId="18165173" w:rsidR="00E85D44" w:rsidRDefault="00E85D44" w:rsidP="00E85D44">
      <w:pPr>
        <w:spacing w:after="0" w:line="240" w:lineRule="auto"/>
        <w:rPr>
          <w:rFonts w:eastAsia="Times New Roman" w:cs="Times New Roman"/>
          <w:lang w:eastAsia="cs-CZ"/>
        </w:rPr>
      </w:pPr>
    </w:p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2215E86A" w14:textId="54A5E86E" w:rsidR="00E85D44" w:rsidRDefault="00F44645" w:rsidP="00530588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168898188"/>
      <w:r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403DC879" w14:textId="77777777" w:rsidR="005E730C" w:rsidRDefault="005E730C" w:rsidP="005E730C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Zadavatel nepožaduje.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055760C8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2A27CB1" w14:textId="3A332604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7" w:name="_Toc168898189"/>
      <w:r w:rsidRPr="000128D4">
        <w:t>Čestné prohlášení o ekonomické kvalifikaci</w:t>
      </w:r>
      <w:bookmarkEnd w:id="7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417AF3D5" w14:textId="27865B17" w:rsidR="000128D4" w:rsidRDefault="005E730C" w:rsidP="000128D4">
      <w:pPr>
        <w:spacing w:before="120" w:after="0" w:line="276" w:lineRule="auto"/>
        <w:rPr>
          <w:rFonts w:eastAsia="Times New Roman" w:cs="Times New Roman"/>
          <w:i/>
          <w:highlight w:val="yellow"/>
          <w:lang w:eastAsia="cs-CZ"/>
        </w:rPr>
      </w:pPr>
      <w:r w:rsidRPr="005E730C">
        <w:rPr>
          <w:rFonts w:eastAsia="Times New Roman" w:cs="Times New Roman"/>
          <w:lang w:eastAsia="cs-CZ"/>
        </w:rPr>
        <w:t>Zadavatel nepožaduje.</w:t>
      </w:r>
    </w:p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2531A720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8" w:name="_Toc168898190"/>
      <w:r w:rsidRPr="002126E7">
        <w:t>Čestné</w:t>
      </w:r>
      <w:r>
        <w:rPr>
          <w:rFonts w:eastAsia="Times New Roman"/>
        </w:rPr>
        <w:t xml:space="preserve"> prohlášení účastníka o splnění podmínek v souvislosti s</w:t>
      </w:r>
      <w:r w:rsidR="00EA02CF">
        <w:rPr>
          <w:rFonts w:eastAsia="Times New Roman"/>
        </w:rPr>
        <w:t> mezinárodními sankcemi</w:t>
      </w:r>
      <w:bookmarkEnd w:id="8"/>
    </w:p>
    <w:p w14:paraId="4C6D9E97" w14:textId="77777777" w:rsidR="002126E7" w:rsidRDefault="002126E7" w:rsidP="002126E7"/>
    <w:p w14:paraId="5DAB6B35" w14:textId="77777777" w:rsidR="009D6D1B" w:rsidRDefault="009D6D1B" w:rsidP="009D6D1B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143CAB25" w14:textId="77777777" w:rsidR="009D6D1B" w:rsidRPr="00471B29" w:rsidRDefault="009D6D1B" w:rsidP="009D6D1B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767E6A94" w14:textId="77777777" w:rsidR="009D6D1B" w:rsidRDefault="009D6D1B" w:rsidP="009D6D1B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6ACB9C2F" w14:textId="77777777" w:rsidR="009D6D1B" w:rsidRPr="007F769F" w:rsidRDefault="009D6D1B" w:rsidP="009D6D1B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>
        <w:t xml:space="preserve">, anebo osobami dle </w:t>
      </w:r>
      <w:r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anebo osobami dle čl. 2 nařízení Rady (EU) č. 208/2014 ze dne 5. března 2014 o omezujících opatřeních vůči některým osobám, subjektům a orgánům vzhledem k situaci na Ukrajině</w:t>
      </w:r>
      <w:r w:rsidRPr="00471B29">
        <w:t>, ve znění pozdějších předpisů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B54C9">
        <w:t xml:space="preserve"> 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Pr="00471B29">
        <w:t>„</w:t>
      </w:r>
      <w:r w:rsidRPr="00471B29">
        <w:rPr>
          <w:rStyle w:val="Kurzvatun"/>
        </w:rPr>
        <w:t>sankční seznamy</w:t>
      </w:r>
      <w:r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2033B0FC" w14:textId="77777777" w:rsidR="009D6D1B" w:rsidRPr="007F769F" w:rsidRDefault="009D6D1B" w:rsidP="009D6D1B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0A28DA45" w14:textId="7A197B66" w:rsidR="006C2F26" w:rsidRDefault="009D6D1B" w:rsidP="009D6D1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7867225A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D07EA33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07DCE995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9" w:name="_Toc115422087"/>
      <w:bookmarkStart w:id="10" w:name="_Toc168898191"/>
      <w:r w:rsidRPr="002126E7">
        <w:t>Čestné</w:t>
      </w:r>
      <w:r w:rsidRPr="00364FF2">
        <w:rPr>
          <w:rFonts w:eastAsia="Times New Roman"/>
        </w:rPr>
        <w:t xml:space="preserve"> prohlášení o poddodavatelích</w:t>
      </w:r>
      <w:bookmarkEnd w:id="9"/>
      <w:bookmarkEnd w:id="10"/>
      <w:r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5"/>
      </w:r>
      <w:r w:rsidR="00F86FD9">
        <w:rPr>
          <w:rFonts w:ascii="Verdana" w:hAnsi="Verdana"/>
        </w:rPr>
        <w:t>:</w:t>
      </w:r>
    </w:p>
    <w:bookmarkStart w:id="11" w:name="Zaškrtávací1"/>
    <w:p w14:paraId="126C56C4" w14:textId="1AD32FC3" w:rsidR="00F86FD9" w:rsidRDefault="00F86FD9" w:rsidP="00F86FD9">
      <w:pPr>
        <w:ind w:left="708" w:hanging="708"/>
        <w:jc w:val="both"/>
        <w:rPr>
          <w:rFonts w:ascii="Verdana" w:hAnsi="Verdana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>
        <w:fldChar w:fldCharType="separate"/>
      </w:r>
      <w:r>
        <w:fldChar w:fldCharType="end"/>
      </w:r>
      <w:bookmarkEnd w:id="11"/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776DCA" w:rsidRPr="00776DCA">
        <w:rPr>
          <w:rFonts w:ascii="Verdana" w:hAnsi="Verdana"/>
          <w:b/>
          <w:bCs/>
        </w:rPr>
        <w:t>Dodávka multifunkčního silničního vozidla včetně příslušenství pro OŘ UNL 2025</w:t>
      </w:r>
      <w:r w:rsidR="00281B1A">
        <w:rPr>
          <w:rFonts w:ascii="Verdana" w:hAnsi="Verdana"/>
          <w:b/>
          <w:bCs/>
        </w:rPr>
        <w:t>“</w:t>
      </w:r>
      <w:r w:rsidR="00281B1A" w:rsidRPr="00281B1A">
        <w:rPr>
          <w:rFonts w:ascii="Verdana" w:hAnsi="Verdana"/>
          <w:b/>
          <w:bCs/>
        </w:rPr>
        <w:t xml:space="preserve"> </w:t>
      </w:r>
      <w:r>
        <w:rPr>
          <w:rFonts w:ascii="Verdana" w:hAnsi="Verdana"/>
        </w:rPr>
        <w:t>nepoužije žádné poddodavatele</w:t>
      </w:r>
      <w:r>
        <w:rPr>
          <w:rStyle w:val="Znakapoznpodarou"/>
          <w:rFonts w:ascii="Verdana" w:hAnsi="Verdana"/>
        </w:rPr>
        <w:footnoteReference w:id="6"/>
      </w:r>
      <w:r>
        <w:rPr>
          <w:rFonts w:ascii="Verdana" w:hAnsi="Verdana"/>
        </w:rPr>
        <w:t xml:space="preserve">. </w:t>
      </w:r>
    </w:p>
    <w:p w14:paraId="614952ED" w14:textId="44DC3A16" w:rsidR="00F86FD9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>
        <w:rPr>
          <w:rFonts w:ascii="Verdana" w:hAnsi="Verdana"/>
        </w:rPr>
      </w:r>
      <w:r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776DCA" w:rsidRPr="00776DCA">
        <w:rPr>
          <w:rFonts w:ascii="Verdana" w:hAnsi="Verdana"/>
          <w:b/>
          <w:bCs/>
        </w:rPr>
        <w:t>Dodávka multifunkčního silničního vozidla včetně příslušenství pro OŘ UNL 2025</w:t>
      </w:r>
      <w:r>
        <w:rPr>
          <w:rFonts w:ascii="Verdana" w:hAnsi="Verdana"/>
        </w:rPr>
        <w:t>“ použije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512F392" w14:textId="77777777" w:rsidTr="00E416ED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595F811C" w14:textId="77777777" w:rsidTr="00E416ED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A589BA781246449CBB8DA87AAFB3C1B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3170E77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C3D2F334D1974AA98D1D89B18047EBA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692D0C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4400FE29" w14:textId="77777777" w:rsidTr="00E416ED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D56A3AB9E81045F5A4F98BD29323BF4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FE8F8D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909C3C0DC3294D51935896771B67781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79E6E7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Default="00F86FD9" w:rsidP="002126E7">
      <w:pPr>
        <w:rPr>
          <w:lang w:eastAsia="cs-CZ"/>
        </w:rPr>
      </w:pPr>
    </w:p>
    <w:p w14:paraId="1B111040" w14:textId="77777777" w:rsidR="00F86FD9" w:rsidRDefault="00F86FD9" w:rsidP="002126E7">
      <w:pPr>
        <w:rPr>
          <w:lang w:eastAsia="cs-CZ"/>
        </w:rPr>
      </w:pPr>
    </w:p>
    <w:p w14:paraId="0A7BC2DC" w14:textId="77777777" w:rsidR="00F86FD9" w:rsidRDefault="00F86FD9" w:rsidP="002126E7">
      <w:pPr>
        <w:rPr>
          <w:lang w:eastAsia="cs-CZ"/>
        </w:rPr>
      </w:pPr>
    </w:p>
    <w:p w14:paraId="1791E1B7" w14:textId="4D849A21" w:rsidR="00F86FD9" w:rsidRDefault="00F86FD9" w:rsidP="002126E7">
      <w:pPr>
        <w:rPr>
          <w:lang w:eastAsia="cs-CZ"/>
        </w:rPr>
      </w:pPr>
    </w:p>
    <w:p w14:paraId="7319BA87" w14:textId="3D15C561" w:rsidR="000F5766" w:rsidRDefault="000F5766" w:rsidP="002126E7">
      <w:pPr>
        <w:rPr>
          <w:lang w:eastAsia="cs-CZ"/>
        </w:rPr>
      </w:pPr>
    </w:p>
    <w:p w14:paraId="377D6ADF" w14:textId="747408D2" w:rsidR="00CB377A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2" w:name="_Toc168898192"/>
      <w:r>
        <w:t>Seznam zaměstnanců účastníka, u kterých je požadován</w:t>
      </w:r>
      <w:r w:rsidR="0067079F">
        <w:t>a</w:t>
      </w:r>
      <w:r>
        <w:t xml:space="preserve"> odborná způsobilost v souladu s předpisem SŽ Zam1</w:t>
      </w:r>
      <w:bookmarkEnd w:id="12"/>
      <w:r w:rsidRPr="00364FF2">
        <w:rPr>
          <w:rFonts w:eastAsia="Times New Roman"/>
        </w:rPr>
        <w:t xml:space="preserve"> </w:t>
      </w:r>
    </w:p>
    <w:p w14:paraId="6179C979" w14:textId="77777777" w:rsidR="00CB377A" w:rsidRPr="00364FF2" w:rsidRDefault="00CB377A" w:rsidP="00CB377A">
      <w:pPr>
        <w:rPr>
          <w:lang w:eastAsia="cs-CZ"/>
        </w:rPr>
      </w:pPr>
    </w:p>
    <w:p w14:paraId="48F3F07B" w14:textId="77777777" w:rsidR="007D1C9E" w:rsidRDefault="007D1C9E" w:rsidP="007D1C9E">
      <w:pPr>
        <w:jc w:val="both"/>
        <w:rPr>
          <w:rFonts w:ascii="Verdana" w:hAnsi="Verdana"/>
        </w:rPr>
      </w:pPr>
      <w:r>
        <w:rPr>
          <w:rFonts w:ascii="Verdana" w:hAnsi="Verdana"/>
        </w:rPr>
        <w:t>Zadavatel nepožaduje.</w:t>
      </w:r>
    </w:p>
    <w:p w14:paraId="0890D53E" w14:textId="77777777" w:rsidR="00CB377A" w:rsidRDefault="00CB377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95C905" w14:textId="2558E759" w:rsidR="00CB377A" w:rsidRDefault="00CB377A" w:rsidP="002126E7">
      <w:pPr>
        <w:rPr>
          <w:lang w:eastAsia="cs-CZ"/>
        </w:rPr>
      </w:pPr>
    </w:p>
    <w:p w14:paraId="5EB00BF6" w14:textId="22FE69B7" w:rsidR="00CB377A" w:rsidRDefault="00CB377A" w:rsidP="002126E7">
      <w:pPr>
        <w:rPr>
          <w:lang w:eastAsia="cs-CZ"/>
        </w:rPr>
      </w:pPr>
    </w:p>
    <w:p w14:paraId="2B82B845" w14:textId="77777777" w:rsidR="007D1C9E" w:rsidRDefault="007D1C9E" w:rsidP="002126E7">
      <w:pPr>
        <w:rPr>
          <w:lang w:eastAsia="cs-CZ"/>
        </w:rPr>
      </w:pPr>
    </w:p>
    <w:p w14:paraId="5692A553" w14:textId="77777777" w:rsidR="007D1C9E" w:rsidRDefault="007D1C9E" w:rsidP="002126E7">
      <w:pPr>
        <w:rPr>
          <w:lang w:eastAsia="cs-CZ"/>
        </w:rPr>
      </w:pPr>
    </w:p>
    <w:p w14:paraId="0CD0CC94" w14:textId="77777777" w:rsidR="007D1C9E" w:rsidRDefault="007D1C9E" w:rsidP="002126E7">
      <w:pPr>
        <w:rPr>
          <w:lang w:eastAsia="cs-CZ"/>
        </w:rPr>
      </w:pPr>
    </w:p>
    <w:p w14:paraId="0DEDAE1F" w14:textId="77777777" w:rsidR="007D1C9E" w:rsidRDefault="007D1C9E" w:rsidP="002126E7">
      <w:pPr>
        <w:rPr>
          <w:lang w:eastAsia="cs-CZ"/>
        </w:rPr>
      </w:pPr>
    </w:p>
    <w:p w14:paraId="40E6FFD2" w14:textId="77777777" w:rsidR="007D1C9E" w:rsidRDefault="007D1C9E" w:rsidP="002126E7">
      <w:pPr>
        <w:rPr>
          <w:lang w:eastAsia="cs-CZ"/>
        </w:rPr>
      </w:pPr>
    </w:p>
    <w:p w14:paraId="4ECAC6BB" w14:textId="77777777" w:rsidR="007D1C9E" w:rsidRDefault="007D1C9E" w:rsidP="002126E7">
      <w:pPr>
        <w:rPr>
          <w:lang w:eastAsia="cs-CZ"/>
        </w:rPr>
      </w:pPr>
    </w:p>
    <w:p w14:paraId="53D789BE" w14:textId="77777777" w:rsidR="007D1C9E" w:rsidRDefault="007D1C9E" w:rsidP="002126E7">
      <w:pPr>
        <w:rPr>
          <w:lang w:eastAsia="cs-CZ"/>
        </w:rPr>
      </w:pPr>
    </w:p>
    <w:p w14:paraId="46159275" w14:textId="77777777" w:rsidR="007D1C9E" w:rsidRDefault="007D1C9E" w:rsidP="002126E7">
      <w:pPr>
        <w:rPr>
          <w:lang w:eastAsia="cs-CZ"/>
        </w:rPr>
      </w:pPr>
    </w:p>
    <w:p w14:paraId="5AAB2F28" w14:textId="77777777" w:rsidR="007D1C9E" w:rsidRDefault="007D1C9E" w:rsidP="002126E7">
      <w:pPr>
        <w:rPr>
          <w:lang w:eastAsia="cs-CZ"/>
        </w:rPr>
      </w:pPr>
    </w:p>
    <w:p w14:paraId="5FDF3007" w14:textId="77777777" w:rsidR="007D1C9E" w:rsidRDefault="007D1C9E" w:rsidP="002126E7">
      <w:pPr>
        <w:rPr>
          <w:lang w:eastAsia="cs-CZ"/>
        </w:rPr>
      </w:pPr>
    </w:p>
    <w:p w14:paraId="5DFE27FE" w14:textId="77777777" w:rsidR="007D1C9E" w:rsidRDefault="007D1C9E" w:rsidP="002126E7">
      <w:pPr>
        <w:rPr>
          <w:lang w:eastAsia="cs-CZ"/>
        </w:rPr>
      </w:pPr>
    </w:p>
    <w:p w14:paraId="1763E004" w14:textId="77777777" w:rsidR="007D1C9E" w:rsidRDefault="007D1C9E" w:rsidP="002126E7">
      <w:pPr>
        <w:rPr>
          <w:lang w:eastAsia="cs-CZ"/>
        </w:rPr>
      </w:pPr>
    </w:p>
    <w:p w14:paraId="22B8F0E5" w14:textId="77777777" w:rsidR="007D1C9E" w:rsidRDefault="007D1C9E" w:rsidP="002126E7">
      <w:pPr>
        <w:rPr>
          <w:lang w:eastAsia="cs-CZ"/>
        </w:rPr>
      </w:pPr>
    </w:p>
    <w:p w14:paraId="5214D758" w14:textId="77777777" w:rsidR="007D1C9E" w:rsidRDefault="007D1C9E" w:rsidP="002126E7">
      <w:pPr>
        <w:rPr>
          <w:lang w:eastAsia="cs-CZ"/>
        </w:rPr>
      </w:pPr>
    </w:p>
    <w:p w14:paraId="10A71883" w14:textId="77777777" w:rsidR="007D1C9E" w:rsidRDefault="007D1C9E" w:rsidP="002126E7">
      <w:pPr>
        <w:rPr>
          <w:lang w:eastAsia="cs-CZ"/>
        </w:rPr>
      </w:pPr>
    </w:p>
    <w:p w14:paraId="152A5EBC" w14:textId="62D694A6" w:rsidR="00CB377A" w:rsidRDefault="00CB377A" w:rsidP="002126E7">
      <w:pPr>
        <w:rPr>
          <w:lang w:eastAsia="cs-CZ"/>
        </w:rPr>
      </w:pPr>
    </w:p>
    <w:p w14:paraId="5D119FA3" w14:textId="07553BDA" w:rsidR="00CB377A" w:rsidRDefault="00CB377A" w:rsidP="002126E7">
      <w:pPr>
        <w:rPr>
          <w:lang w:eastAsia="cs-CZ"/>
        </w:rPr>
      </w:pPr>
    </w:p>
    <w:p w14:paraId="6BE5BC6F" w14:textId="63AFED66" w:rsidR="00CB377A" w:rsidRDefault="00CB377A" w:rsidP="002126E7">
      <w:pPr>
        <w:rPr>
          <w:lang w:eastAsia="cs-CZ"/>
        </w:rPr>
      </w:pPr>
    </w:p>
    <w:p w14:paraId="7B10C861" w14:textId="77777777" w:rsidR="00530588" w:rsidRDefault="00530588" w:rsidP="002126E7">
      <w:pPr>
        <w:rPr>
          <w:lang w:eastAsia="cs-CZ"/>
        </w:rPr>
      </w:pPr>
    </w:p>
    <w:p w14:paraId="0916BDBF" w14:textId="77777777" w:rsidR="00530588" w:rsidRDefault="00530588" w:rsidP="002126E7">
      <w:pPr>
        <w:rPr>
          <w:lang w:eastAsia="cs-CZ"/>
        </w:rPr>
      </w:pPr>
    </w:p>
    <w:p w14:paraId="6F33507F" w14:textId="77777777" w:rsidR="00CB377A" w:rsidRDefault="00CB377A" w:rsidP="002126E7">
      <w:pPr>
        <w:rPr>
          <w:lang w:eastAsia="cs-CZ"/>
        </w:rPr>
      </w:pPr>
    </w:p>
    <w:p w14:paraId="5F9A69BD" w14:textId="29D7FABE" w:rsidR="006827CF" w:rsidRPr="00364FF2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3" w:name="_Toc168898193"/>
      <w:r w:rsidRPr="002126E7">
        <w:t>Čestné</w:t>
      </w:r>
      <w:r w:rsidRPr="00AC029F">
        <w:rPr>
          <w:rFonts w:eastAsia="Times New Roman"/>
        </w:rPr>
        <w:t xml:space="preserve"> prohlášení o oprávnění ke vstupu do provozované železniční dopravní cesty</w:t>
      </w:r>
      <w:bookmarkEnd w:id="13"/>
    </w:p>
    <w:p w14:paraId="6F45A6AC" w14:textId="77777777" w:rsidR="00AC029F" w:rsidRDefault="00AC029F" w:rsidP="006827CF">
      <w:pPr>
        <w:jc w:val="both"/>
        <w:rPr>
          <w:rFonts w:ascii="Verdana" w:hAnsi="Verdana"/>
        </w:rPr>
      </w:pPr>
    </w:p>
    <w:p w14:paraId="41D7734B" w14:textId="26C085FC" w:rsidR="006827CF" w:rsidRDefault="007D1C9E" w:rsidP="006827CF">
      <w:pPr>
        <w:jc w:val="both"/>
        <w:rPr>
          <w:rFonts w:ascii="Verdana" w:hAnsi="Verdana"/>
        </w:rPr>
      </w:pPr>
      <w:r w:rsidRPr="007D1C9E">
        <w:rPr>
          <w:rFonts w:ascii="Verdana" w:hAnsi="Verdana"/>
        </w:rPr>
        <w:t>Zadavatel nepožaduje.</w:t>
      </w:r>
    </w:p>
    <w:p w14:paraId="0B34B067" w14:textId="528CE68C" w:rsidR="002126E7" w:rsidRDefault="002126E7" w:rsidP="002126E7">
      <w:pPr>
        <w:rPr>
          <w:lang w:eastAsia="cs-CZ"/>
        </w:rPr>
      </w:pPr>
      <w:r w:rsidRPr="00BF0533">
        <w:rPr>
          <w:highlight w:val="green"/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3B0281">
      <w:headerReference w:type="even" r:id="rId17"/>
      <w:headerReference w:type="default" r:id="rId18"/>
      <w:headerReference w:type="first" r:id="rId19"/>
      <w:footerReference w:type="first" r:id="rId20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A3CCA" w14:textId="77777777" w:rsidR="003B0281" w:rsidRDefault="003B0281" w:rsidP="00962258">
      <w:pPr>
        <w:spacing w:after="0" w:line="240" w:lineRule="auto"/>
      </w:pPr>
      <w:r>
        <w:separator/>
      </w:r>
    </w:p>
  </w:endnote>
  <w:endnote w:type="continuationSeparator" w:id="0">
    <w:p w14:paraId="3DFB73EF" w14:textId="77777777" w:rsidR="003B0281" w:rsidRDefault="003B02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D2FAD66" w14:textId="77777777" w:rsidR="0024278E" w:rsidRDefault="0024278E" w:rsidP="0024278E">
          <w:pPr>
            <w:pStyle w:val="Zpat"/>
          </w:pPr>
          <w:r>
            <w:t>Oblastní ředitelství Ústí nad Labem</w:t>
          </w:r>
        </w:p>
        <w:p w14:paraId="491BE916" w14:textId="77777777" w:rsidR="0024278E" w:rsidRDefault="0024278E" w:rsidP="0024278E">
          <w:pPr>
            <w:pStyle w:val="Zpat"/>
          </w:pPr>
          <w:r>
            <w:t>Železničářská 1386/31</w:t>
          </w:r>
        </w:p>
        <w:p w14:paraId="3F9D14E1" w14:textId="4EC9D253" w:rsidR="00A327CB" w:rsidRDefault="0024278E" w:rsidP="0024278E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91784" w14:textId="77777777" w:rsidR="003B0281" w:rsidRDefault="003B0281" w:rsidP="00962258">
      <w:pPr>
        <w:spacing w:after="0" w:line="240" w:lineRule="auto"/>
      </w:pPr>
      <w:r>
        <w:separator/>
      </w:r>
    </w:p>
  </w:footnote>
  <w:footnote w:type="continuationSeparator" w:id="0">
    <w:p w14:paraId="62120E0E" w14:textId="77777777" w:rsidR="003B0281" w:rsidRDefault="003B0281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3E9FFFAD" w14:textId="77777777" w:rsidR="009D6D1B" w:rsidRPr="00EB54C9" w:rsidRDefault="009D6D1B" w:rsidP="009D6D1B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6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C3242" w14:textId="3F9A70BC" w:rsidR="009E5606" w:rsidRDefault="009E56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59EA2" w14:textId="5735A226" w:rsidR="009E5606" w:rsidRDefault="009E560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E09D6" w14:textId="3F7DC685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91ADF" w14:textId="17700508" w:rsidR="009E5606" w:rsidRDefault="009E5606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45128" w14:textId="64547742" w:rsidR="009E5606" w:rsidRDefault="009E5606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5D0A0451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797649">
    <w:abstractNumId w:val="4"/>
  </w:num>
  <w:num w:numId="2" w16cid:durableId="1343505779">
    <w:abstractNumId w:val="1"/>
  </w:num>
  <w:num w:numId="3" w16cid:durableId="3664435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9439814">
    <w:abstractNumId w:val="15"/>
  </w:num>
  <w:num w:numId="5" w16cid:durableId="936716183">
    <w:abstractNumId w:val="7"/>
  </w:num>
  <w:num w:numId="6" w16cid:durableId="238486101">
    <w:abstractNumId w:val="9"/>
  </w:num>
  <w:num w:numId="7" w16cid:durableId="339352961">
    <w:abstractNumId w:val="0"/>
  </w:num>
  <w:num w:numId="8" w16cid:durableId="1475830880">
    <w:abstractNumId w:val="10"/>
  </w:num>
  <w:num w:numId="9" w16cid:durableId="16601876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1498478">
    <w:abstractNumId w:val="9"/>
  </w:num>
  <w:num w:numId="11" w16cid:durableId="1966692048">
    <w:abstractNumId w:val="1"/>
  </w:num>
  <w:num w:numId="12" w16cid:durableId="399527443">
    <w:abstractNumId w:val="9"/>
  </w:num>
  <w:num w:numId="13" w16cid:durableId="990137806">
    <w:abstractNumId w:val="9"/>
  </w:num>
  <w:num w:numId="14" w16cid:durableId="1876036795">
    <w:abstractNumId w:val="9"/>
  </w:num>
  <w:num w:numId="15" w16cid:durableId="1365212209">
    <w:abstractNumId w:val="9"/>
  </w:num>
  <w:num w:numId="16" w16cid:durableId="1752311740">
    <w:abstractNumId w:val="16"/>
  </w:num>
  <w:num w:numId="17" w16cid:durableId="2043087175">
    <w:abstractNumId w:val="4"/>
  </w:num>
  <w:num w:numId="18" w16cid:durableId="1108697704">
    <w:abstractNumId w:val="16"/>
  </w:num>
  <w:num w:numId="19" w16cid:durableId="20520763">
    <w:abstractNumId w:val="16"/>
  </w:num>
  <w:num w:numId="20" w16cid:durableId="361437843">
    <w:abstractNumId w:val="16"/>
  </w:num>
  <w:num w:numId="21" w16cid:durableId="1250191931">
    <w:abstractNumId w:val="16"/>
  </w:num>
  <w:num w:numId="22" w16cid:durableId="252128443">
    <w:abstractNumId w:val="9"/>
  </w:num>
  <w:num w:numId="23" w16cid:durableId="275868757">
    <w:abstractNumId w:val="1"/>
  </w:num>
  <w:num w:numId="24" w16cid:durableId="992412066">
    <w:abstractNumId w:val="9"/>
  </w:num>
  <w:num w:numId="25" w16cid:durableId="1195577201">
    <w:abstractNumId w:val="9"/>
  </w:num>
  <w:num w:numId="26" w16cid:durableId="117993755">
    <w:abstractNumId w:val="9"/>
  </w:num>
  <w:num w:numId="27" w16cid:durableId="100808133">
    <w:abstractNumId w:val="9"/>
  </w:num>
  <w:num w:numId="28" w16cid:durableId="2064477989">
    <w:abstractNumId w:val="16"/>
  </w:num>
  <w:num w:numId="29" w16cid:durableId="1728871732">
    <w:abstractNumId w:val="4"/>
  </w:num>
  <w:num w:numId="30" w16cid:durableId="933515539">
    <w:abstractNumId w:val="16"/>
  </w:num>
  <w:num w:numId="31" w16cid:durableId="1045980920">
    <w:abstractNumId w:val="16"/>
  </w:num>
  <w:num w:numId="32" w16cid:durableId="362248526">
    <w:abstractNumId w:val="16"/>
  </w:num>
  <w:num w:numId="33" w16cid:durableId="1196844823">
    <w:abstractNumId w:val="16"/>
  </w:num>
  <w:num w:numId="34" w16cid:durableId="1676372640">
    <w:abstractNumId w:val="5"/>
  </w:num>
  <w:num w:numId="35" w16cid:durableId="923610062">
    <w:abstractNumId w:val="18"/>
  </w:num>
  <w:num w:numId="36" w16cid:durableId="438725831">
    <w:abstractNumId w:val="2"/>
  </w:num>
  <w:num w:numId="37" w16cid:durableId="1667829562">
    <w:abstractNumId w:val="17"/>
  </w:num>
  <w:num w:numId="38" w16cid:durableId="1979993621">
    <w:abstractNumId w:val="3"/>
  </w:num>
  <w:num w:numId="39" w16cid:durableId="607398328">
    <w:abstractNumId w:val="8"/>
  </w:num>
  <w:num w:numId="40" w16cid:durableId="1493907621">
    <w:abstractNumId w:val="13"/>
  </w:num>
  <w:num w:numId="41" w16cid:durableId="315040366">
    <w:abstractNumId w:val="12"/>
  </w:num>
  <w:num w:numId="42" w16cid:durableId="642933404">
    <w:abstractNumId w:val="6"/>
  </w:num>
  <w:num w:numId="43" w16cid:durableId="428625779">
    <w:abstractNumId w:val="14"/>
  </w:num>
  <w:num w:numId="44" w16cid:durableId="107990760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2E52"/>
    <w:rsid w:val="000D3FEA"/>
    <w:rsid w:val="000E23A7"/>
    <w:rsid w:val="000F5766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91C38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767CC"/>
    <w:rsid w:val="00280E07"/>
    <w:rsid w:val="00281B1A"/>
    <w:rsid w:val="00293E5A"/>
    <w:rsid w:val="002A4201"/>
    <w:rsid w:val="002B65F0"/>
    <w:rsid w:val="002C31BF"/>
    <w:rsid w:val="002D0642"/>
    <w:rsid w:val="002D08B1"/>
    <w:rsid w:val="002E0CD7"/>
    <w:rsid w:val="002F50CD"/>
    <w:rsid w:val="00304B06"/>
    <w:rsid w:val="0031280B"/>
    <w:rsid w:val="00315F44"/>
    <w:rsid w:val="00321D98"/>
    <w:rsid w:val="003221F2"/>
    <w:rsid w:val="00331D93"/>
    <w:rsid w:val="00341DCF"/>
    <w:rsid w:val="00354C5C"/>
    <w:rsid w:val="00357BC6"/>
    <w:rsid w:val="0036634F"/>
    <w:rsid w:val="003956C6"/>
    <w:rsid w:val="003B0281"/>
    <w:rsid w:val="003B596F"/>
    <w:rsid w:val="003F1BC8"/>
    <w:rsid w:val="00407F8D"/>
    <w:rsid w:val="00417301"/>
    <w:rsid w:val="004176F1"/>
    <w:rsid w:val="00420609"/>
    <w:rsid w:val="00441430"/>
    <w:rsid w:val="00450F07"/>
    <w:rsid w:val="00452072"/>
    <w:rsid w:val="00453CD3"/>
    <w:rsid w:val="00460660"/>
    <w:rsid w:val="00486107"/>
    <w:rsid w:val="00487AC9"/>
    <w:rsid w:val="00491827"/>
    <w:rsid w:val="004B348C"/>
    <w:rsid w:val="004B5930"/>
    <w:rsid w:val="004C4399"/>
    <w:rsid w:val="004C76E9"/>
    <w:rsid w:val="004C787C"/>
    <w:rsid w:val="004D2C06"/>
    <w:rsid w:val="004D65B6"/>
    <w:rsid w:val="004E143C"/>
    <w:rsid w:val="004E3A53"/>
    <w:rsid w:val="004F20BC"/>
    <w:rsid w:val="004F4B9B"/>
    <w:rsid w:val="004F69EA"/>
    <w:rsid w:val="00503866"/>
    <w:rsid w:val="0051019F"/>
    <w:rsid w:val="00511AB9"/>
    <w:rsid w:val="00523EA7"/>
    <w:rsid w:val="00530588"/>
    <w:rsid w:val="00553375"/>
    <w:rsid w:val="00553E26"/>
    <w:rsid w:val="00557C28"/>
    <w:rsid w:val="005736B7"/>
    <w:rsid w:val="00575E5A"/>
    <w:rsid w:val="005B219F"/>
    <w:rsid w:val="005D7E39"/>
    <w:rsid w:val="005E730C"/>
    <w:rsid w:val="005F1404"/>
    <w:rsid w:val="006064AF"/>
    <w:rsid w:val="0061068E"/>
    <w:rsid w:val="00613242"/>
    <w:rsid w:val="00626DB3"/>
    <w:rsid w:val="00633D9C"/>
    <w:rsid w:val="00647363"/>
    <w:rsid w:val="00654420"/>
    <w:rsid w:val="00660AD3"/>
    <w:rsid w:val="0066322E"/>
    <w:rsid w:val="0067079F"/>
    <w:rsid w:val="0067790F"/>
    <w:rsid w:val="00677B7F"/>
    <w:rsid w:val="006827CF"/>
    <w:rsid w:val="006A5570"/>
    <w:rsid w:val="006A689C"/>
    <w:rsid w:val="006A717A"/>
    <w:rsid w:val="006B3485"/>
    <w:rsid w:val="006B3D79"/>
    <w:rsid w:val="006C2F26"/>
    <w:rsid w:val="006D7AFE"/>
    <w:rsid w:val="006E0578"/>
    <w:rsid w:val="006E314D"/>
    <w:rsid w:val="006E5C6C"/>
    <w:rsid w:val="006E73DC"/>
    <w:rsid w:val="006F3330"/>
    <w:rsid w:val="00710723"/>
    <w:rsid w:val="007116AD"/>
    <w:rsid w:val="00723ED1"/>
    <w:rsid w:val="00733075"/>
    <w:rsid w:val="00743525"/>
    <w:rsid w:val="00744F3E"/>
    <w:rsid w:val="00760D81"/>
    <w:rsid w:val="0076286B"/>
    <w:rsid w:val="007652E6"/>
    <w:rsid w:val="00766846"/>
    <w:rsid w:val="0077673A"/>
    <w:rsid w:val="00776DCA"/>
    <w:rsid w:val="00784411"/>
    <w:rsid w:val="007846E1"/>
    <w:rsid w:val="00794BC7"/>
    <w:rsid w:val="007961B9"/>
    <w:rsid w:val="007B570C"/>
    <w:rsid w:val="007B6D10"/>
    <w:rsid w:val="007C0237"/>
    <w:rsid w:val="007C3297"/>
    <w:rsid w:val="007C4EE2"/>
    <w:rsid w:val="007C589B"/>
    <w:rsid w:val="007D1C9E"/>
    <w:rsid w:val="007E4A6E"/>
    <w:rsid w:val="007F56A7"/>
    <w:rsid w:val="00807DD0"/>
    <w:rsid w:val="00822DC3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05651"/>
    <w:rsid w:val="00913092"/>
    <w:rsid w:val="009138A5"/>
    <w:rsid w:val="00920F55"/>
    <w:rsid w:val="00922385"/>
    <w:rsid w:val="009223DF"/>
    <w:rsid w:val="00923DE9"/>
    <w:rsid w:val="00924ACC"/>
    <w:rsid w:val="00936091"/>
    <w:rsid w:val="00940D8A"/>
    <w:rsid w:val="00962258"/>
    <w:rsid w:val="009642AA"/>
    <w:rsid w:val="00965050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D6D1B"/>
    <w:rsid w:val="009E07F4"/>
    <w:rsid w:val="009E5606"/>
    <w:rsid w:val="009F392E"/>
    <w:rsid w:val="00A07EA0"/>
    <w:rsid w:val="00A327CB"/>
    <w:rsid w:val="00A50BC3"/>
    <w:rsid w:val="00A6177B"/>
    <w:rsid w:val="00A66136"/>
    <w:rsid w:val="00A92E7F"/>
    <w:rsid w:val="00A93A74"/>
    <w:rsid w:val="00AA4CBB"/>
    <w:rsid w:val="00AA65FA"/>
    <w:rsid w:val="00AA7351"/>
    <w:rsid w:val="00AB5A73"/>
    <w:rsid w:val="00AC029F"/>
    <w:rsid w:val="00AC1810"/>
    <w:rsid w:val="00AC4D2D"/>
    <w:rsid w:val="00AD056F"/>
    <w:rsid w:val="00AD6731"/>
    <w:rsid w:val="00B15D0D"/>
    <w:rsid w:val="00B276E1"/>
    <w:rsid w:val="00B468D2"/>
    <w:rsid w:val="00B53A89"/>
    <w:rsid w:val="00B75EE1"/>
    <w:rsid w:val="00B77481"/>
    <w:rsid w:val="00B82E84"/>
    <w:rsid w:val="00B8518B"/>
    <w:rsid w:val="00B87D91"/>
    <w:rsid w:val="00B93EF0"/>
    <w:rsid w:val="00BD3CF6"/>
    <w:rsid w:val="00BD7E91"/>
    <w:rsid w:val="00BF0533"/>
    <w:rsid w:val="00C02D0A"/>
    <w:rsid w:val="00C03A6E"/>
    <w:rsid w:val="00C044EE"/>
    <w:rsid w:val="00C15E30"/>
    <w:rsid w:val="00C228EE"/>
    <w:rsid w:val="00C3428A"/>
    <w:rsid w:val="00C44F6A"/>
    <w:rsid w:val="00C4746C"/>
    <w:rsid w:val="00C47AE3"/>
    <w:rsid w:val="00C636FB"/>
    <w:rsid w:val="00C70145"/>
    <w:rsid w:val="00C87B78"/>
    <w:rsid w:val="00CB377A"/>
    <w:rsid w:val="00CC7E21"/>
    <w:rsid w:val="00CD1FC4"/>
    <w:rsid w:val="00CF0DCA"/>
    <w:rsid w:val="00D02A4E"/>
    <w:rsid w:val="00D21061"/>
    <w:rsid w:val="00D231E1"/>
    <w:rsid w:val="00D26C69"/>
    <w:rsid w:val="00D4108E"/>
    <w:rsid w:val="00D6163D"/>
    <w:rsid w:val="00D61BD2"/>
    <w:rsid w:val="00D73D46"/>
    <w:rsid w:val="00D831A3"/>
    <w:rsid w:val="00D8683B"/>
    <w:rsid w:val="00DA6AFB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95015"/>
    <w:rsid w:val="00EA02CF"/>
    <w:rsid w:val="00EA444A"/>
    <w:rsid w:val="00EB104F"/>
    <w:rsid w:val="00EC055C"/>
    <w:rsid w:val="00EC18DE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239B"/>
    <w:rsid w:val="00F5558F"/>
    <w:rsid w:val="00F659EB"/>
    <w:rsid w:val="00F76E9F"/>
    <w:rsid w:val="00F814D9"/>
    <w:rsid w:val="00F86BA6"/>
    <w:rsid w:val="00F86FD9"/>
    <w:rsid w:val="00FB2FA1"/>
    <w:rsid w:val="00FB7211"/>
    <w:rsid w:val="00FC4B68"/>
    <w:rsid w:val="00FC5583"/>
    <w:rsid w:val="00FC6389"/>
    <w:rsid w:val="00FD54F3"/>
    <w:rsid w:val="00FD5E0C"/>
    <w:rsid w:val="00FE0E7D"/>
    <w:rsid w:val="00FF3A1D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aodst">
    <w:name w:val="a) odst."/>
    <w:basedOn w:val="Normln"/>
    <w:link w:val="aodstChar"/>
    <w:qFormat/>
    <w:rsid w:val="009D6D1B"/>
    <w:pPr>
      <w:numPr>
        <w:ilvl w:val="1"/>
        <w:numId w:val="43"/>
      </w:numPr>
      <w:spacing w:before="120" w:after="120"/>
      <w:jc w:val="both"/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9D6D1B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9D6D1B"/>
    <w:pPr>
      <w:numPr>
        <w:ilvl w:val="2"/>
        <w:numId w:val="43"/>
      </w:numPr>
      <w:spacing w:before="120" w:after="120"/>
      <w:jc w:val="both"/>
    </w:pPr>
  </w:style>
  <w:style w:type="character" w:customStyle="1" w:styleId="iodstChar">
    <w:name w:val="i. odst. Char"/>
    <w:basedOn w:val="Standardnpsmoodstavce"/>
    <w:link w:val="iodst"/>
    <w:rsid w:val="009D6D1B"/>
  </w:style>
  <w:style w:type="character" w:customStyle="1" w:styleId="Kurzvatun">
    <w:name w:val="Kurzíva tučně"/>
    <w:basedOn w:val="Standardnpsmoodstavce"/>
    <w:uiPriority w:val="1"/>
    <w:qFormat/>
    <w:rsid w:val="009D6D1B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yperlink" Target="aspi://module='ASPI'&amp;link='134/2016%20Sb.%2523'&amp;ucin-k-dni='30.12.9999'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glossaryDocument" Target="glossary/document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89BA781246449CBB8DA87AAFB3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CA653-0B62-4844-BED3-6805FD25B7F6}"/>
      </w:docPartPr>
      <w:docPartBody>
        <w:p w:rsidR="00AE45FC" w:rsidRDefault="00495FA0" w:rsidP="00495FA0">
          <w:pPr>
            <w:pStyle w:val="A589BA781246449CBB8DA87AAFB3C1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D2F334D1974AA98D1D89B18047E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A4E1-0E77-44C1-A27C-D04D919E87B0}"/>
      </w:docPartPr>
      <w:docPartBody>
        <w:p w:rsidR="00AE45FC" w:rsidRDefault="00495FA0" w:rsidP="00495FA0">
          <w:pPr>
            <w:pStyle w:val="C3D2F334D1974AA98D1D89B18047EB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56A3AB9E81045F5A4F98BD29323B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175DE-C1FE-4CFB-A265-45DE0001DA8C}"/>
      </w:docPartPr>
      <w:docPartBody>
        <w:p w:rsidR="00AE45FC" w:rsidRDefault="00495FA0" w:rsidP="00495FA0">
          <w:pPr>
            <w:pStyle w:val="D56A3AB9E81045F5A4F98BD29323BF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09C3C0DC3294D51935896771B677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07AF9-30A1-4D88-B9B3-13E12F86C748}"/>
      </w:docPartPr>
      <w:docPartBody>
        <w:p w:rsidR="00AE45FC" w:rsidRDefault="00495FA0" w:rsidP="00495FA0">
          <w:pPr>
            <w:pStyle w:val="909C3C0DC3294D51935896771B6778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40657"/>
    <w:rsid w:val="00191C38"/>
    <w:rsid w:val="002D0642"/>
    <w:rsid w:val="00331D93"/>
    <w:rsid w:val="00407F8D"/>
    <w:rsid w:val="004176F1"/>
    <w:rsid w:val="00420609"/>
    <w:rsid w:val="0042266B"/>
    <w:rsid w:val="00452072"/>
    <w:rsid w:val="00495FA0"/>
    <w:rsid w:val="00503866"/>
    <w:rsid w:val="00553E26"/>
    <w:rsid w:val="005E17D6"/>
    <w:rsid w:val="00647363"/>
    <w:rsid w:val="00702C56"/>
    <w:rsid w:val="00845CFC"/>
    <w:rsid w:val="00920F55"/>
    <w:rsid w:val="00964FB4"/>
    <w:rsid w:val="009B2F31"/>
    <w:rsid w:val="00A04586"/>
    <w:rsid w:val="00AB5A73"/>
    <w:rsid w:val="00AE45FC"/>
    <w:rsid w:val="00B276E1"/>
    <w:rsid w:val="00B82E84"/>
    <w:rsid w:val="00CF0DCA"/>
    <w:rsid w:val="00E9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39</TotalTime>
  <Pages>12</Pages>
  <Words>1531</Words>
  <Characters>9037</Characters>
  <Application>Microsoft Office Word</Application>
  <DocSecurity>0</DocSecurity>
  <Lines>75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Harvanová Radka, DiS.</cp:lastModifiedBy>
  <cp:revision>11</cp:revision>
  <cp:lastPrinted>2017-11-28T17:18:00Z</cp:lastPrinted>
  <dcterms:created xsi:type="dcterms:W3CDTF">2025-03-13T09:17:00Z</dcterms:created>
  <dcterms:modified xsi:type="dcterms:W3CDTF">2025-07-25T10:29:00Z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