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B42F40">
      <w:pPr>
        <w:pStyle w:val="Titul1"/>
      </w:pPr>
      <w:r>
        <w:t>S</w:t>
      </w:r>
      <w:r w:rsidR="003F5723">
        <w:t xml:space="preserve">mlouva o dílo na zhotovení </w:t>
      </w:r>
    </w:p>
    <w:p w14:paraId="6075EEFA" w14:textId="24883602" w:rsidR="00FB3CBB" w:rsidRDefault="00FB3CBB" w:rsidP="00402B45">
      <w:pPr>
        <w:pStyle w:val="Titul2"/>
      </w:pPr>
      <w:r>
        <w:t>Inženýrskogeologického a hydrogeologického průzkumu</w:t>
      </w:r>
      <w:r w:rsidRPr="00402B45">
        <w:t xml:space="preserve"> </w:t>
      </w:r>
    </w:p>
    <w:p w14:paraId="3C8E5FED" w14:textId="370D5893" w:rsidR="00345E68" w:rsidRDefault="00F422D3" w:rsidP="00071D96">
      <w:pPr>
        <w:pStyle w:val="Titul2"/>
      </w:pPr>
      <w:r w:rsidRPr="00402B45">
        <w:t xml:space="preserve">Název zakázky: </w:t>
      </w:r>
      <w:bookmarkStart w:id="0" w:name="_Hlk187221430"/>
      <w:sdt>
        <w:sdtPr>
          <w:alias w:val="Název akce - VYplnit pole - přenese se do zápatí"/>
          <w:tag w:val="Název akce"/>
          <w:id w:val="1889687308"/>
          <w:placeholder>
            <w:docPart w:val="4EB0494DF4E24F4689F5A2EA1C0D045B"/>
          </w:placeholder>
          <w:text/>
        </w:sdtPr>
        <w:sdtContent>
          <w:r w:rsidR="00887911">
            <w:t>„Rekonstrukce traťového úseku Sokolov (mimo) - Kynšperk nad Ohří (mimo)“, „Rekonstrukce traťového úseku Kynšperk nad Ohří (včetně) – Tršnice (mimo)“ a „Rekonstrukce traťového úseku Tršnice (včetně) - Cheb (mimo)“</w:t>
          </w:r>
        </w:sdtContent>
      </w:sdt>
      <w:bookmarkEnd w:id="0"/>
    </w:p>
    <w:p w14:paraId="09CEFBB0" w14:textId="38876083"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7F37A711" w14:textId="725E0AFF" w:rsidR="00F422D3" w:rsidRDefault="00F422D3" w:rsidP="00DD10C8">
      <w:pPr>
        <w:pStyle w:val="Textbezodsazen"/>
        <w:spacing w:after="0"/>
      </w:pPr>
      <w:r w:rsidRPr="001C61BC">
        <w:t xml:space="preserve">zastoupena: </w:t>
      </w:r>
      <w:r w:rsidR="00DD10C8" w:rsidRPr="0009611E">
        <w:t>Ing. P</w:t>
      </w:r>
      <w:r w:rsidR="00DD10C8">
        <w:t>etrem Hofhanzlem, ředitelem Stavební správy západ</w:t>
      </w:r>
    </w:p>
    <w:p w14:paraId="7EB6CBA7" w14:textId="77777777" w:rsidR="00DD10C8" w:rsidRPr="001C61BC" w:rsidRDefault="00DD10C8" w:rsidP="00DD10C8">
      <w:pPr>
        <w:pStyle w:val="Textbezodsazen"/>
        <w:spacing w:after="0"/>
      </w:pPr>
    </w:p>
    <w:p w14:paraId="151124E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0C3CD4A6" w14:textId="77777777" w:rsidR="00DD10C8" w:rsidRPr="00DD10C8" w:rsidRDefault="00F422D3" w:rsidP="00DD10C8">
      <w:pPr>
        <w:pStyle w:val="Textbezodsazen"/>
        <w:spacing w:after="0"/>
      </w:pPr>
      <w:r w:rsidRPr="00B42F40">
        <w:t>Stavební</w:t>
      </w:r>
      <w:r>
        <w:t xml:space="preserve"> správa </w:t>
      </w:r>
      <w:r w:rsidRPr="00DD10C8">
        <w:t>západ</w:t>
      </w:r>
    </w:p>
    <w:p w14:paraId="66AA7A0A" w14:textId="487DB6BA" w:rsidR="00F422D3" w:rsidRDefault="00DD10C8" w:rsidP="00B42F40">
      <w:pPr>
        <w:pStyle w:val="Textbezodsazen"/>
      </w:pPr>
      <w:r w:rsidRPr="00C920AC">
        <w:rPr>
          <w:rFonts w:cs="Arial"/>
        </w:rPr>
        <w:t>Budova</w:t>
      </w:r>
      <w:r w:rsidRPr="00734C0E">
        <w:rPr>
          <w:rFonts w:cs="Arial"/>
        </w:rPr>
        <w:t xml:space="preserve"> Diamond Point, Ke Štvanici 656/3, 186 00 Praha 8 – Karlín</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74EE6AC" w14:textId="289B6FE5" w:rsidR="00345E68" w:rsidRPr="00D61C72" w:rsidRDefault="002C3AB2" w:rsidP="00345E68">
      <w:pPr>
        <w:pStyle w:val="Textbezodsazen"/>
        <w:rPr>
          <w:b/>
          <w:bCs/>
        </w:rPr>
      </w:pPr>
      <w:r w:rsidRPr="00D61C72">
        <w:rPr>
          <w:rFonts w:cs="Arial"/>
          <w:b/>
          <w:bCs/>
        </w:rPr>
        <w:t>ISPROFOND/SUBISPROFIN</w:t>
      </w:r>
      <w:r w:rsidR="00F422D3" w:rsidRPr="00D61C72">
        <w:rPr>
          <w:b/>
          <w:bCs/>
        </w:rPr>
        <w:t>:</w:t>
      </w:r>
      <w:r w:rsidR="00345E68" w:rsidRPr="00D61C72">
        <w:rPr>
          <w:b/>
          <w:bCs/>
        </w:rPr>
        <w:t xml:space="preserve"> </w:t>
      </w:r>
    </w:p>
    <w:p w14:paraId="03B51F73" w14:textId="1F55D669" w:rsidR="00D61C72" w:rsidRPr="00D61C72" w:rsidRDefault="00D61C72" w:rsidP="00D61C72">
      <w:pPr>
        <w:pStyle w:val="Textbezodsazen"/>
        <w:rPr>
          <w:rFonts w:cs="Arial"/>
          <w:b/>
          <w:bCs/>
        </w:rPr>
      </w:pPr>
      <w:r w:rsidRPr="00D61C72">
        <w:rPr>
          <w:rFonts w:cs="Arial"/>
          <w:b/>
          <w:bCs/>
        </w:rPr>
        <w:t>Rekonstrukce traťového úseku Sokolov (mimo) – Kynšperk nad Ohří (mimo)</w:t>
      </w:r>
    </w:p>
    <w:p w14:paraId="5069590E" w14:textId="755B8EA5" w:rsidR="00345E68" w:rsidRPr="00E9068C" w:rsidRDefault="00E9068C" w:rsidP="00D61C72">
      <w:pPr>
        <w:pStyle w:val="Textbezodsazen"/>
        <w:rPr>
          <w:b/>
          <w:bCs/>
        </w:rPr>
      </w:pPr>
      <w:r w:rsidRPr="00E9068C">
        <w:rPr>
          <w:rFonts w:cs="Arial"/>
        </w:rPr>
        <w:t>ISPROFOND/SUBISPROFIN</w:t>
      </w:r>
      <w:r w:rsidRPr="00E9068C">
        <w:t>:</w:t>
      </w:r>
      <w:r w:rsidRPr="00D61C72">
        <w:rPr>
          <w:b/>
          <w:bCs/>
        </w:rPr>
        <w:t xml:space="preserve"> </w:t>
      </w:r>
      <w:r>
        <w:rPr>
          <w:b/>
          <w:bCs/>
        </w:rPr>
        <w:tab/>
      </w:r>
      <w:r>
        <w:rPr>
          <w:b/>
          <w:bCs/>
        </w:rPr>
        <w:tab/>
      </w:r>
      <w:r w:rsidR="002C3AB2" w:rsidRPr="0091158B">
        <w:rPr>
          <w:rFonts w:cs="Arial"/>
        </w:rPr>
        <w:t>3273214901/5413520016</w:t>
      </w:r>
    </w:p>
    <w:p w14:paraId="286DF51F" w14:textId="76187D2B" w:rsidR="00D61C72" w:rsidRPr="00D61C72" w:rsidRDefault="00D61C72" w:rsidP="00D61C72">
      <w:pPr>
        <w:pStyle w:val="Textbezodsazen"/>
        <w:rPr>
          <w:b/>
          <w:bCs/>
          <w:color w:val="000000"/>
        </w:rPr>
      </w:pPr>
      <w:r w:rsidRPr="00D61C72">
        <w:rPr>
          <w:b/>
          <w:bCs/>
          <w:color w:val="000000"/>
        </w:rPr>
        <w:t>Rekonstrukce traťového úseku Kynšperk nad Ohří (včetně) – Tršnice (mimo)</w:t>
      </w:r>
    </w:p>
    <w:p w14:paraId="74E5B6C7" w14:textId="252DB123" w:rsidR="00345E68" w:rsidRPr="00E9068C" w:rsidRDefault="00E9068C" w:rsidP="00D61C72">
      <w:pPr>
        <w:pStyle w:val="Textbezodsazen"/>
        <w:rPr>
          <w:b/>
          <w:bCs/>
        </w:rPr>
      </w:pPr>
      <w:r w:rsidRPr="00E9068C">
        <w:rPr>
          <w:rFonts w:cs="Arial"/>
        </w:rPr>
        <w:t>ISPROFOND/SUBISPROFIN</w:t>
      </w:r>
      <w:r w:rsidRPr="00E9068C">
        <w:t>:</w:t>
      </w:r>
      <w:r w:rsidRPr="00D61C72">
        <w:rPr>
          <w:b/>
          <w:bCs/>
        </w:rPr>
        <w:t xml:space="preserve"> </w:t>
      </w:r>
      <w:r>
        <w:rPr>
          <w:b/>
          <w:bCs/>
        </w:rPr>
        <w:tab/>
      </w:r>
      <w:r>
        <w:rPr>
          <w:b/>
          <w:bCs/>
        </w:rPr>
        <w:tab/>
      </w:r>
      <w:r w:rsidR="002C3AB2" w:rsidRPr="0091158B">
        <w:rPr>
          <w:rFonts w:cs="Arial"/>
        </w:rPr>
        <w:t>3273214901/5413520022</w:t>
      </w:r>
    </w:p>
    <w:p w14:paraId="33562007" w14:textId="0572CE6D" w:rsidR="00D61C72" w:rsidRPr="00D61C72" w:rsidRDefault="00D61C72" w:rsidP="00D61C72">
      <w:pPr>
        <w:pStyle w:val="Textbezodsazen"/>
        <w:rPr>
          <w:b/>
          <w:bCs/>
        </w:rPr>
      </w:pPr>
      <w:r w:rsidRPr="00D61C72">
        <w:rPr>
          <w:b/>
          <w:bCs/>
        </w:rPr>
        <w:t>Rekonstrukce traťového úseku Tršnice (včetně) – Cheb (mimo)</w:t>
      </w:r>
    </w:p>
    <w:p w14:paraId="096E4749" w14:textId="4EE1435B" w:rsidR="00345E68" w:rsidRPr="00E9068C" w:rsidRDefault="00E9068C" w:rsidP="00D61C72">
      <w:pPr>
        <w:pStyle w:val="Textbezodsazen"/>
        <w:rPr>
          <w:b/>
          <w:bCs/>
        </w:rPr>
      </w:pPr>
      <w:r w:rsidRPr="00E9068C">
        <w:rPr>
          <w:rFonts w:cs="Arial"/>
        </w:rPr>
        <w:t>ISPROFOND/SUBISPROFIN</w:t>
      </w:r>
      <w:r w:rsidRPr="00E9068C">
        <w:t>:</w:t>
      </w:r>
      <w:r w:rsidRPr="00D61C72">
        <w:rPr>
          <w:b/>
          <w:bCs/>
        </w:rPr>
        <w:t xml:space="preserve"> </w:t>
      </w:r>
      <w:r>
        <w:rPr>
          <w:b/>
          <w:bCs/>
        </w:rPr>
        <w:tab/>
      </w:r>
      <w:r>
        <w:rPr>
          <w:b/>
          <w:bCs/>
        </w:rPr>
        <w:tab/>
      </w:r>
      <w:r w:rsidR="002C3AB2" w:rsidRPr="0091158B">
        <w:rPr>
          <w:rFonts w:cs="Arial"/>
        </w:rPr>
        <w:t>3273214901/5413520023</w:t>
      </w:r>
    </w:p>
    <w:p w14:paraId="448BE99F" w14:textId="77777777" w:rsidR="00345E68" w:rsidRDefault="00345E68" w:rsidP="00D61C72">
      <w:pPr>
        <w:pStyle w:val="Textbezodsazen"/>
      </w:pPr>
    </w:p>
    <w:p w14:paraId="76CD8164" w14:textId="411C0C1F" w:rsidR="00B42F40" w:rsidRDefault="00345E68" w:rsidP="00B42F40">
      <w:pPr>
        <w:pStyle w:val="Textbezodsazen"/>
      </w:pPr>
      <w:r>
        <w:t>a</w:t>
      </w:r>
    </w:p>
    <w:p w14:paraId="7173BB46" w14:textId="77777777" w:rsidR="00345E68" w:rsidRPr="00B42F40" w:rsidRDefault="00345E68" w:rsidP="00B42F40">
      <w:pPr>
        <w:pStyle w:val="Textbezodsazen"/>
      </w:pP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565A6E5B" w14:textId="77777777" w:rsidR="00253CBA" w:rsidRPr="00BC322B" w:rsidRDefault="00253CBA" w:rsidP="00BC322B">
      <w:pPr>
        <w:pStyle w:val="Textbezodsazen"/>
        <w:rPr>
          <w:rStyle w:val="Tun"/>
          <w:b w:val="0"/>
        </w:rPr>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4B05A9">
        <w:t>c</w:t>
      </w:r>
      <w:r>
        <w:t>, ve znění pozdějších předp</w:t>
      </w:r>
      <w:r w:rsidR="008063CD">
        <w:t>isů,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470ADE6F"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sdt>
        <w:sdtPr>
          <w:rPr>
            <w:b/>
            <w:bCs/>
          </w:rPr>
          <w:alias w:val="Název akce - VYplnit pole - přenese se do zápatí"/>
          <w:tag w:val="Název akce"/>
          <w:id w:val="-851637012"/>
          <w:placeholder>
            <w:docPart w:val="B7C7B7B9EF07456B86E6B82BC7073572"/>
          </w:placeholder>
          <w:text/>
        </w:sdtPr>
        <w:sdtContent>
          <w:r w:rsidR="00944A3A" w:rsidRPr="003F7706">
            <w:rPr>
              <w:b/>
              <w:bCs/>
            </w:rPr>
            <w:t>„Rekonstrukce traťového úseku Sokolov (mimo) - Kynšperk nad Ohří (mimo)“</w:t>
          </w:r>
          <w:r w:rsidR="003F7706" w:rsidRPr="003F7706">
            <w:rPr>
              <w:b/>
              <w:bCs/>
            </w:rPr>
            <w:t xml:space="preserve"> (dále jen „</w:t>
          </w:r>
          <w:r w:rsidR="00C67273">
            <w:rPr>
              <w:b/>
              <w:bCs/>
            </w:rPr>
            <w:t xml:space="preserve">budoucí </w:t>
          </w:r>
          <w:r w:rsidR="003F7706" w:rsidRPr="003F7706">
            <w:rPr>
              <w:b/>
              <w:bCs/>
            </w:rPr>
            <w:t>Stavba 1“)</w:t>
          </w:r>
          <w:r w:rsidR="00944A3A" w:rsidRPr="003F7706">
            <w:rPr>
              <w:b/>
              <w:bCs/>
            </w:rPr>
            <w:t>, „Rekonstrukce traťového úseku Kynšperk nad Ohří (včetně) – Tršnice (mimo)“</w:t>
          </w:r>
          <w:r w:rsidR="003F7706">
            <w:rPr>
              <w:b/>
              <w:bCs/>
            </w:rPr>
            <w:t xml:space="preserve"> (dále jen „</w:t>
          </w:r>
          <w:r w:rsidR="00C67273">
            <w:rPr>
              <w:b/>
              <w:bCs/>
            </w:rPr>
            <w:t xml:space="preserve">budoucí </w:t>
          </w:r>
          <w:r w:rsidR="003F7706">
            <w:rPr>
              <w:b/>
              <w:bCs/>
            </w:rPr>
            <w:t>Stavba 2“)</w:t>
          </w:r>
          <w:r w:rsidR="00944A3A" w:rsidRPr="003F7706">
            <w:rPr>
              <w:b/>
              <w:bCs/>
            </w:rPr>
            <w:t xml:space="preserve"> a „Rekonstrukce traťového úseku Tršnice (včetně) - Cheb (mimo)“</w:t>
          </w:r>
          <w:r w:rsidR="003F7706">
            <w:rPr>
              <w:b/>
              <w:bCs/>
            </w:rPr>
            <w:t xml:space="preserve"> (dále jen „</w:t>
          </w:r>
          <w:r w:rsidR="00C67273">
            <w:rPr>
              <w:b/>
              <w:bCs/>
            </w:rPr>
            <w:t xml:space="preserve">budoucí </w:t>
          </w:r>
          <w:r w:rsidR="003F7706">
            <w:rPr>
              <w:b/>
              <w:bCs/>
            </w:rPr>
            <w:t>Stavba 3“</w:t>
          </w:r>
          <w:r w:rsidR="004F64E0">
            <w:rPr>
              <w:b/>
              <w:bCs/>
            </w:rPr>
            <w:t xml:space="preserve"> nebo společně „Stavba“</w:t>
          </w:r>
          <w:r w:rsidR="003F7706">
            <w:rPr>
              <w:b/>
              <w:bCs/>
            </w:rPr>
            <w:t>)</w:t>
          </w:r>
        </w:sdtContent>
      </w:sdt>
      <w:r w:rsidR="004F64E0">
        <w:rPr>
          <w:b/>
          <w:bCs/>
        </w:rPr>
        <w:t>,</w:t>
      </w:r>
      <w:r>
        <w:t xml:space="preserve"> (dále jen „</w:t>
      </w:r>
      <w:r w:rsidRPr="003F5723">
        <w:rPr>
          <w:rStyle w:val="Tun"/>
        </w:rPr>
        <w:t>Veřejná zakázka</w:t>
      </w:r>
      <w:r>
        <w:t xml:space="preserve">“). Na základě tohoto </w:t>
      </w:r>
      <w:r>
        <w:lastRenderedPageBreak/>
        <w:t>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t>PŘEDMĚT, CENA A HARMONOGRAM PLNĚNÍ SMLOUVY</w:t>
      </w:r>
    </w:p>
    <w:p w14:paraId="66A739A0" w14:textId="21961133" w:rsidR="006F6E10" w:rsidRPr="000541D5" w:rsidRDefault="003F5723" w:rsidP="00C56806">
      <w:pPr>
        <w:pStyle w:val="Text1-1"/>
        <w:rPr>
          <w:i/>
          <w:color w:val="00B050"/>
        </w:rPr>
      </w:pPr>
      <w:r>
        <w:t xml:space="preserve">Zhotovitel se zavazuje v souladu s touto Smlouvou provést Dílo spočívající ve zhotovení </w:t>
      </w:r>
      <w:r w:rsidR="000541D5">
        <w:t>Inženýrskogeologického a hydrogeologického průzkumu</w:t>
      </w:r>
      <w:r w:rsidR="00964369">
        <w:t xml:space="preserve"> dle specifikace uvedené v </w:t>
      </w:r>
      <w:r>
        <w:t>Příloze č. 1</w:t>
      </w:r>
      <w:r w:rsidR="00EB3913">
        <w:t xml:space="preserve"> a č. 3 písm. c) </w:t>
      </w:r>
      <w:r>
        <w:t>této Smlouvy a předat jej Objednateli</w:t>
      </w:r>
      <w:r w:rsidR="009971B0">
        <w:t xml:space="preserve"> (dále jen „</w:t>
      </w:r>
      <w:r w:rsidR="009971B0">
        <w:rPr>
          <w:b/>
        </w:rPr>
        <w:t>IGP</w:t>
      </w:r>
      <w:r w:rsidR="009971B0">
        <w:t xml:space="preserve">“ nebo </w:t>
      </w:r>
      <w:r w:rsidR="009971B0">
        <w:rPr>
          <w:b/>
        </w:rPr>
        <w:t>„Dílo“</w:t>
      </w:r>
      <w:r w:rsidR="009971B0">
        <w:t>).</w:t>
      </w: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757C7642" w:rsidR="003F5723" w:rsidRDefault="003F5723" w:rsidP="003F5723">
      <w:pPr>
        <w:pStyle w:val="Text1-1"/>
      </w:pPr>
      <w:r>
        <w:t xml:space="preserve">Objednatel se zavazuje řádně provedené Dílo převzít a za řádně </w:t>
      </w:r>
      <w:r w:rsidR="009971B0">
        <w:t>provedený IGP</w:t>
      </w:r>
      <w:r w:rsidR="004B05A9">
        <w:t xml:space="preserve"> </w:t>
      </w:r>
      <w:r>
        <w:t>zaplatit Zhotoviteli za podmínek stanovených touto Smlou</w:t>
      </w:r>
      <w:r w:rsidR="00964369">
        <w:t xml:space="preserve">vou celkovou Cenu Díla, </w:t>
      </w:r>
      <w:r>
        <w:t>ve výši dle Přílohy č. 4 této Smlouvy, přičemž celková Cena Díla je:</w:t>
      </w:r>
    </w:p>
    <w:p w14:paraId="1615F1BB" w14:textId="77777777" w:rsidR="003F5723" w:rsidRPr="0091158B" w:rsidRDefault="003F5723" w:rsidP="003F5723">
      <w:pPr>
        <w:pStyle w:val="Textbezslovn"/>
        <w:rPr>
          <w:rStyle w:val="Tun"/>
          <w:b w:val="0"/>
          <w:bCs/>
        </w:rPr>
      </w:pPr>
      <w:r w:rsidRPr="0091158B">
        <w:rPr>
          <w:b/>
          <w:bCs/>
        </w:rPr>
        <w:t xml:space="preserve">Cena Díla bez DPH: </w:t>
      </w:r>
      <w:r w:rsidRPr="0091158B">
        <w:rPr>
          <w:b/>
          <w:bCs/>
        </w:rPr>
        <w:tab/>
      </w:r>
      <w:r w:rsidRPr="0091158B">
        <w:rPr>
          <w:rStyle w:val="Tun"/>
        </w:rPr>
        <w:t>"[</w:t>
      </w:r>
      <w:r w:rsidRPr="0091158B">
        <w:rPr>
          <w:rStyle w:val="Tun"/>
          <w:highlight w:val="yellow"/>
        </w:rPr>
        <w:t>VLOŽÍ ZHOTOVITEL</w:t>
      </w:r>
      <w:r w:rsidRPr="0091158B">
        <w:rPr>
          <w:rStyle w:val="Tun"/>
        </w:rPr>
        <w:t>]" Kč</w:t>
      </w:r>
    </w:p>
    <w:p w14:paraId="62E74356" w14:textId="77777777" w:rsidR="003F5723" w:rsidRDefault="003F5723" w:rsidP="003F5723">
      <w:pPr>
        <w:pStyle w:val="Textbezslovn"/>
        <w:rPr>
          <w:rStyle w:val="Tun"/>
        </w:rPr>
      </w:pPr>
      <w:r w:rsidRPr="0091158B">
        <w:rPr>
          <w:b/>
          <w:bCs/>
        </w:rPr>
        <w:t xml:space="preserve">slovy: </w:t>
      </w:r>
      <w:r w:rsidRPr="0091158B">
        <w:rPr>
          <w:b/>
          <w:bCs/>
        </w:rPr>
        <w:tab/>
      </w:r>
      <w:r w:rsidRPr="0091158B">
        <w:rPr>
          <w:b/>
          <w:bCs/>
        </w:rPr>
        <w:tab/>
      </w:r>
      <w:r w:rsidRPr="0091158B">
        <w:rPr>
          <w:b/>
          <w:bCs/>
        </w:rPr>
        <w:tab/>
      </w:r>
      <w:r w:rsidRPr="003F5723">
        <w:rPr>
          <w:rStyle w:val="Tun"/>
        </w:rPr>
        <w:t>"[</w:t>
      </w:r>
      <w:r w:rsidRPr="003F5723">
        <w:rPr>
          <w:rStyle w:val="Tun"/>
          <w:highlight w:val="yellow"/>
        </w:rPr>
        <w:t>VLOŽÍ ZHOTOVITEL</w:t>
      </w:r>
      <w:r w:rsidRPr="003F5723">
        <w:rPr>
          <w:rStyle w:val="Tun"/>
        </w:rPr>
        <w:t>]" korun českých</w:t>
      </w:r>
    </w:p>
    <w:p w14:paraId="60D1CE70" w14:textId="77777777" w:rsidR="003452F4" w:rsidRPr="003452F4" w:rsidRDefault="003452F4" w:rsidP="003452F4">
      <w:pPr>
        <w:pStyle w:val="Textbezslovn"/>
        <w:rPr>
          <w:rStyle w:val="Tun"/>
        </w:rPr>
      </w:pPr>
      <w:r w:rsidRPr="003452F4">
        <w:rPr>
          <w:rStyle w:val="Tun"/>
        </w:rPr>
        <w:t>z toho</w:t>
      </w:r>
    </w:p>
    <w:p w14:paraId="10BF94C2" w14:textId="5317B5BD" w:rsidR="003452F4" w:rsidRPr="003452F4" w:rsidRDefault="003452F4" w:rsidP="003452F4">
      <w:pPr>
        <w:pStyle w:val="Textbezslovn"/>
        <w:rPr>
          <w:rStyle w:val="Tun"/>
        </w:rPr>
      </w:pPr>
      <w:r w:rsidRPr="003452F4">
        <w:rPr>
          <w:rStyle w:val="Tun"/>
        </w:rPr>
        <w:t xml:space="preserve">Cena Díla </w:t>
      </w:r>
      <w:r w:rsidR="00C67273">
        <w:rPr>
          <w:rStyle w:val="Tun"/>
        </w:rPr>
        <w:t xml:space="preserve">budoucí </w:t>
      </w:r>
      <w:r w:rsidRPr="003452F4">
        <w:rPr>
          <w:rStyle w:val="Tun"/>
        </w:rPr>
        <w:t xml:space="preserve">Stavby 1 </w:t>
      </w:r>
    </w:p>
    <w:p w14:paraId="4E03F175" w14:textId="163F2D75" w:rsidR="003452F4" w:rsidRPr="003452F4" w:rsidRDefault="003452F4" w:rsidP="003452F4">
      <w:pPr>
        <w:pStyle w:val="Textbezslovn"/>
        <w:rPr>
          <w:rStyle w:val="Tun"/>
        </w:rPr>
      </w:pPr>
      <w:r w:rsidRPr="003452F4">
        <w:rPr>
          <w:rStyle w:val="Tun"/>
        </w:rPr>
        <w:t>(dle přílohy č. 4) bez DPH: "[</w:t>
      </w:r>
      <w:r w:rsidRPr="003452F4">
        <w:rPr>
          <w:rStyle w:val="Tun"/>
          <w:highlight w:val="yellow"/>
        </w:rPr>
        <w:t>VLOŽÍ ZHOTOVITEL</w:t>
      </w:r>
      <w:r w:rsidRPr="003452F4">
        <w:rPr>
          <w:rStyle w:val="Tun"/>
        </w:rPr>
        <w:t>]" Kč</w:t>
      </w:r>
    </w:p>
    <w:p w14:paraId="085302FA" w14:textId="77777777" w:rsidR="003452F4" w:rsidRDefault="003452F4" w:rsidP="003452F4">
      <w:pPr>
        <w:ind w:left="2836" w:firstLine="709"/>
        <w:rPr>
          <w:rStyle w:val="Tun"/>
          <w:sz w:val="18"/>
          <w:szCs w:val="18"/>
        </w:rPr>
      </w:pPr>
      <w:r w:rsidRPr="003452F4">
        <w:rPr>
          <w:rStyle w:val="Tun"/>
          <w:sz w:val="18"/>
          <w:szCs w:val="18"/>
        </w:rPr>
        <w:t>"[</w:t>
      </w:r>
      <w:r w:rsidRPr="003452F4">
        <w:rPr>
          <w:rStyle w:val="Tun"/>
          <w:sz w:val="18"/>
          <w:szCs w:val="18"/>
          <w:highlight w:val="yellow"/>
        </w:rPr>
        <w:t>VLOŽÍ ZHOTOVITEL</w:t>
      </w:r>
      <w:r w:rsidRPr="003452F4">
        <w:rPr>
          <w:rStyle w:val="Tun"/>
          <w:sz w:val="18"/>
          <w:szCs w:val="18"/>
        </w:rPr>
        <w:t>]" korun českých</w:t>
      </w:r>
    </w:p>
    <w:p w14:paraId="2B7CA56B" w14:textId="768AE8F5" w:rsidR="003452F4" w:rsidRPr="003452F4" w:rsidRDefault="003452F4" w:rsidP="003452F4">
      <w:pPr>
        <w:pStyle w:val="Textbezslovn"/>
        <w:rPr>
          <w:rStyle w:val="Tun"/>
        </w:rPr>
      </w:pPr>
      <w:r w:rsidRPr="003452F4">
        <w:rPr>
          <w:rStyle w:val="Tun"/>
        </w:rPr>
        <w:t xml:space="preserve">Cena Díla </w:t>
      </w:r>
      <w:r w:rsidR="00C67273">
        <w:rPr>
          <w:rStyle w:val="Tun"/>
        </w:rPr>
        <w:t xml:space="preserve">budoucí </w:t>
      </w:r>
      <w:r w:rsidRPr="003452F4">
        <w:rPr>
          <w:rStyle w:val="Tun"/>
        </w:rPr>
        <w:t xml:space="preserve">Stavby </w:t>
      </w:r>
      <w:r>
        <w:rPr>
          <w:rStyle w:val="Tun"/>
        </w:rPr>
        <w:t>2</w:t>
      </w:r>
      <w:r w:rsidRPr="003452F4">
        <w:rPr>
          <w:rStyle w:val="Tun"/>
        </w:rPr>
        <w:t xml:space="preserve"> </w:t>
      </w:r>
    </w:p>
    <w:p w14:paraId="67E2D668" w14:textId="77777777" w:rsidR="003452F4" w:rsidRPr="003452F4" w:rsidRDefault="003452F4" w:rsidP="003452F4">
      <w:pPr>
        <w:pStyle w:val="Textbezslovn"/>
        <w:rPr>
          <w:rStyle w:val="Tun"/>
        </w:rPr>
      </w:pPr>
      <w:r w:rsidRPr="003452F4">
        <w:rPr>
          <w:rStyle w:val="Tun"/>
        </w:rPr>
        <w:t>(dle přílohy č. 4) bez DPH: "[</w:t>
      </w:r>
      <w:r w:rsidRPr="003452F4">
        <w:rPr>
          <w:rStyle w:val="Tun"/>
          <w:highlight w:val="yellow"/>
        </w:rPr>
        <w:t>VLOŽÍ ZHOTOVITEL</w:t>
      </w:r>
      <w:r w:rsidRPr="003452F4">
        <w:rPr>
          <w:rStyle w:val="Tun"/>
        </w:rPr>
        <w:t>]" Kč</w:t>
      </w:r>
    </w:p>
    <w:p w14:paraId="04483A23" w14:textId="77777777" w:rsidR="003452F4" w:rsidRDefault="003452F4" w:rsidP="003452F4">
      <w:pPr>
        <w:ind w:left="2836" w:firstLine="709"/>
        <w:rPr>
          <w:rStyle w:val="Tun"/>
          <w:sz w:val="18"/>
          <w:szCs w:val="18"/>
        </w:rPr>
      </w:pPr>
      <w:r w:rsidRPr="003452F4">
        <w:rPr>
          <w:rStyle w:val="Tun"/>
          <w:sz w:val="18"/>
          <w:szCs w:val="18"/>
        </w:rPr>
        <w:t>"[</w:t>
      </w:r>
      <w:r w:rsidRPr="003452F4">
        <w:rPr>
          <w:rStyle w:val="Tun"/>
          <w:sz w:val="18"/>
          <w:szCs w:val="18"/>
          <w:highlight w:val="yellow"/>
        </w:rPr>
        <w:t>VLOŽÍ ZHOTOVITEL</w:t>
      </w:r>
      <w:r w:rsidRPr="003452F4">
        <w:rPr>
          <w:rStyle w:val="Tun"/>
          <w:sz w:val="18"/>
          <w:szCs w:val="18"/>
        </w:rPr>
        <w:t>]" korun českých</w:t>
      </w:r>
    </w:p>
    <w:p w14:paraId="0E8EE834" w14:textId="6A8B1400" w:rsidR="003452F4" w:rsidRPr="003452F4" w:rsidRDefault="003452F4" w:rsidP="003452F4">
      <w:pPr>
        <w:pStyle w:val="Textbezslovn"/>
        <w:rPr>
          <w:rStyle w:val="Tun"/>
        </w:rPr>
      </w:pPr>
      <w:r w:rsidRPr="003452F4">
        <w:rPr>
          <w:rStyle w:val="Tun"/>
        </w:rPr>
        <w:t xml:space="preserve">Cena Díla </w:t>
      </w:r>
      <w:r w:rsidR="00C67273">
        <w:rPr>
          <w:rStyle w:val="Tun"/>
        </w:rPr>
        <w:t xml:space="preserve">budoucí </w:t>
      </w:r>
      <w:r w:rsidRPr="003452F4">
        <w:rPr>
          <w:rStyle w:val="Tun"/>
        </w:rPr>
        <w:t xml:space="preserve">Stavby </w:t>
      </w:r>
      <w:r>
        <w:rPr>
          <w:rStyle w:val="Tun"/>
        </w:rPr>
        <w:t>3</w:t>
      </w:r>
      <w:r w:rsidRPr="003452F4">
        <w:rPr>
          <w:rStyle w:val="Tun"/>
        </w:rPr>
        <w:t xml:space="preserve"> </w:t>
      </w:r>
    </w:p>
    <w:p w14:paraId="1B6EC013" w14:textId="77777777" w:rsidR="003452F4" w:rsidRPr="003452F4" w:rsidRDefault="003452F4" w:rsidP="003452F4">
      <w:pPr>
        <w:pStyle w:val="Textbezslovn"/>
        <w:rPr>
          <w:rStyle w:val="Tun"/>
        </w:rPr>
      </w:pPr>
      <w:r w:rsidRPr="003452F4">
        <w:rPr>
          <w:rStyle w:val="Tun"/>
        </w:rPr>
        <w:t>(dle přílohy č. 4) bez DPH: "[</w:t>
      </w:r>
      <w:r w:rsidRPr="003452F4">
        <w:rPr>
          <w:rStyle w:val="Tun"/>
          <w:highlight w:val="yellow"/>
        </w:rPr>
        <w:t>VLOŽÍ ZHOTOVITEL</w:t>
      </w:r>
      <w:r w:rsidRPr="003452F4">
        <w:rPr>
          <w:rStyle w:val="Tun"/>
        </w:rPr>
        <w:t>]" Kč</w:t>
      </w:r>
    </w:p>
    <w:p w14:paraId="02CB60B0" w14:textId="77777777" w:rsidR="003452F4" w:rsidRPr="003452F4" w:rsidRDefault="003452F4" w:rsidP="003452F4">
      <w:pPr>
        <w:ind w:left="2836" w:firstLine="709"/>
        <w:rPr>
          <w:sz w:val="18"/>
          <w:szCs w:val="18"/>
        </w:rPr>
      </w:pPr>
      <w:r w:rsidRPr="003452F4">
        <w:rPr>
          <w:rStyle w:val="Tun"/>
          <w:sz w:val="18"/>
          <w:szCs w:val="18"/>
        </w:rPr>
        <w:t>"[</w:t>
      </w:r>
      <w:r w:rsidRPr="003452F4">
        <w:rPr>
          <w:rStyle w:val="Tun"/>
          <w:sz w:val="18"/>
          <w:szCs w:val="18"/>
          <w:highlight w:val="yellow"/>
        </w:rPr>
        <w:t>VLOŽÍ ZHOTOVITEL</w:t>
      </w:r>
      <w:r w:rsidRPr="003452F4">
        <w:rPr>
          <w:rStyle w:val="Tun"/>
          <w:sz w:val="18"/>
          <w:szCs w:val="18"/>
        </w:rPr>
        <w:t>]" korun českých</w:t>
      </w:r>
    </w:p>
    <w:p w14:paraId="5735D592" w14:textId="77777777" w:rsidR="003452F4" w:rsidRPr="003452F4" w:rsidRDefault="003452F4" w:rsidP="003452F4">
      <w:pPr>
        <w:rPr>
          <w:sz w:val="18"/>
          <w:szCs w:val="18"/>
        </w:rPr>
      </w:pPr>
    </w:p>
    <w:p w14:paraId="0F958B6A" w14:textId="61EB08D6" w:rsidR="003452F4" w:rsidRPr="003452F4" w:rsidRDefault="003452F4" w:rsidP="003452F4">
      <w:pPr>
        <w:rPr>
          <w:sz w:val="18"/>
          <w:szCs w:val="18"/>
        </w:rPr>
      </w:pPr>
    </w:p>
    <w:p w14:paraId="3BE98667" w14:textId="73A5F2C1" w:rsidR="003452F4" w:rsidRDefault="003452F4" w:rsidP="003452F4">
      <w:pPr>
        <w:pStyle w:val="Textbezslovn"/>
        <w:rPr>
          <w:rStyle w:val="Tun"/>
        </w:rPr>
      </w:pPr>
    </w:p>
    <w:p w14:paraId="5D0F211E"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287664CD" w14:textId="77777777" w:rsidR="006A57A4" w:rsidRPr="001B4800" w:rsidRDefault="006A57A4" w:rsidP="007778CF">
      <w:pPr>
        <w:pStyle w:val="Odstavec1-1a"/>
      </w:pPr>
      <w:r w:rsidRPr="001B4800">
        <w:lastRenderedPageBreak/>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77777777" w:rsidR="006A57A4" w:rsidRPr="001B4800" w:rsidRDefault="006A57A4" w:rsidP="007778CF">
      <w:pPr>
        <w:pStyle w:val="Odstavec1-1a"/>
      </w:pPr>
      <w:r w:rsidRPr="001B4800">
        <w:t>datovou zprávou na identifikátor datové schránky: uccchjm</w:t>
      </w:r>
    </w:p>
    <w:p w14:paraId="312A890C" w14:textId="77777777" w:rsidR="006A57A4" w:rsidRPr="001B4800" w:rsidRDefault="006A57A4" w:rsidP="007778CF">
      <w:pPr>
        <w:pStyle w:val="TextbezslBEZMEZER"/>
        <w:ind w:left="1077"/>
      </w:pPr>
      <w:r w:rsidRPr="001B4800">
        <w:t>nebo</w:t>
      </w:r>
    </w:p>
    <w:p w14:paraId="47D8722B" w14:textId="77777777" w:rsidR="006A57A4" w:rsidRDefault="006A57A4" w:rsidP="007778CF">
      <w:pPr>
        <w:pStyle w:val="Odstavec1-1a"/>
      </w:pPr>
      <w:r w:rsidRPr="001B4800">
        <w:t>v listinné podobě na adresu Správa železnic, státní organizace, Centrální finanční účtárna Čechy, Náměstí Jana Pernera 217, 530 02 Pardubice.</w:t>
      </w:r>
    </w:p>
    <w:p w14:paraId="2B0B6A54" w14:textId="18AE3D22" w:rsidR="00D04FAF" w:rsidRPr="001B4800" w:rsidRDefault="00D04FAF" w:rsidP="00095914">
      <w:pPr>
        <w:pStyle w:val="Odstavec1-1a"/>
        <w:numPr>
          <w:ilvl w:val="0"/>
          <w:numId w:val="0"/>
        </w:numPr>
        <w:ind w:left="737"/>
      </w:pPr>
      <w:r w:rsidRPr="005D3513">
        <w:t xml:space="preserve">Na daňových dokladech – fakturách je nutno uvádět úplný název zakázky, číslo ISPROFOND/SubISPROFIN a číslo smlouvy dle </w:t>
      </w:r>
      <w:r>
        <w:t>O</w:t>
      </w:r>
      <w:r w:rsidRPr="005D3513">
        <w:t>bjednavatele</w:t>
      </w:r>
      <w:r>
        <w:t>,</w:t>
      </w:r>
      <w:r w:rsidRPr="005D3513">
        <w:t xml:space="preserve"> a to vše v souladu s touto Smlouvou</w:t>
      </w:r>
      <w:r>
        <w:t>.</w:t>
      </w:r>
      <w:r w:rsidR="003B1BD3">
        <w:t xml:space="preserve"> </w:t>
      </w:r>
      <w:r w:rsidR="00BA559B" w:rsidRPr="00BA559B">
        <w:t xml:space="preserve">Pro každou jednotlivou </w:t>
      </w:r>
      <w:r w:rsidR="008E24D4">
        <w:t>S</w:t>
      </w:r>
      <w:r w:rsidR="00BA559B" w:rsidRPr="00BA559B">
        <w:t>tavbu bude vystaven samostatný daňový doklad.</w:t>
      </w:r>
    </w:p>
    <w:p w14:paraId="55A0A92C"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746925DA"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F59F24F" w14:textId="3E48C432" w:rsidR="00CF6911" w:rsidRDefault="00CF6911"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r w:rsidRPr="00C41F26">
        <w:t>.</w:t>
      </w:r>
      <w:r w:rsidRPr="00FD09CC">
        <w:t xml:space="preserve"> Postup dle odstavce 3.8 Smlouvy není tímto ustanovením dotčen.</w:t>
      </w:r>
    </w:p>
    <w:p w14:paraId="6C40F584" w14:textId="77777777" w:rsidR="00891E0A" w:rsidRPr="00FD09CC" w:rsidRDefault="00891E0A" w:rsidP="00CF6911">
      <w:pPr>
        <w:pStyle w:val="Text1-1"/>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CF6911">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02481094" w14:textId="36049516" w:rsidR="003F5723" w:rsidRDefault="003F5723" w:rsidP="00960E25">
      <w:pPr>
        <w:pStyle w:val="Text1-1"/>
      </w:pPr>
      <w:r>
        <w:t xml:space="preserve">Místem </w:t>
      </w:r>
      <w:r w:rsidR="009971B0">
        <w:t>plnění Díla</w:t>
      </w:r>
      <w:r>
        <w:t xml:space="preserve"> je místo realizace </w:t>
      </w:r>
      <w:r w:rsidR="00C67273">
        <w:t>budoucí Stavby 1, budoucí Stavby 2 a budoucí Stavby 3</w:t>
      </w:r>
      <w:r>
        <w:t>, popř. další místa určená Objednatelem.</w:t>
      </w:r>
    </w:p>
    <w:p w14:paraId="21B0A1BC" w14:textId="77777777" w:rsidR="003F5723" w:rsidRDefault="003F5723" w:rsidP="003F5723">
      <w:pPr>
        <w:pStyle w:val="Nadpis1-1"/>
      </w:pPr>
      <w:r>
        <w:t>OSTATNÍ USTANOVENÍ</w:t>
      </w:r>
    </w:p>
    <w:p w14:paraId="10397AF8" w14:textId="13D746F6"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w:t>
      </w:r>
      <w:r w:rsidR="00561740">
        <w:t>Díla</w:t>
      </w:r>
      <w:r>
        <w:t>, tj.: "[</w:t>
      </w:r>
      <w:r w:rsidRPr="003F5723">
        <w:rPr>
          <w:b/>
          <w:highlight w:val="yellow"/>
        </w:rPr>
        <w:t>VLOŽÍ ZHOTOVITEL</w:t>
      </w:r>
      <w:r>
        <w:t>]" bez DPH.</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lastRenderedPageBreak/>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7777777" w:rsidR="00277C7C" w:rsidRDefault="00277C7C" w:rsidP="00247D60">
      <w:pPr>
        <w:pStyle w:val="Text1-1"/>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0567638F" w14:textId="77777777" w:rsidR="00277C7C" w:rsidRPr="00247D60" w:rsidRDefault="00277C7C" w:rsidP="00247D60">
      <w:pPr>
        <w:pStyle w:val="Text1-1"/>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247D60">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7411FD45" w14:textId="77777777" w:rsidR="006F56B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12E3CD2" w14:textId="561CC99F" w:rsidR="00B16327" w:rsidRPr="0007452F" w:rsidRDefault="00406C51" w:rsidP="0020554E">
      <w:pPr>
        <w:pStyle w:val="Text1-1"/>
      </w:pPr>
      <w:r w:rsidRPr="00ED0187">
        <w:t>Sociálně a environmentálně odpovědné zadávání</w:t>
      </w:r>
      <w:r w:rsidR="00B56004" w:rsidRPr="00ED0187">
        <w:rPr>
          <w:highlight w:val="green"/>
        </w:rPr>
        <w:t xml:space="preserve"> </w:t>
      </w:r>
    </w:p>
    <w:p w14:paraId="546ECD06" w14:textId="07B9F423" w:rsidR="00406C51" w:rsidRDefault="00406C51" w:rsidP="0020554E">
      <w:pPr>
        <w:pStyle w:val="Text1-2"/>
        <w:numPr>
          <w:ilvl w:val="2"/>
          <w:numId w:val="23"/>
        </w:numPr>
        <w:ind w:left="1418" w:hanging="709"/>
        <w:rPr>
          <w:rFonts w:eastAsia="Times New Roman" w:cs="Times New Roman"/>
        </w:rPr>
      </w:pPr>
      <w:bookmarkStart w:id="1" w:name="_Ref133933623"/>
      <w:r w:rsidRPr="00ED0187">
        <w:t xml:space="preserve">Zhotovitel se zavazuje sjednat si s dalšími osobami, které se na jeho straně podílejí na realizaci Díla a jsou podnikateli, stejnou nebo kratší dobu splatnosti daňových </w:t>
      </w:r>
      <w:r w:rsidRPr="0020554E">
        <w:rPr>
          <w:rFonts w:eastAsia="Times New Roman" w:cs="Times New Roman"/>
        </w:rPr>
        <w:t>dokladů, jaká je sjednána v této Smlouvě.</w:t>
      </w:r>
      <w:bookmarkEnd w:id="1"/>
      <w:r w:rsidRPr="0020554E">
        <w:rPr>
          <w:rFonts w:eastAsia="Times New Roman" w:cs="Times New Roman"/>
        </w:rPr>
        <w:t xml:space="preserve"> </w:t>
      </w:r>
    </w:p>
    <w:p w14:paraId="39BC4562" w14:textId="023C42EA" w:rsidR="00406C51" w:rsidRPr="0020554E" w:rsidRDefault="00406C51" w:rsidP="0020554E">
      <w:pPr>
        <w:pStyle w:val="Text1-2"/>
        <w:numPr>
          <w:ilvl w:val="2"/>
          <w:numId w:val="23"/>
        </w:numPr>
        <w:ind w:left="1418" w:hanging="709"/>
        <w:rPr>
          <w:rFonts w:eastAsia="Times New Roman" w:cs="Times New Roman"/>
        </w:rPr>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5C2DA5">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17A3F06C" w:rsidR="00406C51" w:rsidRDefault="00406C51" w:rsidP="0020554E">
      <w:pPr>
        <w:pStyle w:val="Text1-2"/>
        <w:numPr>
          <w:ilvl w:val="2"/>
          <w:numId w:val="23"/>
        </w:numPr>
        <w:ind w:left="1418" w:hanging="709"/>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57D342C2" w14:textId="4533BD32" w:rsidR="00467000" w:rsidRPr="0020554E" w:rsidRDefault="00406C51" w:rsidP="0020554E">
      <w:pPr>
        <w:pStyle w:val="Text1-2"/>
        <w:numPr>
          <w:ilvl w:val="2"/>
          <w:numId w:val="23"/>
        </w:numPr>
        <w:ind w:left="1418" w:hanging="709"/>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p>
    <w:p w14:paraId="5EB4F227" w14:textId="7507B949" w:rsidR="00406C51" w:rsidRPr="00ED0187" w:rsidRDefault="00406C51" w:rsidP="0020554E">
      <w:pPr>
        <w:pStyle w:val="Text1-2"/>
        <w:numPr>
          <w:ilvl w:val="2"/>
          <w:numId w:val="23"/>
        </w:numPr>
        <w:ind w:left="1418" w:hanging="709"/>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6706CAE6" w14:textId="506559A4" w:rsidR="00277C7C" w:rsidRDefault="00515521" w:rsidP="00B15AF2">
      <w:pPr>
        <w:pStyle w:val="Text1-1"/>
      </w:pPr>
      <w:r>
        <w:t>NEOBSAZENO</w:t>
      </w:r>
      <w:r w:rsidR="005D3A62" w:rsidRPr="00820A67">
        <w:t>.</w:t>
      </w:r>
    </w:p>
    <w:p w14:paraId="0AA2C96D" w14:textId="77777777" w:rsidR="006B0921" w:rsidRPr="006B0921" w:rsidRDefault="006B0921" w:rsidP="00BA5CBC">
      <w:pPr>
        <w:pStyle w:val="Text1-1"/>
        <w:keepNext/>
      </w:pPr>
      <w:bookmarkStart w:id="2" w:name="_Ref133933679"/>
      <w:r w:rsidRPr="006B0921">
        <w:t>Mezinárodní sankce</w:t>
      </w:r>
      <w:bookmarkEnd w:id="2"/>
      <w:r w:rsidRPr="006B0921">
        <w:t xml:space="preserve"> </w:t>
      </w:r>
    </w:p>
    <w:p w14:paraId="22161558" w14:textId="065D52F9" w:rsidR="006B0921" w:rsidRPr="006B0921" w:rsidRDefault="006B0921" w:rsidP="00B61EDB">
      <w:pPr>
        <w:pStyle w:val="Text1-2"/>
        <w:keepNext/>
        <w:numPr>
          <w:ilvl w:val="2"/>
          <w:numId w:val="27"/>
        </w:numPr>
        <w:ind w:left="1418" w:hanging="709"/>
      </w:pPr>
      <w:bookmarkStart w:id="3" w:name="_Ref133933704"/>
      <w:r w:rsidRPr="006B0921">
        <w:t>Zhotovitel prohlašuje, že:</w:t>
      </w:r>
      <w:bookmarkEnd w:id="3"/>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6F42FA51"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w:t>
      </w:r>
      <w:r w:rsidRPr="006B0921">
        <w:lastRenderedPageBreak/>
        <w:t>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792DBDA3" w14:textId="77777777" w:rsidR="006B0921" w:rsidRPr="006B0921"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E06576">
        <w:t>.</w:t>
      </w:r>
    </w:p>
    <w:p w14:paraId="6AD10C00" w14:textId="0E2E31A4" w:rsidR="006B0921" w:rsidRPr="006B0921" w:rsidRDefault="006B0921" w:rsidP="00B61EDB">
      <w:pPr>
        <w:pStyle w:val="Text1-2"/>
        <w:numPr>
          <w:ilvl w:val="2"/>
          <w:numId w:val="27"/>
        </w:numPr>
        <w:ind w:left="1418" w:hanging="709"/>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5C2DA5">
        <w:t>4.9</w:t>
      </w:r>
      <w:r w:rsidR="00FD36B8">
        <w:fldChar w:fldCharType="end"/>
      </w:r>
      <w:r w:rsidRPr="006B0921">
        <w:t xml:space="preserve"> také jednotlivě pro všechny osoby v rámci Zhotovitele sdružené, a to bez ohledu na právní formu tohoto sdružení.</w:t>
      </w:r>
    </w:p>
    <w:p w14:paraId="70C64A84" w14:textId="49AF649D" w:rsidR="006B0921" w:rsidRPr="006B0921" w:rsidRDefault="006B0921" w:rsidP="00B61EDB">
      <w:pPr>
        <w:pStyle w:val="Text1-2"/>
        <w:numPr>
          <w:ilvl w:val="2"/>
          <w:numId w:val="27"/>
        </w:numPr>
        <w:ind w:left="1418" w:hanging="709"/>
      </w:pPr>
      <w:bookmarkStart w:id="4"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5C2DA5">
        <w:t>4.9</w:t>
      </w:r>
      <w:r w:rsidR="00FD36B8">
        <w:fldChar w:fldCharType="end"/>
      </w:r>
      <w:r w:rsidRPr="006B0921">
        <w:t>, oznámí tuto skutečnost bez zbytečného odkladu, nejpozději však do 3 pracovních dnů ode dne, kdy přestal splňovat výše uvedené podmínky, Objednateli.</w:t>
      </w:r>
      <w:bookmarkEnd w:id="4"/>
    </w:p>
    <w:p w14:paraId="0225A72A" w14:textId="77777777" w:rsidR="004B05A9" w:rsidRPr="004B05A9" w:rsidRDefault="006B0921" w:rsidP="00B61EDB">
      <w:pPr>
        <w:pStyle w:val="Text1-2"/>
        <w:numPr>
          <w:ilvl w:val="2"/>
          <w:numId w:val="27"/>
        </w:numPr>
        <w:ind w:left="1418" w:hanging="709"/>
      </w:pPr>
      <w:bookmarkStart w:id="5"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6" w:name="_Ref133933730"/>
      <w:bookmarkEnd w:id="5"/>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B61EDB">
      <w:pPr>
        <w:pStyle w:val="Text1-2"/>
        <w:numPr>
          <w:ilvl w:val="2"/>
          <w:numId w:val="27"/>
        </w:numPr>
        <w:ind w:left="1418" w:hanging="709"/>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6"/>
    </w:p>
    <w:p w14:paraId="54E10287" w14:textId="567D4F7A" w:rsidR="006B0921" w:rsidRPr="006B0921" w:rsidRDefault="006B0921" w:rsidP="00B61EDB">
      <w:pPr>
        <w:pStyle w:val="Text1-2"/>
        <w:numPr>
          <w:ilvl w:val="2"/>
          <w:numId w:val="27"/>
        </w:numPr>
        <w:ind w:left="1418" w:hanging="709"/>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5C2DA5">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5C2DA5">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5C2DA5">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5C2DA5">
        <w:rPr>
          <w:rStyle w:val="Text1-2Char"/>
        </w:rPr>
        <w:t>4.9.4</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5C2DA5">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5C2DA5">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2078AC">
      <w:pPr>
        <w:pStyle w:val="Text1-1"/>
        <w:keepNext/>
        <w:numPr>
          <w:ilvl w:val="1"/>
          <w:numId w:val="27"/>
        </w:numPr>
        <w:ind w:left="567" w:hanging="567"/>
      </w:pPr>
      <w:r w:rsidRPr="006B0921">
        <w:t>Požadavek na Poddodavatele</w:t>
      </w:r>
    </w:p>
    <w:p w14:paraId="1F2A52F8" w14:textId="77777777" w:rsidR="006B0921" w:rsidRPr="006B0921" w:rsidRDefault="006B0921" w:rsidP="005B5665">
      <w:pPr>
        <w:pStyle w:val="Text1-2"/>
        <w:numPr>
          <w:ilvl w:val="2"/>
          <w:numId w:val="27"/>
        </w:numPr>
        <w:ind w:left="1418" w:hanging="851"/>
      </w:pPr>
      <w:bookmarkStart w:id="7"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w:t>
      </w:r>
      <w:r w:rsidRPr="006B0921">
        <w:lastRenderedPageBreak/>
        <w:t>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7"/>
    </w:p>
    <w:p w14:paraId="35BDA579" w14:textId="72B105B7" w:rsidR="006B0921" w:rsidRPr="006B0921" w:rsidRDefault="006B0921" w:rsidP="005B5665">
      <w:pPr>
        <w:pStyle w:val="Text1-2"/>
        <w:numPr>
          <w:ilvl w:val="2"/>
          <w:numId w:val="27"/>
        </w:numPr>
        <w:ind w:left="1418" w:hanging="851"/>
      </w:pPr>
      <w:bookmarkStart w:id="8"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5C2DA5">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8"/>
    </w:p>
    <w:p w14:paraId="4781E155" w14:textId="44A0334F" w:rsidR="006B0921" w:rsidRPr="006B0921" w:rsidRDefault="006B0921" w:rsidP="005B5665">
      <w:pPr>
        <w:pStyle w:val="Text1-2"/>
        <w:numPr>
          <w:ilvl w:val="2"/>
          <w:numId w:val="27"/>
        </w:numPr>
        <w:ind w:left="1418" w:hanging="851"/>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5C2DA5">
        <w:t>4.10.1</w:t>
      </w:r>
      <w:r w:rsidR="00974329">
        <w:fldChar w:fldCharType="end"/>
      </w:r>
      <w:r w:rsidRPr="006B0921">
        <w:t xml:space="preserve"> této Smlouvy.</w:t>
      </w:r>
    </w:p>
    <w:p w14:paraId="5CAE5391" w14:textId="51349DE5" w:rsidR="006B0921" w:rsidRPr="006B0921" w:rsidRDefault="006B0921" w:rsidP="005B5665">
      <w:pPr>
        <w:pStyle w:val="Text1-2"/>
        <w:numPr>
          <w:ilvl w:val="2"/>
          <w:numId w:val="27"/>
        </w:numPr>
        <w:ind w:left="1418" w:hanging="851"/>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5C2DA5">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5C2DA5">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5C2DA5">
        <w:t>4.10.2</w:t>
      </w:r>
      <w:r w:rsidR="00FD36B8">
        <w:fldChar w:fldCharType="end"/>
      </w:r>
      <w:r w:rsidRPr="006B0921">
        <w:t>, smluvní pokutu ve výši 50.000 Kč. Ustanovení § 2004 odst. 2 Občanského zákoníku a § 2050 Občanského zákoníku se nepoužijí.</w:t>
      </w:r>
    </w:p>
    <w:p w14:paraId="26C8CBC7" w14:textId="77777777" w:rsidR="003F5723" w:rsidRDefault="003F5723" w:rsidP="00B61EDB">
      <w:pPr>
        <w:pStyle w:val="Nadpis1-1"/>
        <w:numPr>
          <w:ilvl w:val="0"/>
          <w:numId w:val="27"/>
        </w:numPr>
      </w:pPr>
      <w:r>
        <w:t>ZÁVĚREČNÁ USTANOVENÍ</w:t>
      </w:r>
    </w:p>
    <w:p w14:paraId="003E4C91" w14:textId="77777777" w:rsidR="003F5723" w:rsidRDefault="003F5723" w:rsidP="00660866">
      <w:pPr>
        <w:pStyle w:val="Text1-1"/>
        <w:numPr>
          <w:ilvl w:val="1"/>
          <w:numId w:val="28"/>
        </w:numPr>
        <w:ind w:left="567" w:hanging="567"/>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660866">
      <w:pPr>
        <w:pStyle w:val="Text1-1"/>
        <w:numPr>
          <w:ilvl w:val="1"/>
          <w:numId w:val="28"/>
        </w:numPr>
        <w:ind w:left="567" w:hanging="567"/>
      </w:pPr>
      <w:r>
        <w:t>Tato Smlouva nabývá platnosti dnem jejího pod</w:t>
      </w:r>
      <w:r w:rsidR="00964369">
        <w:t>pisu poslední Smluvní stranou a </w:t>
      </w:r>
      <w:r>
        <w:t>účinnosti dnem uveřejnění v registru smluv.</w:t>
      </w:r>
    </w:p>
    <w:p w14:paraId="7414012D" w14:textId="77777777" w:rsidR="003F5723" w:rsidRDefault="003F5723" w:rsidP="00660866">
      <w:pPr>
        <w:pStyle w:val="Text1-1"/>
        <w:numPr>
          <w:ilvl w:val="1"/>
          <w:numId w:val="28"/>
        </w:numPr>
        <w:ind w:left="567" w:hanging="567"/>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660866">
      <w:pPr>
        <w:pStyle w:val="Text1-1"/>
        <w:numPr>
          <w:ilvl w:val="1"/>
          <w:numId w:val="28"/>
        </w:numPr>
        <w:ind w:left="567" w:hanging="567"/>
      </w:pPr>
      <w:r>
        <w:t>Smluvní strany podpisem této Smlouvy vylučují, že se při právním styku mezi smluvními stranami přihlíží k obchodním zvyklostem, které tak nemají přednost před ustanoveními zákona dle ust. § 558 odst. 2 občanského zákoníku.</w:t>
      </w:r>
    </w:p>
    <w:p w14:paraId="0777FC06" w14:textId="77777777" w:rsidR="003F5723" w:rsidRDefault="003F5723" w:rsidP="00660866">
      <w:pPr>
        <w:pStyle w:val="Text1-1"/>
        <w:numPr>
          <w:ilvl w:val="1"/>
          <w:numId w:val="28"/>
        </w:numPr>
        <w:ind w:left="567" w:hanging="567"/>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10C2E6D" w14:textId="77777777" w:rsidR="003F5723" w:rsidRDefault="003F5723" w:rsidP="00660866">
      <w:pPr>
        <w:pStyle w:val="Text1-1"/>
        <w:numPr>
          <w:ilvl w:val="1"/>
          <w:numId w:val="28"/>
        </w:numPr>
        <w:ind w:left="567" w:hanging="567"/>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660866">
      <w:pPr>
        <w:pStyle w:val="Text1-1"/>
        <w:numPr>
          <w:ilvl w:val="1"/>
          <w:numId w:val="28"/>
        </w:numPr>
        <w:ind w:left="567" w:hanging="567"/>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660866">
      <w:pPr>
        <w:pStyle w:val="Text1-1"/>
        <w:numPr>
          <w:ilvl w:val="1"/>
          <w:numId w:val="28"/>
        </w:numPr>
        <w:ind w:left="567" w:hanging="567"/>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660866">
      <w:pPr>
        <w:pStyle w:val="Text1-1"/>
        <w:numPr>
          <w:ilvl w:val="1"/>
          <w:numId w:val="28"/>
        </w:numPr>
        <w:ind w:left="567" w:hanging="567"/>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660866">
      <w:pPr>
        <w:pStyle w:val="Text1-1"/>
        <w:numPr>
          <w:ilvl w:val="1"/>
          <w:numId w:val="28"/>
        </w:numPr>
        <w:ind w:left="567" w:hanging="567"/>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60866">
      <w:pPr>
        <w:pStyle w:val="Text1-1"/>
        <w:numPr>
          <w:ilvl w:val="1"/>
          <w:numId w:val="28"/>
        </w:numPr>
        <w:ind w:left="567" w:hanging="567"/>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9" w:name="_Hlk163716949"/>
      <w:r w:rsidR="006A57A4" w:rsidRPr="00153D4D">
        <w:rPr>
          <w:highlight w:val="yellow"/>
        </w:rPr>
        <w:t>[</w:t>
      </w:r>
      <w:bookmarkEnd w:id="9"/>
      <w:r w:rsidR="006A57A4" w:rsidRPr="00153D4D">
        <w:rPr>
          <w:highlight w:val="yellow"/>
        </w:rPr>
        <w:t>VLOŽÍ ZHOTOVITEL</w:t>
      </w:r>
      <w:bookmarkStart w:id="10" w:name="_Hlk163716966"/>
      <w:r w:rsidR="006A57A4" w:rsidRPr="00153D4D">
        <w:t>]</w:t>
      </w:r>
      <w:bookmarkEnd w:id="10"/>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5B5665">
      <w:pPr>
        <w:spacing w:after="120" w:line="264" w:lineRule="auto"/>
        <w:ind w:left="56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660866">
      <w:pPr>
        <w:pStyle w:val="Text1-1"/>
        <w:numPr>
          <w:ilvl w:val="1"/>
          <w:numId w:val="28"/>
        </w:numPr>
        <w:ind w:left="567" w:hanging="567"/>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660866">
      <w:pPr>
        <w:pStyle w:val="Text1-1"/>
        <w:numPr>
          <w:ilvl w:val="1"/>
          <w:numId w:val="28"/>
        </w:numPr>
        <w:ind w:left="567" w:hanging="567"/>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660866">
      <w:pPr>
        <w:pStyle w:val="Text1-1"/>
        <w:numPr>
          <w:ilvl w:val="1"/>
          <w:numId w:val="28"/>
        </w:numPr>
        <w:ind w:left="567" w:hanging="567"/>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660866">
      <w:pPr>
        <w:pStyle w:val="Text1-1"/>
        <w:numPr>
          <w:ilvl w:val="1"/>
          <w:numId w:val="28"/>
        </w:numPr>
        <w:ind w:left="567" w:hanging="567"/>
      </w:pPr>
      <w:r>
        <w:t>Osoby uzavírající tuto Smlouvu za Smluvní strany souhlasí s uveřejněním svých osobních údajů, které jsou uvedeny v této Smlouvě, spolu se Smlouvou v registru smluv. Tento souhlas je udělen na dobu neurčitou.</w:t>
      </w:r>
    </w:p>
    <w:p w14:paraId="734CC419" w14:textId="1D393D7A" w:rsidR="00960E25" w:rsidRPr="00255D5E" w:rsidRDefault="00F422D3" w:rsidP="00660866">
      <w:pPr>
        <w:pStyle w:val="Text1-1"/>
        <w:numPr>
          <w:ilvl w:val="1"/>
          <w:numId w:val="28"/>
        </w:numPr>
        <w:ind w:left="567" w:hanging="567"/>
        <w:rPr>
          <w:bCs/>
          <w:i/>
          <w:color w:val="00B050"/>
        </w:rPr>
      </w:pPr>
      <w:r w:rsidRPr="00255D5E">
        <w:rPr>
          <w:bCs/>
        </w:rPr>
        <w:t xml:space="preserve">Přílohy, které tvoří nedílnou součást této Smlouvy o dílo: </w:t>
      </w:r>
    </w:p>
    <w:p w14:paraId="630BF348" w14:textId="20686B73" w:rsidR="00F422D3" w:rsidRDefault="00F422D3" w:rsidP="005D2E69">
      <w:pPr>
        <w:pStyle w:val="Textbezslovn"/>
      </w:pPr>
      <w:r w:rsidRPr="00964369">
        <w:t>Příloha</w:t>
      </w:r>
      <w:r>
        <w:t xml:space="preserve"> č. 1</w:t>
      </w:r>
      <w:r>
        <w:tab/>
      </w:r>
      <w:r w:rsidR="00124751" w:rsidRPr="006923FD">
        <w:rPr>
          <w:b/>
        </w:rPr>
        <w:t>Specifikace Díla</w:t>
      </w:r>
    </w:p>
    <w:p w14:paraId="5C810944" w14:textId="1CC1368E"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923754">
        <w:t>OP/DOKUMENTACE/04/24</w:t>
      </w:r>
    </w:p>
    <w:p w14:paraId="5D4D560F" w14:textId="77777777" w:rsidR="00124751" w:rsidRDefault="00F422D3" w:rsidP="00964369">
      <w:pPr>
        <w:pStyle w:val="Textbezslovn"/>
      </w:pPr>
      <w:r w:rsidRPr="00964369">
        <w:lastRenderedPageBreak/>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0AE637F6" w:rsidR="00124751" w:rsidRDefault="00124751" w:rsidP="00964369">
      <w:pPr>
        <w:pStyle w:val="Textbezslovn"/>
        <w:ind w:left="2127"/>
      </w:pPr>
      <w:r w:rsidRPr="00964369">
        <w:t xml:space="preserve">b) Všeobecné technické podmínky </w:t>
      </w:r>
      <w:r w:rsidR="00BD7BCC">
        <w:t>VTP/DOKUMENTACE/0</w:t>
      </w:r>
      <w:r w:rsidR="00612673">
        <w:t>7</w:t>
      </w:r>
      <w:r w:rsidR="00BD7BCC">
        <w:t>/2</w:t>
      </w:r>
      <w:r w:rsidR="00612673">
        <w:t>4</w:t>
      </w:r>
    </w:p>
    <w:p w14:paraId="6B6ADA62" w14:textId="0E63D1FA" w:rsidR="005D2E69" w:rsidRPr="00964369" w:rsidRDefault="005D2E69" w:rsidP="00964369">
      <w:pPr>
        <w:pStyle w:val="Textbezslovn"/>
        <w:ind w:left="2127"/>
      </w:pPr>
      <w:r>
        <w:t>c) Zvláštní technické pod</w:t>
      </w:r>
      <w:r w:rsidR="00B40B6D">
        <w:t>m</w:t>
      </w:r>
      <w:r>
        <w:t xml:space="preserve">ínky ze dne </w:t>
      </w:r>
      <w:r w:rsidR="00435956">
        <w:t>04</w:t>
      </w:r>
      <w:r>
        <w:t>.0</w:t>
      </w:r>
      <w:r w:rsidR="00435956">
        <w:t>7</w:t>
      </w:r>
      <w:r>
        <w:t>.2025</w:t>
      </w:r>
    </w:p>
    <w:p w14:paraId="66FC5D47" w14:textId="0A3025D4" w:rsidR="00F422D3" w:rsidRPr="00964369" w:rsidRDefault="00F422D3" w:rsidP="00964369">
      <w:pPr>
        <w:pStyle w:val="Textbezslovn"/>
      </w:pPr>
      <w:r w:rsidRPr="00964369">
        <w:t>Příloha č. 4</w:t>
      </w:r>
      <w:r w:rsidRPr="00964369">
        <w:tab/>
      </w:r>
      <w:r w:rsidR="00124751" w:rsidRPr="006923FD">
        <w:rPr>
          <w:b/>
        </w:rPr>
        <w:t>Cen</w:t>
      </w:r>
      <w:r w:rsidR="00787A87">
        <w:rPr>
          <w:b/>
        </w:rPr>
        <w:t>a</w:t>
      </w:r>
      <w:r w:rsidR="00124751" w:rsidRPr="006923FD">
        <w:rPr>
          <w:b/>
        </w:rPr>
        <w:t xml:space="preserve">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2388560C" w14:textId="30C2833B" w:rsidR="00C22047" w:rsidRPr="00255D5E" w:rsidRDefault="00124751" w:rsidP="00255D5E">
      <w:pPr>
        <w:pStyle w:val="Textbezslovn"/>
        <w:rPr>
          <w:b/>
        </w:rPr>
      </w:pPr>
      <w:r w:rsidRPr="00964369">
        <w:t>Příloha</w:t>
      </w:r>
      <w:r w:rsidRPr="00124751">
        <w:t xml:space="preserve"> č. 10</w:t>
      </w:r>
      <w:r w:rsidRPr="00124751">
        <w:tab/>
      </w:r>
      <w:r w:rsidRPr="006923FD">
        <w:rPr>
          <w:b/>
        </w:rPr>
        <w:t>Zmocnění Vedoucího Zhotovitele</w:t>
      </w: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7F25AEE1" w14:textId="77777777" w:rsidR="00964369" w:rsidRDefault="00964369" w:rsidP="00E40E66">
      <w:pPr>
        <w:pStyle w:val="Textbezodsazen"/>
      </w:pPr>
    </w:p>
    <w:p w14:paraId="63B2F26F" w14:textId="57E2EC11" w:rsidR="00376B87" w:rsidRDefault="00376B87" w:rsidP="00E40E66">
      <w:pPr>
        <w:pStyle w:val="Textbezodsazen"/>
      </w:pPr>
      <w:r>
        <w:t>V</w:t>
      </w:r>
      <w:r w:rsidR="00681C3B">
        <w:t> </w:t>
      </w:r>
      <w:r w:rsidRPr="00681C3B">
        <w:rPr>
          <w:b/>
          <w:bCs/>
        </w:rPr>
        <w:t>Praze</w:t>
      </w:r>
      <w:r w:rsidR="00681C3B">
        <w:tab/>
      </w:r>
      <w:r w:rsidR="00681C3B">
        <w:tab/>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A47A6A6" w14:textId="77777777" w:rsidR="006645F1" w:rsidRPr="00930F78" w:rsidRDefault="006645F1" w:rsidP="006645F1">
      <w:pPr>
        <w:pStyle w:val="Textbezodsazen"/>
        <w:spacing w:after="0"/>
        <w:rPr>
          <w:rStyle w:val="Tun"/>
        </w:rPr>
      </w:pPr>
      <w:r w:rsidRPr="00930F78">
        <w:rPr>
          <w:rStyle w:val="Tun"/>
        </w:rPr>
        <w:t xml:space="preserve">Ing. </w:t>
      </w:r>
      <w:r>
        <w:rPr>
          <w:rStyle w:val="Tun"/>
        </w:rPr>
        <w:t>Petr Hofhanzl</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49D0E7D9" w14:textId="77777777" w:rsidR="006645F1" w:rsidRDefault="006645F1" w:rsidP="006645F1">
      <w:pPr>
        <w:pStyle w:val="Textbezodsazen"/>
        <w:spacing w:after="0"/>
      </w:pPr>
      <w:r>
        <w:t>ředitel Stavební správy západ</w:t>
      </w:r>
      <w:r>
        <w:tab/>
      </w:r>
      <w:r>
        <w:tab/>
      </w:r>
      <w:r>
        <w:tab/>
      </w:r>
      <w:r>
        <w:tab/>
        <w:t>"[</w:t>
      </w:r>
      <w:r w:rsidRPr="003739DD">
        <w:rPr>
          <w:highlight w:val="yellow"/>
        </w:rPr>
        <w:t>VLOŽÍ ZHOTOVITEL</w:t>
      </w:r>
      <w:r>
        <w:t>]"</w:t>
      </w:r>
    </w:p>
    <w:p w14:paraId="0177EEF1" w14:textId="6E5B5CDA" w:rsidR="00964369" w:rsidRDefault="006645F1" w:rsidP="006645F1">
      <w:pPr>
        <w:pStyle w:val="Textbezodsazen"/>
        <w:spacing w:after="0"/>
      </w:pPr>
      <w:r w:rsidRPr="001C61BC">
        <w:t xml:space="preserve">Správa železnic, státní </w:t>
      </w:r>
      <w:r>
        <w:t>organizace</w:t>
      </w:r>
    </w:p>
    <w:p w14:paraId="711637F7" w14:textId="77777777" w:rsidR="00E901A3" w:rsidRDefault="00E901A3" w:rsidP="00E40E66">
      <w:pPr>
        <w:pStyle w:val="Textbezodsazen"/>
      </w:pPr>
    </w:p>
    <w:p w14:paraId="3CB1AA03"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lastRenderedPageBreak/>
        <w:t>Příloha č. 1</w:t>
      </w:r>
    </w:p>
    <w:p w14:paraId="0E174B9D" w14:textId="77777777" w:rsidR="00CB4F6D" w:rsidRDefault="00124751" w:rsidP="00F66CA1">
      <w:pPr>
        <w:pStyle w:val="Nadpisbezsl1-2"/>
        <w:outlineLvl w:val="1"/>
      </w:pPr>
      <w:r>
        <w:t>Specifikace Díla</w:t>
      </w:r>
      <w:r w:rsidR="00CB4F6D" w:rsidRPr="00F762A8">
        <w:t xml:space="preserve"> </w:t>
      </w:r>
    </w:p>
    <w:p w14:paraId="2A797829" w14:textId="256A1509" w:rsidR="00846CDA" w:rsidRPr="00846CDA" w:rsidRDefault="00846CDA" w:rsidP="00846CDA">
      <w:pPr>
        <w:pStyle w:val="Nadpis2-2"/>
        <w:numPr>
          <w:ilvl w:val="0"/>
          <w:numId w:val="0"/>
        </w:numPr>
        <w:jc w:val="both"/>
        <w:rPr>
          <w:b w:val="0"/>
          <w:bCs/>
          <w:sz w:val="18"/>
        </w:rPr>
      </w:pPr>
      <w:r w:rsidRPr="00846CDA">
        <w:rPr>
          <w:b w:val="0"/>
          <w:bCs/>
          <w:sz w:val="18"/>
        </w:rPr>
        <w:t xml:space="preserve">Účelem Díla je získání potřebných informací o geologické stavbě a geotechnických vlastnostech horninového prostředí v místech budoucí </w:t>
      </w:r>
      <w:r w:rsidR="00C67273">
        <w:rPr>
          <w:b w:val="0"/>
          <w:bCs/>
          <w:sz w:val="18"/>
        </w:rPr>
        <w:t>S</w:t>
      </w:r>
      <w:r w:rsidRPr="00846CDA">
        <w:rPr>
          <w:b w:val="0"/>
          <w:bCs/>
          <w:sz w:val="18"/>
        </w:rPr>
        <w:t>tavby</w:t>
      </w:r>
      <w:r w:rsidR="00C67273">
        <w:rPr>
          <w:b w:val="0"/>
          <w:bCs/>
          <w:sz w:val="18"/>
        </w:rPr>
        <w:t xml:space="preserve"> 1, </w:t>
      </w:r>
      <w:r w:rsidR="00C67273" w:rsidRPr="00846CDA">
        <w:rPr>
          <w:b w:val="0"/>
          <w:bCs/>
          <w:sz w:val="18"/>
        </w:rPr>
        <w:t xml:space="preserve">budoucí </w:t>
      </w:r>
      <w:r w:rsidR="00C67273">
        <w:rPr>
          <w:b w:val="0"/>
          <w:bCs/>
          <w:sz w:val="18"/>
        </w:rPr>
        <w:t>S</w:t>
      </w:r>
      <w:r w:rsidR="00C67273" w:rsidRPr="00846CDA">
        <w:rPr>
          <w:b w:val="0"/>
          <w:bCs/>
          <w:sz w:val="18"/>
        </w:rPr>
        <w:t>tavby</w:t>
      </w:r>
      <w:r w:rsidR="00C67273">
        <w:rPr>
          <w:b w:val="0"/>
          <w:bCs/>
          <w:sz w:val="18"/>
        </w:rPr>
        <w:t xml:space="preserve"> 2 a </w:t>
      </w:r>
      <w:r w:rsidR="00C67273" w:rsidRPr="00846CDA">
        <w:rPr>
          <w:b w:val="0"/>
          <w:bCs/>
          <w:sz w:val="18"/>
        </w:rPr>
        <w:t xml:space="preserve">budoucí </w:t>
      </w:r>
      <w:r w:rsidR="00C67273">
        <w:rPr>
          <w:b w:val="0"/>
          <w:bCs/>
          <w:sz w:val="18"/>
        </w:rPr>
        <w:t>S</w:t>
      </w:r>
      <w:r w:rsidR="00C67273" w:rsidRPr="00846CDA">
        <w:rPr>
          <w:b w:val="0"/>
          <w:bCs/>
          <w:sz w:val="18"/>
        </w:rPr>
        <w:t>tavby</w:t>
      </w:r>
      <w:r w:rsidR="00C67273">
        <w:rPr>
          <w:b w:val="0"/>
          <w:bCs/>
          <w:sz w:val="18"/>
        </w:rPr>
        <w:t xml:space="preserve"> 3</w:t>
      </w:r>
      <w:r w:rsidR="00944A3A">
        <w:rPr>
          <w:b w:val="0"/>
          <w:bCs/>
          <w:sz w:val="18"/>
        </w:rPr>
        <w:t xml:space="preserve"> </w:t>
      </w:r>
      <w:r w:rsidRPr="00846CDA">
        <w:rPr>
          <w:b w:val="0"/>
          <w:bCs/>
          <w:sz w:val="18"/>
        </w:rPr>
        <w:t>za účelem získání co možná nejpřesnějších podkladků pro účely zpracování projektové dokumentace a snížení geotechnických rizik spojených s výstavbou v další fázi projektu. Práce zahrnují zejména zhotovení vrtných prací, hydrogeologických vrtů, laboratorních zkoušek a geofyzikálního průzkumu a vyhodnocení provedeného geotechnického průzkumu.</w:t>
      </w:r>
    </w:p>
    <w:p w14:paraId="2EBC7F48" w14:textId="77777777" w:rsidR="007145F3" w:rsidRDefault="007145F3" w:rsidP="00CB4F6D">
      <w:pPr>
        <w:pStyle w:val="Textbezodsazen"/>
      </w:pPr>
    </w:p>
    <w:p w14:paraId="106BBE4F" w14:textId="257DE255" w:rsidR="004B05A9" w:rsidRPr="00085AFA" w:rsidRDefault="004B05A9" w:rsidP="004B05A9">
      <w:pPr>
        <w:keepNext/>
        <w:spacing w:before="200" w:after="120" w:line="264" w:lineRule="auto"/>
        <w:rPr>
          <w:b/>
        </w:rPr>
      </w:pPr>
    </w:p>
    <w:p w14:paraId="10708550" w14:textId="77777777" w:rsidR="007145F3" w:rsidRDefault="007145F3" w:rsidP="00CB4F6D">
      <w:pPr>
        <w:pStyle w:val="Textbezodsazen"/>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headerReference w:type="first" r:id="rId20"/>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0482400B" w14:textId="73EC93E7" w:rsidR="00124751" w:rsidRDefault="00124751" w:rsidP="00474AEE">
      <w:pPr>
        <w:pStyle w:val="Nadpisbezsl1-2"/>
        <w:outlineLvl w:val="1"/>
      </w:pPr>
      <w:r>
        <w:t>Obchodní podmínky</w:t>
      </w:r>
    </w:p>
    <w:p w14:paraId="13DFA1B8" w14:textId="6687BA0F" w:rsidR="00124751" w:rsidRDefault="00DE3309" w:rsidP="00124751">
      <w:pPr>
        <w:pStyle w:val="Nadpisbezsl1-2"/>
      </w:pPr>
      <w:r>
        <w:t>OP/DOKUMENTACE/04/24</w:t>
      </w:r>
      <w:r w:rsidR="00124751">
        <w:t xml:space="preserve"> </w:t>
      </w: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even" r:id="rId21"/>
          <w:headerReference w:type="default" r:id="rId22"/>
          <w:footerReference w:type="even" r:id="rId23"/>
          <w:footerReference w:type="default" r:id="rId24"/>
          <w:headerReference w:type="first" r:id="rId25"/>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77777777" w:rsidR="00124751" w:rsidRDefault="00124751" w:rsidP="00124751">
      <w:pPr>
        <w:pStyle w:val="Nadpisbezsl1-2"/>
      </w:pPr>
      <w:r>
        <w:t>a)</w:t>
      </w:r>
      <w:r>
        <w:tab/>
        <w:t xml:space="preserve">Technické kvalitativní podmínky staveb státních drah (TKP) </w:t>
      </w:r>
    </w:p>
    <w:p w14:paraId="7F79CCF6" w14:textId="7EB96FE1" w:rsidR="00124751" w:rsidRDefault="00124751" w:rsidP="00124751">
      <w:pPr>
        <w:pStyle w:val="Textbezslovn"/>
      </w:pPr>
      <w:r>
        <w:t>Technické kvalitativní podmínky staveb státních drah (</w:t>
      </w:r>
      <w:r w:rsidR="004500D2">
        <w:t>dále jen „</w:t>
      </w:r>
      <w:r w:rsidRPr="005F4C6E">
        <w:rPr>
          <w:b/>
        </w:rPr>
        <w:t>TKP</w:t>
      </w:r>
      <w:r w:rsidR="004500D2">
        <w:t>“</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E50C278" w14:textId="449096BF" w:rsidR="00124751" w:rsidRDefault="000C07BD" w:rsidP="008A4D1B">
      <w:pPr>
        <w:pStyle w:val="Textbezslovn"/>
      </w:pPr>
      <w:r>
        <w:t>VTP/DOKUMENTACE/0</w:t>
      </w:r>
      <w:r w:rsidR="00DE2F68">
        <w:t>7</w:t>
      </w:r>
      <w:r>
        <w:t>/2</w:t>
      </w:r>
      <w:r w:rsidR="00DE2F68">
        <w:t>4</w:t>
      </w:r>
      <w:r w:rsidR="00124751">
        <w:t xml:space="preserve"> </w:t>
      </w:r>
    </w:p>
    <w:p w14:paraId="54026C2B" w14:textId="77777777" w:rsidR="005675B5" w:rsidRDefault="005D2E69" w:rsidP="005D2E69">
      <w:pPr>
        <w:pStyle w:val="Odstavec1-4a"/>
        <w:numPr>
          <w:ilvl w:val="0"/>
          <w:numId w:val="0"/>
        </w:numPr>
        <w:rPr>
          <w:b/>
          <w:sz w:val="20"/>
          <w:szCs w:val="20"/>
        </w:rPr>
      </w:pPr>
      <w:r w:rsidRPr="005D2E69">
        <w:rPr>
          <w:b/>
          <w:sz w:val="20"/>
          <w:szCs w:val="20"/>
        </w:rPr>
        <w:t xml:space="preserve">c) </w:t>
      </w:r>
      <w:r>
        <w:rPr>
          <w:b/>
          <w:sz w:val="20"/>
          <w:szCs w:val="20"/>
        </w:rPr>
        <w:tab/>
        <w:t xml:space="preserve">Zvláštní technické podmínky </w:t>
      </w:r>
    </w:p>
    <w:p w14:paraId="4309537C" w14:textId="22F2C396" w:rsidR="005D2E69" w:rsidRPr="005675B5" w:rsidRDefault="005675B5" w:rsidP="00247D72">
      <w:pPr>
        <w:pStyle w:val="Odstavec1-4a"/>
        <w:numPr>
          <w:ilvl w:val="0"/>
          <w:numId w:val="0"/>
        </w:numPr>
        <w:ind w:firstLine="709"/>
        <w:rPr>
          <w:bCs/>
          <w:sz w:val="20"/>
          <w:szCs w:val="20"/>
        </w:rPr>
      </w:pPr>
      <w:r>
        <w:rPr>
          <w:bCs/>
          <w:sz w:val="20"/>
          <w:szCs w:val="20"/>
        </w:rPr>
        <w:t xml:space="preserve">ze dne </w:t>
      </w:r>
      <w:r w:rsidR="002B2A0A">
        <w:rPr>
          <w:bCs/>
          <w:sz w:val="20"/>
          <w:szCs w:val="20"/>
        </w:rPr>
        <w:t>04</w:t>
      </w:r>
      <w:r>
        <w:rPr>
          <w:bCs/>
          <w:sz w:val="20"/>
          <w:szCs w:val="20"/>
        </w:rPr>
        <w:t>.0</w:t>
      </w:r>
      <w:r w:rsidR="002B2A0A">
        <w:rPr>
          <w:bCs/>
          <w:sz w:val="20"/>
          <w:szCs w:val="20"/>
        </w:rPr>
        <w:t>7</w:t>
      </w:r>
      <w:r>
        <w:rPr>
          <w:bCs/>
          <w:sz w:val="20"/>
          <w:szCs w:val="20"/>
        </w:rPr>
        <w:t>.2025</w:t>
      </w:r>
    </w:p>
    <w:p w14:paraId="51AF5841" w14:textId="31E5CF36" w:rsidR="00124751" w:rsidRDefault="00124751" w:rsidP="00397E44">
      <w:pPr>
        <w:pStyle w:val="Nadpisbezsl1-2"/>
      </w:pP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even" r:id="rId26"/>
          <w:headerReference w:type="default" r:id="rId27"/>
          <w:footerReference w:type="even" r:id="rId28"/>
          <w:footerReference w:type="default" r:id="rId29"/>
          <w:headerReference w:type="first" r:id="rId30"/>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02108CBC" w14:textId="77777777" w:rsidR="00673466" w:rsidRDefault="00236DCC" w:rsidP="0047019B">
      <w:pPr>
        <w:pStyle w:val="Nadpisbezsl1-2"/>
        <w:outlineLvl w:val="2"/>
      </w:pPr>
      <w:r>
        <w:t>Cena Díla</w:t>
      </w:r>
      <w:r w:rsidR="000540BA">
        <w:t xml:space="preserve"> </w:t>
      </w:r>
    </w:p>
    <w:p w14:paraId="293D703C" w14:textId="324D1592" w:rsidR="00684F62" w:rsidRPr="00684F62" w:rsidRDefault="00684F62" w:rsidP="00684F62">
      <w:pPr>
        <w:pStyle w:val="Text2-1"/>
        <w:numPr>
          <w:ilvl w:val="0"/>
          <w:numId w:val="0"/>
        </w:numPr>
        <w:ind w:left="737" w:hanging="737"/>
        <w:rPr>
          <w:b/>
          <w:bCs/>
        </w:rPr>
      </w:pPr>
      <w:r w:rsidRPr="00684F62">
        <w:rPr>
          <w:b/>
          <w:bCs/>
        </w:rPr>
        <w:t>Cena Díla celkem:</w:t>
      </w:r>
    </w:p>
    <w:tbl>
      <w:tblPr>
        <w:tblStyle w:val="TabulkaS-zhlav"/>
        <w:tblW w:w="0" w:type="auto"/>
        <w:tblBorders>
          <w:left w:val="single" w:sz="4" w:space="0" w:color="auto"/>
          <w:bottom w:val="single" w:sz="4" w:space="0" w:color="auto"/>
          <w:right w:val="single" w:sz="4" w:space="0" w:color="auto"/>
        </w:tblBorders>
        <w:tblLook w:val="04A0" w:firstRow="1" w:lastRow="0" w:firstColumn="1" w:lastColumn="0" w:noHBand="0" w:noVBand="1"/>
      </w:tblPr>
      <w:tblGrid>
        <w:gridCol w:w="2683"/>
        <w:gridCol w:w="2683"/>
        <w:gridCol w:w="2684"/>
      </w:tblGrid>
      <w:tr w:rsidR="00684F62" w:rsidRPr="0017282C" w14:paraId="29F3B5C5" w14:textId="77777777" w:rsidTr="00072EE3">
        <w:trPr>
          <w:cnfStyle w:val="100000000000" w:firstRow="1" w:lastRow="0" w:firstColumn="0" w:lastColumn="0" w:oddVBand="0" w:evenVBand="0" w:oddHBand="0" w:evenHBand="0" w:firstRowFirstColumn="0" w:firstRowLastColumn="0" w:lastRowFirstColumn="0" w:lastRowLastColumn="0"/>
        </w:trPr>
        <w:tc>
          <w:tcPr>
            <w:tcW w:w="2683" w:type="dxa"/>
          </w:tcPr>
          <w:p w14:paraId="6DF9135C" w14:textId="77777777" w:rsidR="00684F62" w:rsidRPr="0017282C" w:rsidRDefault="00684F62" w:rsidP="00072EE3">
            <w:pPr>
              <w:pStyle w:val="Tabulka"/>
              <w:rPr>
                <w:rStyle w:val="Tun"/>
                <w:b/>
              </w:rPr>
            </w:pPr>
            <w:r w:rsidRPr="0017282C">
              <w:rPr>
                <w:rStyle w:val="Tun"/>
                <w:b/>
              </w:rPr>
              <w:t>Cena Díla (bez DPH)</w:t>
            </w:r>
          </w:p>
        </w:tc>
        <w:tc>
          <w:tcPr>
            <w:tcW w:w="2683" w:type="dxa"/>
          </w:tcPr>
          <w:p w14:paraId="0768A098" w14:textId="77777777" w:rsidR="00684F62" w:rsidRPr="0017282C" w:rsidRDefault="00684F62" w:rsidP="00072EE3">
            <w:pPr>
              <w:pStyle w:val="Tabulka"/>
              <w:rPr>
                <w:rStyle w:val="Tun"/>
                <w:b/>
              </w:rPr>
            </w:pPr>
            <w:r w:rsidRPr="0017282C">
              <w:rPr>
                <w:rStyle w:val="Tun"/>
                <w:b/>
              </w:rPr>
              <w:t>Výše DPH</w:t>
            </w:r>
          </w:p>
        </w:tc>
        <w:tc>
          <w:tcPr>
            <w:tcW w:w="2684" w:type="dxa"/>
          </w:tcPr>
          <w:p w14:paraId="53E5978C" w14:textId="77777777" w:rsidR="00684F62" w:rsidRPr="0017282C" w:rsidRDefault="00684F62" w:rsidP="00072EE3">
            <w:pPr>
              <w:pStyle w:val="Tabulka"/>
              <w:rPr>
                <w:rStyle w:val="Tun"/>
                <w:b/>
              </w:rPr>
            </w:pPr>
            <w:r w:rsidRPr="0017282C">
              <w:rPr>
                <w:rStyle w:val="Tun"/>
                <w:b/>
              </w:rPr>
              <w:t>Cena Díla (s DPH)</w:t>
            </w:r>
          </w:p>
        </w:tc>
      </w:tr>
      <w:tr w:rsidR="00684F62" w:rsidRPr="00236DCC" w14:paraId="1CBBE9BA" w14:textId="77777777" w:rsidTr="00072EE3">
        <w:tc>
          <w:tcPr>
            <w:tcW w:w="2683" w:type="dxa"/>
          </w:tcPr>
          <w:p w14:paraId="05910D3A" w14:textId="77777777" w:rsidR="00684F62" w:rsidRPr="00236DCC" w:rsidRDefault="00684F62" w:rsidP="00072EE3">
            <w:pPr>
              <w:pStyle w:val="Tabulka"/>
            </w:pPr>
            <w:r w:rsidRPr="00236DCC">
              <w:t>"[</w:t>
            </w:r>
            <w:r w:rsidRPr="00236DCC">
              <w:rPr>
                <w:highlight w:val="yellow"/>
              </w:rPr>
              <w:t>VLOŽÍ ZHOTOVITEL</w:t>
            </w:r>
            <w:r w:rsidRPr="00236DCC">
              <w:t>]" Kč</w:t>
            </w:r>
          </w:p>
        </w:tc>
        <w:tc>
          <w:tcPr>
            <w:tcW w:w="2683" w:type="dxa"/>
          </w:tcPr>
          <w:p w14:paraId="28B52890" w14:textId="77777777" w:rsidR="00684F62" w:rsidRPr="00236DCC" w:rsidRDefault="00684F62" w:rsidP="00072EE3">
            <w:pPr>
              <w:pStyle w:val="Tabulka"/>
            </w:pPr>
            <w:r w:rsidRPr="00236DCC">
              <w:t>"[</w:t>
            </w:r>
            <w:r w:rsidRPr="00236DCC">
              <w:rPr>
                <w:highlight w:val="yellow"/>
              </w:rPr>
              <w:t>VLOŽÍ ZHOTOVITEL</w:t>
            </w:r>
            <w:r w:rsidRPr="00236DCC">
              <w:t>]" Kč</w:t>
            </w:r>
          </w:p>
        </w:tc>
        <w:tc>
          <w:tcPr>
            <w:tcW w:w="2684" w:type="dxa"/>
          </w:tcPr>
          <w:p w14:paraId="48E1E285" w14:textId="77777777" w:rsidR="00684F62" w:rsidRPr="00236DCC" w:rsidRDefault="00684F62" w:rsidP="00072EE3">
            <w:pPr>
              <w:pStyle w:val="Tabulka"/>
            </w:pPr>
            <w:r w:rsidRPr="00236DCC">
              <w:t>"[</w:t>
            </w:r>
            <w:r w:rsidRPr="00236DCC">
              <w:rPr>
                <w:highlight w:val="yellow"/>
              </w:rPr>
              <w:t>VLOŽÍ ZHOTOVITEL</w:t>
            </w:r>
            <w:r w:rsidRPr="00236DCC">
              <w:t>]" Kč</w:t>
            </w:r>
          </w:p>
        </w:tc>
      </w:tr>
    </w:tbl>
    <w:p w14:paraId="39A24760" w14:textId="77777777" w:rsidR="00684F62" w:rsidRDefault="00684F62" w:rsidP="00684F62">
      <w:pPr>
        <w:pStyle w:val="Text2-1"/>
        <w:numPr>
          <w:ilvl w:val="0"/>
          <w:numId w:val="0"/>
        </w:numPr>
        <w:ind w:left="737" w:hanging="737"/>
      </w:pPr>
    </w:p>
    <w:p w14:paraId="1869D907" w14:textId="3095FD2C" w:rsidR="002B3DC6" w:rsidRPr="002B3DC6" w:rsidRDefault="002B3DC6" w:rsidP="00684F62">
      <w:pPr>
        <w:pStyle w:val="Text2-1"/>
        <w:numPr>
          <w:ilvl w:val="0"/>
          <w:numId w:val="0"/>
        </w:numPr>
        <w:ind w:left="737" w:hanging="737"/>
        <w:rPr>
          <w:b/>
          <w:bCs/>
        </w:rPr>
      </w:pPr>
      <w:r w:rsidRPr="002B3DC6">
        <w:rPr>
          <w:b/>
          <w:bCs/>
        </w:rPr>
        <w:t>Z toho</w:t>
      </w:r>
    </w:p>
    <w:p w14:paraId="24C85613" w14:textId="19F534B4" w:rsidR="00236DCC" w:rsidRPr="00673466" w:rsidRDefault="00C67273" w:rsidP="0047019B">
      <w:pPr>
        <w:pStyle w:val="Nadpisbezsl1-2"/>
        <w:outlineLvl w:val="2"/>
        <w:rPr>
          <w:sz w:val="18"/>
          <w:szCs w:val="18"/>
        </w:rPr>
      </w:pPr>
      <w:r>
        <w:rPr>
          <w:sz w:val="18"/>
          <w:szCs w:val="18"/>
        </w:rPr>
        <w:t xml:space="preserve">budoucí </w:t>
      </w:r>
      <w:r w:rsidR="000540BA" w:rsidRPr="00673466">
        <w:rPr>
          <w:sz w:val="18"/>
          <w:szCs w:val="18"/>
        </w:rPr>
        <w:t>Stavba 1</w:t>
      </w:r>
      <w:r w:rsidR="00673466" w:rsidRPr="00673466">
        <w:rPr>
          <w:sz w:val="18"/>
          <w:szCs w:val="18"/>
        </w:rPr>
        <w:t>:</w:t>
      </w:r>
    </w:p>
    <w:tbl>
      <w:tblPr>
        <w:tblStyle w:val="TabulkaS-zhlav"/>
        <w:tblW w:w="0" w:type="auto"/>
        <w:tblBorders>
          <w:left w:val="single" w:sz="4" w:space="0" w:color="auto"/>
          <w:bottom w:val="single" w:sz="4" w:space="0" w:color="auto"/>
          <w:right w:val="single" w:sz="4" w:space="0" w:color="auto"/>
        </w:tblBorders>
        <w:tblLook w:val="04A0" w:firstRow="1" w:lastRow="0" w:firstColumn="1" w:lastColumn="0" w:noHBand="0" w:noVBand="1"/>
      </w:tblPr>
      <w:tblGrid>
        <w:gridCol w:w="2683"/>
        <w:gridCol w:w="2683"/>
        <w:gridCol w:w="2684"/>
      </w:tblGrid>
      <w:tr w:rsidR="00236DCC" w:rsidRPr="0017282C" w14:paraId="7F8EDCC8" w14:textId="77777777" w:rsidTr="00026CB8">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026CB8">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6A9BF2A7" w14:textId="7D917971" w:rsidR="00673466" w:rsidRPr="00673466" w:rsidRDefault="00C67273" w:rsidP="00236DCC">
      <w:pPr>
        <w:pStyle w:val="Textbezodsazen"/>
        <w:rPr>
          <w:b/>
          <w:bCs/>
        </w:rPr>
      </w:pPr>
      <w:r>
        <w:rPr>
          <w:b/>
          <w:bCs/>
        </w:rPr>
        <w:t xml:space="preserve">budoucí </w:t>
      </w:r>
      <w:r w:rsidR="00673466" w:rsidRPr="00673466">
        <w:rPr>
          <w:b/>
          <w:bCs/>
        </w:rPr>
        <w:t>Stavba 2:</w:t>
      </w:r>
    </w:p>
    <w:tbl>
      <w:tblPr>
        <w:tblStyle w:val="TabulkaS-zhlav"/>
        <w:tblW w:w="0" w:type="auto"/>
        <w:tblBorders>
          <w:left w:val="single" w:sz="4" w:space="0" w:color="auto"/>
          <w:bottom w:val="single" w:sz="4" w:space="0" w:color="auto"/>
          <w:right w:val="single" w:sz="4" w:space="0" w:color="auto"/>
        </w:tblBorders>
        <w:tblLook w:val="04A0" w:firstRow="1" w:lastRow="0" w:firstColumn="1" w:lastColumn="0" w:noHBand="0" w:noVBand="1"/>
      </w:tblPr>
      <w:tblGrid>
        <w:gridCol w:w="2683"/>
        <w:gridCol w:w="2683"/>
        <w:gridCol w:w="2684"/>
      </w:tblGrid>
      <w:tr w:rsidR="00673466" w:rsidRPr="0017282C" w14:paraId="06341E2E" w14:textId="77777777" w:rsidTr="00072EE3">
        <w:trPr>
          <w:cnfStyle w:val="100000000000" w:firstRow="1" w:lastRow="0" w:firstColumn="0" w:lastColumn="0" w:oddVBand="0" w:evenVBand="0" w:oddHBand="0" w:evenHBand="0" w:firstRowFirstColumn="0" w:firstRowLastColumn="0" w:lastRowFirstColumn="0" w:lastRowLastColumn="0"/>
        </w:trPr>
        <w:tc>
          <w:tcPr>
            <w:tcW w:w="2683" w:type="dxa"/>
          </w:tcPr>
          <w:p w14:paraId="7555C8A6" w14:textId="77777777" w:rsidR="00673466" w:rsidRPr="0017282C" w:rsidRDefault="00673466" w:rsidP="00072EE3">
            <w:pPr>
              <w:pStyle w:val="Tabulka"/>
              <w:rPr>
                <w:rStyle w:val="Tun"/>
                <w:b/>
              </w:rPr>
            </w:pPr>
            <w:r w:rsidRPr="0017282C">
              <w:rPr>
                <w:rStyle w:val="Tun"/>
                <w:b/>
              </w:rPr>
              <w:t>Cena Díla (bez DPH)</w:t>
            </w:r>
          </w:p>
        </w:tc>
        <w:tc>
          <w:tcPr>
            <w:tcW w:w="2683" w:type="dxa"/>
          </w:tcPr>
          <w:p w14:paraId="76FF8FD9" w14:textId="77777777" w:rsidR="00673466" w:rsidRPr="0017282C" w:rsidRDefault="00673466" w:rsidP="00072EE3">
            <w:pPr>
              <w:pStyle w:val="Tabulka"/>
              <w:rPr>
                <w:rStyle w:val="Tun"/>
                <w:b/>
              </w:rPr>
            </w:pPr>
            <w:r w:rsidRPr="0017282C">
              <w:rPr>
                <w:rStyle w:val="Tun"/>
                <w:b/>
              </w:rPr>
              <w:t>Výše DPH</w:t>
            </w:r>
          </w:p>
        </w:tc>
        <w:tc>
          <w:tcPr>
            <w:tcW w:w="2684" w:type="dxa"/>
          </w:tcPr>
          <w:p w14:paraId="453E684D" w14:textId="77777777" w:rsidR="00673466" w:rsidRPr="0017282C" w:rsidRDefault="00673466" w:rsidP="00072EE3">
            <w:pPr>
              <w:pStyle w:val="Tabulka"/>
              <w:rPr>
                <w:rStyle w:val="Tun"/>
                <w:b/>
              </w:rPr>
            </w:pPr>
            <w:r w:rsidRPr="0017282C">
              <w:rPr>
                <w:rStyle w:val="Tun"/>
                <w:b/>
              </w:rPr>
              <w:t>Cena Díla (s DPH)</w:t>
            </w:r>
          </w:p>
        </w:tc>
      </w:tr>
      <w:tr w:rsidR="00673466" w:rsidRPr="00236DCC" w14:paraId="5A33A65A" w14:textId="77777777" w:rsidTr="00072EE3">
        <w:tc>
          <w:tcPr>
            <w:tcW w:w="2683" w:type="dxa"/>
          </w:tcPr>
          <w:p w14:paraId="187673C6" w14:textId="77777777" w:rsidR="00673466" w:rsidRPr="00236DCC" w:rsidRDefault="00673466" w:rsidP="00072EE3">
            <w:pPr>
              <w:pStyle w:val="Tabulka"/>
            </w:pPr>
            <w:r w:rsidRPr="00236DCC">
              <w:t>"[</w:t>
            </w:r>
            <w:r w:rsidRPr="00236DCC">
              <w:rPr>
                <w:highlight w:val="yellow"/>
              </w:rPr>
              <w:t>VLOŽÍ ZHOTOVITEL</w:t>
            </w:r>
            <w:r w:rsidRPr="00236DCC">
              <w:t>]" Kč</w:t>
            </w:r>
          </w:p>
        </w:tc>
        <w:tc>
          <w:tcPr>
            <w:tcW w:w="2683" w:type="dxa"/>
          </w:tcPr>
          <w:p w14:paraId="13443B17" w14:textId="77777777" w:rsidR="00673466" w:rsidRPr="00236DCC" w:rsidRDefault="00673466" w:rsidP="00072EE3">
            <w:pPr>
              <w:pStyle w:val="Tabulka"/>
            </w:pPr>
            <w:r w:rsidRPr="00236DCC">
              <w:t>"[</w:t>
            </w:r>
            <w:r w:rsidRPr="00236DCC">
              <w:rPr>
                <w:highlight w:val="yellow"/>
              </w:rPr>
              <w:t>VLOŽÍ ZHOTOVITEL</w:t>
            </w:r>
            <w:r w:rsidRPr="00236DCC">
              <w:t>]" Kč</w:t>
            </w:r>
          </w:p>
        </w:tc>
        <w:tc>
          <w:tcPr>
            <w:tcW w:w="2684" w:type="dxa"/>
          </w:tcPr>
          <w:p w14:paraId="3B9B91C2" w14:textId="77777777" w:rsidR="00673466" w:rsidRPr="00236DCC" w:rsidRDefault="00673466" w:rsidP="00072EE3">
            <w:pPr>
              <w:pStyle w:val="Tabulka"/>
            </w:pPr>
            <w:r w:rsidRPr="00236DCC">
              <w:t>"[</w:t>
            </w:r>
            <w:r w:rsidRPr="00236DCC">
              <w:rPr>
                <w:highlight w:val="yellow"/>
              </w:rPr>
              <w:t>VLOŽÍ ZHOTOVITEL</w:t>
            </w:r>
            <w:r w:rsidRPr="00236DCC">
              <w:t>]" Kč</w:t>
            </w:r>
          </w:p>
        </w:tc>
      </w:tr>
    </w:tbl>
    <w:p w14:paraId="2BB878FE" w14:textId="77777777" w:rsidR="00673466" w:rsidRDefault="00673466" w:rsidP="00236DCC">
      <w:pPr>
        <w:pStyle w:val="Textbezodsazen"/>
      </w:pPr>
    </w:p>
    <w:p w14:paraId="77F8B1B1" w14:textId="70939B48" w:rsidR="00673466" w:rsidRPr="00673466" w:rsidRDefault="00C67273" w:rsidP="00236DCC">
      <w:pPr>
        <w:pStyle w:val="Textbezodsazen"/>
        <w:rPr>
          <w:b/>
          <w:bCs/>
        </w:rPr>
      </w:pPr>
      <w:r>
        <w:rPr>
          <w:b/>
          <w:bCs/>
        </w:rPr>
        <w:t xml:space="preserve">budoucí </w:t>
      </w:r>
      <w:r w:rsidR="00673466" w:rsidRPr="00673466">
        <w:rPr>
          <w:b/>
          <w:bCs/>
        </w:rPr>
        <w:t>Stavba 3:</w:t>
      </w:r>
    </w:p>
    <w:tbl>
      <w:tblPr>
        <w:tblStyle w:val="TabulkaS-zhlav"/>
        <w:tblW w:w="0" w:type="auto"/>
        <w:tblBorders>
          <w:left w:val="single" w:sz="4" w:space="0" w:color="auto"/>
          <w:bottom w:val="single" w:sz="4" w:space="0" w:color="auto"/>
          <w:right w:val="single" w:sz="4" w:space="0" w:color="auto"/>
        </w:tblBorders>
        <w:tblLook w:val="04A0" w:firstRow="1" w:lastRow="0" w:firstColumn="1" w:lastColumn="0" w:noHBand="0" w:noVBand="1"/>
      </w:tblPr>
      <w:tblGrid>
        <w:gridCol w:w="2683"/>
        <w:gridCol w:w="2683"/>
        <w:gridCol w:w="2684"/>
      </w:tblGrid>
      <w:tr w:rsidR="00673466" w:rsidRPr="0017282C" w14:paraId="07A4D82D" w14:textId="77777777" w:rsidTr="00072EE3">
        <w:trPr>
          <w:cnfStyle w:val="100000000000" w:firstRow="1" w:lastRow="0" w:firstColumn="0" w:lastColumn="0" w:oddVBand="0" w:evenVBand="0" w:oddHBand="0" w:evenHBand="0" w:firstRowFirstColumn="0" w:firstRowLastColumn="0" w:lastRowFirstColumn="0" w:lastRowLastColumn="0"/>
        </w:trPr>
        <w:tc>
          <w:tcPr>
            <w:tcW w:w="2683" w:type="dxa"/>
          </w:tcPr>
          <w:p w14:paraId="1F8AD1EC" w14:textId="77777777" w:rsidR="00673466" w:rsidRPr="0017282C" w:rsidRDefault="00673466" w:rsidP="00072EE3">
            <w:pPr>
              <w:pStyle w:val="Tabulka"/>
              <w:rPr>
                <w:rStyle w:val="Tun"/>
                <w:b/>
              </w:rPr>
            </w:pPr>
            <w:r w:rsidRPr="0017282C">
              <w:rPr>
                <w:rStyle w:val="Tun"/>
                <w:b/>
              </w:rPr>
              <w:t>Cena Díla (bez DPH)</w:t>
            </w:r>
          </w:p>
        </w:tc>
        <w:tc>
          <w:tcPr>
            <w:tcW w:w="2683" w:type="dxa"/>
          </w:tcPr>
          <w:p w14:paraId="2BA40CAC" w14:textId="77777777" w:rsidR="00673466" w:rsidRPr="0017282C" w:rsidRDefault="00673466" w:rsidP="00072EE3">
            <w:pPr>
              <w:pStyle w:val="Tabulka"/>
              <w:rPr>
                <w:rStyle w:val="Tun"/>
                <w:b/>
              </w:rPr>
            </w:pPr>
            <w:r w:rsidRPr="0017282C">
              <w:rPr>
                <w:rStyle w:val="Tun"/>
                <w:b/>
              </w:rPr>
              <w:t>Výše DPH</w:t>
            </w:r>
          </w:p>
        </w:tc>
        <w:tc>
          <w:tcPr>
            <w:tcW w:w="2684" w:type="dxa"/>
          </w:tcPr>
          <w:p w14:paraId="4F86F654" w14:textId="77777777" w:rsidR="00673466" w:rsidRPr="0017282C" w:rsidRDefault="00673466" w:rsidP="00072EE3">
            <w:pPr>
              <w:pStyle w:val="Tabulka"/>
              <w:rPr>
                <w:rStyle w:val="Tun"/>
                <w:b/>
              </w:rPr>
            </w:pPr>
            <w:r w:rsidRPr="0017282C">
              <w:rPr>
                <w:rStyle w:val="Tun"/>
                <w:b/>
              </w:rPr>
              <w:t>Cena Díla (s DPH)</w:t>
            </w:r>
          </w:p>
        </w:tc>
      </w:tr>
      <w:tr w:rsidR="00673466" w:rsidRPr="00236DCC" w14:paraId="12159955" w14:textId="77777777" w:rsidTr="00072EE3">
        <w:tc>
          <w:tcPr>
            <w:tcW w:w="2683" w:type="dxa"/>
          </w:tcPr>
          <w:p w14:paraId="5A05D9CA" w14:textId="77777777" w:rsidR="00673466" w:rsidRPr="00236DCC" w:rsidRDefault="00673466" w:rsidP="00072EE3">
            <w:pPr>
              <w:pStyle w:val="Tabulka"/>
            </w:pPr>
            <w:r w:rsidRPr="00236DCC">
              <w:t>"[</w:t>
            </w:r>
            <w:r w:rsidRPr="00236DCC">
              <w:rPr>
                <w:highlight w:val="yellow"/>
              </w:rPr>
              <w:t>VLOŽÍ ZHOTOVITEL</w:t>
            </w:r>
            <w:r w:rsidRPr="00236DCC">
              <w:t>]" Kč</w:t>
            </w:r>
          </w:p>
        </w:tc>
        <w:tc>
          <w:tcPr>
            <w:tcW w:w="2683" w:type="dxa"/>
          </w:tcPr>
          <w:p w14:paraId="2D80F100" w14:textId="77777777" w:rsidR="00673466" w:rsidRPr="00236DCC" w:rsidRDefault="00673466" w:rsidP="00072EE3">
            <w:pPr>
              <w:pStyle w:val="Tabulka"/>
            </w:pPr>
            <w:r w:rsidRPr="00236DCC">
              <w:t>"[</w:t>
            </w:r>
            <w:r w:rsidRPr="00236DCC">
              <w:rPr>
                <w:highlight w:val="yellow"/>
              </w:rPr>
              <w:t>VLOŽÍ ZHOTOVITEL</w:t>
            </w:r>
            <w:r w:rsidRPr="00236DCC">
              <w:t>]" Kč</w:t>
            </w:r>
          </w:p>
        </w:tc>
        <w:tc>
          <w:tcPr>
            <w:tcW w:w="2684" w:type="dxa"/>
          </w:tcPr>
          <w:p w14:paraId="46AA65F1" w14:textId="77777777" w:rsidR="00673466" w:rsidRPr="00236DCC" w:rsidRDefault="00673466" w:rsidP="00072EE3">
            <w:pPr>
              <w:pStyle w:val="Tabulka"/>
            </w:pPr>
            <w:r w:rsidRPr="00236DCC">
              <w:t>"[</w:t>
            </w:r>
            <w:r w:rsidRPr="00236DCC">
              <w:rPr>
                <w:highlight w:val="yellow"/>
              </w:rPr>
              <w:t>VLOŽÍ ZHOTOVITEL</w:t>
            </w:r>
            <w:r w:rsidRPr="00236DCC">
              <w:t>]" Kč</w:t>
            </w:r>
          </w:p>
        </w:tc>
      </w:tr>
    </w:tbl>
    <w:p w14:paraId="30311296" w14:textId="77777777" w:rsidR="00673466" w:rsidRDefault="00673466" w:rsidP="00236DCC">
      <w:pPr>
        <w:pStyle w:val="Textbezodsazen"/>
      </w:pPr>
    </w:p>
    <w:p w14:paraId="6597E9F1" w14:textId="5A1A90D0" w:rsidR="00C36726" w:rsidRPr="004E0A9F" w:rsidRDefault="003F2574" w:rsidP="00236DCC">
      <w:pPr>
        <w:pStyle w:val="Textbezodsazen"/>
        <w:rPr>
          <w:sz w:val="16"/>
          <w:szCs w:val="16"/>
        </w:rPr>
      </w:pPr>
      <w:r w:rsidRPr="004E0A9F">
        <w:rPr>
          <w:sz w:val="16"/>
          <w:szCs w:val="16"/>
        </w:rPr>
        <w:t>Cena Díla bude vycházet</w:t>
      </w:r>
      <w:r w:rsidR="00A42299" w:rsidRPr="004E0A9F">
        <w:rPr>
          <w:sz w:val="16"/>
          <w:szCs w:val="16"/>
        </w:rPr>
        <w:t xml:space="preserve"> z </w:t>
      </w:r>
      <w:r w:rsidRPr="004E0A9F">
        <w:rPr>
          <w:sz w:val="16"/>
          <w:szCs w:val="16"/>
        </w:rPr>
        <w:t>výkazu výměr</w:t>
      </w:r>
      <w:r w:rsidR="00A42299" w:rsidRPr="004E0A9F">
        <w:rPr>
          <w:sz w:val="16"/>
          <w:szCs w:val="16"/>
        </w:rPr>
        <w:t xml:space="preserve"> oceněného zhotovitelem.</w:t>
      </w:r>
    </w:p>
    <w:p w14:paraId="0D487BCE" w14:textId="77777777" w:rsidR="003F2574" w:rsidRDefault="003F2574" w:rsidP="00236DCC">
      <w:pPr>
        <w:pStyle w:val="Textbezodsazen"/>
      </w:pPr>
    </w:p>
    <w:p w14:paraId="69895823" w14:textId="412CB5C8" w:rsidR="00673466" w:rsidRDefault="00236DCC" w:rsidP="00236DCC">
      <w:pPr>
        <w:pStyle w:val="Nadpisbezsl1-2"/>
        <w:rPr>
          <w:rStyle w:val="Tun-ZRUIT"/>
        </w:rPr>
      </w:pPr>
      <w:r w:rsidRPr="00236DCC">
        <w:rPr>
          <w:rStyle w:val="Tun-ZRUIT"/>
        </w:rPr>
        <w:t>Rozpis jednotlivých položek Ceny Díla podle členění na Dílčí etapy:</w:t>
      </w:r>
    </w:p>
    <w:p w14:paraId="2564D960" w14:textId="5B131A5D" w:rsidR="00236DCC" w:rsidRPr="00673466" w:rsidRDefault="00C67273" w:rsidP="00236DCC">
      <w:pPr>
        <w:pStyle w:val="Nadpisbezsl1-2"/>
        <w:rPr>
          <w:rStyle w:val="Tun-ZRUIT"/>
          <w:b w:val="0"/>
          <w:bCs/>
          <w:sz w:val="18"/>
          <w:szCs w:val="18"/>
        </w:rPr>
      </w:pPr>
      <w:r>
        <w:rPr>
          <w:rStyle w:val="Tun"/>
          <w:b/>
          <w:bCs/>
          <w:sz w:val="18"/>
          <w:szCs w:val="18"/>
        </w:rPr>
        <w:t xml:space="preserve">budoucí </w:t>
      </w:r>
      <w:r w:rsidR="00673466" w:rsidRPr="00673466">
        <w:rPr>
          <w:rStyle w:val="Tun"/>
          <w:b/>
          <w:bCs/>
          <w:sz w:val="18"/>
          <w:szCs w:val="18"/>
        </w:rPr>
        <w:t>Stavby 1:</w:t>
      </w:r>
      <w:r w:rsidR="00611DDF" w:rsidRPr="00673466">
        <w:rPr>
          <w:rStyle w:val="Tun"/>
          <w:b/>
          <w:bCs/>
          <w:i/>
          <w:color w:val="00B050"/>
          <w:sz w:val="14"/>
          <w:szCs w:val="14"/>
        </w:rPr>
        <w:t xml:space="preserve"> </w:t>
      </w:r>
      <w:bookmarkStart w:id="11" w:name="_Hlk157153816"/>
    </w:p>
    <w:tbl>
      <w:tblPr>
        <w:tblStyle w:val="TabulkaS-zhlav"/>
        <w:tblW w:w="8868" w:type="dxa"/>
        <w:tblBorders>
          <w:left w:val="single" w:sz="4" w:space="0" w:color="auto"/>
          <w:bottom w:val="single" w:sz="4" w:space="0" w:color="auto"/>
          <w:right w:val="single" w:sz="4" w:space="0" w:color="auto"/>
        </w:tblBorders>
        <w:tblLook w:val="04A0" w:firstRow="1" w:lastRow="0" w:firstColumn="1" w:lastColumn="0" w:noHBand="0" w:noVBand="1"/>
      </w:tblPr>
      <w:tblGrid>
        <w:gridCol w:w="2914"/>
        <w:gridCol w:w="2977"/>
        <w:gridCol w:w="2977"/>
      </w:tblGrid>
      <w:tr w:rsidR="00B72613" w:rsidRPr="0017282C" w14:paraId="7E288CED" w14:textId="77777777" w:rsidTr="00026CB8">
        <w:trPr>
          <w:cnfStyle w:val="100000000000" w:firstRow="1" w:lastRow="0" w:firstColumn="0" w:lastColumn="0" w:oddVBand="0" w:evenVBand="0" w:oddHBand="0" w:evenHBand="0" w:firstRowFirstColumn="0" w:firstRowLastColumn="0" w:lastRowFirstColumn="0" w:lastRowLastColumn="0"/>
        </w:trPr>
        <w:tc>
          <w:tcPr>
            <w:tcW w:w="2914" w:type="dxa"/>
          </w:tcPr>
          <w:bookmarkEnd w:id="11"/>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B72613" w:rsidRPr="00B72613" w14:paraId="3D386AFD" w14:textId="77777777" w:rsidTr="00026CB8">
        <w:tc>
          <w:tcPr>
            <w:tcW w:w="2914" w:type="dxa"/>
          </w:tcPr>
          <w:p w14:paraId="74B3611F" w14:textId="77777777" w:rsidR="00B72613" w:rsidRPr="00C36726" w:rsidRDefault="00B72613" w:rsidP="00517090">
            <w:pPr>
              <w:pStyle w:val="Tabulka"/>
              <w:rPr>
                <w:rStyle w:val="Tun"/>
              </w:rPr>
            </w:pPr>
            <w:r w:rsidRPr="00C36726">
              <w:rPr>
                <w:rStyle w:val="Tun"/>
              </w:rPr>
              <w:t>1. Dílčí etapa</w:t>
            </w:r>
          </w:p>
        </w:tc>
        <w:tc>
          <w:tcPr>
            <w:tcW w:w="2977" w:type="dxa"/>
          </w:tcPr>
          <w:p w14:paraId="238A1BC7" w14:textId="32D41508" w:rsidR="00B72613" w:rsidRDefault="00B913B0" w:rsidP="00517090">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00B72613" w:rsidRPr="00B06D17">
              <w:rPr>
                <w:rStyle w:val="Tun"/>
                <w:highlight w:val="yellow"/>
              </w:rPr>
              <w:t>Kč</w:t>
            </w:r>
          </w:p>
          <w:p w14:paraId="20A1DA60" w14:textId="71B32B3E" w:rsidR="008A264C" w:rsidRPr="00B06D17" w:rsidRDefault="008A264C" w:rsidP="00517090">
            <w:pPr>
              <w:pStyle w:val="Tabulka"/>
              <w:rPr>
                <w:rStyle w:val="Tun"/>
                <w:highlight w:val="yellow"/>
              </w:rPr>
            </w:pPr>
            <w:r w:rsidRPr="008A264C">
              <w:rPr>
                <w:rStyle w:val="Tun"/>
              </w:rPr>
              <w:t>fakturace ve výši 70% Ceny Díla</w:t>
            </w:r>
            <w:r w:rsidR="00673466">
              <w:rPr>
                <w:rStyle w:val="Tun"/>
              </w:rPr>
              <w:t xml:space="preserve"> Stavby 1</w:t>
            </w:r>
          </w:p>
        </w:tc>
        <w:tc>
          <w:tcPr>
            <w:tcW w:w="2977" w:type="dxa"/>
          </w:tcPr>
          <w:p w14:paraId="7C434EF1" w14:textId="4D362BD0" w:rsidR="00B72613" w:rsidRPr="00B06D17" w:rsidRDefault="00B913B0" w:rsidP="00517090">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00B72613" w:rsidRPr="00B06D17">
              <w:rPr>
                <w:rStyle w:val="Tun"/>
                <w:highlight w:val="yellow"/>
              </w:rPr>
              <w:t xml:space="preserve"> Kč</w:t>
            </w:r>
          </w:p>
        </w:tc>
      </w:tr>
      <w:tr w:rsidR="00B72613" w:rsidRPr="00B72613" w14:paraId="41B3A87F" w14:textId="77777777" w:rsidTr="00026CB8">
        <w:tc>
          <w:tcPr>
            <w:tcW w:w="2914" w:type="dxa"/>
          </w:tcPr>
          <w:p w14:paraId="386D3411" w14:textId="77777777" w:rsidR="00B72613" w:rsidRPr="00C36726" w:rsidRDefault="00B72613" w:rsidP="00517090">
            <w:pPr>
              <w:pStyle w:val="Tabulka"/>
              <w:rPr>
                <w:rStyle w:val="Tun"/>
              </w:rPr>
            </w:pPr>
            <w:r w:rsidRPr="00C36726">
              <w:rPr>
                <w:rStyle w:val="Tun"/>
              </w:rPr>
              <w:t>2. Dílčí etapa</w:t>
            </w:r>
          </w:p>
        </w:tc>
        <w:tc>
          <w:tcPr>
            <w:tcW w:w="2977" w:type="dxa"/>
          </w:tcPr>
          <w:p w14:paraId="076500F3" w14:textId="738AE484" w:rsidR="00B72613" w:rsidRDefault="00B913B0" w:rsidP="00517090">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00B72613" w:rsidRPr="00B06D17">
              <w:rPr>
                <w:rStyle w:val="Tun"/>
                <w:highlight w:val="yellow"/>
              </w:rPr>
              <w:t xml:space="preserve"> Kč</w:t>
            </w:r>
          </w:p>
          <w:p w14:paraId="507346F1" w14:textId="63D22C96" w:rsidR="008A264C" w:rsidRPr="00B06D17" w:rsidRDefault="008A264C" w:rsidP="00517090">
            <w:pPr>
              <w:pStyle w:val="Tabulka"/>
              <w:rPr>
                <w:rStyle w:val="Tun"/>
                <w:highlight w:val="yellow"/>
              </w:rPr>
            </w:pPr>
            <w:r w:rsidRPr="008A264C">
              <w:rPr>
                <w:rStyle w:val="Tun"/>
              </w:rPr>
              <w:t xml:space="preserve">fakturace ve výši </w:t>
            </w:r>
            <w:r>
              <w:rPr>
                <w:rStyle w:val="Tun"/>
              </w:rPr>
              <w:t>3</w:t>
            </w:r>
            <w:r w:rsidRPr="008A264C">
              <w:rPr>
                <w:rStyle w:val="Tun"/>
              </w:rPr>
              <w:t>0% Ceny Díla</w:t>
            </w:r>
            <w:r w:rsidR="00673466">
              <w:rPr>
                <w:rStyle w:val="Tun"/>
              </w:rPr>
              <w:t xml:space="preserve"> Stavby 1</w:t>
            </w:r>
          </w:p>
        </w:tc>
        <w:tc>
          <w:tcPr>
            <w:tcW w:w="2977" w:type="dxa"/>
          </w:tcPr>
          <w:p w14:paraId="7175726D" w14:textId="031CC05F" w:rsidR="00B72613" w:rsidRPr="00B06D17" w:rsidRDefault="00B913B0" w:rsidP="00517090">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00B72613" w:rsidRPr="00B06D17">
              <w:rPr>
                <w:rStyle w:val="Tun"/>
                <w:highlight w:val="yellow"/>
              </w:rPr>
              <w:t xml:space="preserve"> Kč</w:t>
            </w:r>
          </w:p>
        </w:tc>
      </w:tr>
      <w:tr w:rsidR="00B72613" w:rsidRPr="00B72613" w14:paraId="0AAD5557" w14:textId="77777777" w:rsidTr="00026CB8">
        <w:tc>
          <w:tcPr>
            <w:tcW w:w="2914" w:type="dxa"/>
          </w:tcPr>
          <w:p w14:paraId="3026DBDD" w14:textId="77777777" w:rsidR="00B72613" w:rsidRPr="00B72613" w:rsidRDefault="00B72613" w:rsidP="00517090">
            <w:pPr>
              <w:pStyle w:val="Tabulka"/>
              <w:rPr>
                <w:rStyle w:val="Tun"/>
              </w:rPr>
            </w:pPr>
            <w:r w:rsidRPr="00B72613">
              <w:rPr>
                <w:rStyle w:val="Tun"/>
              </w:rPr>
              <w:t>Celkem:</w:t>
            </w:r>
          </w:p>
        </w:tc>
        <w:tc>
          <w:tcPr>
            <w:tcW w:w="2977" w:type="dxa"/>
          </w:tcPr>
          <w:p w14:paraId="5DCD7930" w14:textId="1C3A5939"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r w:rsidR="00B913B0">
              <w:rPr>
                <w:rStyle w:val="Tun"/>
              </w:rPr>
              <w:t xml:space="preserve"> </w:t>
            </w:r>
            <w:r w:rsidR="00B913B0" w:rsidRPr="00B06D17">
              <w:rPr>
                <w:rStyle w:val="Tun"/>
                <w:highlight w:val="yellow"/>
              </w:rPr>
              <w:t>Kč</w:t>
            </w:r>
          </w:p>
        </w:tc>
        <w:tc>
          <w:tcPr>
            <w:tcW w:w="2977" w:type="dxa"/>
          </w:tcPr>
          <w:p w14:paraId="2EAF005A" w14:textId="0BF35F79"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r w:rsidR="00B913B0">
              <w:rPr>
                <w:rStyle w:val="Tun"/>
              </w:rPr>
              <w:t xml:space="preserve"> </w:t>
            </w:r>
            <w:r w:rsidR="00B913B0" w:rsidRPr="00B06D17">
              <w:rPr>
                <w:rStyle w:val="Tun"/>
                <w:highlight w:val="yellow"/>
              </w:rPr>
              <w:t>Kč</w:t>
            </w:r>
          </w:p>
        </w:tc>
      </w:tr>
    </w:tbl>
    <w:p w14:paraId="36AF9983" w14:textId="77777777" w:rsidR="00236DCC" w:rsidRDefault="00236DCC" w:rsidP="00236DCC">
      <w:pPr>
        <w:pStyle w:val="Textbezodsazen"/>
      </w:pPr>
    </w:p>
    <w:p w14:paraId="125384BA" w14:textId="0583711A" w:rsidR="00673466" w:rsidRDefault="00C67273" w:rsidP="00236DCC">
      <w:pPr>
        <w:pStyle w:val="Textbezodsazen"/>
      </w:pPr>
      <w:r>
        <w:rPr>
          <w:rStyle w:val="Tun"/>
        </w:rPr>
        <w:t xml:space="preserve">budoucí </w:t>
      </w:r>
      <w:r w:rsidR="00673466">
        <w:rPr>
          <w:rStyle w:val="Tun"/>
        </w:rPr>
        <w:t>Stavby 2:</w:t>
      </w:r>
    </w:p>
    <w:tbl>
      <w:tblPr>
        <w:tblStyle w:val="TabulkaS-zhlav"/>
        <w:tblW w:w="8868" w:type="dxa"/>
        <w:tblBorders>
          <w:left w:val="single" w:sz="4" w:space="0" w:color="auto"/>
          <w:bottom w:val="single" w:sz="4" w:space="0" w:color="auto"/>
          <w:right w:val="single" w:sz="4" w:space="0" w:color="auto"/>
        </w:tblBorders>
        <w:tblLook w:val="04A0" w:firstRow="1" w:lastRow="0" w:firstColumn="1" w:lastColumn="0" w:noHBand="0" w:noVBand="1"/>
      </w:tblPr>
      <w:tblGrid>
        <w:gridCol w:w="2914"/>
        <w:gridCol w:w="2977"/>
        <w:gridCol w:w="2977"/>
      </w:tblGrid>
      <w:tr w:rsidR="00673466" w:rsidRPr="0017282C" w14:paraId="74D94E28" w14:textId="77777777" w:rsidTr="00072EE3">
        <w:trPr>
          <w:cnfStyle w:val="100000000000" w:firstRow="1" w:lastRow="0" w:firstColumn="0" w:lastColumn="0" w:oddVBand="0" w:evenVBand="0" w:oddHBand="0" w:evenHBand="0" w:firstRowFirstColumn="0" w:firstRowLastColumn="0" w:lastRowFirstColumn="0" w:lastRowLastColumn="0"/>
        </w:trPr>
        <w:tc>
          <w:tcPr>
            <w:tcW w:w="2914" w:type="dxa"/>
          </w:tcPr>
          <w:p w14:paraId="57C05F96" w14:textId="77777777" w:rsidR="00673466" w:rsidRPr="0017282C" w:rsidRDefault="00673466" w:rsidP="00072EE3">
            <w:pPr>
              <w:pStyle w:val="Tabulka"/>
              <w:rPr>
                <w:rStyle w:val="Tun"/>
                <w:b/>
              </w:rPr>
            </w:pPr>
            <w:r w:rsidRPr="0017282C">
              <w:rPr>
                <w:rStyle w:val="Tun"/>
                <w:b/>
              </w:rPr>
              <w:t>Specifikace položky</w:t>
            </w:r>
          </w:p>
        </w:tc>
        <w:tc>
          <w:tcPr>
            <w:tcW w:w="2977" w:type="dxa"/>
          </w:tcPr>
          <w:p w14:paraId="0A1FD6F6" w14:textId="77777777" w:rsidR="00673466" w:rsidRPr="0017282C" w:rsidRDefault="00673466" w:rsidP="00072EE3">
            <w:pPr>
              <w:pStyle w:val="Tabulka"/>
              <w:rPr>
                <w:rStyle w:val="Tun"/>
                <w:b/>
              </w:rPr>
            </w:pPr>
            <w:r w:rsidRPr="0017282C">
              <w:rPr>
                <w:rStyle w:val="Tun"/>
                <w:b/>
              </w:rPr>
              <w:t>Cena položky (bez DPH)</w:t>
            </w:r>
          </w:p>
        </w:tc>
        <w:tc>
          <w:tcPr>
            <w:tcW w:w="2977" w:type="dxa"/>
          </w:tcPr>
          <w:p w14:paraId="02864A34" w14:textId="77777777" w:rsidR="00673466" w:rsidRPr="0017282C" w:rsidRDefault="00673466" w:rsidP="00072EE3">
            <w:pPr>
              <w:pStyle w:val="Tabulka"/>
              <w:rPr>
                <w:rStyle w:val="Tun"/>
                <w:b/>
              </w:rPr>
            </w:pPr>
            <w:r w:rsidRPr="0017282C">
              <w:rPr>
                <w:rStyle w:val="Tun"/>
                <w:b/>
              </w:rPr>
              <w:t>Cena položky (s DPH)</w:t>
            </w:r>
          </w:p>
        </w:tc>
      </w:tr>
      <w:tr w:rsidR="00673466" w:rsidRPr="00B06D17" w14:paraId="46B5E003" w14:textId="77777777" w:rsidTr="00072EE3">
        <w:tc>
          <w:tcPr>
            <w:tcW w:w="2914" w:type="dxa"/>
          </w:tcPr>
          <w:p w14:paraId="4F984740" w14:textId="77777777" w:rsidR="00673466" w:rsidRPr="00C36726" w:rsidRDefault="00673466" w:rsidP="00072EE3">
            <w:pPr>
              <w:pStyle w:val="Tabulka"/>
              <w:rPr>
                <w:rStyle w:val="Tun"/>
              </w:rPr>
            </w:pPr>
            <w:r w:rsidRPr="00C36726">
              <w:rPr>
                <w:rStyle w:val="Tun"/>
              </w:rPr>
              <w:t>1. Dílčí etapa</w:t>
            </w:r>
          </w:p>
        </w:tc>
        <w:tc>
          <w:tcPr>
            <w:tcW w:w="2977" w:type="dxa"/>
          </w:tcPr>
          <w:p w14:paraId="1FF23041" w14:textId="77777777" w:rsidR="00673466" w:rsidRDefault="00673466" w:rsidP="00072EE3">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Pr="00B06D17">
              <w:rPr>
                <w:rStyle w:val="Tun"/>
                <w:highlight w:val="yellow"/>
              </w:rPr>
              <w:t>Kč</w:t>
            </w:r>
          </w:p>
          <w:p w14:paraId="2931E476" w14:textId="49F6E160" w:rsidR="00673466" w:rsidRPr="00B06D17" w:rsidRDefault="00673466" w:rsidP="00072EE3">
            <w:pPr>
              <w:pStyle w:val="Tabulka"/>
              <w:rPr>
                <w:rStyle w:val="Tun"/>
                <w:highlight w:val="yellow"/>
              </w:rPr>
            </w:pPr>
            <w:r w:rsidRPr="008A264C">
              <w:rPr>
                <w:rStyle w:val="Tun"/>
              </w:rPr>
              <w:t>fakturace ve výši 70% Ceny Díla</w:t>
            </w:r>
            <w:r>
              <w:rPr>
                <w:rStyle w:val="Tun"/>
              </w:rPr>
              <w:t xml:space="preserve"> Stavby 2</w:t>
            </w:r>
          </w:p>
        </w:tc>
        <w:tc>
          <w:tcPr>
            <w:tcW w:w="2977" w:type="dxa"/>
          </w:tcPr>
          <w:p w14:paraId="7A165B34" w14:textId="77777777" w:rsidR="00673466" w:rsidRPr="00B06D17" w:rsidRDefault="00673466" w:rsidP="00072EE3">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Pr="00B06D17">
              <w:rPr>
                <w:rStyle w:val="Tun"/>
                <w:highlight w:val="yellow"/>
              </w:rPr>
              <w:t xml:space="preserve"> Kč</w:t>
            </w:r>
          </w:p>
        </w:tc>
      </w:tr>
      <w:tr w:rsidR="00673466" w:rsidRPr="00B06D17" w14:paraId="1900D193" w14:textId="77777777" w:rsidTr="00072EE3">
        <w:tc>
          <w:tcPr>
            <w:tcW w:w="2914" w:type="dxa"/>
          </w:tcPr>
          <w:p w14:paraId="4A5FB253" w14:textId="77777777" w:rsidR="00673466" w:rsidRPr="00C36726" w:rsidRDefault="00673466" w:rsidP="00072EE3">
            <w:pPr>
              <w:pStyle w:val="Tabulka"/>
              <w:rPr>
                <w:rStyle w:val="Tun"/>
              </w:rPr>
            </w:pPr>
            <w:r w:rsidRPr="00C36726">
              <w:rPr>
                <w:rStyle w:val="Tun"/>
              </w:rPr>
              <w:t>2. Dílčí etapa</w:t>
            </w:r>
          </w:p>
        </w:tc>
        <w:tc>
          <w:tcPr>
            <w:tcW w:w="2977" w:type="dxa"/>
          </w:tcPr>
          <w:p w14:paraId="5448EED2" w14:textId="77777777" w:rsidR="00673466" w:rsidRDefault="00673466" w:rsidP="00072EE3">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Pr="00B06D17">
              <w:rPr>
                <w:rStyle w:val="Tun"/>
                <w:highlight w:val="yellow"/>
              </w:rPr>
              <w:t xml:space="preserve"> Kč</w:t>
            </w:r>
          </w:p>
          <w:p w14:paraId="0CFED1DF" w14:textId="72068C89" w:rsidR="00673466" w:rsidRPr="00B06D17" w:rsidRDefault="00673466" w:rsidP="00072EE3">
            <w:pPr>
              <w:pStyle w:val="Tabulka"/>
              <w:rPr>
                <w:rStyle w:val="Tun"/>
                <w:highlight w:val="yellow"/>
              </w:rPr>
            </w:pPr>
            <w:r w:rsidRPr="008A264C">
              <w:rPr>
                <w:rStyle w:val="Tun"/>
              </w:rPr>
              <w:t xml:space="preserve">fakturace ve výši </w:t>
            </w:r>
            <w:r>
              <w:rPr>
                <w:rStyle w:val="Tun"/>
              </w:rPr>
              <w:t>3</w:t>
            </w:r>
            <w:r w:rsidRPr="008A264C">
              <w:rPr>
                <w:rStyle w:val="Tun"/>
              </w:rPr>
              <w:t>0% Ceny Díla</w:t>
            </w:r>
            <w:r>
              <w:rPr>
                <w:rStyle w:val="Tun"/>
              </w:rPr>
              <w:t xml:space="preserve"> Stavby 2</w:t>
            </w:r>
          </w:p>
        </w:tc>
        <w:tc>
          <w:tcPr>
            <w:tcW w:w="2977" w:type="dxa"/>
          </w:tcPr>
          <w:p w14:paraId="26C61ADA" w14:textId="77777777" w:rsidR="00673466" w:rsidRPr="00B06D17" w:rsidRDefault="00673466" w:rsidP="00072EE3">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Pr="00B06D17">
              <w:rPr>
                <w:rStyle w:val="Tun"/>
                <w:highlight w:val="yellow"/>
              </w:rPr>
              <w:t xml:space="preserve"> Kč</w:t>
            </w:r>
          </w:p>
        </w:tc>
      </w:tr>
      <w:tr w:rsidR="00673466" w:rsidRPr="00B72613" w14:paraId="38FDF78C" w14:textId="77777777" w:rsidTr="00072EE3">
        <w:tc>
          <w:tcPr>
            <w:tcW w:w="2914" w:type="dxa"/>
          </w:tcPr>
          <w:p w14:paraId="4F74A69B" w14:textId="77777777" w:rsidR="00673466" w:rsidRPr="00B72613" w:rsidRDefault="00673466" w:rsidP="00072EE3">
            <w:pPr>
              <w:pStyle w:val="Tabulka"/>
              <w:rPr>
                <w:rStyle w:val="Tun"/>
              </w:rPr>
            </w:pPr>
            <w:r w:rsidRPr="00B72613">
              <w:rPr>
                <w:rStyle w:val="Tun"/>
              </w:rPr>
              <w:lastRenderedPageBreak/>
              <w:t>Celkem:</w:t>
            </w:r>
          </w:p>
        </w:tc>
        <w:tc>
          <w:tcPr>
            <w:tcW w:w="2977" w:type="dxa"/>
          </w:tcPr>
          <w:p w14:paraId="4928569C" w14:textId="77777777" w:rsidR="00673466" w:rsidRPr="00B72613" w:rsidRDefault="00673466" w:rsidP="00072EE3">
            <w:pPr>
              <w:pStyle w:val="Tabulka"/>
              <w:rPr>
                <w:rStyle w:val="Tun"/>
              </w:rPr>
            </w:pPr>
            <w:r w:rsidRPr="00B72613">
              <w:rPr>
                <w:rStyle w:val="Tun"/>
              </w:rPr>
              <w:t>"[</w:t>
            </w:r>
            <w:r w:rsidRPr="00B72613">
              <w:rPr>
                <w:rStyle w:val="Tun"/>
                <w:highlight w:val="yellow"/>
              </w:rPr>
              <w:t>VLOŽÍ ZHOTOVITEL</w:t>
            </w:r>
            <w:r w:rsidRPr="00B72613">
              <w:rPr>
                <w:rStyle w:val="Tun"/>
              </w:rPr>
              <w:t>]"</w:t>
            </w:r>
            <w:r>
              <w:rPr>
                <w:rStyle w:val="Tun"/>
              </w:rPr>
              <w:t xml:space="preserve"> </w:t>
            </w:r>
            <w:r w:rsidRPr="00B06D17">
              <w:rPr>
                <w:rStyle w:val="Tun"/>
                <w:highlight w:val="yellow"/>
              </w:rPr>
              <w:t>Kč</w:t>
            </w:r>
          </w:p>
        </w:tc>
        <w:tc>
          <w:tcPr>
            <w:tcW w:w="2977" w:type="dxa"/>
          </w:tcPr>
          <w:p w14:paraId="2B8F7165" w14:textId="77777777" w:rsidR="00673466" w:rsidRPr="00B72613" w:rsidRDefault="00673466" w:rsidP="00072EE3">
            <w:pPr>
              <w:pStyle w:val="Tabulka"/>
              <w:rPr>
                <w:rStyle w:val="Tun"/>
              </w:rPr>
            </w:pPr>
            <w:r w:rsidRPr="00B72613">
              <w:rPr>
                <w:rStyle w:val="Tun"/>
              </w:rPr>
              <w:t>"[</w:t>
            </w:r>
            <w:r w:rsidRPr="00B72613">
              <w:rPr>
                <w:rStyle w:val="Tun"/>
                <w:highlight w:val="yellow"/>
              </w:rPr>
              <w:t>VLOŽÍ ZHOTOVITEL</w:t>
            </w:r>
            <w:r w:rsidRPr="00B72613">
              <w:rPr>
                <w:rStyle w:val="Tun"/>
              </w:rPr>
              <w:t>]"</w:t>
            </w:r>
            <w:r>
              <w:rPr>
                <w:rStyle w:val="Tun"/>
              </w:rPr>
              <w:t xml:space="preserve"> </w:t>
            </w:r>
            <w:r w:rsidRPr="00B06D17">
              <w:rPr>
                <w:rStyle w:val="Tun"/>
                <w:highlight w:val="yellow"/>
              </w:rPr>
              <w:t>Kč</w:t>
            </w:r>
          </w:p>
        </w:tc>
      </w:tr>
    </w:tbl>
    <w:p w14:paraId="0164CCEB" w14:textId="77777777" w:rsidR="00673466" w:rsidRDefault="00673466" w:rsidP="00236DCC">
      <w:pPr>
        <w:pStyle w:val="Textbezodsazen"/>
      </w:pPr>
    </w:p>
    <w:p w14:paraId="7EE28964" w14:textId="413E352C" w:rsidR="00673466" w:rsidRDefault="00C67273" w:rsidP="00236DCC">
      <w:pPr>
        <w:pStyle w:val="Textbezodsazen"/>
      </w:pPr>
      <w:r>
        <w:rPr>
          <w:rStyle w:val="Tun"/>
        </w:rPr>
        <w:t xml:space="preserve">budoucí </w:t>
      </w:r>
      <w:r w:rsidR="00673466">
        <w:rPr>
          <w:rStyle w:val="Tun"/>
        </w:rPr>
        <w:t>Stavby 3:</w:t>
      </w:r>
    </w:p>
    <w:tbl>
      <w:tblPr>
        <w:tblStyle w:val="TabulkaS-zhlav"/>
        <w:tblW w:w="8868" w:type="dxa"/>
        <w:tblBorders>
          <w:left w:val="single" w:sz="4" w:space="0" w:color="auto"/>
          <w:bottom w:val="single" w:sz="4" w:space="0" w:color="auto"/>
          <w:right w:val="single" w:sz="4" w:space="0" w:color="auto"/>
        </w:tblBorders>
        <w:tblLook w:val="04A0" w:firstRow="1" w:lastRow="0" w:firstColumn="1" w:lastColumn="0" w:noHBand="0" w:noVBand="1"/>
      </w:tblPr>
      <w:tblGrid>
        <w:gridCol w:w="2914"/>
        <w:gridCol w:w="2977"/>
        <w:gridCol w:w="2977"/>
      </w:tblGrid>
      <w:tr w:rsidR="00673466" w:rsidRPr="0017282C" w14:paraId="5777B5AD" w14:textId="77777777" w:rsidTr="00072EE3">
        <w:trPr>
          <w:cnfStyle w:val="100000000000" w:firstRow="1" w:lastRow="0" w:firstColumn="0" w:lastColumn="0" w:oddVBand="0" w:evenVBand="0" w:oddHBand="0" w:evenHBand="0" w:firstRowFirstColumn="0" w:firstRowLastColumn="0" w:lastRowFirstColumn="0" w:lastRowLastColumn="0"/>
        </w:trPr>
        <w:tc>
          <w:tcPr>
            <w:tcW w:w="2914" w:type="dxa"/>
          </w:tcPr>
          <w:p w14:paraId="6A643563" w14:textId="77777777" w:rsidR="00673466" w:rsidRPr="0017282C" w:rsidRDefault="00673466" w:rsidP="00072EE3">
            <w:pPr>
              <w:pStyle w:val="Tabulka"/>
              <w:rPr>
                <w:rStyle w:val="Tun"/>
                <w:b/>
              </w:rPr>
            </w:pPr>
            <w:r w:rsidRPr="0017282C">
              <w:rPr>
                <w:rStyle w:val="Tun"/>
                <w:b/>
              </w:rPr>
              <w:t>Specifikace položky</w:t>
            </w:r>
          </w:p>
        </w:tc>
        <w:tc>
          <w:tcPr>
            <w:tcW w:w="2977" w:type="dxa"/>
          </w:tcPr>
          <w:p w14:paraId="21610F9A" w14:textId="77777777" w:rsidR="00673466" w:rsidRPr="0017282C" w:rsidRDefault="00673466" w:rsidP="00072EE3">
            <w:pPr>
              <w:pStyle w:val="Tabulka"/>
              <w:rPr>
                <w:rStyle w:val="Tun"/>
                <w:b/>
              </w:rPr>
            </w:pPr>
            <w:r w:rsidRPr="0017282C">
              <w:rPr>
                <w:rStyle w:val="Tun"/>
                <w:b/>
              </w:rPr>
              <w:t>Cena položky (bez DPH)</w:t>
            </w:r>
          </w:p>
        </w:tc>
        <w:tc>
          <w:tcPr>
            <w:tcW w:w="2977" w:type="dxa"/>
          </w:tcPr>
          <w:p w14:paraId="23A04B5B" w14:textId="77777777" w:rsidR="00673466" w:rsidRPr="0017282C" w:rsidRDefault="00673466" w:rsidP="00072EE3">
            <w:pPr>
              <w:pStyle w:val="Tabulka"/>
              <w:rPr>
                <w:rStyle w:val="Tun"/>
                <w:b/>
              </w:rPr>
            </w:pPr>
            <w:r w:rsidRPr="0017282C">
              <w:rPr>
                <w:rStyle w:val="Tun"/>
                <w:b/>
              </w:rPr>
              <w:t>Cena položky (s DPH)</w:t>
            </w:r>
          </w:p>
        </w:tc>
      </w:tr>
      <w:tr w:rsidR="00673466" w:rsidRPr="00B06D17" w14:paraId="685E1FB3" w14:textId="77777777" w:rsidTr="00072EE3">
        <w:tc>
          <w:tcPr>
            <w:tcW w:w="2914" w:type="dxa"/>
          </w:tcPr>
          <w:p w14:paraId="2681A2F6" w14:textId="77777777" w:rsidR="00673466" w:rsidRPr="00C36726" w:rsidRDefault="00673466" w:rsidP="00072EE3">
            <w:pPr>
              <w:pStyle w:val="Tabulka"/>
              <w:rPr>
                <w:rStyle w:val="Tun"/>
              </w:rPr>
            </w:pPr>
            <w:r w:rsidRPr="00C36726">
              <w:rPr>
                <w:rStyle w:val="Tun"/>
              </w:rPr>
              <w:t>1. Dílčí etapa</w:t>
            </w:r>
          </w:p>
        </w:tc>
        <w:tc>
          <w:tcPr>
            <w:tcW w:w="2977" w:type="dxa"/>
          </w:tcPr>
          <w:p w14:paraId="56558D89" w14:textId="77777777" w:rsidR="00673466" w:rsidRDefault="00673466" w:rsidP="00072EE3">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Pr="00B06D17">
              <w:rPr>
                <w:rStyle w:val="Tun"/>
                <w:highlight w:val="yellow"/>
              </w:rPr>
              <w:t>Kč</w:t>
            </w:r>
          </w:p>
          <w:p w14:paraId="2B239644" w14:textId="4E2296B1" w:rsidR="00673466" w:rsidRPr="00B06D17" w:rsidRDefault="00673466" w:rsidP="00072EE3">
            <w:pPr>
              <w:pStyle w:val="Tabulka"/>
              <w:rPr>
                <w:rStyle w:val="Tun"/>
                <w:highlight w:val="yellow"/>
              </w:rPr>
            </w:pPr>
            <w:r w:rsidRPr="008A264C">
              <w:rPr>
                <w:rStyle w:val="Tun"/>
              </w:rPr>
              <w:t>fakturace ve výši 70% Ceny Díla</w:t>
            </w:r>
            <w:r>
              <w:rPr>
                <w:rStyle w:val="Tun"/>
              </w:rPr>
              <w:t xml:space="preserve"> Stavby 3</w:t>
            </w:r>
          </w:p>
        </w:tc>
        <w:tc>
          <w:tcPr>
            <w:tcW w:w="2977" w:type="dxa"/>
          </w:tcPr>
          <w:p w14:paraId="0F486BD9" w14:textId="77777777" w:rsidR="00673466" w:rsidRPr="00B06D17" w:rsidRDefault="00673466" w:rsidP="00072EE3">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Pr="00B06D17">
              <w:rPr>
                <w:rStyle w:val="Tun"/>
                <w:highlight w:val="yellow"/>
              </w:rPr>
              <w:t xml:space="preserve"> Kč</w:t>
            </w:r>
          </w:p>
        </w:tc>
      </w:tr>
      <w:tr w:rsidR="00673466" w:rsidRPr="00B06D17" w14:paraId="174E1C6D" w14:textId="77777777" w:rsidTr="00072EE3">
        <w:tc>
          <w:tcPr>
            <w:tcW w:w="2914" w:type="dxa"/>
          </w:tcPr>
          <w:p w14:paraId="7DF2F4E2" w14:textId="77777777" w:rsidR="00673466" w:rsidRPr="00C36726" w:rsidRDefault="00673466" w:rsidP="00072EE3">
            <w:pPr>
              <w:pStyle w:val="Tabulka"/>
              <w:rPr>
                <w:rStyle w:val="Tun"/>
              </w:rPr>
            </w:pPr>
            <w:r w:rsidRPr="00C36726">
              <w:rPr>
                <w:rStyle w:val="Tun"/>
              </w:rPr>
              <w:t>2. Dílčí etapa</w:t>
            </w:r>
          </w:p>
        </w:tc>
        <w:tc>
          <w:tcPr>
            <w:tcW w:w="2977" w:type="dxa"/>
          </w:tcPr>
          <w:p w14:paraId="6CA980A7" w14:textId="77777777" w:rsidR="00673466" w:rsidRDefault="00673466" w:rsidP="00072EE3">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Pr="00B06D17">
              <w:rPr>
                <w:rStyle w:val="Tun"/>
                <w:highlight w:val="yellow"/>
              </w:rPr>
              <w:t xml:space="preserve"> Kč</w:t>
            </w:r>
          </w:p>
          <w:p w14:paraId="3DB97EEE" w14:textId="619A361F" w:rsidR="00673466" w:rsidRPr="00B06D17" w:rsidRDefault="00673466" w:rsidP="00072EE3">
            <w:pPr>
              <w:pStyle w:val="Tabulka"/>
              <w:rPr>
                <w:rStyle w:val="Tun"/>
                <w:highlight w:val="yellow"/>
              </w:rPr>
            </w:pPr>
            <w:r w:rsidRPr="008A264C">
              <w:rPr>
                <w:rStyle w:val="Tun"/>
              </w:rPr>
              <w:t xml:space="preserve">fakturace ve výši </w:t>
            </w:r>
            <w:r>
              <w:rPr>
                <w:rStyle w:val="Tun"/>
              </w:rPr>
              <w:t>3</w:t>
            </w:r>
            <w:r w:rsidRPr="008A264C">
              <w:rPr>
                <w:rStyle w:val="Tun"/>
              </w:rPr>
              <w:t>0% Ceny Díla</w:t>
            </w:r>
            <w:r>
              <w:rPr>
                <w:rStyle w:val="Tun"/>
              </w:rPr>
              <w:t xml:space="preserve"> Stavby 3</w:t>
            </w:r>
          </w:p>
        </w:tc>
        <w:tc>
          <w:tcPr>
            <w:tcW w:w="2977" w:type="dxa"/>
          </w:tcPr>
          <w:p w14:paraId="10473878" w14:textId="77777777" w:rsidR="00673466" w:rsidRPr="00B06D17" w:rsidRDefault="00673466" w:rsidP="00072EE3">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Pr="00B06D17">
              <w:rPr>
                <w:rStyle w:val="Tun"/>
                <w:highlight w:val="yellow"/>
              </w:rPr>
              <w:t xml:space="preserve"> Kč</w:t>
            </w:r>
          </w:p>
        </w:tc>
      </w:tr>
      <w:tr w:rsidR="00673466" w:rsidRPr="00B72613" w14:paraId="08301690" w14:textId="77777777" w:rsidTr="00072EE3">
        <w:tc>
          <w:tcPr>
            <w:tcW w:w="2914" w:type="dxa"/>
          </w:tcPr>
          <w:p w14:paraId="2AA54A5B" w14:textId="77777777" w:rsidR="00673466" w:rsidRPr="00B72613" w:rsidRDefault="00673466" w:rsidP="00072EE3">
            <w:pPr>
              <w:pStyle w:val="Tabulka"/>
              <w:rPr>
                <w:rStyle w:val="Tun"/>
              </w:rPr>
            </w:pPr>
            <w:r w:rsidRPr="00B72613">
              <w:rPr>
                <w:rStyle w:val="Tun"/>
              </w:rPr>
              <w:t>Celkem:</w:t>
            </w:r>
          </w:p>
        </w:tc>
        <w:tc>
          <w:tcPr>
            <w:tcW w:w="2977" w:type="dxa"/>
          </w:tcPr>
          <w:p w14:paraId="222246D9" w14:textId="77777777" w:rsidR="00673466" w:rsidRPr="00B72613" w:rsidRDefault="00673466" w:rsidP="00072EE3">
            <w:pPr>
              <w:pStyle w:val="Tabulka"/>
              <w:rPr>
                <w:rStyle w:val="Tun"/>
              </w:rPr>
            </w:pPr>
            <w:r w:rsidRPr="00B72613">
              <w:rPr>
                <w:rStyle w:val="Tun"/>
              </w:rPr>
              <w:t>"[</w:t>
            </w:r>
            <w:r w:rsidRPr="00B72613">
              <w:rPr>
                <w:rStyle w:val="Tun"/>
                <w:highlight w:val="yellow"/>
              </w:rPr>
              <w:t>VLOŽÍ ZHOTOVITEL</w:t>
            </w:r>
            <w:r w:rsidRPr="00B72613">
              <w:rPr>
                <w:rStyle w:val="Tun"/>
              </w:rPr>
              <w:t>]"</w:t>
            </w:r>
            <w:r>
              <w:rPr>
                <w:rStyle w:val="Tun"/>
              </w:rPr>
              <w:t xml:space="preserve"> </w:t>
            </w:r>
            <w:r w:rsidRPr="00B06D17">
              <w:rPr>
                <w:rStyle w:val="Tun"/>
                <w:highlight w:val="yellow"/>
              </w:rPr>
              <w:t>Kč</w:t>
            </w:r>
          </w:p>
        </w:tc>
        <w:tc>
          <w:tcPr>
            <w:tcW w:w="2977" w:type="dxa"/>
          </w:tcPr>
          <w:p w14:paraId="1804B8BE" w14:textId="77777777" w:rsidR="00673466" w:rsidRPr="00B72613" w:rsidRDefault="00673466" w:rsidP="00072EE3">
            <w:pPr>
              <w:pStyle w:val="Tabulka"/>
              <w:rPr>
                <w:rStyle w:val="Tun"/>
              </w:rPr>
            </w:pPr>
            <w:r w:rsidRPr="00B72613">
              <w:rPr>
                <w:rStyle w:val="Tun"/>
              </w:rPr>
              <w:t>"[</w:t>
            </w:r>
            <w:r w:rsidRPr="00B72613">
              <w:rPr>
                <w:rStyle w:val="Tun"/>
                <w:highlight w:val="yellow"/>
              </w:rPr>
              <w:t>VLOŽÍ ZHOTOVITEL</w:t>
            </w:r>
            <w:r w:rsidRPr="00B72613">
              <w:rPr>
                <w:rStyle w:val="Tun"/>
              </w:rPr>
              <w:t>]"</w:t>
            </w:r>
            <w:r>
              <w:rPr>
                <w:rStyle w:val="Tun"/>
              </w:rPr>
              <w:t xml:space="preserve"> </w:t>
            </w:r>
            <w:r w:rsidRPr="00B06D17">
              <w:rPr>
                <w:rStyle w:val="Tun"/>
                <w:highlight w:val="yellow"/>
              </w:rPr>
              <w:t>Kč</w:t>
            </w:r>
          </w:p>
        </w:tc>
      </w:tr>
    </w:tbl>
    <w:p w14:paraId="0150F109" w14:textId="77777777" w:rsidR="00236DCC" w:rsidRDefault="00236DCC" w:rsidP="00236DCC">
      <w:pPr>
        <w:pStyle w:val="Textbezodsazen"/>
      </w:pPr>
    </w:p>
    <w:p w14:paraId="297CBCBF" w14:textId="77777777" w:rsidR="00C36726" w:rsidRPr="00611DDF" w:rsidRDefault="00C36726" w:rsidP="00C36726">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193B9DA5" w14:textId="77777777" w:rsidR="00236DCC" w:rsidRDefault="00236DCC" w:rsidP="00236DCC">
      <w:pPr>
        <w:pStyle w:val="Textbezodsazen"/>
        <w:sectPr w:rsidR="00236DCC" w:rsidSect="00417DF5">
          <w:headerReference w:type="even" r:id="rId31"/>
          <w:headerReference w:type="default" r:id="rId32"/>
          <w:footerReference w:type="even" r:id="rId33"/>
          <w:footerReference w:type="default" r:id="rId34"/>
          <w:headerReference w:type="first" r:id="rId35"/>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lastRenderedPageBreak/>
        <w:t>Příloha č. 5</w:t>
      </w:r>
    </w:p>
    <w:p w14:paraId="1D8E2AEC" w14:textId="0696AEC2" w:rsidR="00D950AA" w:rsidRDefault="00B72613" w:rsidP="007C2D44">
      <w:pPr>
        <w:pStyle w:val="Nadpisbezsl1-2"/>
        <w:outlineLvl w:val="1"/>
      </w:pPr>
      <w:r>
        <w:t>Harmonogram plnění</w:t>
      </w:r>
      <w:r w:rsidR="009F7784">
        <w:t xml:space="preserve"> (</w:t>
      </w:r>
      <w:r w:rsidR="00C67273">
        <w:t xml:space="preserve">budoucí </w:t>
      </w:r>
      <w:r w:rsidR="009F7784">
        <w:t xml:space="preserve">Stavba 1, </w:t>
      </w:r>
      <w:r w:rsidR="00C67273">
        <w:t xml:space="preserve">budoucí </w:t>
      </w:r>
      <w:r w:rsidR="009F7784">
        <w:t xml:space="preserve">Stavba 2 a </w:t>
      </w:r>
      <w:r w:rsidR="00C67273">
        <w:t xml:space="preserve">budoucí </w:t>
      </w:r>
      <w:r w:rsidR="009F7784">
        <w:t>Stavba 3)</w:t>
      </w:r>
      <w:r w:rsidR="00611DDF" w:rsidRPr="00611DDF">
        <w:rPr>
          <w:rStyle w:val="Tun"/>
          <w:b/>
          <w:i/>
          <w:color w:val="00B050"/>
          <w:sz w:val="16"/>
          <w:szCs w:val="16"/>
        </w:rPr>
        <w:t xml:space="preserve"> </w:t>
      </w:r>
    </w:p>
    <w:tbl>
      <w:tblPr>
        <w:tblStyle w:val="TabulkaS-zhlav"/>
        <w:tblW w:w="0" w:type="auto"/>
        <w:tblBorders>
          <w:left w:val="single" w:sz="4" w:space="0" w:color="auto"/>
          <w:bottom w:val="single" w:sz="4" w:space="0" w:color="auto"/>
          <w:right w:val="single" w:sz="4" w:space="0" w:color="auto"/>
        </w:tblBorders>
        <w:tblLook w:val="04A0" w:firstRow="1" w:lastRow="0" w:firstColumn="1" w:lastColumn="0" w:noHBand="0" w:noVBand="1"/>
      </w:tblPr>
      <w:tblGrid>
        <w:gridCol w:w="1773"/>
        <w:gridCol w:w="2464"/>
        <w:gridCol w:w="2834"/>
        <w:gridCol w:w="2274"/>
      </w:tblGrid>
      <w:tr w:rsidR="007C2D44" w14:paraId="5A253DA9" w14:textId="77777777" w:rsidTr="00026CB8">
        <w:trPr>
          <w:cnfStyle w:val="100000000000" w:firstRow="1" w:lastRow="0" w:firstColumn="0" w:lastColumn="0" w:oddVBand="0" w:evenVBand="0" w:oddHBand="0" w:evenHBand="0" w:firstRowFirstColumn="0" w:firstRowLastColumn="0" w:lastRowFirstColumn="0" w:lastRowLastColumn="0"/>
        </w:trPr>
        <w:tc>
          <w:tcPr>
            <w:tcW w:w="2761" w:type="dxa"/>
            <w:hideMark/>
          </w:tcPr>
          <w:p w14:paraId="747D0C07" w14:textId="77777777" w:rsidR="007C2D44" w:rsidRDefault="007C2D44">
            <w:pPr>
              <w:pStyle w:val="Tabulka"/>
              <w:rPr>
                <w:rStyle w:val="Tun"/>
                <w:b/>
              </w:rPr>
            </w:pPr>
            <w:r>
              <w:rPr>
                <w:rStyle w:val="Tun"/>
              </w:rPr>
              <w:t>Část Díla</w:t>
            </w:r>
          </w:p>
        </w:tc>
        <w:tc>
          <w:tcPr>
            <w:tcW w:w="4000" w:type="dxa"/>
            <w:hideMark/>
          </w:tcPr>
          <w:p w14:paraId="7C434CDE" w14:textId="77777777" w:rsidR="007C2D44" w:rsidRDefault="007C2D44">
            <w:pPr>
              <w:pStyle w:val="Tabulka"/>
              <w:rPr>
                <w:rStyle w:val="Tun"/>
                <w:b/>
              </w:rPr>
            </w:pPr>
            <w:r>
              <w:rPr>
                <w:rStyle w:val="Tun"/>
              </w:rPr>
              <w:t>Doba plnění</w:t>
            </w:r>
          </w:p>
        </w:tc>
        <w:tc>
          <w:tcPr>
            <w:tcW w:w="3515" w:type="dxa"/>
            <w:hideMark/>
          </w:tcPr>
          <w:p w14:paraId="3CE8E93E" w14:textId="77777777" w:rsidR="007C2D44" w:rsidRDefault="007C2D44">
            <w:pPr>
              <w:pStyle w:val="Tabulka"/>
              <w:rPr>
                <w:rStyle w:val="Tun"/>
                <w:b/>
              </w:rPr>
            </w:pPr>
            <w:r>
              <w:rPr>
                <w:rStyle w:val="Tun"/>
              </w:rPr>
              <w:t>Popis činností prováděných v Dílčí etapě</w:t>
            </w:r>
          </w:p>
        </w:tc>
        <w:tc>
          <w:tcPr>
            <w:tcW w:w="3386" w:type="dxa"/>
            <w:hideMark/>
          </w:tcPr>
          <w:p w14:paraId="4E48CE75" w14:textId="77777777" w:rsidR="007C2D44" w:rsidRDefault="007C2D44">
            <w:pPr>
              <w:pStyle w:val="Tabulka"/>
              <w:rPr>
                <w:rStyle w:val="Tun"/>
                <w:b/>
              </w:rPr>
            </w:pPr>
            <w:r>
              <w:rPr>
                <w:rStyle w:val="Tun"/>
              </w:rPr>
              <w:t>Podmínky dokončení Dílčí etapy</w:t>
            </w:r>
          </w:p>
        </w:tc>
      </w:tr>
      <w:tr w:rsidR="007C2D44" w14:paraId="5F612CB3" w14:textId="77777777" w:rsidTr="00026CB8">
        <w:tc>
          <w:tcPr>
            <w:tcW w:w="2761" w:type="dxa"/>
            <w:hideMark/>
          </w:tcPr>
          <w:p w14:paraId="61BB7075" w14:textId="77777777" w:rsidR="007C2D44" w:rsidRDefault="007C2D44">
            <w:pPr>
              <w:pStyle w:val="Textbezodsazen"/>
              <w:rPr>
                <w:rStyle w:val="Tun"/>
              </w:rPr>
            </w:pPr>
            <w:r>
              <w:rPr>
                <w:rStyle w:val="Tun"/>
              </w:rPr>
              <w:t>Termín zahájení prací</w:t>
            </w:r>
          </w:p>
        </w:tc>
        <w:tc>
          <w:tcPr>
            <w:tcW w:w="4000" w:type="dxa"/>
            <w:hideMark/>
          </w:tcPr>
          <w:p w14:paraId="6ED62034" w14:textId="77777777" w:rsidR="007C2D44" w:rsidRDefault="007C2D44">
            <w:pPr>
              <w:pStyle w:val="Textbezodsazen"/>
              <w:jc w:val="left"/>
            </w:pPr>
            <w:r>
              <w:t>ihned po nabytí účinnosti Smlouvy</w:t>
            </w:r>
          </w:p>
        </w:tc>
        <w:tc>
          <w:tcPr>
            <w:tcW w:w="3515" w:type="dxa"/>
            <w:hideMark/>
          </w:tcPr>
          <w:p w14:paraId="279E53B8" w14:textId="77777777" w:rsidR="007C2D44" w:rsidRDefault="007C2D44">
            <w:pPr>
              <w:pStyle w:val="Textbezodsazen"/>
              <w:jc w:val="left"/>
            </w:pPr>
            <w:r>
              <w:t>-</w:t>
            </w:r>
          </w:p>
        </w:tc>
        <w:tc>
          <w:tcPr>
            <w:tcW w:w="3386" w:type="dxa"/>
            <w:hideMark/>
          </w:tcPr>
          <w:p w14:paraId="7FFE71D0" w14:textId="77777777" w:rsidR="007C2D44" w:rsidRDefault="007C2D44">
            <w:pPr>
              <w:pStyle w:val="Textbezodsazen"/>
              <w:jc w:val="left"/>
            </w:pPr>
            <w:r>
              <w:t>-</w:t>
            </w:r>
          </w:p>
        </w:tc>
      </w:tr>
      <w:tr w:rsidR="007C2D44" w14:paraId="51048055" w14:textId="77777777" w:rsidTr="00026CB8">
        <w:tc>
          <w:tcPr>
            <w:tcW w:w="2761" w:type="dxa"/>
            <w:hideMark/>
          </w:tcPr>
          <w:p w14:paraId="2DFCBDD9" w14:textId="77777777" w:rsidR="007C2D44" w:rsidRDefault="007C2D44">
            <w:pPr>
              <w:pStyle w:val="Textbezodsazen"/>
              <w:rPr>
                <w:rStyle w:val="Tun"/>
              </w:rPr>
            </w:pPr>
            <w:r>
              <w:rPr>
                <w:rStyle w:val="Tun"/>
              </w:rPr>
              <w:t>1. Dílčí etapa</w:t>
            </w:r>
          </w:p>
        </w:tc>
        <w:tc>
          <w:tcPr>
            <w:tcW w:w="4000" w:type="dxa"/>
          </w:tcPr>
          <w:p w14:paraId="540BFA1C" w14:textId="77777777" w:rsidR="007C2D44" w:rsidRDefault="007C2D44">
            <w:pPr>
              <w:pStyle w:val="Textbezodsazen"/>
              <w:jc w:val="left"/>
            </w:pPr>
            <w:r>
              <w:rPr>
                <w:b/>
              </w:rPr>
              <w:t xml:space="preserve">Do 12 měsíců </w:t>
            </w:r>
            <w:r>
              <w:t>od nabytí účinnosti Smlouvy</w:t>
            </w:r>
          </w:p>
          <w:p w14:paraId="6A86DA90" w14:textId="77777777" w:rsidR="007C2D44" w:rsidRDefault="007C2D44">
            <w:pPr>
              <w:pStyle w:val="Textbezodsazen"/>
              <w:jc w:val="left"/>
            </w:pPr>
          </w:p>
        </w:tc>
        <w:tc>
          <w:tcPr>
            <w:tcW w:w="3515" w:type="dxa"/>
            <w:hideMark/>
          </w:tcPr>
          <w:p w14:paraId="527BB0B6" w14:textId="77777777" w:rsidR="007C2D44" w:rsidRDefault="007C2D44">
            <w:pPr>
              <w:pStyle w:val="Textbezodsazen"/>
              <w:jc w:val="left"/>
            </w:pPr>
            <w:r>
              <w:t>Odevzdání výsledků inženýrskogeologického a hydrogeologického průzkumu k připomínkám Objednateli</w:t>
            </w:r>
          </w:p>
        </w:tc>
        <w:tc>
          <w:tcPr>
            <w:tcW w:w="3386" w:type="dxa"/>
            <w:hideMark/>
          </w:tcPr>
          <w:p w14:paraId="6E370D42" w14:textId="77777777" w:rsidR="007C2D44" w:rsidRDefault="007C2D44">
            <w:pPr>
              <w:pStyle w:val="Textbezodsazen"/>
              <w:jc w:val="left"/>
            </w:pPr>
            <w:r>
              <w:t>Předávací protokol (pro Část Díla) podepsaný Objednatelem</w:t>
            </w:r>
          </w:p>
        </w:tc>
      </w:tr>
      <w:tr w:rsidR="00B91F70" w14:paraId="70CA5059" w14:textId="77777777" w:rsidTr="00026CB8">
        <w:tc>
          <w:tcPr>
            <w:tcW w:w="2761" w:type="dxa"/>
            <w:hideMark/>
          </w:tcPr>
          <w:p w14:paraId="34BC1153" w14:textId="5FB2E148" w:rsidR="00B91F70" w:rsidRDefault="00B91F70" w:rsidP="00B91F70">
            <w:pPr>
              <w:pStyle w:val="Textbezodsazen"/>
              <w:rPr>
                <w:rStyle w:val="Tun"/>
              </w:rPr>
            </w:pPr>
            <w:r>
              <w:rPr>
                <w:rStyle w:val="Tun"/>
              </w:rPr>
              <w:t>2. Dílčí etapa</w:t>
            </w:r>
          </w:p>
        </w:tc>
        <w:tc>
          <w:tcPr>
            <w:tcW w:w="4000" w:type="dxa"/>
            <w:hideMark/>
          </w:tcPr>
          <w:p w14:paraId="2DF16BD4" w14:textId="77777777" w:rsidR="00B91F70" w:rsidRDefault="00B91F70" w:rsidP="00B91F70">
            <w:pPr>
              <w:pStyle w:val="Textbezodsazen"/>
              <w:jc w:val="left"/>
            </w:pPr>
            <w:r>
              <w:rPr>
                <w:b/>
              </w:rPr>
              <w:t>předpoklad do 2 měsíců</w:t>
            </w:r>
            <w:r>
              <w:t xml:space="preserve"> od předání připomínek Objednatele </w:t>
            </w:r>
          </w:p>
        </w:tc>
        <w:tc>
          <w:tcPr>
            <w:tcW w:w="3515" w:type="dxa"/>
            <w:hideMark/>
          </w:tcPr>
          <w:p w14:paraId="21C27338" w14:textId="448D21AA" w:rsidR="00B91F70" w:rsidRDefault="00B91F70" w:rsidP="00B91F70">
            <w:pPr>
              <w:pStyle w:val="Textbezodsazen"/>
              <w:jc w:val="left"/>
            </w:pPr>
            <w:r>
              <w:t>Definitivní předání výsledků inženýrskogeologického a hydrogeologického průzkumu včetně závěrečné zprávy</w:t>
            </w:r>
          </w:p>
        </w:tc>
        <w:tc>
          <w:tcPr>
            <w:tcW w:w="3386" w:type="dxa"/>
            <w:hideMark/>
          </w:tcPr>
          <w:p w14:paraId="3BCADE98" w14:textId="77777777" w:rsidR="00B91F70" w:rsidRDefault="00B91F70" w:rsidP="00B91F70">
            <w:pPr>
              <w:pStyle w:val="Textbezodsazen"/>
              <w:jc w:val="left"/>
            </w:pPr>
            <w:r>
              <w:t>Předávací protokol (pro Část Díla) podepsaný Objednatelem</w:t>
            </w:r>
          </w:p>
        </w:tc>
      </w:tr>
    </w:tbl>
    <w:p w14:paraId="32F04AE2" w14:textId="77777777" w:rsidR="00D950AA" w:rsidRDefault="00D950AA" w:rsidP="00B72613">
      <w:pPr>
        <w:pStyle w:val="Textbezodsazen"/>
      </w:pPr>
    </w:p>
    <w:p w14:paraId="4EE21D57" w14:textId="77777777" w:rsidR="007C2D44" w:rsidRDefault="007C2D44" w:rsidP="00B72613">
      <w:pPr>
        <w:pStyle w:val="Textbezodsazen"/>
      </w:pPr>
    </w:p>
    <w:p w14:paraId="7677B0FE" w14:textId="77777777" w:rsidR="00D950AA" w:rsidRDefault="00D950AA" w:rsidP="00B72613">
      <w:pPr>
        <w:pStyle w:val="Textbezodsazen"/>
      </w:pPr>
    </w:p>
    <w:p w14:paraId="614F1543" w14:textId="77777777" w:rsidR="00D950AA" w:rsidRDefault="00D950AA" w:rsidP="00B72613">
      <w:pPr>
        <w:pStyle w:val="Textbezodsazen"/>
      </w:pPr>
    </w:p>
    <w:p w14:paraId="7064A304" w14:textId="77777777" w:rsidR="00B72613" w:rsidRDefault="00B72613" w:rsidP="00B72613">
      <w:pPr>
        <w:pStyle w:val="Nadpisbezsl1-2"/>
        <w:sectPr w:rsidR="00B72613" w:rsidSect="00197F56">
          <w:headerReference w:type="even" r:id="rId36"/>
          <w:headerReference w:type="default" r:id="rId37"/>
          <w:footerReference w:type="even" r:id="rId38"/>
          <w:footerReference w:type="default" r:id="rId39"/>
          <w:headerReference w:type="first" r:id="rId40"/>
          <w:pgSz w:w="11906" w:h="16838" w:code="9"/>
          <w:pgMar w:top="1588" w:right="1474" w:bottom="1588" w:left="1077"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Borders>
          <w:left w:val="single" w:sz="4" w:space="0" w:color="auto"/>
          <w:bottom w:val="single" w:sz="4" w:space="0" w:color="auto"/>
          <w:right w:val="single" w:sz="4" w:space="0" w:color="auto"/>
        </w:tblBorders>
        <w:tblLook w:val="04A0" w:firstRow="1" w:lastRow="0" w:firstColumn="1" w:lastColumn="0" w:noHBand="0" w:noVBand="1"/>
      </w:tblPr>
      <w:tblGrid>
        <w:gridCol w:w="3032"/>
        <w:gridCol w:w="5757"/>
      </w:tblGrid>
      <w:tr w:rsidR="00502690" w:rsidRPr="0017282C" w14:paraId="2989172C" w14:textId="77777777" w:rsidTr="009A1FF3">
        <w:trPr>
          <w:cnfStyle w:val="100000000000" w:firstRow="1" w:lastRow="0" w:firstColumn="0" w:lastColumn="0" w:oddVBand="0" w:evenVBand="0" w:oddHBand="0" w:evenHBand="0" w:firstRowFirstColumn="0" w:firstRowLastColumn="0" w:lastRowFirstColumn="0" w:lastRowLastColumn="0"/>
          <w:trHeight w:val="170"/>
        </w:trPr>
        <w:tc>
          <w:tcPr>
            <w:tcW w:w="3032"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757" w:type="dxa"/>
          </w:tcPr>
          <w:p w14:paraId="1D24D842" w14:textId="3ABAD58F" w:rsidR="00502690" w:rsidRPr="0017282C" w:rsidRDefault="000B2759" w:rsidP="002038D5">
            <w:pPr>
              <w:pStyle w:val="Tabulka"/>
              <w:rPr>
                <w:highlight w:val="green"/>
              </w:rPr>
            </w:pPr>
            <w:r>
              <w:t xml:space="preserve">Mgr. Vojtěch </w:t>
            </w:r>
            <w:r w:rsidR="00E66506">
              <w:t>S</w:t>
            </w:r>
            <w:r>
              <w:t>třihavka</w:t>
            </w:r>
          </w:p>
        </w:tc>
      </w:tr>
      <w:tr w:rsidR="000B2759" w:rsidRPr="00F95FBD" w14:paraId="3A3D6DC0" w14:textId="77777777" w:rsidTr="009A1FF3">
        <w:trPr>
          <w:trHeight w:val="170"/>
        </w:trPr>
        <w:tc>
          <w:tcPr>
            <w:tcW w:w="3032" w:type="dxa"/>
          </w:tcPr>
          <w:p w14:paraId="0B4AB97F" w14:textId="77777777" w:rsidR="000B2759" w:rsidRPr="00F95FBD" w:rsidRDefault="000B2759" w:rsidP="000B2759">
            <w:pPr>
              <w:pStyle w:val="Tabulka"/>
            </w:pPr>
            <w:r w:rsidRPr="00F95FBD">
              <w:t>Adresa</w:t>
            </w:r>
          </w:p>
        </w:tc>
        <w:tc>
          <w:tcPr>
            <w:tcW w:w="5757" w:type="dxa"/>
          </w:tcPr>
          <w:p w14:paraId="4CBAEDB1" w14:textId="2DC9CDE4" w:rsidR="000B2759" w:rsidRPr="00FB4272" w:rsidRDefault="000B2759" w:rsidP="000B2759">
            <w:pPr>
              <w:pStyle w:val="Tabulka"/>
              <w:rPr>
                <w:highlight w:val="green"/>
              </w:rPr>
            </w:pPr>
            <w:r w:rsidRPr="003A2B8D">
              <w:t xml:space="preserve">Stavební správa západ, </w:t>
            </w:r>
            <w:r w:rsidRPr="002B0245">
              <w:t>Sušická 110</w:t>
            </w:r>
            <w:r w:rsidR="00446246">
              <w:t>6</w:t>
            </w:r>
            <w:r w:rsidRPr="002B0245">
              <w:t>/25, 326 00 Plzeň</w:t>
            </w:r>
          </w:p>
        </w:tc>
      </w:tr>
      <w:tr w:rsidR="002038D5" w:rsidRPr="00F95FBD" w14:paraId="13611A7C" w14:textId="77777777" w:rsidTr="009A1FF3">
        <w:trPr>
          <w:trHeight w:val="170"/>
        </w:trPr>
        <w:tc>
          <w:tcPr>
            <w:tcW w:w="3032" w:type="dxa"/>
          </w:tcPr>
          <w:p w14:paraId="61A83F68" w14:textId="77777777" w:rsidR="002038D5" w:rsidRPr="00F95FBD" w:rsidRDefault="002038D5" w:rsidP="002038D5">
            <w:pPr>
              <w:pStyle w:val="Tabulka"/>
            </w:pPr>
            <w:r w:rsidRPr="00F95FBD">
              <w:t>E-mail</w:t>
            </w:r>
          </w:p>
        </w:tc>
        <w:tc>
          <w:tcPr>
            <w:tcW w:w="5757" w:type="dxa"/>
          </w:tcPr>
          <w:p w14:paraId="0E955EC3" w14:textId="609C086C" w:rsidR="002038D5" w:rsidRPr="00FB4272" w:rsidRDefault="00E86C50" w:rsidP="002038D5">
            <w:pPr>
              <w:pStyle w:val="Tabulka"/>
              <w:rPr>
                <w:highlight w:val="green"/>
              </w:rPr>
            </w:pPr>
            <w:r w:rsidRPr="00E86C50">
              <w:t>StrihavkaV@spravazeleznic.cz</w:t>
            </w:r>
          </w:p>
        </w:tc>
      </w:tr>
      <w:tr w:rsidR="002038D5" w:rsidRPr="00F95FBD" w14:paraId="59A30548" w14:textId="77777777" w:rsidTr="009A1FF3">
        <w:trPr>
          <w:trHeight w:val="170"/>
        </w:trPr>
        <w:tc>
          <w:tcPr>
            <w:tcW w:w="3032" w:type="dxa"/>
          </w:tcPr>
          <w:p w14:paraId="0F41D101" w14:textId="77777777" w:rsidR="002038D5" w:rsidRPr="00F95FBD" w:rsidRDefault="002038D5" w:rsidP="002038D5">
            <w:pPr>
              <w:pStyle w:val="Tabulka"/>
            </w:pPr>
            <w:r w:rsidRPr="00F95FBD">
              <w:t>Telefon</w:t>
            </w:r>
          </w:p>
        </w:tc>
        <w:tc>
          <w:tcPr>
            <w:tcW w:w="5757" w:type="dxa"/>
          </w:tcPr>
          <w:p w14:paraId="6AFBD18D" w14:textId="0259000B" w:rsidR="002038D5" w:rsidRPr="00FB4272" w:rsidRDefault="00E86C50" w:rsidP="002038D5">
            <w:pPr>
              <w:pStyle w:val="Tabulka"/>
              <w:rPr>
                <w:highlight w:val="green"/>
              </w:rPr>
            </w:pPr>
            <w:r w:rsidRPr="00E86C50">
              <w:t>+420 702 256 348</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Borders>
          <w:left w:val="single" w:sz="4" w:space="0" w:color="auto"/>
          <w:bottom w:val="single" w:sz="4" w:space="0" w:color="auto"/>
          <w:right w:val="single" w:sz="4" w:space="0" w:color="auto"/>
        </w:tblBorders>
        <w:tblLook w:val="04A0" w:firstRow="1" w:lastRow="0" w:firstColumn="1" w:lastColumn="0" w:noHBand="0" w:noVBand="1"/>
      </w:tblPr>
      <w:tblGrid>
        <w:gridCol w:w="3030"/>
        <w:gridCol w:w="5759"/>
      </w:tblGrid>
      <w:tr w:rsidR="001C7E49" w:rsidRPr="0017282C" w14:paraId="18E63092" w14:textId="77777777" w:rsidTr="009A1FF3">
        <w:trPr>
          <w:cnfStyle w:val="100000000000" w:firstRow="1" w:lastRow="0" w:firstColumn="0" w:lastColumn="0" w:oddVBand="0" w:evenVBand="0" w:oddHBand="0" w:evenHBand="0" w:firstRowFirstColumn="0" w:firstRowLastColumn="0" w:lastRowFirstColumn="0" w:lastRowLastColumn="0"/>
        </w:trPr>
        <w:tc>
          <w:tcPr>
            <w:tcW w:w="3030" w:type="dxa"/>
          </w:tcPr>
          <w:p w14:paraId="5560DCE2" w14:textId="77777777" w:rsidR="001C7E49" w:rsidRPr="0017282C" w:rsidRDefault="001C7E49" w:rsidP="001C7E49">
            <w:pPr>
              <w:pStyle w:val="Tabulka"/>
              <w:rPr>
                <w:rStyle w:val="Nadpisvtabulce"/>
                <w:b/>
              </w:rPr>
            </w:pPr>
            <w:r w:rsidRPr="0017282C">
              <w:rPr>
                <w:rStyle w:val="Nadpisvtabulce"/>
                <w:b/>
              </w:rPr>
              <w:t>Jméno a příjmení</w:t>
            </w:r>
          </w:p>
        </w:tc>
        <w:tc>
          <w:tcPr>
            <w:tcW w:w="5759" w:type="dxa"/>
          </w:tcPr>
          <w:p w14:paraId="00069DF3" w14:textId="26688080" w:rsidR="001C7E49" w:rsidRPr="0017282C" w:rsidRDefault="00E9633A" w:rsidP="001C7E49">
            <w:pPr>
              <w:pStyle w:val="Tabulka"/>
              <w:rPr>
                <w:highlight w:val="green"/>
              </w:rPr>
            </w:pPr>
            <w:r>
              <w:t>Ing. David Svoboda</w:t>
            </w:r>
          </w:p>
        </w:tc>
      </w:tr>
      <w:tr w:rsidR="001C7E49" w:rsidRPr="00F95FBD" w14:paraId="501EB058" w14:textId="77777777" w:rsidTr="009A1FF3">
        <w:tc>
          <w:tcPr>
            <w:tcW w:w="3030" w:type="dxa"/>
          </w:tcPr>
          <w:p w14:paraId="51E21AD8" w14:textId="77777777" w:rsidR="001C7E49" w:rsidRPr="00F95FBD" w:rsidRDefault="001C7E49" w:rsidP="001C7E49">
            <w:pPr>
              <w:pStyle w:val="Tabulka"/>
            </w:pPr>
            <w:r w:rsidRPr="00F95FBD">
              <w:t>Adresa</w:t>
            </w:r>
          </w:p>
        </w:tc>
        <w:tc>
          <w:tcPr>
            <w:tcW w:w="5759" w:type="dxa"/>
          </w:tcPr>
          <w:p w14:paraId="6A2CB4BD" w14:textId="334F7206" w:rsidR="001C7E49" w:rsidRPr="00FB4272" w:rsidRDefault="001C7E49" w:rsidP="001C7E49">
            <w:pPr>
              <w:pStyle w:val="Tabulka"/>
              <w:rPr>
                <w:highlight w:val="green"/>
              </w:rPr>
            </w:pPr>
            <w:r w:rsidRPr="003A2B8D">
              <w:t xml:space="preserve">Stavební správa západ, </w:t>
            </w:r>
            <w:r w:rsidR="002B0245" w:rsidRPr="002B0245">
              <w:t>Sušická 110</w:t>
            </w:r>
            <w:r w:rsidR="0064090B">
              <w:t>6</w:t>
            </w:r>
            <w:r w:rsidR="002B0245" w:rsidRPr="002B0245">
              <w:t>/25, 326 00 Plzeň</w:t>
            </w:r>
          </w:p>
        </w:tc>
      </w:tr>
      <w:tr w:rsidR="001C7E49" w:rsidRPr="00F95FBD" w14:paraId="5ADB3446" w14:textId="77777777" w:rsidTr="009A1FF3">
        <w:tc>
          <w:tcPr>
            <w:tcW w:w="3030" w:type="dxa"/>
          </w:tcPr>
          <w:p w14:paraId="445FF935" w14:textId="77777777" w:rsidR="001C7E49" w:rsidRPr="00F95FBD" w:rsidRDefault="001C7E49" w:rsidP="001C7E49">
            <w:pPr>
              <w:pStyle w:val="Tabulka"/>
            </w:pPr>
            <w:r w:rsidRPr="00F95FBD">
              <w:t>E-mail</w:t>
            </w:r>
          </w:p>
        </w:tc>
        <w:tc>
          <w:tcPr>
            <w:tcW w:w="5759" w:type="dxa"/>
          </w:tcPr>
          <w:p w14:paraId="30E84CE8" w14:textId="6DA6FA14" w:rsidR="001C7E49" w:rsidRPr="00FB4272" w:rsidRDefault="002B0245" w:rsidP="001C7E49">
            <w:pPr>
              <w:pStyle w:val="Tabulka"/>
              <w:rPr>
                <w:highlight w:val="green"/>
              </w:rPr>
            </w:pPr>
            <w:r>
              <w:t>SvobodaDa</w:t>
            </w:r>
            <w:r w:rsidR="001C7E49" w:rsidRPr="003A2B8D">
              <w:t>@spravazeleznic.cz</w:t>
            </w:r>
          </w:p>
        </w:tc>
      </w:tr>
      <w:tr w:rsidR="002038D5" w:rsidRPr="00F95FBD" w14:paraId="3C2A2664" w14:textId="77777777" w:rsidTr="009A1FF3">
        <w:tc>
          <w:tcPr>
            <w:tcW w:w="3030" w:type="dxa"/>
          </w:tcPr>
          <w:p w14:paraId="26715306" w14:textId="77777777" w:rsidR="002038D5" w:rsidRPr="00F95FBD" w:rsidRDefault="002038D5" w:rsidP="002038D5">
            <w:pPr>
              <w:pStyle w:val="Tabulka"/>
            </w:pPr>
            <w:r w:rsidRPr="00F95FBD">
              <w:t>Telefon</w:t>
            </w:r>
          </w:p>
        </w:tc>
        <w:tc>
          <w:tcPr>
            <w:tcW w:w="5759" w:type="dxa"/>
          </w:tcPr>
          <w:p w14:paraId="648ACEBD" w14:textId="1FD28BF9" w:rsidR="002038D5" w:rsidRPr="00FB4272" w:rsidRDefault="001C7E49" w:rsidP="002038D5">
            <w:pPr>
              <w:pStyle w:val="Tabulka"/>
              <w:rPr>
                <w:highlight w:val="green"/>
              </w:rPr>
            </w:pPr>
            <w:r w:rsidRPr="003A2B8D">
              <w:t xml:space="preserve">+420 </w:t>
            </w:r>
            <w:r w:rsidR="002B0245">
              <w:t>702</w:t>
            </w:r>
            <w:r w:rsidRPr="003A2B8D">
              <w:t xml:space="preserve"> </w:t>
            </w:r>
            <w:r w:rsidR="002B0245">
              <w:t>272</w:t>
            </w:r>
            <w:r w:rsidRPr="003A2B8D">
              <w:t xml:space="preserve"> </w:t>
            </w:r>
            <w:r w:rsidR="002B0245">
              <w:t>644</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Borders>
          <w:left w:val="single" w:sz="4" w:space="0" w:color="auto"/>
          <w:bottom w:val="single" w:sz="4" w:space="0" w:color="auto"/>
          <w:right w:val="single" w:sz="4" w:space="0" w:color="auto"/>
        </w:tblBorders>
        <w:tblLook w:val="04A0" w:firstRow="1" w:lastRow="0" w:firstColumn="1" w:lastColumn="0" w:noHBand="0" w:noVBand="1"/>
      </w:tblPr>
      <w:tblGrid>
        <w:gridCol w:w="3030"/>
        <w:gridCol w:w="5759"/>
      </w:tblGrid>
      <w:tr w:rsidR="001C7E49" w:rsidRPr="0017282C" w14:paraId="146D75B1" w14:textId="77777777" w:rsidTr="009A1FF3">
        <w:trPr>
          <w:cnfStyle w:val="100000000000" w:firstRow="1" w:lastRow="0" w:firstColumn="0" w:lastColumn="0" w:oddVBand="0" w:evenVBand="0" w:oddHBand="0" w:evenHBand="0" w:firstRowFirstColumn="0" w:firstRowLastColumn="0" w:lastRowFirstColumn="0" w:lastRowLastColumn="0"/>
        </w:trPr>
        <w:tc>
          <w:tcPr>
            <w:tcW w:w="3030" w:type="dxa"/>
          </w:tcPr>
          <w:p w14:paraId="103D593A" w14:textId="77777777" w:rsidR="001C7E49" w:rsidRPr="0017282C" w:rsidRDefault="001C7E49" w:rsidP="001C7E49">
            <w:pPr>
              <w:pStyle w:val="Tabulka"/>
              <w:rPr>
                <w:rStyle w:val="Nadpisvtabulce"/>
                <w:b/>
              </w:rPr>
            </w:pPr>
            <w:r w:rsidRPr="0017282C">
              <w:rPr>
                <w:rStyle w:val="Nadpisvtabulce"/>
                <w:b/>
              </w:rPr>
              <w:t>Jméno a příjmení</w:t>
            </w:r>
          </w:p>
        </w:tc>
        <w:tc>
          <w:tcPr>
            <w:tcW w:w="5759" w:type="dxa"/>
          </w:tcPr>
          <w:p w14:paraId="1C94D2F3" w14:textId="17EED658" w:rsidR="001C7E49" w:rsidRPr="0017282C" w:rsidRDefault="00211385" w:rsidP="001C7E49">
            <w:pPr>
              <w:pStyle w:val="Tabulka"/>
              <w:rPr>
                <w:highlight w:val="green"/>
              </w:rPr>
            </w:pPr>
            <w:r>
              <w:t>Ing. Martin Šesták</w:t>
            </w:r>
          </w:p>
        </w:tc>
      </w:tr>
      <w:tr w:rsidR="001C7E49" w:rsidRPr="00F95FBD" w14:paraId="2AE45016" w14:textId="77777777" w:rsidTr="009A1FF3">
        <w:tc>
          <w:tcPr>
            <w:tcW w:w="3030" w:type="dxa"/>
          </w:tcPr>
          <w:p w14:paraId="4648D0BB" w14:textId="77777777" w:rsidR="001C7E49" w:rsidRPr="00F95FBD" w:rsidRDefault="001C7E49" w:rsidP="001C7E49">
            <w:pPr>
              <w:pStyle w:val="Tabulka"/>
            </w:pPr>
            <w:r w:rsidRPr="00F95FBD">
              <w:t>Adresa</w:t>
            </w:r>
          </w:p>
        </w:tc>
        <w:tc>
          <w:tcPr>
            <w:tcW w:w="5759" w:type="dxa"/>
          </w:tcPr>
          <w:p w14:paraId="727C7012" w14:textId="6077FB55" w:rsidR="001C7E49" w:rsidRPr="00FB4272" w:rsidRDefault="00B53587" w:rsidP="001C7E49">
            <w:pPr>
              <w:pStyle w:val="Tabulka"/>
              <w:rPr>
                <w:highlight w:val="green"/>
              </w:rPr>
            </w:pPr>
            <w:r w:rsidRPr="003A2B8D">
              <w:t xml:space="preserve">Stavební správa západ, </w:t>
            </w:r>
            <w:r w:rsidRPr="002B0245">
              <w:t>Sušická 110</w:t>
            </w:r>
            <w:r>
              <w:t>6</w:t>
            </w:r>
            <w:r w:rsidRPr="002B0245">
              <w:t>/25, 326 00 Plzeň</w:t>
            </w:r>
          </w:p>
        </w:tc>
      </w:tr>
      <w:tr w:rsidR="001C7E49" w:rsidRPr="00F95FBD" w14:paraId="0BB46A9B" w14:textId="77777777" w:rsidTr="009A1FF3">
        <w:tc>
          <w:tcPr>
            <w:tcW w:w="3030" w:type="dxa"/>
          </w:tcPr>
          <w:p w14:paraId="13E1250D" w14:textId="77777777" w:rsidR="001C7E49" w:rsidRPr="00F95FBD" w:rsidRDefault="001C7E49" w:rsidP="001C7E49">
            <w:pPr>
              <w:pStyle w:val="Tabulka"/>
            </w:pPr>
            <w:r w:rsidRPr="00F95FBD">
              <w:t>E-mail</w:t>
            </w:r>
          </w:p>
        </w:tc>
        <w:tc>
          <w:tcPr>
            <w:tcW w:w="5759" w:type="dxa"/>
          </w:tcPr>
          <w:p w14:paraId="3F571B05" w14:textId="6987AFA2" w:rsidR="001C7E49" w:rsidRPr="00FB4272" w:rsidRDefault="00B53587" w:rsidP="001C7E49">
            <w:pPr>
              <w:pStyle w:val="Tabulka"/>
              <w:rPr>
                <w:highlight w:val="green"/>
              </w:rPr>
            </w:pPr>
            <w:r>
              <w:t>SestakM</w:t>
            </w:r>
            <w:r w:rsidR="001C7E49" w:rsidRPr="003A2B8D">
              <w:t>@spravazeleznic.cz</w:t>
            </w:r>
          </w:p>
        </w:tc>
      </w:tr>
      <w:tr w:rsidR="00C44853" w:rsidRPr="00F95FBD" w14:paraId="7AAEAC26" w14:textId="77777777" w:rsidTr="009A1FF3">
        <w:tc>
          <w:tcPr>
            <w:tcW w:w="3030" w:type="dxa"/>
          </w:tcPr>
          <w:p w14:paraId="236A8358" w14:textId="77777777" w:rsidR="00C44853" w:rsidRPr="00F95FBD" w:rsidRDefault="00C44853" w:rsidP="005923F7">
            <w:pPr>
              <w:pStyle w:val="Tabulka"/>
            </w:pPr>
            <w:r w:rsidRPr="00F95FBD">
              <w:t>Telefon</w:t>
            </w:r>
          </w:p>
        </w:tc>
        <w:tc>
          <w:tcPr>
            <w:tcW w:w="5759" w:type="dxa"/>
          </w:tcPr>
          <w:p w14:paraId="483D81F0" w14:textId="21FEF52D" w:rsidR="00C44853" w:rsidRPr="00FB4272" w:rsidRDefault="001C7E49" w:rsidP="005923F7">
            <w:pPr>
              <w:pStyle w:val="Tabulka"/>
              <w:rPr>
                <w:highlight w:val="green"/>
              </w:rPr>
            </w:pPr>
            <w:r w:rsidRPr="003A2B8D">
              <w:t>+420</w:t>
            </w:r>
            <w:r w:rsidR="00B53587">
              <w:t> 602 708 920</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Borders>
          <w:left w:val="single" w:sz="4" w:space="0" w:color="auto"/>
          <w:bottom w:val="single" w:sz="4" w:space="0" w:color="auto"/>
          <w:right w:val="single" w:sz="4" w:space="0" w:color="auto"/>
        </w:tblBorders>
        <w:tblLook w:val="04A0" w:firstRow="1" w:lastRow="0" w:firstColumn="1" w:lastColumn="0" w:noHBand="0" w:noVBand="1"/>
      </w:tblPr>
      <w:tblGrid>
        <w:gridCol w:w="3030"/>
        <w:gridCol w:w="5759"/>
      </w:tblGrid>
      <w:tr w:rsidR="001C7E49" w:rsidRPr="0017282C" w14:paraId="39F1FD07" w14:textId="77777777" w:rsidTr="009A1FF3">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1C7E49" w:rsidRPr="0017282C" w:rsidRDefault="001C7E49" w:rsidP="001C7E49">
            <w:pPr>
              <w:pStyle w:val="Tabulka"/>
              <w:rPr>
                <w:rStyle w:val="Nadpisvtabulce"/>
                <w:b/>
              </w:rPr>
            </w:pPr>
            <w:r w:rsidRPr="0017282C">
              <w:rPr>
                <w:rStyle w:val="Nadpisvtabulce"/>
                <w:b/>
              </w:rPr>
              <w:t>Jméno a příjmení</w:t>
            </w:r>
          </w:p>
        </w:tc>
        <w:tc>
          <w:tcPr>
            <w:tcW w:w="5759" w:type="dxa"/>
          </w:tcPr>
          <w:p w14:paraId="45E69514" w14:textId="735BB667" w:rsidR="001C7E49" w:rsidRPr="0017282C" w:rsidRDefault="002B0245" w:rsidP="001C7E49">
            <w:pPr>
              <w:pStyle w:val="Tabulka"/>
              <w:rPr>
                <w:highlight w:val="green"/>
              </w:rPr>
            </w:pPr>
            <w:r>
              <w:t>Ing. Ondřej Kugler</w:t>
            </w:r>
          </w:p>
        </w:tc>
      </w:tr>
      <w:tr w:rsidR="001C7E49" w:rsidRPr="00F95FBD" w14:paraId="6C2D6E08" w14:textId="77777777" w:rsidTr="009A1FF3">
        <w:tc>
          <w:tcPr>
            <w:tcW w:w="3030" w:type="dxa"/>
          </w:tcPr>
          <w:p w14:paraId="1384CA71" w14:textId="77777777" w:rsidR="001C7E49" w:rsidRPr="00F95FBD" w:rsidRDefault="001C7E49" w:rsidP="001C7E49">
            <w:pPr>
              <w:pStyle w:val="Tabulka"/>
            </w:pPr>
            <w:r w:rsidRPr="00F95FBD">
              <w:t>Adresa</w:t>
            </w:r>
          </w:p>
        </w:tc>
        <w:tc>
          <w:tcPr>
            <w:tcW w:w="5759" w:type="dxa"/>
          </w:tcPr>
          <w:p w14:paraId="6856FCCF" w14:textId="36E3FC4B" w:rsidR="001C7E49" w:rsidRPr="002B0245" w:rsidRDefault="002B0245" w:rsidP="002B0245">
            <w:pPr>
              <w:pStyle w:val="Tabulka"/>
            </w:pPr>
            <w:r>
              <w:t>Správa železniční geodézie, Sušická 1105/23a Plzeň 2</w:t>
            </w:r>
          </w:p>
        </w:tc>
      </w:tr>
      <w:tr w:rsidR="001C7E49" w:rsidRPr="00F95FBD" w14:paraId="23E06AA6" w14:textId="77777777" w:rsidTr="009A1FF3">
        <w:tc>
          <w:tcPr>
            <w:tcW w:w="3030" w:type="dxa"/>
          </w:tcPr>
          <w:p w14:paraId="25E32B22" w14:textId="77777777" w:rsidR="001C7E49" w:rsidRPr="00F95FBD" w:rsidRDefault="001C7E49" w:rsidP="001C7E49">
            <w:pPr>
              <w:pStyle w:val="Tabulka"/>
            </w:pPr>
            <w:r w:rsidRPr="00F95FBD">
              <w:t>E-mail</w:t>
            </w:r>
          </w:p>
        </w:tc>
        <w:tc>
          <w:tcPr>
            <w:tcW w:w="5759" w:type="dxa"/>
          </w:tcPr>
          <w:p w14:paraId="16FA8581" w14:textId="4A65F6AA" w:rsidR="001C7E49" w:rsidRPr="00FB4272" w:rsidRDefault="002B0245" w:rsidP="001C7E49">
            <w:pPr>
              <w:pStyle w:val="Tabulka"/>
              <w:rPr>
                <w:highlight w:val="green"/>
              </w:rPr>
            </w:pPr>
            <w:r>
              <w:t>KuglerO</w:t>
            </w:r>
            <w:r w:rsidR="001C7E49" w:rsidRPr="003A2B8D">
              <w:t>@spravazeleznic.cz</w:t>
            </w:r>
          </w:p>
        </w:tc>
      </w:tr>
      <w:tr w:rsidR="00C44853" w:rsidRPr="00F95FBD" w14:paraId="7FEC5123" w14:textId="77777777" w:rsidTr="009A1FF3">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6438887D" w:rsidR="000E2ED0" w:rsidRPr="00FB4272" w:rsidRDefault="001C7E49" w:rsidP="005923F7">
            <w:pPr>
              <w:pStyle w:val="Tabulka"/>
              <w:rPr>
                <w:highlight w:val="green"/>
              </w:rPr>
            </w:pPr>
            <w:r w:rsidRPr="003A2B8D">
              <w:t xml:space="preserve">+420 </w:t>
            </w:r>
            <w:r w:rsidR="00FE0C87">
              <w:t>607</w:t>
            </w:r>
            <w:r w:rsidRPr="003A2B8D">
              <w:t xml:space="preserve"> </w:t>
            </w:r>
            <w:r w:rsidR="00FE0C87">
              <w:t>037</w:t>
            </w:r>
            <w:r w:rsidRPr="003A2B8D">
              <w:t xml:space="preserve"> </w:t>
            </w:r>
            <w:r w:rsidR="00FE0C87">
              <w:t>215</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Borders>
          <w:left w:val="single" w:sz="4" w:space="0" w:color="auto"/>
          <w:bottom w:val="single" w:sz="4" w:space="0" w:color="auto"/>
          <w:right w:val="single" w:sz="4" w:space="0" w:color="auto"/>
        </w:tblBorders>
        <w:tblLook w:val="04A0" w:firstRow="1" w:lastRow="0" w:firstColumn="1" w:lastColumn="0" w:noHBand="0" w:noVBand="1"/>
      </w:tblPr>
      <w:tblGrid>
        <w:gridCol w:w="3032"/>
        <w:gridCol w:w="5757"/>
      </w:tblGrid>
      <w:tr w:rsidR="001C7E49" w:rsidRPr="0017282C" w14:paraId="67899EC0" w14:textId="77777777" w:rsidTr="009A1FF3">
        <w:trPr>
          <w:cnfStyle w:val="100000000000" w:firstRow="1" w:lastRow="0" w:firstColumn="0" w:lastColumn="0" w:oddVBand="0" w:evenVBand="0" w:oddHBand="0" w:evenHBand="0" w:firstRowFirstColumn="0" w:firstRowLastColumn="0" w:lastRowFirstColumn="0" w:lastRowLastColumn="0"/>
        </w:trPr>
        <w:tc>
          <w:tcPr>
            <w:tcW w:w="3032" w:type="dxa"/>
          </w:tcPr>
          <w:p w14:paraId="31881F2F" w14:textId="77777777" w:rsidR="001C7E49" w:rsidRPr="0017282C" w:rsidRDefault="001C7E49" w:rsidP="001C7E49">
            <w:pPr>
              <w:pStyle w:val="Tabulka"/>
              <w:rPr>
                <w:rStyle w:val="Nadpisvtabulce"/>
                <w:b/>
              </w:rPr>
            </w:pPr>
            <w:r w:rsidRPr="0017282C">
              <w:rPr>
                <w:rStyle w:val="Nadpisvtabulce"/>
                <w:b/>
              </w:rPr>
              <w:t>Jméno a příjmení</w:t>
            </w:r>
          </w:p>
        </w:tc>
        <w:tc>
          <w:tcPr>
            <w:tcW w:w="5757" w:type="dxa"/>
          </w:tcPr>
          <w:p w14:paraId="4E211E06" w14:textId="609478C8" w:rsidR="001C7E49" w:rsidRPr="0017282C" w:rsidRDefault="001C7E49" w:rsidP="001C7E49">
            <w:pPr>
              <w:pStyle w:val="Tabulka"/>
              <w:rPr>
                <w:highlight w:val="green"/>
              </w:rPr>
            </w:pPr>
            <w:r w:rsidRPr="00725513">
              <w:t>Nikolas Nitran</w:t>
            </w:r>
          </w:p>
        </w:tc>
      </w:tr>
      <w:tr w:rsidR="001C7E49" w:rsidRPr="000C2B01" w14:paraId="37C5FE08" w14:textId="77777777" w:rsidTr="009A1FF3">
        <w:tc>
          <w:tcPr>
            <w:tcW w:w="3032" w:type="dxa"/>
          </w:tcPr>
          <w:p w14:paraId="259C0C09" w14:textId="77777777" w:rsidR="001C7E49" w:rsidRPr="000C2B01" w:rsidRDefault="001C7E49" w:rsidP="001C7E49">
            <w:pPr>
              <w:pStyle w:val="Tabulka"/>
              <w:rPr>
                <w:rStyle w:val="Nadpisvtabulce"/>
                <w:b w:val="0"/>
              </w:rPr>
            </w:pPr>
            <w:r>
              <w:rPr>
                <w:rStyle w:val="Nadpisvtabulce"/>
                <w:b w:val="0"/>
              </w:rPr>
              <w:t>Adresa</w:t>
            </w:r>
          </w:p>
        </w:tc>
        <w:tc>
          <w:tcPr>
            <w:tcW w:w="5757" w:type="dxa"/>
          </w:tcPr>
          <w:p w14:paraId="6E867867" w14:textId="5317B85B" w:rsidR="001C7E49" w:rsidRPr="000C2B01" w:rsidRDefault="001C7E49" w:rsidP="001C7E49">
            <w:pPr>
              <w:pStyle w:val="Tabulka"/>
              <w:rPr>
                <w:highlight w:val="green"/>
              </w:rPr>
            </w:pPr>
            <w:r w:rsidRPr="00725513">
              <w:t>Stavební správa západ, Ke Štvanici 656/3, 186 00 Praha 8</w:t>
            </w:r>
          </w:p>
        </w:tc>
      </w:tr>
      <w:tr w:rsidR="001C7E49" w:rsidRPr="000C2B01" w14:paraId="272AE9A5" w14:textId="77777777" w:rsidTr="009A1FF3">
        <w:tc>
          <w:tcPr>
            <w:tcW w:w="3032" w:type="dxa"/>
          </w:tcPr>
          <w:p w14:paraId="41AF4110" w14:textId="77777777" w:rsidR="001C7E49" w:rsidRPr="000C2B01" w:rsidRDefault="001C7E49" w:rsidP="001C7E49">
            <w:pPr>
              <w:pStyle w:val="Tabulka"/>
            </w:pPr>
            <w:r w:rsidRPr="000C2B01">
              <w:t>E-mail</w:t>
            </w:r>
          </w:p>
        </w:tc>
        <w:tc>
          <w:tcPr>
            <w:tcW w:w="5757" w:type="dxa"/>
          </w:tcPr>
          <w:p w14:paraId="7B5FD993" w14:textId="6BD0202A" w:rsidR="001C7E49" w:rsidRPr="000C2B01" w:rsidRDefault="001C7E49" w:rsidP="001C7E49">
            <w:pPr>
              <w:pStyle w:val="Tabulka"/>
              <w:rPr>
                <w:highlight w:val="green"/>
              </w:rPr>
            </w:pPr>
            <w:r w:rsidRPr="00725513">
              <w:t>Nitran@spravazeleznic.cz</w:t>
            </w:r>
          </w:p>
        </w:tc>
      </w:tr>
      <w:tr w:rsidR="000E2ED0" w:rsidRPr="000C2B01" w14:paraId="5A428FCC" w14:textId="77777777" w:rsidTr="009A1FF3">
        <w:tc>
          <w:tcPr>
            <w:tcW w:w="3032" w:type="dxa"/>
          </w:tcPr>
          <w:p w14:paraId="3452218E" w14:textId="77777777" w:rsidR="000E2ED0" w:rsidRPr="000C2B01" w:rsidRDefault="000E2ED0" w:rsidP="00253CBA">
            <w:pPr>
              <w:pStyle w:val="Tabulka"/>
            </w:pPr>
            <w:r w:rsidRPr="000C2B01">
              <w:t>Telefon</w:t>
            </w:r>
          </w:p>
        </w:tc>
        <w:tc>
          <w:tcPr>
            <w:tcW w:w="5757" w:type="dxa"/>
          </w:tcPr>
          <w:p w14:paraId="4DDE0A6B" w14:textId="7269507B" w:rsidR="000E2ED0" w:rsidRPr="000C2B01" w:rsidRDefault="001C7E49" w:rsidP="00253CBA">
            <w:pPr>
              <w:pStyle w:val="Tabulka"/>
              <w:rPr>
                <w:highlight w:val="green"/>
              </w:rPr>
            </w:pPr>
            <w:r w:rsidRPr="00725513">
              <w:t>+420 724 863 591</w:t>
            </w:r>
          </w:p>
        </w:tc>
      </w:tr>
    </w:tbl>
    <w:p w14:paraId="469378A6" w14:textId="77777777" w:rsidR="002038D5" w:rsidRDefault="002038D5" w:rsidP="002038D5">
      <w:pPr>
        <w:pStyle w:val="Textbezodsazen"/>
      </w:pPr>
    </w:p>
    <w:p w14:paraId="0027CF90" w14:textId="77777777" w:rsidR="00697053" w:rsidRDefault="00697053" w:rsidP="002038D5">
      <w:pPr>
        <w:pStyle w:val="Textbezodsazen"/>
      </w:pPr>
    </w:p>
    <w:p w14:paraId="257C8E1D" w14:textId="77777777" w:rsidR="00697053" w:rsidRDefault="00697053" w:rsidP="002038D5">
      <w:pPr>
        <w:pStyle w:val="Textbezodsazen"/>
      </w:pPr>
    </w:p>
    <w:p w14:paraId="757F0C7E" w14:textId="77777777" w:rsidR="00697053" w:rsidRDefault="00697053" w:rsidP="002038D5">
      <w:pPr>
        <w:pStyle w:val="Textbezodsazen"/>
      </w:pPr>
    </w:p>
    <w:p w14:paraId="22885598" w14:textId="77777777" w:rsidR="00EC707C" w:rsidRDefault="00EC707C" w:rsidP="00F66CA1">
      <w:pPr>
        <w:pStyle w:val="Nadpisbezsl1-2"/>
        <w:tabs>
          <w:tab w:val="left" w:pos="2292"/>
        </w:tabs>
        <w:outlineLvl w:val="2"/>
      </w:pPr>
      <w:r>
        <w:lastRenderedPageBreak/>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6F632385" w14:textId="14E75DEA" w:rsidR="00B20201" w:rsidRPr="00B96655" w:rsidRDefault="00B20201" w:rsidP="00B20201">
      <w:pPr>
        <w:spacing w:after="0" w:line="240" w:lineRule="auto"/>
        <w:rPr>
          <w:rFonts w:asciiTheme="minorHAnsi" w:hAnsiTheme="minorHAnsi"/>
          <w:i/>
          <w:color w:val="00B050"/>
          <w:sz w:val="18"/>
          <w:szCs w:val="18"/>
        </w:rPr>
      </w:pP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Borders>
          <w:left w:val="single" w:sz="4" w:space="0" w:color="auto"/>
          <w:bottom w:val="single" w:sz="4" w:space="0" w:color="auto"/>
          <w:right w:val="single" w:sz="4" w:space="0" w:color="auto"/>
        </w:tblBorders>
        <w:tblLook w:val="04A0" w:firstRow="1" w:lastRow="0" w:firstColumn="1" w:lastColumn="0" w:noHBand="0" w:noVBand="1"/>
      </w:tblPr>
      <w:tblGrid>
        <w:gridCol w:w="3030"/>
        <w:gridCol w:w="5759"/>
      </w:tblGrid>
      <w:tr w:rsidR="002038D5" w:rsidRPr="0017282C" w14:paraId="3CC967E7" w14:textId="77777777" w:rsidTr="009A1FF3">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9A1FF3">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9A1FF3">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9A1FF3">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Borders>
          <w:left w:val="single" w:sz="4" w:space="0" w:color="auto"/>
          <w:bottom w:val="single" w:sz="4" w:space="0" w:color="auto"/>
          <w:right w:val="single" w:sz="4" w:space="0" w:color="auto"/>
        </w:tblBorders>
        <w:tblLook w:val="04A0" w:firstRow="1" w:lastRow="0" w:firstColumn="1" w:lastColumn="0" w:noHBand="0" w:noVBand="1"/>
      </w:tblPr>
      <w:tblGrid>
        <w:gridCol w:w="3030"/>
        <w:gridCol w:w="5759"/>
      </w:tblGrid>
      <w:tr w:rsidR="002038D5" w:rsidRPr="0017282C" w14:paraId="11287E19" w14:textId="77777777" w:rsidTr="009A1FF3">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9A1FF3">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9A1FF3">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9A1FF3">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Default="002038D5" w:rsidP="00165977">
      <w:pPr>
        <w:pStyle w:val="Tabulka"/>
      </w:pPr>
    </w:p>
    <w:p w14:paraId="28239450" w14:textId="77777777" w:rsidR="00553D39" w:rsidRPr="00F95FBD" w:rsidRDefault="00553D39" w:rsidP="00553D39">
      <w:pPr>
        <w:pStyle w:val="Nadpistabulky"/>
        <w:rPr>
          <w:sz w:val="18"/>
          <w:szCs w:val="18"/>
        </w:rPr>
      </w:pPr>
      <w:r w:rsidRPr="003648EF">
        <w:rPr>
          <w:sz w:val="18"/>
          <w:szCs w:val="18"/>
        </w:rPr>
        <w:t>Autorizovaný zeměměřický inženýr</w:t>
      </w:r>
      <w:r w:rsidRPr="00EC707C">
        <w:rPr>
          <w:sz w:val="18"/>
          <w:szCs w:val="18"/>
        </w:rPr>
        <w:t xml:space="preserve"> </w:t>
      </w:r>
    </w:p>
    <w:tbl>
      <w:tblPr>
        <w:tblStyle w:val="TabulkaS-zhlav"/>
        <w:tblW w:w="8789" w:type="dxa"/>
        <w:tblBorders>
          <w:left w:val="single" w:sz="4" w:space="0" w:color="auto"/>
          <w:bottom w:val="single" w:sz="4" w:space="0" w:color="auto"/>
          <w:right w:val="single" w:sz="4" w:space="0" w:color="auto"/>
        </w:tblBorders>
        <w:tblLook w:val="04A0" w:firstRow="1" w:lastRow="0" w:firstColumn="1" w:lastColumn="0" w:noHBand="0" w:noVBand="1"/>
      </w:tblPr>
      <w:tblGrid>
        <w:gridCol w:w="3030"/>
        <w:gridCol w:w="5759"/>
      </w:tblGrid>
      <w:tr w:rsidR="00553D39" w:rsidRPr="0017282C" w14:paraId="5D252BD2" w14:textId="77777777" w:rsidTr="009A1FF3">
        <w:trPr>
          <w:cnfStyle w:val="100000000000" w:firstRow="1" w:lastRow="0" w:firstColumn="0" w:lastColumn="0" w:oddVBand="0" w:evenVBand="0" w:oddHBand="0" w:evenHBand="0" w:firstRowFirstColumn="0" w:firstRowLastColumn="0" w:lastRowFirstColumn="0" w:lastRowLastColumn="0"/>
        </w:trPr>
        <w:tc>
          <w:tcPr>
            <w:tcW w:w="3030" w:type="dxa"/>
          </w:tcPr>
          <w:p w14:paraId="77FD876B" w14:textId="77777777" w:rsidR="00553D39" w:rsidRPr="0017282C" w:rsidRDefault="00553D39" w:rsidP="008E7746">
            <w:pPr>
              <w:pStyle w:val="Tabulka"/>
              <w:rPr>
                <w:rStyle w:val="Nadpisvtabulce"/>
                <w:b/>
              </w:rPr>
            </w:pPr>
            <w:r w:rsidRPr="0017282C">
              <w:rPr>
                <w:rStyle w:val="Nadpisvtabulce"/>
                <w:b/>
              </w:rPr>
              <w:t>Jméno a příjmení</w:t>
            </w:r>
          </w:p>
        </w:tc>
        <w:tc>
          <w:tcPr>
            <w:tcW w:w="5759" w:type="dxa"/>
          </w:tcPr>
          <w:p w14:paraId="54410337" w14:textId="77777777" w:rsidR="00553D39" w:rsidRPr="0017282C" w:rsidRDefault="00553D39" w:rsidP="008E7746">
            <w:pPr>
              <w:pStyle w:val="Tabulka"/>
            </w:pPr>
            <w:r w:rsidRPr="0017282C">
              <w:rPr>
                <w:highlight w:val="yellow"/>
              </w:rPr>
              <w:t>[VLOŽÍ ZHOTOVITEL]</w:t>
            </w:r>
          </w:p>
        </w:tc>
      </w:tr>
      <w:tr w:rsidR="00553D39" w:rsidRPr="0017282C" w14:paraId="1FA4ADAB" w14:textId="77777777" w:rsidTr="009A1FF3">
        <w:tc>
          <w:tcPr>
            <w:tcW w:w="3030" w:type="dxa"/>
          </w:tcPr>
          <w:p w14:paraId="760F0522" w14:textId="77777777" w:rsidR="00553D39" w:rsidRPr="0017282C" w:rsidRDefault="00553D39" w:rsidP="008E7746">
            <w:pPr>
              <w:pStyle w:val="Tabulka"/>
            </w:pPr>
            <w:r w:rsidRPr="0017282C">
              <w:t>Adresa</w:t>
            </w:r>
          </w:p>
        </w:tc>
        <w:tc>
          <w:tcPr>
            <w:tcW w:w="5759" w:type="dxa"/>
          </w:tcPr>
          <w:p w14:paraId="3944CE21" w14:textId="77777777" w:rsidR="00553D39" w:rsidRPr="0017282C" w:rsidRDefault="00553D39" w:rsidP="008E7746">
            <w:pPr>
              <w:pStyle w:val="Tabulka"/>
            </w:pPr>
            <w:r w:rsidRPr="0017282C">
              <w:rPr>
                <w:highlight w:val="yellow"/>
              </w:rPr>
              <w:t>[VLOŽÍ ZHOTOVITEL]</w:t>
            </w:r>
          </w:p>
        </w:tc>
      </w:tr>
      <w:tr w:rsidR="00553D39" w:rsidRPr="00F95FBD" w14:paraId="6DA784C7" w14:textId="77777777" w:rsidTr="009A1FF3">
        <w:tc>
          <w:tcPr>
            <w:tcW w:w="3030" w:type="dxa"/>
          </w:tcPr>
          <w:p w14:paraId="0BA73F42" w14:textId="77777777" w:rsidR="00553D39" w:rsidRPr="00F95FBD" w:rsidRDefault="00553D39" w:rsidP="008E7746">
            <w:pPr>
              <w:pStyle w:val="Tabulka"/>
            </w:pPr>
            <w:r w:rsidRPr="00F95FBD">
              <w:t>E-mail</w:t>
            </w:r>
          </w:p>
        </w:tc>
        <w:tc>
          <w:tcPr>
            <w:tcW w:w="5759" w:type="dxa"/>
          </w:tcPr>
          <w:p w14:paraId="2A327B0E" w14:textId="77777777" w:rsidR="00553D39" w:rsidRPr="00F95FBD" w:rsidRDefault="00553D39" w:rsidP="008E7746">
            <w:pPr>
              <w:pStyle w:val="Tabulka"/>
            </w:pPr>
            <w:r w:rsidRPr="00F95FBD">
              <w:rPr>
                <w:highlight w:val="yellow"/>
              </w:rPr>
              <w:t>[VLOŽÍ ZHOTOVITEL]</w:t>
            </w:r>
          </w:p>
        </w:tc>
      </w:tr>
      <w:tr w:rsidR="00553D39" w:rsidRPr="00F95FBD" w14:paraId="00588E3A" w14:textId="77777777" w:rsidTr="009A1FF3">
        <w:tc>
          <w:tcPr>
            <w:tcW w:w="3030" w:type="dxa"/>
          </w:tcPr>
          <w:p w14:paraId="4E9DA514" w14:textId="77777777" w:rsidR="00553D39" w:rsidRPr="00F95FBD" w:rsidRDefault="00553D39" w:rsidP="008E7746">
            <w:pPr>
              <w:pStyle w:val="Tabulka"/>
            </w:pPr>
            <w:r w:rsidRPr="00F95FBD">
              <w:t>Telefon</w:t>
            </w:r>
          </w:p>
        </w:tc>
        <w:tc>
          <w:tcPr>
            <w:tcW w:w="5759" w:type="dxa"/>
          </w:tcPr>
          <w:p w14:paraId="10D2C191" w14:textId="77777777" w:rsidR="00553D39" w:rsidRPr="00F95FBD" w:rsidRDefault="00553D39" w:rsidP="008E7746">
            <w:pPr>
              <w:pStyle w:val="Tabulka"/>
            </w:pPr>
            <w:r w:rsidRPr="00F95FBD">
              <w:rPr>
                <w:highlight w:val="yellow"/>
              </w:rPr>
              <w:t>[VLOŽÍ ZHOTOVITEL]</w:t>
            </w:r>
          </w:p>
        </w:tc>
      </w:tr>
    </w:tbl>
    <w:p w14:paraId="1E45C245" w14:textId="77777777" w:rsidR="00553D39" w:rsidRDefault="00553D39" w:rsidP="00165977">
      <w:pPr>
        <w:pStyle w:val="Tabulka"/>
      </w:pPr>
    </w:p>
    <w:p w14:paraId="091F08CA" w14:textId="575462E8" w:rsidR="002038D5" w:rsidRPr="0018771B" w:rsidRDefault="00697053" w:rsidP="00165977">
      <w:pPr>
        <w:pStyle w:val="Nadpistabulky"/>
        <w:rPr>
          <w:sz w:val="18"/>
          <w:szCs w:val="18"/>
        </w:rPr>
      </w:pPr>
      <w:bookmarkStart w:id="12" w:name="_Hlk132095576"/>
      <w:r>
        <w:rPr>
          <w:sz w:val="18"/>
          <w:szCs w:val="18"/>
        </w:rPr>
        <w:t>Vedoucí týmu</w:t>
      </w:r>
    </w:p>
    <w:tbl>
      <w:tblPr>
        <w:tblStyle w:val="TabulkaS-zhlav"/>
        <w:tblW w:w="8789" w:type="dxa"/>
        <w:tblBorders>
          <w:left w:val="single" w:sz="4" w:space="0" w:color="auto"/>
          <w:bottom w:val="single" w:sz="4" w:space="0" w:color="auto"/>
          <w:right w:val="single" w:sz="4" w:space="0" w:color="auto"/>
        </w:tblBorders>
        <w:tblLook w:val="04A0" w:firstRow="1" w:lastRow="0" w:firstColumn="1" w:lastColumn="0" w:noHBand="0" w:noVBand="1"/>
      </w:tblPr>
      <w:tblGrid>
        <w:gridCol w:w="3030"/>
        <w:gridCol w:w="5759"/>
      </w:tblGrid>
      <w:tr w:rsidR="002038D5" w:rsidRPr="0017282C" w14:paraId="42AC22B0" w14:textId="77777777" w:rsidTr="009A1FF3">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9A1FF3">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9A1FF3">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9A1FF3">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12"/>
    <w:p w14:paraId="73D4BB2B" w14:textId="77777777" w:rsidR="002038D5" w:rsidRPr="00F95FBD" w:rsidRDefault="002038D5" w:rsidP="00165977">
      <w:pPr>
        <w:pStyle w:val="Tabulka"/>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even" r:id="rId41"/>
          <w:headerReference w:type="default" r:id="rId42"/>
          <w:footerReference w:type="even" r:id="rId43"/>
          <w:footerReference w:type="default" r:id="rId44"/>
          <w:headerReference w:type="first" r:id="rId45"/>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Borders>
          <w:left w:val="single" w:sz="4" w:space="0" w:color="auto"/>
          <w:bottom w:val="single" w:sz="4" w:space="0" w:color="auto"/>
          <w:right w:val="single" w:sz="4" w:space="0" w:color="auto"/>
        </w:tblBorders>
        <w:tblLook w:val="04A0" w:firstRow="1" w:lastRow="0" w:firstColumn="1" w:lastColumn="0" w:noHBand="0" w:noVBand="1"/>
      </w:tblPr>
      <w:tblGrid>
        <w:gridCol w:w="4549"/>
        <w:gridCol w:w="4171"/>
      </w:tblGrid>
      <w:tr w:rsidR="004436EE" w:rsidRPr="0017282C" w14:paraId="4C4A6F23" w14:textId="77777777" w:rsidTr="002A6DB0">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2A6DB0">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43B6BA77" w:rsidR="004436EE" w:rsidRPr="004436EE" w:rsidRDefault="00C006DE" w:rsidP="00964369">
            <w:pPr>
              <w:pStyle w:val="Textbezodsazen"/>
            </w:pPr>
            <w:r>
              <w:t>100 000 000,- Kč</w:t>
            </w:r>
            <w:r w:rsidR="004436EE" w:rsidRPr="004436EE">
              <w:t xml:space="preserve"> </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even" r:id="rId46"/>
          <w:headerReference w:type="default" r:id="rId47"/>
          <w:footerReference w:type="even" r:id="rId48"/>
          <w:footerReference w:type="default" r:id="rId49"/>
          <w:headerReference w:type="first" r:id="rId50"/>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2A6DB0">
        <w:trPr>
          <w:cnfStyle w:val="100000000000" w:firstRow="1" w:lastRow="0" w:firstColumn="0" w:lastColumn="0" w:oddVBand="0" w:evenVBand="0" w:oddHBand="0" w:evenHBand="0" w:firstRowFirstColumn="0" w:firstRowLastColumn="0" w:lastRowFirstColumn="0" w:lastRowLastColumn="0"/>
        </w:trPr>
        <w:tc>
          <w:tcPr>
            <w:tcW w:w="2774" w:type="dxa"/>
            <w:tcBorders>
              <w:left w:val="single" w:sz="4" w:space="0" w:color="auto"/>
              <w:bottom w:val="single" w:sz="4" w:space="0" w:color="auto"/>
            </w:tcBorders>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Borders>
              <w:bottom w:val="single" w:sz="4" w:space="0" w:color="auto"/>
            </w:tcBorders>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Borders>
              <w:bottom w:val="single" w:sz="4" w:space="0" w:color="auto"/>
              <w:right w:val="single" w:sz="4" w:space="0" w:color="auto"/>
            </w:tcBorders>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2A6DB0">
        <w:tc>
          <w:tcPr>
            <w:tcW w:w="2774" w:type="dxa"/>
            <w:tcBorders>
              <w:left w:val="single" w:sz="4" w:space="0" w:color="auto"/>
              <w:bottom w:val="single" w:sz="4" w:space="0" w:color="auto"/>
            </w:tcBorders>
          </w:tcPr>
          <w:p w14:paraId="48E7244B" w14:textId="77777777" w:rsidR="00F95FBD" w:rsidRPr="00F95FBD" w:rsidRDefault="00F95FBD" w:rsidP="003F5723">
            <w:pPr>
              <w:pStyle w:val="Tabulka"/>
            </w:pPr>
            <w:r w:rsidRPr="00F95FBD">
              <w:rPr>
                <w:highlight w:val="yellow"/>
              </w:rPr>
              <w:t>[VLOŽÍ ZHOTOVITEL]</w:t>
            </w:r>
          </w:p>
        </w:tc>
        <w:tc>
          <w:tcPr>
            <w:tcW w:w="3129" w:type="dxa"/>
            <w:tcBorders>
              <w:bottom w:val="single" w:sz="4" w:space="0" w:color="auto"/>
            </w:tcBorders>
          </w:tcPr>
          <w:p w14:paraId="666830A1" w14:textId="77777777" w:rsidR="00F95FBD" w:rsidRPr="00F95FBD" w:rsidRDefault="00F95FBD" w:rsidP="00F762A8">
            <w:pPr>
              <w:pStyle w:val="Tabulka"/>
              <w:jc w:val="center"/>
            </w:pPr>
            <w:r w:rsidRPr="00F95FBD">
              <w:rPr>
                <w:highlight w:val="yellow"/>
              </w:rPr>
              <w:t>[VLOŽÍ ZHOTOVITEL]</w:t>
            </w:r>
          </w:p>
        </w:tc>
        <w:tc>
          <w:tcPr>
            <w:tcW w:w="2957" w:type="dxa"/>
            <w:tcBorders>
              <w:bottom w:val="single" w:sz="4" w:space="0" w:color="auto"/>
              <w:right w:val="single" w:sz="4" w:space="0" w:color="auto"/>
            </w:tcBorders>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2A6DB0">
        <w:tc>
          <w:tcPr>
            <w:tcW w:w="2774" w:type="dxa"/>
            <w:tcBorders>
              <w:left w:val="single" w:sz="4" w:space="0" w:color="auto"/>
              <w:bottom w:val="single" w:sz="4" w:space="0" w:color="auto"/>
            </w:tcBorders>
          </w:tcPr>
          <w:p w14:paraId="75816E77" w14:textId="77777777" w:rsidR="00F95FBD" w:rsidRPr="00F95FBD" w:rsidRDefault="00F95FBD" w:rsidP="003F5723">
            <w:pPr>
              <w:pStyle w:val="Tabulka"/>
            </w:pPr>
            <w:r w:rsidRPr="00F95FBD">
              <w:rPr>
                <w:highlight w:val="yellow"/>
              </w:rPr>
              <w:t>[VLOŽÍ ZHOTOVITEL]</w:t>
            </w:r>
          </w:p>
        </w:tc>
        <w:tc>
          <w:tcPr>
            <w:tcW w:w="3129" w:type="dxa"/>
            <w:tcBorders>
              <w:bottom w:val="single" w:sz="4" w:space="0" w:color="auto"/>
            </w:tcBorders>
          </w:tcPr>
          <w:p w14:paraId="0177C538" w14:textId="77777777" w:rsidR="00F95FBD" w:rsidRPr="00F95FBD" w:rsidRDefault="00F95FBD" w:rsidP="00F762A8">
            <w:pPr>
              <w:pStyle w:val="Tabulka"/>
              <w:jc w:val="center"/>
            </w:pPr>
            <w:r w:rsidRPr="00F95FBD">
              <w:rPr>
                <w:highlight w:val="yellow"/>
              </w:rPr>
              <w:t>[VLOŽÍ ZHOTOVITEL]</w:t>
            </w:r>
          </w:p>
        </w:tc>
        <w:tc>
          <w:tcPr>
            <w:tcW w:w="2957" w:type="dxa"/>
            <w:tcBorders>
              <w:bottom w:val="single" w:sz="4" w:space="0" w:color="auto"/>
              <w:right w:val="single" w:sz="4" w:space="0" w:color="auto"/>
            </w:tcBorders>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2A6DB0">
        <w:tc>
          <w:tcPr>
            <w:tcW w:w="2774" w:type="dxa"/>
            <w:tcBorders>
              <w:left w:val="single" w:sz="4" w:space="0" w:color="auto"/>
              <w:bottom w:val="single" w:sz="4" w:space="0" w:color="auto"/>
            </w:tcBorders>
          </w:tcPr>
          <w:p w14:paraId="4331F77A" w14:textId="77777777" w:rsidR="004436EE" w:rsidRPr="00F95FBD" w:rsidRDefault="004436EE" w:rsidP="00964369">
            <w:pPr>
              <w:pStyle w:val="Tabulka"/>
            </w:pPr>
            <w:r w:rsidRPr="00F95FBD">
              <w:rPr>
                <w:highlight w:val="yellow"/>
              </w:rPr>
              <w:t>[VLOŽÍ ZHOTOVITEL]</w:t>
            </w:r>
          </w:p>
        </w:tc>
        <w:tc>
          <w:tcPr>
            <w:tcW w:w="3129" w:type="dxa"/>
            <w:tcBorders>
              <w:bottom w:val="single" w:sz="4" w:space="0" w:color="auto"/>
            </w:tcBorders>
          </w:tcPr>
          <w:p w14:paraId="6EEFE5C6" w14:textId="77777777" w:rsidR="004436EE" w:rsidRPr="00F95FBD" w:rsidRDefault="004436EE" w:rsidP="00964369">
            <w:pPr>
              <w:pStyle w:val="Tabulka"/>
              <w:jc w:val="center"/>
            </w:pPr>
            <w:r w:rsidRPr="00F95FBD">
              <w:rPr>
                <w:highlight w:val="yellow"/>
              </w:rPr>
              <w:t>[VLOŽÍ ZHOTOVITEL]</w:t>
            </w:r>
          </w:p>
        </w:tc>
        <w:tc>
          <w:tcPr>
            <w:tcW w:w="2957" w:type="dxa"/>
            <w:tcBorders>
              <w:bottom w:val="single" w:sz="4" w:space="0" w:color="auto"/>
              <w:right w:val="single" w:sz="4" w:space="0" w:color="auto"/>
            </w:tcBorders>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2A6DB0">
        <w:tc>
          <w:tcPr>
            <w:tcW w:w="2774" w:type="dxa"/>
            <w:tcBorders>
              <w:left w:val="single" w:sz="4" w:space="0" w:color="auto"/>
              <w:bottom w:val="single" w:sz="4" w:space="0" w:color="auto"/>
            </w:tcBorders>
          </w:tcPr>
          <w:p w14:paraId="15BA7C98" w14:textId="77777777" w:rsidR="004436EE" w:rsidRPr="00F95FBD" w:rsidRDefault="004436EE" w:rsidP="00964369">
            <w:pPr>
              <w:pStyle w:val="Tabulka"/>
            </w:pPr>
            <w:r w:rsidRPr="00F95FBD">
              <w:rPr>
                <w:highlight w:val="yellow"/>
              </w:rPr>
              <w:t>[VLOŽÍ ZHOTOVITEL]</w:t>
            </w:r>
          </w:p>
        </w:tc>
        <w:tc>
          <w:tcPr>
            <w:tcW w:w="3129" w:type="dxa"/>
            <w:tcBorders>
              <w:bottom w:val="single" w:sz="4" w:space="0" w:color="auto"/>
            </w:tcBorders>
          </w:tcPr>
          <w:p w14:paraId="2E4A857F" w14:textId="77777777" w:rsidR="004436EE" w:rsidRPr="00F95FBD" w:rsidRDefault="004436EE" w:rsidP="00964369">
            <w:pPr>
              <w:pStyle w:val="Tabulka"/>
              <w:jc w:val="center"/>
            </w:pPr>
            <w:r w:rsidRPr="00F95FBD">
              <w:rPr>
                <w:highlight w:val="yellow"/>
              </w:rPr>
              <w:t>[VLOŽÍ ZHOTOVITEL]</w:t>
            </w:r>
          </w:p>
        </w:tc>
        <w:tc>
          <w:tcPr>
            <w:tcW w:w="2957" w:type="dxa"/>
            <w:tcBorders>
              <w:bottom w:val="single" w:sz="4" w:space="0" w:color="auto"/>
              <w:right w:val="single" w:sz="4" w:space="0" w:color="auto"/>
            </w:tcBorders>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2A6DB0">
        <w:tc>
          <w:tcPr>
            <w:tcW w:w="2774" w:type="dxa"/>
            <w:tcBorders>
              <w:left w:val="single" w:sz="4" w:space="0" w:color="auto"/>
              <w:bottom w:val="single" w:sz="4" w:space="0" w:color="auto"/>
            </w:tcBorders>
          </w:tcPr>
          <w:p w14:paraId="1ECDE9E9" w14:textId="77777777" w:rsidR="004436EE" w:rsidRPr="00F95FBD" w:rsidRDefault="004436EE" w:rsidP="00964369">
            <w:pPr>
              <w:pStyle w:val="Tabulka"/>
            </w:pPr>
            <w:r w:rsidRPr="00F95FBD">
              <w:rPr>
                <w:highlight w:val="yellow"/>
              </w:rPr>
              <w:t>[VLOŽÍ ZHOTOVITEL]</w:t>
            </w:r>
          </w:p>
        </w:tc>
        <w:tc>
          <w:tcPr>
            <w:tcW w:w="3129" w:type="dxa"/>
            <w:tcBorders>
              <w:bottom w:val="single" w:sz="4" w:space="0" w:color="auto"/>
            </w:tcBorders>
          </w:tcPr>
          <w:p w14:paraId="5C934DFC" w14:textId="77777777" w:rsidR="004436EE" w:rsidRPr="00F95FBD" w:rsidRDefault="004436EE" w:rsidP="00964369">
            <w:pPr>
              <w:pStyle w:val="Tabulka"/>
              <w:jc w:val="center"/>
            </w:pPr>
            <w:r w:rsidRPr="00F95FBD">
              <w:rPr>
                <w:highlight w:val="yellow"/>
              </w:rPr>
              <w:t>[VLOŽÍ ZHOTOVITEL]</w:t>
            </w:r>
          </w:p>
        </w:tc>
        <w:tc>
          <w:tcPr>
            <w:tcW w:w="2957" w:type="dxa"/>
            <w:tcBorders>
              <w:bottom w:val="single" w:sz="4" w:space="0" w:color="auto"/>
              <w:right w:val="single" w:sz="4" w:space="0" w:color="auto"/>
            </w:tcBorders>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2A6DB0">
        <w:tc>
          <w:tcPr>
            <w:tcW w:w="2774" w:type="dxa"/>
            <w:tcBorders>
              <w:left w:val="single" w:sz="4" w:space="0" w:color="auto"/>
              <w:bottom w:val="single" w:sz="4" w:space="0" w:color="auto"/>
            </w:tcBorders>
          </w:tcPr>
          <w:p w14:paraId="5644309B" w14:textId="77777777" w:rsidR="004436EE" w:rsidRPr="00F95FBD" w:rsidRDefault="004436EE" w:rsidP="00964369">
            <w:pPr>
              <w:pStyle w:val="Tabulka"/>
            </w:pPr>
            <w:r w:rsidRPr="00F95FBD">
              <w:rPr>
                <w:highlight w:val="yellow"/>
              </w:rPr>
              <w:t>[VLOŽÍ ZHOTOVITEL]</w:t>
            </w:r>
          </w:p>
        </w:tc>
        <w:tc>
          <w:tcPr>
            <w:tcW w:w="3129" w:type="dxa"/>
            <w:tcBorders>
              <w:bottom w:val="single" w:sz="4" w:space="0" w:color="auto"/>
            </w:tcBorders>
          </w:tcPr>
          <w:p w14:paraId="11099084" w14:textId="77777777" w:rsidR="004436EE" w:rsidRPr="00F95FBD" w:rsidRDefault="004436EE" w:rsidP="00964369">
            <w:pPr>
              <w:pStyle w:val="Tabulka"/>
              <w:jc w:val="center"/>
            </w:pPr>
            <w:r w:rsidRPr="00F95FBD">
              <w:rPr>
                <w:highlight w:val="yellow"/>
              </w:rPr>
              <w:t>[VLOŽÍ ZHOTOVITEL]</w:t>
            </w:r>
          </w:p>
        </w:tc>
        <w:tc>
          <w:tcPr>
            <w:tcW w:w="2957" w:type="dxa"/>
            <w:tcBorders>
              <w:bottom w:val="single" w:sz="4" w:space="0" w:color="auto"/>
              <w:right w:val="single" w:sz="4" w:space="0" w:color="auto"/>
            </w:tcBorders>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2A6DB0">
        <w:tc>
          <w:tcPr>
            <w:tcW w:w="2774" w:type="dxa"/>
            <w:tcBorders>
              <w:left w:val="single" w:sz="4" w:space="0" w:color="auto"/>
              <w:bottom w:val="single" w:sz="4" w:space="0" w:color="auto"/>
            </w:tcBorders>
          </w:tcPr>
          <w:p w14:paraId="6E1C31CC" w14:textId="77777777" w:rsidR="004436EE" w:rsidRPr="00F95FBD" w:rsidRDefault="004436EE" w:rsidP="00964369">
            <w:pPr>
              <w:pStyle w:val="Tabulka"/>
            </w:pPr>
            <w:r w:rsidRPr="00F95FBD">
              <w:rPr>
                <w:highlight w:val="yellow"/>
              </w:rPr>
              <w:t>[VLOŽÍ ZHOTOVITEL]</w:t>
            </w:r>
          </w:p>
        </w:tc>
        <w:tc>
          <w:tcPr>
            <w:tcW w:w="3129" w:type="dxa"/>
            <w:tcBorders>
              <w:bottom w:val="single" w:sz="4" w:space="0" w:color="auto"/>
            </w:tcBorders>
          </w:tcPr>
          <w:p w14:paraId="4AAF4B9B" w14:textId="77777777" w:rsidR="004436EE" w:rsidRPr="00F95FBD" w:rsidRDefault="004436EE" w:rsidP="00964369">
            <w:pPr>
              <w:pStyle w:val="Tabulka"/>
              <w:jc w:val="center"/>
            </w:pPr>
            <w:r w:rsidRPr="00F95FBD">
              <w:rPr>
                <w:highlight w:val="yellow"/>
              </w:rPr>
              <w:t>[VLOŽÍ ZHOTOVITEL]</w:t>
            </w:r>
          </w:p>
        </w:tc>
        <w:tc>
          <w:tcPr>
            <w:tcW w:w="2957" w:type="dxa"/>
            <w:tcBorders>
              <w:bottom w:val="single" w:sz="4" w:space="0" w:color="auto"/>
              <w:right w:val="single" w:sz="4" w:space="0" w:color="auto"/>
            </w:tcBorders>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2A6DB0">
        <w:tc>
          <w:tcPr>
            <w:tcW w:w="2774" w:type="dxa"/>
            <w:tcBorders>
              <w:left w:val="single" w:sz="4" w:space="0" w:color="auto"/>
              <w:bottom w:val="single" w:sz="4" w:space="0" w:color="auto"/>
            </w:tcBorders>
          </w:tcPr>
          <w:p w14:paraId="399A32D6" w14:textId="77777777" w:rsidR="004436EE" w:rsidRPr="00F95FBD" w:rsidRDefault="004436EE" w:rsidP="00964369">
            <w:pPr>
              <w:pStyle w:val="Tabulka"/>
            </w:pPr>
            <w:r w:rsidRPr="00F95FBD">
              <w:rPr>
                <w:highlight w:val="yellow"/>
              </w:rPr>
              <w:t>[VLOŽÍ ZHOTOVITEL]</w:t>
            </w:r>
          </w:p>
        </w:tc>
        <w:tc>
          <w:tcPr>
            <w:tcW w:w="3129" w:type="dxa"/>
            <w:tcBorders>
              <w:bottom w:val="single" w:sz="4" w:space="0" w:color="auto"/>
            </w:tcBorders>
          </w:tcPr>
          <w:p w14:paraId="6B9D0CF6" w14:textId="77777777" w:rsidR="004436EE" w:rsidRPr="00F95FBD" w:rsidRDefault="004436EE" w:rsidP="00964369">
            <w:pPr>
              <w:pStyle w:val="Tabulka"/>
              <w:jc w:val="center"/>
            </w:pPr>
            <w:r w:rsidRPr="00F95FBD">
              <w:rPr>
                <w:highlight w:val="yellow"/>
              </w:rPr>
              <w:t>[VLOŽÍ ZHOTOVITEL]</w:t>
            </w:r>
          </w:p>
        </w:tc>
        <w:tc>
          <w:tcPr>
            <w:tcW w:w="2957" w:type="dxa"/>
            <w:tcBorders>
              <w:bottom w:val="single" w:sz="4" w:space="0" w:color="auto"/>
              <w:right w:val="single" w:sz="4" w:space="0" w:color="auto"/>
            </w:tcBorders>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2A6DB0">
        <w:tc>
          <w:tcPr>
            <w:tcW w:w="5903" w:type="dxa"/>
            <w:gridSpan w:val="2"/>
            <w:tcBorders>
              <w:left w:val="single" w:sz="4" w:space="0" w:color="auto"/>
              <w:bottom w:val="single" w:sz="4" w:space="0" w:color="auto"/>
              <w:right w:val="single" w:sz="4" w:space="0" w:color="auto"/>
            </w:tcBorders>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Borders>
              <w:left w:val="single" w:sz="4" w:space="0" w:color="auto"/>
              <w:bottom w:val="single" w:sz="4" w:space="0" w:color="auto"/>
              <w:right w:val="single" w:sz="4" w:space="0" w:color="auto"/>
            </w:tcBorders>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even" r:id="rId51"/>
          <w:headerReference w:type="default" r:id="rId52"/>
          <w:footerReference w:type="even" r:id="rId53"/>
          <w:footerReference w:type="default" r:id="rId54"/>
          <w:headerReference w:type="first" r:id="rId55"/>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Borders>
          <w:left w:val="single" w:sz="4" w:space="0" w:color="auto"/>
          <w:bottom w:val="single" w:sz="4" w:space="0" w:color="auto"/>
          <w:right w:val="single" w:sz="4" w:space="0" w:color="auto"/>
        </w:tblBorders>
        <w:tblLook w:val="04A0" w:firstRow="1" w:lastRow="0" w:firstColumn="1" w:lastColumn="0" w:noHBand="0" w:noVBand="1"/>
      </w:tblPr>
      <w:tblGrid>
        <w:gridCol w:w="4682"/>
        <w:gridCol w:w="1204"/>
        <w:gridCol w:w="2974"/>
      </w:tblGrid>
      <w:tr w:rsidR="00D0544F" w:rsidRPr="0017282C" w14:paraId="73AC14DC" w14:textId="77777777" w:rsidTr="0060588A">
        <w:trPr>
          <w:cnfStyle w:val="100000000000" w:firstRow="1" w:lastRow="0" w:firstColumn="0" w:lastColumn="0" w:oddVBand="0" w:evenVBand="0" w:oddHBand="0" w:evenHBand="0" w:firstRowFirstColumn="0" w:firstRowLastColumn="0" w:lastRowFirstColumn="0" w:lastRowLastColumn="0"/>
        </w:trPr>
        <w:tc>
          <w:tcPr>
            <w:tcW w:w="4682"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1204" w:type="dxa"/>
          </w:tcPr>
          <w:p w14:paraId="3443FC6A" w14:textId="77777777" w:rsidR="00D0544F" w:rsidRPr="0017282C" w:rsidRDefault="00D0544F" w:rsidP="00D0544F">
            <w:pPr>
              <w:pStyle w:val="Tabulka"/>
              <w:jc w:val="center"/>
            </w:pPr>
            <w:r w:rsidRPr="0017282C">
              <w:t xml:space="preserve">Č. j.: </w:t>
            </w:r>
          </w:p>
        </w:tc>
        <w:tc>
          <w:tcPr>
            <w:tcW w:w="2974" w:type="dxa"/>
          </w:tcPr>
          <w:p w14:paraId="2F3732FE" w14:textId="77777777" w:rsidR="00D0544F" w:rsidRPr="0017282C" w:rsidRDefault="00D0544F" w:rsidP="00964369">
            <w:pPr>
              <w:pStyle w:val="Tabulka"/>
              <w:jc w:val="center"/>
              <w:rPr>
                <w:highlight w:val="yellow"/>
              </w:rPr>
            </w:pPr>
            <w:r w:rsidRPr="0017282C">
              <w:t>Datum vydání</w:t>
            </w:r>
          </w:p>
        </w:tc>
      </w:tr>
      <w:tr w:rsidR="00965824" w:rsidRPr="00F95FBD" w14:paraId="3FCF749D" w14:textId="77777777" w:rsidTr="0060588A">
        <w:tc>
          <w:tcPr>
            <w:tcW w:w="4682" w:type="dxa"/>
            <w:vAlign w:val="center"/>
          </w:tcPr>
          <w:p w14:paraId="70A728B2" w14:textId="77777777" w:rsidR="00965824" w:rsidRDefault="00965824" w:rsidP="00965824">
            <w:pPr>
              <w:pStyle w:val="Tabulka"/>
            </w:pPr>
            <w:r w:rsidRPr="00D956D5">
              <w:t>Projekt podrobného IG a HG průzkumu</w:t>
            </w:r>
            <w:r>
              <w:t xml:space="preserve"> – „Rekonstrukce traťového úseku Sokolov (mimo) -</w:t>
            </w:r>
          </w:p>
          <w:p w14:paraId="36DEF862" w14:textId="42D6F1FD" w:rsidR="00965824" w:rsidRPr="00D956D5" w:rsidRDefault="00965824" w:rsidP="00965824">
            <w:pPr>
              <w:pStyle w:val="Tabulka"/>
            </w:pPr>
            <w:r>
              <w:t>Kynšperk nad Ohří (mimo)“</w:t>
            </w:r>
          </w:p>
        </w:tc>
        <w:tc>
          <w:tcPr>
            <w:tcW w:w="1204" w:type="dxa"/>
            <w:vAlign w:val="center"/>
          </w:tcPr>
          <w:p w14:paraId="22EBA21E" w14:textId="3F943494" w:rsidR="00965824" w:rsidRPr="00066528" w:rsidRDefault="00965824" w:rsidP="00D956D5">
            <w:pPr>
              <w:pStyle w:val="Tabulka"/>
              <w:jc w:val="center"/>
            </w:pPr>
            <w:r w:rsidRPr="00066528">
              <w:t>-</w:t>
            </w:r>
          </w:p>
        </w:tc>
        <w:tc>
          <w:tcPr>
            <w:tcW w:w="2974" w:type="dxa"/>
            <w:vAlign w:val="center"/>
          </w:tcPr>
          <w:p w14:paraId="44B71C8F" w14:textId="03A4623F" w:rsidR="00965824" w:rsidRPr="000E1C4D" w:rsidRDefault="00965824" w:rsidP="00D956D5">
            <w:pPr>
              <w:pStyle w:val="Tabulka"/>
              <w:jc w:val="center"/>
              <w:rPr>
                <w:color w:val="EE0000"/>
              </w:rPr>
            </w:pPr>
            <w:r w:rsidRPr="006954BC">
              <w:t>08/2023</w:t>
            </w:r>
          </w:p>
        </w:tc>
      </w:tr>
      <w:tr w:rsidR="0060588A" w:rsidRPr="00F95FBD" w14:paraId="2F652831" w14:textId="77777777" w:rsidTr="0060588A">
        <w:tc>
          <w:tcPr>
            <w:tcW w:w="4682" w:type="dxa"/>
            <w:vAlign w:val="center"/>
          </w:tcPr>
          <w:p w14:paraId="20E27B0B" w14:textId="152C0977" w:rsidR="0060588A" w:rsidRPr="00D956D5" w:rsidRDefault="0060588A" w:rsidP="0060588A">
            <w:pPr>
              <w:pStyle w:val="Tabulka"/>
            </w:pPr>
            <w:r w:rsidRPr="00D956D5">
              <w:t>Projekt podrobného IG a HG průzkumu</w:t>
            </w:r>
            <w:r>
              <w:t xml:space="preserve"> – „</w:t>
            </w:r>
            <w:r w:rsidRPr="00965824">
              <w:t>Rekonstrukce traťového úseku Kynšperk nad Ohří (včetně) - Tršnice (mimo)“</w:t>
            </w:r>
          </w:p>
        </w:tc>
        <w:tc>
          <w:tcPr>
            <w:tcW w:w="1204" w:type="dxa"/>
            <w:vAlign w:val="center"/>
          </w:tcPr>
          <w:p w14:paraId="2B972878" w14:textId="5573CBD5" w:rsidR="0060588A" w:rsidRPr="00066528" w:rsidRDefault="0060588A" w:rsidP="0060588A">
            <w:pPr>
              <w:pStyle w:val="Tabulka"/>
              <w:jc w:val="center"/>
            </w:pPr>
            <w:r w:rsidRPr="00066528">
              <w:t>-</w:t>
            </w:r>
          </w:p>
        </w:tc>
        <w:tc>
          <w:tcPr>
            <w:tcW w:w="2974" w:type="dxa"/>
            <w:vAlign w:val="center"/>
          </w:tcPr>
          <w:p w14:paraId="60F84468" w14:textId="565F8DA8" w:rsidR="0060588A" w:rsidRPr="006954BC" w:rsidRDefault="0060588A" w:rsidP="0060588A">
            <w:pPr>
              <w:pStyle w:val="Tabulka"/>
              <w:jc w:val="center"/>
            </w:pPr>
            <w:r w:rsidRPr="000E1C4D">
              <w:t>0</w:t>
            </w:r>
            <w:r>
              <w:t>3</w:t>
            </w:r>
            <w:r w:rsidRPr="000E1C4D">
              <w:t>/202</w:t>
            </w:r>
            <w:r>
              <w:t>4</w:t>
            </w:r>
          </w:p>
        </w:tc>
      </w:tr>
      <w:tr w:rsidR="0060588A" w:rsidRPr="00F95FBD" w14:paraId="744D286D" w14:textId="77777777" w:rsidTr="0060588A">
        <w:tc>
          <w:tcPr>
            <w:tcW w:w="4682" w:type="dxa"/>
            <w:vAlign w:val="center"/>
          </w:tcPr>
          <w:p w14:paraId="47CEA143" w14:textId="41C8AB5D" w:rsidR="0060588A" w:rsidRPr="00D956D5" w:rsidRDefault="0060588A" w:rsidP="0060588A">
            <w:pPr>
              <w:pStyle w:val="Tabulka"/>
            </w:pPr>
            <w:r w:rsidRPr="00D956D5">
              <w:t>Projekt podrobného IG a HG průzkumu</w:t>
            </w:r>
            <w:r>
              <w:t xml:space="preserve"> – „Rekonstrukce traťového úseku Tršnice (včetně) - Cheb (mimo)“</w:t>
            </w:r>
          </w:p>
        </w:tc>
        <w:tc>
          <w:tcPr>
            <w:tcW w:w="1204" w:type="dxa"/>
            <w:vAlign w:val="center"/>
          </w:tcPr>
          <w:p w14:paraId="5D0D60E1" w14:textId="4DF7257F" w:rsidR="0060588A" w:rsidRPr="00066528" w:rsidRDefault="0060588A" w:rsidP="0060588A">
            <w:pPr>
              <w:pStyle w:val="Tabulka"/>
              <w:jc w:val="center"/>
            </w:pPr>
            <w:r w:rsidRPr="00066528">
              <w:t>-</w:t>
            </w:r>
          </w:p>
        </w:tc>
        <w:tc>
          <w:tcPr>
            <w:tcW w:w="2974" w:type="dxa"/>
            <w:vAlign w:val="center"/>
          </w:tcPr>
          <w:p w14:paraId="654A73E6" w14:textId="1F3601E5" w:rsidR="0060588A" w:rsidRPr="00965824" w:rsidRDefault="0060588A" w:rsidP="0060588A">
            <w:pPr>
              <w:pStyle w:val="Tabulka"/>
              <w:jc w:val="center"/>
            </w:pPr>
            <w:r w:rsidRPr="006954BC">
              <w:t>03/2025</w:t>
            </w:r>
          </w:p>
        </w:tc>
      </w:tr>
      <w:tr w:rsidR="00A75E44" w:rsidRPr="00F95FBD" w14:paraId="211BAB0A" w14:textId="77777777" w:rsidTr="0060588A">
        <w:tc>
          <w:tcPr>
            <w:tcW w:w="4682" w:type="dxa"/>
            <w:vAlign w:val="center"/>
          </w:tcPr>
          <w:p w14:paraId="433D97C7" w14:textId="77777777" w:rsidR="00A75E44" w:rsidRDefault="00A75E44" w:rsidP="00A75E44">
            <w:pPr>
              <w:pStyle w:val="Tabulka"/>
            </w:pPr>
            <w:r>
              <w:t>Neoceněný výkaz výměr - „Rekonstrukce traťového úseku Sokolov (mimo) -</w:t>
            </w:r>
          </w:p>
          <w:p w14:paraId="48C2D4C4" w14:textId="2CF479F2" w:rsidR="00A75E44" w:rsidRPr="00D956D5" w:rsidRDefault="00A75E44" w:rsidP="00A75E44">
            <w:pPr>
              <w:pStyle w:val="Tabulka"/>
            </w:pPr>
            <w:r>
              <w:t>Kynšperk nad Ohří (mimo)“</w:t>
            </w:r>
          </w:p>
        </w:tc>
        <w:tc>
          <w:tcPr>
            <w:tcW w:w="1204" w:type="dxa"/>
            <w:vAlign w:val="center"/>
          </w:tcPr>
          <w:p w14:paraId="75693D6A" w14:textId="77777777" w:rsidR="00A75E44" w:rsidRPr="00066528" w:rsidRDefault="00A75E44" w:rsidP="0060588A">
            <w:pPr>
              <w:pStyle w:val="Tabulka"/>
              <w:jc w:val="center"/>
            </w:pPr>
          </w:p>
        </w:tc>
        <w:tc>
          <w:tcPr>
            <w:tcW w:w="2974" w:type="dxa"/>
            <w:vAlign w:val="center"/>
          </w:tcPr>
          <w:p w14:paraId="61660005" w14:textId="77777777" w:rsidR="00A75E44" w:rsidRPr="006954BC" w:rsidRDefault="00A75E44" w:rsidP="0060588A">
            <w:pPr>
              <w:pStyle w:val="Tabulka"/>
              <w:jc w:val="center"/>
            </w:pPr>
          </w:p>
        </w:tc>
      </w:tr>
      <w:tr w:rsidR="00A75E44" w:rsidRPr="00F95FBD" w14:paraId="7535E333" w14:textId="77777777" w:rsidTr="0060588A">
        <w:tc>
          <w:tcPr>
            <w:tcW w:w="4682" w:type="dxa"/>
            <w:vAlign w:val="center"/>
          </w:tcPr>
          <w:p w14:paraId="78052DD1" w14:textId="4D005815" w:rsidR="00A75E44" w:rsidRPr="00D956D5" w:rsidRDefault="00A75E44" w:rsidP="0060588A">
            <w:pPr>
              <w:pStyle w:val="Tabulka"/>
            </w:pPr>
            <w:r>
              <w:t>Neoceněný výkaz výměr - „</w:t>
            </w:r>
            <w:r w:rsidRPr="00965824">
              <w:t>Rekonstrukce traťového úseku Kynšperk nad Ohří (včetně) - Tršnice (mimo)“</w:t>
            </w:r>
          </w:p>
        </w:tc>
        <w:tc>
          <w:tcPr>
            <w:tcW w:w="1204" w:type="dxa"/>
            <w:vAlign w:val="center"/>
          </w:tcPr>
          <w:p w14:paraId="79BBB5C4" w14:textId="77777777" w:rsidR="00A75E44" w:rsidRPr="00066528" w:rsidRDefault="00A75E44" w:rsidP="0060588A">
            <w:pPr>
              <w:pStyle w:val="Tabulka"/>
              <w:jc w:val="center"/>
            </w:pPr>
          </w:p>
        </w:tc>
        <w:tc>
          <w:tcPr>
            <w:tcW w:w="2974" w:type="dxa"/>
            <w:vAlign w:val="center"/>
          </w:tcPr>
          <w:p w14:paraId="3139105F" w14:textId="77777777" w:rsidR="00A75E44" w:rsidRPr="006954BC" w:rsidRDefault="00A75E44" w:rsidP="0060588A">
            <w:pPr>
              <w:pStyle w:val="Tabulka"/>
              <w:jc w:val="center"/>
            </w:pPr>
          </w:p>
        </w:tc>
      </w:tr>
      <w:tr w:rsidR="00A75E44" w:rsidRPr="00F95FBD" w14:paraId="60FCFBF0" w14:textId="77777777" w:rsidTr="0060588A">
        <w:tc>
          <w:tcPr>
            <w:tcW w:w="4682" w:type="dxa"/>
            <w:vAlign w:val="center"/>
          </w:tcPr>
          <w:p w14:paraId="70C8946E" w14:textId="777C8263" w:rsidR="00A75E44" w:rsidRPr="00D956D5" w:rsidRDefault="00A75E44" w:rsidP="0060588A">
            <w:pPr>
              <w:pStyle w:val="Tabulka"/>
            </w:pPr>
            <w:r>
              <w:t>Neoceněný výkaz výměr - „Rekonstrukce traťového úseku Tršnice (včetně) - Cheb (mimo)“</w:t>
            </w:r>
          </w:p>
        </w:tc>
        <w:tc>
          <w:tcPr>
            <w:tcW w:w="1204" w:type="dxa"/>
            <w:vAlign w:val="center"/>
          </w:tcPr>
          <w:p w14:paraId="59F34003" w14:textId="77777777" w:rsidR="00A75E44" w:rsidRPr="00066528" w:rsidRDefault="00A75E44" w:rsidP="0060588A">
            <w:pPr>
              <w:pStyle w:val="Tabulka"/>
              <w:jc w:val="center"/>
            </w:pPr>
          </w:p>
        </w:tc>
        <w:tc>
          <w:tcPr>
            <w:tcW w:w="2974" w:type="dxa"/>
            <w:vAlign w:val="center"/>
          </w:tcPr>
          <w:p w14:paraId="63EB9D43" w14:textId="77777777" w:rsidR="00A75E44" w:rsidRPr="006954BC" w:rsidRDefault="00A75E44" w:rsidP="0060588A">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even" r:id="rId56"/>
          <w:headerReference w:type="default" r:id="rId57"/>
          <w:footerReference w:type="even" r:id="rId58"/>
          <w:footerReference w:type="default" r:id="rId59"/>
          <w:headerReference w:type="first" r:id="rId60"/>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77777777" w:rsidR="007F22CD" w:rsidRDefault="007F22CD" w:rsidP="006A67D6">
      <w:pPr>
        <w:pStyle w:val="Textbezodsazen"/>
      </w:pPr>
    </w:p>
    <w:sectPr w:rsidR="007F22CD" w:rsidSect="00417DF5">
      <w:headerReference w:type="even" r:id="rId61"/>
      <w:headerReference w:type="default" r:id="rId62"/>
      <w:footerReference w:type="even" r:id="rId63"/>
      <w:footerReference w:type="default" r:id="rId64"/>
      <w:headerReference w:type="first" r:id="rId6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BFFF1" w14:textId="77777777" w:rsidR="00ED0AF7" w:rsidRDefault="00ED0AF7" w:rsidP="00962258">
      <w:pPr>
        <w:spacing w:after="0" w:line="240" w:lineRule="auto"/>
      </w:pPr>
      <w:r>
        <w:separator/>
      </w:r>
    </w:p>
  </w:endnote>
  <w:endnote w:type="continuationSeparator" w:id="0">
    <w:p w14:paraId="5454743F" w14:textId="77777777" w:rsidR="00ED0AF7" w:rsidRDefault="00ED0AF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06E096B2" w14:textId="77777777" w:rsidTr="009626C4">
      <w:tc>
        <w:tcPr>
          <w:tcW w:w="907" w:type="dxa"/>
          <w:tcMar>
            <w:left w:w="0" w:type="dxa"/>
            <w:right w:w="0" w:type="dxa"/>
          </w:tcMar>
          <w:vAlign w:val="bottom"/>
        </w:tcPr>
        <w:p w14:paraId="709C85F5" w14:textId="0C948D09"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2DA5">
            <w:rPr>
              <w:rStyle w:val="slostrnky"/>
              <w:noProof/>
            </w:rPr>
            <w:t>9</w:t>
          </w:r>
          <w:r>
            <w:rPr>
              <w:rStyle w:val="slostrnky"/>
            </w:rPr>
            <w:fldChar w:fldCharType="end"/>
          </w:r>
        </w:p>
      </w:tc>
      <w:tc>
        <w:tcPr>
          <w:tcW w:w="0" w:type="auto"/>
          <w:vAlign w:val="bottom"/>
        </w:tcPr>
        <w:p w14:paraId="09A69C43" w14:textId="1CD753B9" w:rsidR="00DD10C8" w:rsidRPr="00DD10C8" w:rsidRDefault="00000000" w:rsidP="005A2756">
          <w:pPr>
            <w:pStyle w:val="Zpatvlevo"/>
          </w:pPr>
          <w:sdt>
            <w:sdtPr>
              <w:alias w:val="Název akce - VYplnit pole - přenese se do zápatí"/>
              <w:tag w:val="Název akce"/>
              <w:id w:val="1511564890"/>
              <w:placeholder>
                <w:docPart w:val="740F32F488824ADBAFD857E653B30AC4"/>
              </w:placeholder>
              <w:text/>
            </w:sdtPr>
            <w:sdtContent>
              <w:r w:rsidR="00944A3A">
                <w:t>„Rekonstrukce traťového úseku Sokolov (mimo) - Kynšperk nad Ohří (mimo)“, „Rekonstrukce traťového úseku Kynšperk nad Ohří (včetně) – Tršnice (mimo)“ a „Rekonstrukce traťového úseku Tršnice (včetně) - Cheb (mimo)“</w:t>
              </w:r>
            </w:sdtContent>
          </w:sdt>
        </w:p>
        <w:p w14:paraId="0E950B56" w14:textId="3CE5A37E" w:rsidR="00F85888" w:rsidRPr="00DD10C8" w:rsidRDefault="00F85888" w:rsidP="005A2756">
          <w:pPr>
            <w:pStyle w:val="Zpatvlevo"/>
          </w:pPr>
          <w:r w:rsidRPr="00DD10C8">
            <w:t xml:space="preserve">Smlouva o dílo </w:t>
          </w:r>
        </w:p>
      </w:tc>
    </w:tr>
  </w:tbl>
  <w:p w14:paraId="7101E3D5" w14:textId="70294D89" w:rsidR="00F85888" w:rsidRPr="00402B45" w:rsidRDefault="00DD10C8" w:rsidP="00DD10C8">
    <w:pPr>
      <w:pStyle w:val="Zpat"/>
      <w:tabs>
        <w:tab w:val="clear" w:pos="4536"/>
        <w:tab w:val="clear" w:pos="9072"/>
        <w:tab w:val="left" w:pos="3530"/>
      </w:tabs>
      <w:rPr>
        <w:sz w:val="2"/>
        <w:szCs w:val="2"/>
      </w:rPr>
    </w:pPr>
    <w:r>
      <w:rPr>
        <w:sz w:val="2"/>
        <w:szCs w:val="2"/>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6557BEBD" w14:textId="77777777" w:rsidTr="009626C4">
      <w:tc>
        <w:tcPr>
          <w:tcW w:w="907" w:type="dxa"/>
          <w:tcMar>
            <w:left w:w="0" w:type="dxa"/>
            <w:right w:w="0" w:type="dxa"/>
          </w:tcMar>
          <w:vAlign w:val="bottom"/>
        </w:tcPr>
        <w:p w14:paraId="521F3050" w14:textId="013D1033"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2DA5">
            <w:rPr>
              <w:rStyle w:val="slostrnky"/>
              <w:noProof/>
            </w:rPr>
            <w:t>2</w:t>
          </w:r>
          <w:r>
            <w:rPr>
              <w:rStyle w:val="slostrnky"/>
            </w:rPr>
            <w:fldChar w:fldCharType="end"/>
          </w:r>
        </w:p>
      </w:tc>
      <w:tc>
        <w:tcPr>
          <w:tcW w:w="0" w:type="auto"/>
          <w:vAlign w:val="bottom"/>
        </w:tcPr>
        <w:p w14:paraId="118D55E4" w14:textId="77777777" w:rsidR="00F85888" w:rsidRPr="005328CA" w:rsidRDefault="00F85888" w:rsidP="009626C4">
          <w:pPr>
            <w:pStyle w:val="Zpatvlevo"/>
            <w:rPr>
              <w:b/>
            </w:rPr>
          </w:pPr>
          <w:r w:rsidRPr="005328CA">
            <w:rPr>
              <w:b/>
            </w:rPr>
            <w:t xml:space="preserve">Příloha č. </w:t>
          </w:r>
          <w:r>
            <w:rPr>
              <w:b/>
            </w:rPr>
            <w:t>4</w:t>
          </w:r>
        </w:p>
        <w:p w14:paraId="27B16B20" w14:textId="77777777" w:rsidR="00DD10C8" w:rsidRPr="00DD10C8" w:rsidRDefault="00DD10C8" w:rsidP="00DD10C8">
          <w:pPr>
            <w:pStyle w:val="Zpatvpravo"/>
            <w:jc w:val="left"/>
          </w:pPr>
          <w:r w:rsidRPr="00DD10C8">
            <w:t>„Modernizace trati Praha-Dejvice (mimo) – Praha-Veleslavín (mimo)“</w:t>
          </w:r>
        </w:p>
        <w:p w14:paraId="7B757D60" w14:textId="581D5E86" w:rsidR="00F85888" w:rsidRPr="003462EB" w:rsidRDefault="00F85888" w:rsidP="00402B45">
          <w:pPr>
            <w:pStyle w:val="Zpatvlevo"/>
          </w:pPr>
          <w:r>
            <w:t xml:space="preserve">Smlouva o dílo </w:t>
          </w:r>
        </w:p>
      </w:tc>
    </w:tr>
  </w:tbl>
  <w:p w14:paraId="723D4408" w14:textId="77777777" w:rsidR="00F85888" w:rsidRPr="00402B45" w:rsidRDefault="00F8588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4A4C9AE3" w14:textId="77777777" w:rsidTr="009626C4">
      <w:tc>
        <w:tcPr>
          <w:tcW w:w="0" w:type="auto"/>
          <w:tcMar>
            <w:left w:w="0" w:type="dxa"/>
            <w:right w:w="0" w:type="dxa"/>
          </w:tcMar>
          <w:vAlign w:val="bottom"/>
        </w:tcPr>
        <w:p w14:paraId="30067DCA" w14:textId="77777777" w:rsidR="00F85888" w:rsidRPr="005328CA" w:rsidRDefault="00F85888" w:rsidP="009626C4">
          <w:pPr>
            <w:pStyle w:val="Zpatvpravo"/>
            <w:rPr>
              <w:b/>
            </w:rPr>
          </w:pPr>
          <w:r w:rsidRPr="005328CA">
            <w:rPr>
              <w:b/>
            </w:rPr>
            <w:t xml:space="preserve">Příloha č. </w:t>
          </w:r>
          <w:r>
            <w:rPr>
              <w:b/>
            </w:rPr>
            <w:t>4</w:t>
          </w:r>
          <w:r w:rsidRPr="005328CA">
            <w:rPr>
              <w:b/>
            </w:rPr>
            <w:t xml:space="preserve">   </w:t>
          </w:r>
        </w:p>
        <w:p w14:paraId="7E4847F0" w14:textId="77777777" w:rsidR="00DE3194" w:rsidRPr="00DD10C8" w:rsidRDefault="00000000" w:rsidP="00DE3194">
          <w:pPr>
            <w:pStyle w:val="Zpatvpravo"/>
            <w:jc w:val="left"/>
          </w:pPr>
          <w:sdt>
            <w:sdtPr>
              <w:alias w:val="Název akce - VYplnit pole - přenese se do zápatí"/>
              <w:tag w:val="Název akce"/>
              <w:id w:val="1878589999"/>
              <w:placeholder>
                <w:docPart w:val="91413FB0491D4A3581FE46714E9982E3"/>
              </w:placeholder>
              <w:text/>
            </w:sdtPr>
            <w:sdtContent>
              <w:r w:rsidR="00DE3194">
                <w:t>„Rekonstrukce traťového úseku Sokolov (mimo) - Kynšperk nad Ohří (mimo)“, „Rekonstrukce traťového úseku Kynšperk nad Ohří (včetně) – Tršnice (mimo)“ a „Rekonstrukce traťového úseku Tršnice (včetně) - Cheb (mimo)“</w:t>
              </w:r>
            </w:sdtContent>
          </w:sdt>
        </w:p>
        <w:p w14:paraId="22A0E58B" w14:textId="723F6A6B" w:rsidR="00F85888" w:rsidRPr="003462EB" w:rsidRDefault="00F85888" w:rsidP="00DE3194">
          <w:pPr>
            <w:pStyle w:val="Zpatvpravo"/>
            <w:jc w:val="left"/>
            <w:rPr>
              <w:rStyle w:val="slostrnky"/>
              <w:b w:val="0"/>
              <w:color w:val="auto"/>
              <w:sz w:val="12"/>
            </w:rPr>
          </w:pPr>
          <w:r>
            <w:t xml:space="preserve">Smlouva o dílo </w:t>
          </w:r>
        </w:p>
      </w:tc>
      <w:tc>
        <w:tcPr>
          <w:tcW w:w="907" w:type="dxa"/>
          <w:vAlign w:val="bottom"/>
        </w:tcPr>
        <w:p w14:paraId="1192DD9D" w14:textId="0C81AD02"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2DA5">
            <w:rPr>
              <w:rStyle w:val="slostrnky"/>
              <w:noProof/>
            </w:rPr>
            <w:t>2</w:t>
          </w:r>
          <w:r>
            <w:rPr>
              <w:rStyle w:val="slostrnky"/>
            </w:rPr>
            <w:fldChar w:fldCharType="end"/>
          </w:r>
        </w:p>
      </w:tc>
    </w:tr>
  </w:tbl>
  <w:p w14:paraId="77DEE1E9" w14:textId="77777777" w:rsidR="00F85888" w:rsidRPr="00B8518B" w:rsidRDefault="00F8588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06674821" w14:textId="77777777" w:rsidTr="009626C4">
      <w:tc>
        <w:tcPr>
          <w:tcW w:w="907" w:type="dxa"/>
          <w:tcMar>
            <w:left w:w="0" w:type="dxa"/>
            <w:right w:w="0" w:type="dxa"/>
          </w:tcMar>
          <w:vAlign w:val="bottom"/>
        </w:tcPr>
        <w:p w14:paraId="27B7DDFC" w14:textId="04789182"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3194">
            <w:rPr>
              <w:rStyle w:val="slostrnky"/>
              <w:noProof/>
            </w:rPr>
            <w:t>1</w:t>
          </w:r>
          <w:r>
            <w:rPr>
              <w:rStyle w:val="slostrnky"/>
            </w:rPr>
            <w:fldChar w:fldCharType="end"/>
          </w:r>
        </w:p>
      </w:tc>
      <w:tc>
        <w:tcPr>
          <w:tcW w:w="0" w:type="auto"/>
          <w:vAlign w:val="bottom"/>
        </w:tcPr>
        <w:p w14:paraId="53CBD06E" w14:textId="77777777" w:rsidR="00F85888" w:rsidRPr="005328CA" w:rsidRDefault="00F85888" w:rsidP="009626C4">
          <w:pPr>
            <w:pStyle w:val="Zpatvlevo"/>
            <w:rPr>
              <w:b/>
            </w:rPr>
          </w:pPr>
          <w:r w:rsidRPr="005328CA">
            <w:rPr>
              <w:b/>
            </w:rPr>
            <w:t xml:space="preserve">Příloha č. </w:t>
          </w:r>
          <w:r>
            <w:rPr>
              <w:b/>
            </w:rPr>
            <w:t>5</w:t>
          </w:r>
        </w:p>
        <w:p w14:paraId="0D6A0B11" w14:textId="77777777" w:rsidR="00DD10C8" w:rsidRPr="00DD10C8" w:rsidRDefault="00DD10C8" w:rsidP="00DD10C8">
          <w:pPr>
            <w:pStyle w:val="Zpatvpravo"/>
            <w:jc w:val="left"/>
          </w:pPr>
          <w:r w:rsidRPr="00DD10C8">
            <w:t>„Modernizace trati Praha-Dejvice (mimo) – Praha-Veleslavín (mimo)“</w:t>
          </w:r>
        </w:p>
        <w:p w14:paraId="464955A4" w14:textId="580DB8C6" w:rsidR="00F85888" w:rsidRPr="003462EB" w:rsidRDefault="00F85888" w:rsidP="00402B45">
          <w:pPr>
            <w:pStyle w:val="Zpatvlevo"/>
          </w:pPr>
          <w:r>
            <w:t xml:space="preserve">Smlouva o dílo </w:t>
          </w:r>
        </w:p>
      </w:tc>
    </w:tr>
  </w:tbl>
  <w:p w14:paraId="4346BB68" w14:textId="77777777" w:rsidR="00F85888" w:rsidRPr="00402B45" w:rsidRDefault="00F8588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78F7E3A4" w14:textId="77777777" w:rsidTr="00286AD1">
      <w:trPr>
        <w:jc w:val="right"/>
      </w:trPr>
      <w:tc>
        <w:tcPr>
          <w:tcW w:w="0" w:type="auto"/>
          <w:tcMar>
            <w:left w:w="0" w:type="dxa"/>
            <w:right w:w="0" w:type="dxa"/>
          </w:tcMar>
          <w:vAlign w:val="bottom"/>
        </w:tcPr>
        <w:p w14:paraId="3C9C0AA8" w14:textId="77777777" w:rsidR="00F85888" w:rsidRPr="005328CA" w:rsidRDefault="00F85888" w:rsidP="009626C4">
          <w:pPr>
            <w:pStyle w:val="Zpatvpravo"/>
            <w:rPr>
              <w:b/>
            </w:rPr>
          </w:pPr>
          <w:r w:rsidRPr="005328CA">
            <w:rPr>
              <w:b/>
            </w:rPr>
            <w:t xml:space="preserve">Příloha č. </w:t>
          </w:r>
          <w:r>
            <w:rPr>
              <w:b/>
            </w:rPr>
            <w:t>5</w:t>
          </w:r>
          <w:r w:rsidRPr="005328CA">
            <w:rPr>
              <w:b/>
            </w:rPr>
            <w:t xml:space="preserve">   </w:t>
          </w:r>
        </w:p>
        <w:p w14:paraId="51679A5D" w14:textId="77777777" w:rsidR="00DE3194" w:rsidRPr="00DD10C8" w:rsidRDefault="00000000" w:rsidP="00DE3194">
          <w:pPr>
            <w:pStyle w:val="Zpatvpravo"/>
          </w:pPr>
          <w:sdt>
            <w:sdtPr>
              <w:alias w:val="Název akce - VYplnit pole - přenese se do zápatí"/>
              <w:tag w:val="Název akce"/>
              <w:id w:val="1402485690"/>
              <w:placeholder>
                <w:docPart w:val="EEF96FBCFFFF4478B64799A8473A03E4"/>
              </w:placeholder>
              <w:text/>
            </w:sdtPr>
            <w:sdtContent>
              <w:r w:rsidR="00DE3194">
                <w:t>„Rekonstrukce traťového úseku Sokolov (mimo) - Kynšperk nad Ohří (mimo)“, „Rekonstrukce traťového úseku Kynšperk nad Ohří (včetně) – Tršnice (mimo)“ a „Rekonstrukce traťového úseku Tršnice (včetně) - Cheb (mimo)“</w:t>
              </w:r>
            </w:sdtContent>
          </w:sdt>
        </w:p>
        <w:p w14:paraId="5EC22DEC" w14:textId="02F4AB73" w:rsidR="00F85888" w:rsidRPr="003462EB" w:rsidRDefault="00F85888" w:rsidP="00DD10C8">
          <w:pPr>
            <w:pStyle w:val="Zpatvpravo"/>
            <w:rPr>
              <w:rStyle w:val="slostrnky"/>
              <w:b w:val="0"/>
              <w:color w:val="auto"/>
              <w:sz w:val="12"/>
            </w:rPr>
          </w:pPr>
          <w:r>
            <w:t xml:space="preserve">Smlouva o dílo </w:t>
          </w:r>
        </w:p>
      </w:tc>
      <w:tc>
        <w:tcPr>
          <w:tcW w:w="907" w:type="dxa"/>
          <w:vAlign w:val="bottom"/>
        </w:tcPr>
        <w:p w14:paraId="5A6893B8" w14:textId="75D4EDED"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2DA5">
            <w:rPr>
              <w:rStyle w:val="slostrnky"/>
              <w:noProof/>
            </w:rPr>
            <w:t>1</w:t>
          </w:r>
          <w:r>
            <w:rPr>
              <w:rStyle w:val="slostrnky"/>
            </w:rPr>
            <w:fldChar w:fldCharType="end"/>
          </w:r>
        </w:p>
      </w:tc>
    </w:tr>
  </w:tbl>
  <w:p w14:paraId="58E4F6B3" w14:textId="77777777" w:rsidR="00F85888" w:rsidRPr="00B8518B" w:rsidRDefault="00F8588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5886674F" w14:textId="77777777" w:rsidTr="009626C4">
      <w:tc>
        <w:tcPr>
          <w:tcW w:w="907" w:type="dxa"/>
          <w:tcMar>
            <w:left w:w="0" w:type="dxa"/>
            <w:right w:w="0" w:type="dxa"/>
          </w:tcMar>
          <w:vAlign w:val="bottom"/>
        </w:tcPr>
        <w:p w14:paraId="6A936D4A" w14:textId="5FFFB710"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2DA5">
            <w:rPr>
              <w:rStyle w:val="slostrnky"/>
              <w:noProof/>
            </w:rPr>
            <w:t>2</w:t>
          </w:r>
          <w:r>
            <w:rPr>
              <w:rStyle w:val="slostrnky"/>
            </w:rPr>
            <w:fldChar w:fldCharType="end"/>
          </w:r>
        </w:p>
      </w:tc>
      <w:tc>
        <w:tcPr>
          <w:tcW w:w="0" w:type="auto"/>
          <w:vAlign w:val="bottom"/>
        </w:tcPr>
        <w:p w14:paraId="48A0D951" w14:textId="77777777" w:rsidR="00DE3194" w:rsidRPr="005328CA" w:rsidRDefault="00DE3194" w:rsidP="00DE3194">
          <w:pPr>
            <w:pStyle w:val="Zpatvpravo"/>
            <w:rPr>
              <w:b/>
            </w:rPr>
          </w:pPr>
          <w:r w:rsidRPr="005328CA">
            <w:rPr>
              <w:b/>
            </w:rPr>
            <w:t xml:space="preserve">Příloha č. </w:t>
          </w:r>
          <w:r>
            <w:rPr>
              <w:b/>
            </w:rPr>
            <w:t>6</w:t>
          </w:r>
          <w:r w:rsidRPr="005328CA">
            <w:rPr>
              <w:b/>
            </w:rPr>
            <w:t xml:space="preserve">   </w:t>
          </w:r>
        </w:p>
        <w:p w14:paraId="5DBDCFB7" w14:textId="77777777" w:rsidR="00DE3194" w:rsidRPr="00DD10C8" w:rsidRDefault="00DE3194" w:rsidP="00DE3194">
          <w:pPr>
            <w:pStyle w:val="Zpatvpravo"/>
          </w:pPr>
          <w:r>
            <w:t xml:space="preserve"> </w:t>
          </w:r>
          <w:sdt>
            <w:sdtPr>
              <w:alias w:val="Název akce - VYplnit pole - přenese se do zápatí"/>
              <w:tag w:val="Název akce"/>
              <w:id w:val="1965002598"/>
              <w:placeholder>
                <w:docPart w:val="02DD55D25DF6405EB077DF91D49E1383"/>
              </w:placeholder>
              <w:text/>
            </w:sdtPr>
            <w:sdtContent>
              <w:r>
                <w:t>„Rekonstrukce traťového úseku Sokolov (mimo) - Kynšperk nad Ohří (mimo)“, „Rekonstrukce traťového úseku Kynšperk nad Ohří (včetně) – Tršnice (mimo)“ a „Rekonstrukce traťového úseku Tršnice (včetně) - Cheb (mimo)“</w:t>
              </w:r>
            </w:sdtContent>
          </w:sdt>
        </w:p>
        <w:p w14:paraId="25B98094" w14:textId="55D690C5" w:rsidR="00F85888" w:rsidRPr="003462EB" w:rsidRDefault="00DE3194" w:rsidP="00DE3194">
          <w:pPr>
            <w:pStyle w:val="Zpatvlevo"/>
            <w:jc w:val="right"/>
          </w:pPr>
          <w:r>
            <w:t>Smlouva o dílo</w:t>
          </w:r>
        </w:p>
      </w:tc>
    </w:tr>
  </w:tbl>
  <w:p w14:paraId="37362EB9" w14:textId="77777777" w:rsidR="00F85888" w:rsidRPr="00402B45" w:rsidRDefault="00F8588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61EE0043" w14:textId="77777777" w:rsidTr="00286AD1">
      <w:trPr>
        <w:jc w:val="right"/>
      </w:trPr>
      <w:tc>
        <w:tcPr>
          <w:tcW w:w="0" w:type="auto"/>
          <w:tcMar>
            <w:left w:w="0" w:type="dxa"/>
            <w:right w:w="0" w:type="dxa"/>
          </w:tcMar>
          <w:vAlign w:val="bottom"/>
        </w:tcPr>
        <w:p w14:paraId="2604F23D" w14:textId="11883A69" w:rsidR="00F85888" w:rsidRPr="005328CA" w:rsidRDefault="00F85888" w:rsidP="009626C4">
          <w:pPr>
            <w:pStyle w:val="Zpatvpravo"/>
            <w:rPr>
              <w:b/>
            </w:rPr>
          </w:pPr>
          <w:r w:rsidRPr="005328CA">
            <w:rPr>
              <w:b/>
            </w:rPr>
            <w:t xml:space="preserve">Příloha č. </w:t>
          </w:r>
          <w:r>
            <w:rPr>
              <w:b/>
            </w:rPr>
            <w:t>6</w:t>
          </w:r>
          <w:r w:rsidRPr="005328CA">
            <w:rPr>
              <w:b/>
            </w:rPr>
            <w:t xml:space="preserve">   </w:t>
          </w:r>
        </w:p>
        <w:p w14:paraId="49C0967D" w14:textId="0B7E9815" w:rsidR="00DD10C8" w:rsidRPr="00DD10C8" w:rsidRDefault="00F85888" w:rsidP="00DD10C8">
          <w:pPr>
            <w:pStyle w:val="Zpatvpravo"/>
          </w:pPr>
          <w:r>
            <w:t xml:space="preserve"> </w:t>
          </w:r>
          <w:sdt>
            <w:sdtPr>
              <w:alias w:val="Název akce - VYplnit pole - přenese se do zápatí"/>
              <w:tag w:val="Název akce"/>
              <w:id w:val="-301548066"/>
              <w:placeholder>
                <w:docPart w:val="19864A554A6F43208A359D48854F830D"/>
              </w:placeholder>
              <w:text/>
            </w:sdtPr>
            <w:sdtContent>
              <w:r w:rsidR="00DE3194">
                <w:t>„Rekonstrukce traťového úseku Sokolov (mimo) - Kynšperk nad Ohří (mimo)“, „Rekonstrukce traťového úseku Kynšperk nad Ohří (včetně) – Tršnice (mimo)“ a „Rekonstrukce traťového úseku Tršnice (včetně) - Cheb (mimo)“</w:t>
              </w:r>
            </w:sdtContent>
          </w:sdt>
        </w:p>
        <w:p w14:paraId="3FACAED3" w14:textId="63C2340C" w:rsidR="00F85888" w:rsidRPr="003462EB" w:rsidRDefault="00F85888" w:rsidP="009626C4">
          <w:pPr>
            <w:pStyle w:val="Zpatvpravo"/>
            <w:rPr>
              <w:rStyle w:val="slostrnky"/>
              <w:b w:val="0"/>
              <w:color w:val="auto"/>
              <w:sz w:val="12"/>
            </w:rPr>
          </w:pPr>
          <w:r>
            <w:t xml:space="preserve">Smlouva o dílo </w:t>
          </w:r>
        </w:p>
      </w:tc>
      <w:tc>
        <w:tcPr>
          <w:tcW w:w="907" w:type="dxa"/>
          <w:vAlign w:val="bottom"/>
        </w:tcPr>
        <w:p w14:paraId="5EBBB3CF" w14:textId="750F06CA"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2DA5">
            <w:rPr>
              <w:rStyle w:val="slostrnky"/>
              <w:noProof/>
            </w:rPr>
            <w:t>2</w:t>
          </w:r>
          <w:r>
            <w:rPr>
              <w:rStyle w:val="slostrnky"/>
            </w:rPr>
            <w:fldChar w:fldCharType="end"/>
          </w:r>
        </w:p>
      </w:tc>
    </w:tr>
  </w:tbl>
  <w:p w14:paraId="028CF20B" w14:textId="77777777" w:rsidR="00F85888" w:rsidRPr="00B8518B" w:rsidRDefault="00F8588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055B64E2" w14:textId="77777777" w:rsidTr="009626C4">
      <w:tc>
        <w:tcPr>
          <w:tcW w:w="907" w:type="dxa"/>
          <w:tcMar>
            <w:left w:w="0" w:type="dxa"/>
            <w:right w:w="0" w:type="dxa"/>
          </w:tcMar>
          <w:vAlign w:val="bottom"/>
        </w:tcPr>
        <w:p w14:paraId="1F9A15B0"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F85888" w:rsidRPr="005328CA" w:rsidRDefault="00F85888" w:rsidP="009626C4">
          <w:pPr>
            <w:pStyle w:val="Zpatvlevo"/>
            <w:rPr>
              <w:b/>
            </w:rPr>
          </w:pPr>
          <w:r w:rsidRPr="005328CA">
            <w:rPr>
              <w:b/>
            </w:rPr>
            <w:t xml:space="preserve">Příloha č. </w:t>
          </w:r>
          <w:r>
            <w:rPr>
              <w:b/>
            </w:rPr>
            <w:t>7</w:t>
          </w:r>
        </w:p>
        <w:p w14:paraId="02B00BC5" w14:textId="4C6A6D2D" w:rsidR="00F85888" w:rsidRPr="003462EB" w:rsidRDefault="00F85888" w:rsidP="009626C4">
          <w:pPr>
            <w:pStyle w:val="Zpatvlevo"/>
          </w:pPr>
          <w:r>
            <w:fldChar w:fldCharType="begin"/>
          </w:r>
          <w:r>
            <w:instrText xml:space="preserve"> STYLEREF  _Název_akce  \* MERGEFORMAT </w:instrText>
          </w:r>
          <w:r>
            <w:fldChar w:fldCharType="separate"/>
          </w:r>
          <w:r w:rsidR="005C2DA5">
            <w:rPr>
              <w:b/>
              <w:bCs/>
              <w:noProof/>
            </w:rPr>
            <w:t>Chyba! V dokumentu není žádný text v zadaném stylu.</w:t>
          </w:r>
          <w:r>
            <w:rPr>
              <w:noProof/>
            </w:rPr>
            <w:fldChar w:fldCharType="end"/>
          </w:r>
        </w:p>
        <w:p w14:paraId="36C02BC1" w14:textId="77777777" w:rsidR="00F85888" w:rsidRPr="003462EB" w:rsidRDefault="00F85888" w:rsidP="00402B45">
          <w:pPr>
            <w:pStyle w:val="Zpatvlevo"/>
          </w:pPr>
          <w:r>
            <w:t>Smlouva o dílo na zhotovení Dokumentace+AD</w:t>
          </w:r>
        </w:p>
      </w:tc>
    </w:tr>
  </w:tbl>
  <w:p w14:paraId="1E39ED72" w14:textId="77777777" w:rsidR="00F85888" w:rsidRPr="00402B45" w:rsidRDefault="00F8588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5B6983EA" w14:textId="77777777" w:rsidTr="00286AD1">
      <w:trPr>
        <w:jc w:val="right"/>
      </w:trPr>
      <w:tc>
        <w:tcPr>
          <w:tcW w:w="0" w:type="auto"/>
          <w:tcMar>
            <w:left w:w="0" w:type="dxa"/>
            <w:right w:w="0" w:type="dxa"/>
          </w:tcMar>
          <w:vAlign w:val="bottom"/>
        </w:tcPr>
        <w:p w14:paraId="38158099" w14:textId="77777777" w:rsidR="00F85888" w:rsidRPr="005328CA" w:rsidRDefault="00F85888" w:rsidP="009626C4">
          <w:pPr>
            <w:pStyle w:val="Zpatvpravo"/>
            <w:rPr>
              <w:b/>
            </w:rPr>
          </w:pPr>
          <w:r w:rsidRPr="005328CA">
            <w:rPr>
              <w:b/>
            </w:rPr>
            <w:t xml:space="preserve">Příloha č. </w:t>
          </w:r>
          <w:r>
            <w:rPr>
              <w:b/>
            </w:rPr>
            <w:t>7</w:t>
          </w:r>
          <w:r w:rsidRPr="005328CA">
            <w:rPr>
              <w:b/>
            </w:rPr>
            <w:t xml:space="preserve">   </w:t>
          </w:r>
        </w:p>
        <w:p w14:paraId="66C2EAD6" w14:textId="77777777" w:rsidR="002D64A6" w:rsidRPr="00DD10C8" w:rsidRDefault="00F85888" w:rsidP="002D64A6">
          <w:pPr>
            <w:pStyle w:val="Zpatvpravo"/>
          </w:pPr>
          <w:r>
            <w:t xml:space="preserve"> </w:t>
          </w:r>
          <w:sdt>
            <w:sdtPr>
              <w:alias w:val="Název akce - VYplnit pole - přenese se do zápatí"/>
              <w:tag w:val="Název akce"/>
              <w:id w:val="-376854525"/>
              <w:placeholder>
                <w:docPart w:val="1CCF96B9E7984A92A9F151B6499B526D"/>
              </w:placeholder>
              <w:text/>
            </w:sdtPr>
            <w:sdtContent>
              <w:r w:rsidR="002D64A6">
                <w:t>„Rekonstrukce traťového úseku Sokolov (mimo) - Kynšperk nad Ohří (mimo)“, „Rekonstrukce traťového úseku Kynšperk nad Ohří (včetně) – Tršnice (mimo)“ a „Rekonstrukce traťového úseku Tršnice (včetně) - Cheb (mimo)“</w:t>
              </w:r>
            </w:sdtContent>
          </w:sdt>
        </w:p>
        <w:p w14:paraId="2D6F9E46" w14:textId="5EB7EF01" w:rsidR="00F85888" w:rsidRPr="003462EB" w:rsidRDefault="002D64A6" w:rsidP="002D64A6">
          <w:pPr>
            <w:pStyle w:val="Zpatvpravo"/>
            <w:rPr>
              <w:rStyle w:val="slostrnky"/>
              <w:b w:val="0"/>
              <w:color w:val="auto"/>
              <w:sz w:val="12"/>
            </w:rPr>
          </w:pPr>
          <w:r>
            <w:t>Smlouva o dílo</w:t>
          </w:r>
          <w:r w:rsidR="00F85888">
            <w:t xml:space="preserve"> </w:t>
          </w:r>
        </w:p>
      </w:tc>
      <w:tc>
        <w:tcPr>
          <w:tcW w:w="907" w:type="dxa"/>
          <w:vAlign w:val="bottom"/>
        </w:tcPr>
        <w:p w14:paraId="2E17A033" w14:textId="689A6B6E"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2DA5">
            <w:rPr>
              <w:rStyle w:val="slostrnky"/>
              <w:noProof/>
            </w:rPr>
            <w:t>1</w:t>
          </w:r>
          <w:r>
            <w:rPr>
              <w:rStyle w:val="slostrnky"/>
            </w:rPr>
            <w:fldChar w:fldCharType="end"/>
          </w:r>
        </w:p>
      </w:tc>
    </w:tr>
  </w:tbl>
  <w:p w14:paraId="79F69B78" w14:textId="77777777" w:rsidR="00F85888" w:rsidRPr="00B8518B" w:rsidRDefault="00F8588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172D84C2" w14:textId="77777777" w:rsidTr="009626C4">
      <w:tc>
        <w:tcPr>
          <w:tcW w:w="907" w:type="dxa"/>
          <w:tcMar>
            <w:left w:w="0" w:type="dxa"/>
            <w:right w:w="0" w:type="dxa"/>
          </w:tcMar>
          <w:vAlign w:val="bottom"/>
        </w:tcPr>
        <w:p w14:paraId="3B52580E"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F85888" w:rsidRPr="005328CA" w:rsidRDefault="00F85888" w:rsidP="009626C4">
          <w:pPr>
            <w:pStyle w:val="Zpatvlevo"/>
            <w:rPr>
              <w:b/>
            </w:rPr>
          </w:pPr>
          <w:r w:rsidRPr="005328CA">
            <w:rPr>
              <w:b/>
            </w:rPr>
            <w:t xml:space="preserve">Příloha č. </w:t>
          </w:r>
          <w:r>
            <w:rPr>
              <w:b/>
            </w:rPr>
            <w:t>8</w:t>
          </w:r>
        </w:p>
        <w:p w14:paraId="2DDBBB43" w14:textId="721D3E7E" w:rsidR="00F85888" w:rsidRPr="003462EB" w:rsidRDefault="00F85888" w:rsidP="009626C4">
          <w:pPr>
            <w:pStyle w:val="Zpatvlevo"/>
          </w:pPr>
          <w:r>
            <w:fldChar w:fldCharType="begin"/>
          </w:r>
          <w:r>
            <w:instrText xml:space="preserve"> STYLEREF  _Název_akce  \* MERGEFORMAT </w:instrText>
          </w:r>
          <w:r>
            <w:fldChar w:fldCharType="separate"/>
          </w:r>
          <w:r w:rsidR="005C2DA5">
            <w:rPr>
              <w:b/>
              <w:bCs/>
              <w:noProof/>
            </w:rPr>
            <w:t>Chyba! V dokumentu není žádný text v zadaném stylu.</w:t>
          </w:r>
          <w:r>
            <w:rPr>
              <w:noProof/>
            </w:rPr>
            <w:fldChar w:fldCharType="end"/>
          </w:r>
        </w:p>
        <w:p w14:paraId="61ABCEE8" w14:textId="77777777" w:rsidR="00F85888" w:rsidRPr="003462EB" w:rsidRDefault="00F85888" w:rsidP="00402B45">
          <w:pPr>
            <w:pStyle w:val="Zpatvlevo"/>
          </w:pPr>
          <w:r>
            <w:t>Smlouva o dílo na zhotovení Dokumentace+AD</w:t>
          </w:r>
        </w:p>
      </w:tc>
    </w:tr>
  </w:tbl>
  <w:p w14:paraId="484ABE39" w14:textId="77777777" w:rsidR="00F85888" w:rsidRPr="00402B45" w:rsidRDefault="00F8588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6C30DA48" w14:textId="77777777" w:rsidTr="00286AD1">
      <w:trPr>
        <w:jc w:val="right"/>
      </w:trPr>
      <w:tc>
        <w:tcPr>
          <w:tcW w:w="0" w:type="auto"/>
          <w:tcMar>
            <w:left w:w="0" w:type="dxa"/>
            <w:right w:w="0" w:type="dxa"/>
          </w:tcMar>
          <w:vAlign w:val="bottom"/>
        </w:tcPr>
        <w:p w14:paraId="52834538" w14:textId="77777777" w:rsidR="00F85888" w:rsidRPr="005328CA" w:rsidRDefault="00F85888" w:rsidP="009626C4">
          <w:pPr>
            <w:pStyle w:val="Zpatvpravo"/>
            <w:rPr>
              <w:b/>
            </w:rPr>
          </w:pPr>
          <w:r w:rsidRPr="005328CA">
            <w:rPr>
              <w:b/>
            </w:rPr>
            <w:t xml:space="preserve">Příloha č. </w:t>
          </w:r>
          <w:r>
            <w:rPr>
              <w:b/>
            </w:rPr>
            <w:t>8</w:t>
          </w:r>
          <w:r w:rsidRPr="005328CA">
            <w:rPr>
              <w:b/>
            </w:rPr>
            <w:t xml:space="preserve">   </w:t>
          </w:r>
        </w:p>
        <w:p w14:paraId="1D77F847" w14:textId="77777777" w:rsidR="002D64A6" w:rsidRPr="00DD10C8" w:rsidRDefault="00000000" w:rsidP="002D64A6">
          <w:pPr>
            <w:pStyle w:val="Zpatvpravo"/>
          </w:pPr>
          <w:sdt>
            <w:sdtPr>
              <w:alias w:val="Název akce - VYplnit pole - přenese se do zápatí"/>
              <w:tag w:val="Název akce"/>
              <w:id w:val="888923276"/>
              <w:placeholder>
                <w:docPart w:val="CB05ADC05EBD482EAFC3F4B67CDCC599"/>
              </w:placeholder>
              <w:text/>
            </w:sdtPr>
            <w:sdtContent>
              <w:r w:rsidR="002D64A6">
                <w:t>„Rekonstrukce traťového úseku Sokolov (mimo) - Kynšperk nad Ohří (mimo)“, „Rekonstrukce traťového úseku Kynšperk nad Ohří (včetně) – Tršnice (mimo)“ a „Rekonstrukce traťového úseku Tršnice (včetně) - Cheb (mimo)“</w:t>
              </w:r>
            </w:sdtContent>
          </w:sdt>
        </w:p>
        <w:p w14:paraId="487CFEAD" w14:textId="1E7C8380" w:rsidR="00F85888" w:rsidRPr="003462EB" w:rsidRDefault="002D64A6" w:rsidP="002D64A6">
          <w:pPr>
            <w:pStyle w:val="Zpatvpravo"/>
            <w:rPr>
              <w:rStyle w:val="slostrnky"/>
              <w:b w:val="0"/>
              <w:color w:val="auto"/>
              <w:sz w:val="12"/>
            </w:rPr>
          </w:pPr>
          <w:r>
            <w:t>Smlouva o dílo</w:t>
          </w:r>
        </w:p>
      </w:tc>
      <w:tc>
        <w:tcPr>
          <w:tcW w:w="907" w:type="dxa"/>
          <w:vAlign w:val="bottom"/>
        </w:tcPr>
        <w:p w14:paraId="7E430557" w14:textId="1A282C74"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2DA5">
            <w:rPr>
              <w:rStyle w:val="slostrnky"/>
              <w:noProof/>
            </w:rPr>
            <w:t>1</w:t>
          </w:r>
          <w:r>
            <w:rPr>
              <w:rStyle w:val="slostrnky"/>
            </w:rPr>
            <w:fldChar w:fldCharType="end"/>
          </w:r>
        </w:p>
      </w:tc>
    </w:tr>
  </w:tbl>
  <w:p w14:paraId="2932E9C7" w14:textId="77777777" w:rsidR="00F85888" w:rsidRPr="00B8518B" w:rsidRDefault="00F858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6EEBF384" w14:textId="77777777" w:rsidTr="009626C4">
      <w:tc>
        <w:tcPr>
          <w:tcW w:w="0" w:type="auto"/>
          <w:tcMar>
            <w:left w:w="0" w:type="dxa"/>
            <w:right w:w="0" w:type="dxa"/>
          </w:tcMar>
          <w:vAlign w:val="bottom"/>
        </w:tcPr>
        <w:p w14:paraId="633B43AF" w14:textId="2F758597" w:rsidR="00DD10C8" w:rsidRPr="00DD10C8" w:rsidRDefault="00000000" w:rsidP="00DE3194">
          <w:pPr>
            <w:pStyle w:val="Zpatvpravo"/>
            <w:jc w:val="left"/>
          </w:pPr>
          <w:sdt>
            <w:sdtPr>
              <w:alias w:val="Název akce - VYplnit pole - přenese se do zápatí"/>
              <w:tag w:val="Název akce"/>
              <w:id w:val="216554344"/>
              <w:placeholder>
                <w:docPart w:val="D8EE4FDC84B941818CAC4D0D286C4FB7"/>
              </w:placeholder>
              <w:text/>
            </w:sdtPr>
            <w:sdtContent>
              <w:r w:rsidR="00DE3194">
                <w:t>„Rekonstrukce traťového úseku Sokolov (mimo) - Kynšperk nad Ohří (mimo)“, „Rekonstrukce traťového úseku Kynšperk nad Ohří (včetně) – Tršnice (mimo)“ a „Rekonstrukce traťového úseku Tršnice (včetně) - Cheb (mimo)“</w:t>
              </w:r>
            </w:sdtContent>
          </w:sdt>
        </w:p>
        <w:p w14:paraId="431C4188" w14:textId="14E3AD99" w:rsidR="00F85888" w:rsidRPr="00DD10C8" w:rsidRDefault="00F85888" w:rsidP="00DE3194">
          <w:pPr>
            <w:pStyle w:val="Zpatvpravo"/>
            <w:jc w:val="left"/>
            <w:rPr>
              <w:rStyle w:val="slostrnky"/>
              <w:color w:val="auto"/>
              <w:sz w:val="12"/>
            </w:rPr>
          </w:pPr>
          <w:r w:rsidRPr="00DD10C8">
            <w:t xml:space="preserve">Smlouva o dílo </w:t>
          </w:r>
        </w:p>
      </w:tc>
      <w:tc>
        <w:tcPr>
          <w:tcW w:w="907" w:type="dxa"/>
          <w:vAlign w:val="bottom"/>
        </w:tcPr>
        <w:p w14:paraId="2E0AC9C9" w14:textId="47A48115"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2DA5">
            <w:rPr>
              <w:rStyle w:val="slostrnky"/>
              <w:noProof/>
            </w:rPr>
            <w:t>9</w:t>
          </w:r>
          <w:r>
            <w:rPr>
              <w:rStyle w:val="slostrnky"/>
            </w:rPr>
            <w:fldChar w:fldCharType="end"/>
          </w:r>
        </w:p>
      </w:tc>
    </w:tr>
  </w:tbl>
  <w:p w14:paraId="6CEA0470" w14:textId="77777777" w:rsidR="00F85888" w:rsidRPr="00B8518B" w:rsidRDefault="00F8588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6D162958" w14:textId="77777777" w:rsidTr="009626C4">
      <w:tc>
        <w:tcPr>
          <w:tcW w:w="907" w:type="dxa"/>
          <w:tcMar>
            <w:left w:w="0" w:type="dxa"/>
            <w:right w:w="0" w:type="dxa"/>
          </w:tcMar>
          <w:vAlign w:val="bottom"/>
        </w:tcPr>
        <w:p w14:paraId="37790680"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F85888" w:rsidRPr="005328CA" w:rsidRDefault="00F85888" w:rsidP="009626C4">
          <w:pPr>
            <w:pStyle w:val="Zpatvlevo"/>
            <w:rPr>
              <w:b/>
            </w:rPr>
          </w:pPr>
          <w:r w:rsidRPr="005328CA">
            <w:rPr>
              <w:b/>
            </w:rPr>
            <w:t xml:space="preserve">Příloha č. </w:t>
          </w:r>
          <w:r>
            <w:rPr>
              <w:b/>
            </w:rPr>
            <w:t>9</w:t>
          </w:r>
        </w:p>
        <w:p w14:paraId="16F089D5" w14:textId="3AE59BCC" w:rsidR="00F85888" w:rsidRPr="003462EB" w:rsidRDefault="00F85888" w:rsidP="009626C4">
          <w:pPr>
            <w:pStyle w:val="Zpatvlevo"/>
          </w:pPr>
          <w:r>
            <w:fldChar w:fldCharType="begin"/>
          </w:r>
          <w:r>
            <w:instrText xml:space="preserve"> STYLEREF  _Název_akce  \* MERGEFORMAT </w:instrText>
          </w:r>
          <w:r>
            <w:fldChar w:fldCharType="separate"/>
          </w:r>
          <w:r w:rsidR="005C2DA5">
            <w:rPr>
              <w:b/>
              <w:bCs/>
              <w:noProof/>
            </w:rPr>
            <w:t>Chyba! V dokumentu není žádný text v zadaném stylu.</w:t>
          </w:r>
          <w:r>
            <w:rPr>
              <w:noProof/>
            </w:rPr>
            <w:fldChar w:fldCharType="end"/>
          </w:r>
        </w:p>
        <w:p w14:paraId="24E4802E" w14:textId="77777777" w:rsidR="00F85888" w:rsidRPr="003462EB" w:rsidRDefault="00F85888" w:rsidP="00402B45">
          <w:pPr>
            <w:pStyle w:val="Zpatvlevo"/>
          </w:pPr>
          <w:r>
            <w:t>Smlouva o dílo na zhotovení Dokumentace+AD</w:t>
          </w:r>
        </w:p>
      </w:tc>
    </w:tr>
  </w:tbl>
  <w:p w14:paraId="063CFD7F" w14:textId="77777777" w:rsidR="00F85888" w:rsidRPr="00402B45" w:rsidRDefault="00F8588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5A3B8C1F" w14:textId="77777777" w:rsidTr="00286AD1">
      <w:trPr>
        <w:jc w:val="right"/>
      </w:trPr>
      <w:tc>
        <w:tcPr>
          <w:tcW w:w="0" w:type="auto"/>
          <w:tcMar>
            <w:left w:w="0" w:type="dxa"/>
            <w:right w:w="0" w:type="dxa"/>
          </w:tcMar>
          <w:vAlign w:val="bottom"/>
        </w:tcPr>
        <w:p w14:paraId="5D57D2D7" w14:textId="77777777" w:rsidR="00F85888" w:rsidRPr="005328CA" w:rsidRDefault="00F85888" w:rsidP="009626C4">
          <w:pPr>
            <w:pStyle w:val="Zpatvpravo"/>
            <w:rPr>
              <w:b/>
            </w:rPr>
          </w:pPr>
          <w:r w:rsidRPr="005328CA">
            <w:rPr>
              <w:b/>
            </w:rPr>
            <w:t xml:space="preserve">Příloha č. </w:t>
          </w:r>
          <w:r>
            <w:rPr>
              <w:b/>
            </w:rPr>
            <w:t>9</w:t>
          </w:r>
          <w:r w:rsidRPr="005328CA">
            <w:rPr>
              <w:b/>
            </w:rPr>
            <w:t xml:space="preserve">   </w:t>
          </w:r>
        </w:p>
        <w:p w14:paraId="5E313F58" w14:textId="77777777" w:rsidR="002D64A6" w:rsidRPr="00DD10C8" w:rsidRDefault="00F85888" w:rsidP="002D64A6">
          <w:pPr>
            <w:pStyle w:val="Zpatvpravo"/>
          </w:pPr>
          <w:r>
            <w:t xml:space="preserve"> </w:t>
          </w:r>
          <w:sdt>
            <w:sdtPr>
              <w:alias w:val="Název akce - VYplnit pole - přenese se do zápatí"/>
              <w:tag w:val="Název akce"/>
              <w:id w:val="364191262"/>
              <w:placeholder>
                <w:docPart w:val="67EC40326B244A26B4F60B1B82267F27"/>
              </w:placeholder>
              <w:text/>
            </w:sdtPr>
            <w:sdtContent>
              <w:r w:rsidR="002D64A6">
                <w:t>„Rekonstrukce traťového úseku Sokolov (mimo) - Kynšperk nad Ohří (mimo)“, „Rekonstrukce traťového úseku Kynšperk nad Ohří (včetně) – Tršnice (mimo)“ a „Rekonstrukce traťového úseku Tršnice (včetně) - Cheb (mimo)“</w:t>
              </w:r>
            </w:sdtContent>
          </w:sdt>
        </w:p>
        <w:p w14:paraId="7BFF82F5" w14:textId="22580204" w:rsidR="00F85888" w:rsidRPr="003462EB" w:rsidRDefault="002D64A6" w:rsidP="002D64A6">
          <w:pPr>
            <w:pStyle w:val="Zpatvpravo"/>
            <w:rPr>
              <w:rStyle w:val="slostrnky"/>
              <w:b w:val="0"/>
              <w:color w:val="auto"/>
              <w:sz w:val="12"/>
            </w:rPr>
          </w:pPr>
          <w:r>
            <w:t>Smlouva o dílo</w:t>
          </w:r>
        </w:p>
      </w:tc>
      <w:tc>
        <w:tcPr>
          <w:tcW w:w="907" w:type="dxa"/>
          <w:vAlign w:val="bottom"/>
        </w:tcPr>
        <w:p w14:paraId="144FF375" w14:textId="293BD33F"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2DA5">
            <w:rPr>
              <w:rStyle w:val="slostrnky"/>
              <w:noProof/>
            </w:rPr>
            <w:t>1</w:t>
          </w:r>
          <w:r>
            <w:rPr>
              <w:rStyle w:val="slostrnky"/>
            </w:rPr>
            <w:fldChar w:fldCharType="end"/>
          </w:r>
        </w:p>
      </w:tc>
    </w:tr>
  </w:tbl>
  <w:p w14:paraId="397B5914" w14:textId="77777777" w:rsidR="00F85888" w:rsidRPr="00B8518B" w:rsidRDefault="00F8588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69BAC33B" w14:textId="77777777" w:rsidTr="009626C4">
      <w:tc>
        <w:tcPr>
          <w:tcW w:w="907" w:type="dxa"/>
          <w:tcMar>
            <w:left w:w="0" w:type="dxa"/>
            <w:right w:w="0" w:type="dxa"/>
          </w:tcMar>
          <w:vAlign w:val="bottom"/>
        </w:tcPr>
        <w:p w14:paraId="5CFA6DF6"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E59559B" w14:textId="77777777" w:rsidR="00F85888" w:rsidRPr="005328CA" w:rsidRDefault="00F85888" w:rsidP="009626C4">
          <w:pPr>
            <w:pStyle w:val="Zpatvlevo"/>
            <w:rPr>
              <w:b/>
            </w:rPr>
          </w:pPr>
          <w:r w:rsidRPr="005328CA">
            <w:rPr>
              <w:b/>
            </w:rPr>
            <w:t xml:space="preserve">Příloha č. </w:t>
          </w:r>
          <w:r>
            <w:rPr>
              <w:b/>
            </w:rPr>
            <w:t>10</w:t>
          </w:r>
        </w:p>
        <w:p w14:paraId="1435C99E" w14:textId="21DB6FD5" w:rsidR="00F85888" w:rsidRPr="003462EB" w:rsidRDefault="00F85888" w:rsidP="009626C4">
          <w:pPr>
            <w:pStyle w:val="Zpatvlevo"/>
          </w:pPr>
          <w:r>
            <w:fldChar w:fldCharType="begin"/>
          </w:r>
          <w:r>
            <w:instrText xml:space="preserve"> STYLEREF  _Název_akce  \* MERGEFORMAT </w:instrText>
          </w:r>
          <w:r>
            <w:fldChar w:fldCharType="separate"/>
          </w:r>
          <w:r w:rsidR="005C2DA5">
            <w:rPr>
              <w:b/>
              <w:bCs/>
              <w:noProof/>
            </w:rPr>
            <w:t>Chyba! V dokumentu není žádný text v zadaném stylu.</w:t>
          </w:r>
          <w:r>
            <w:rPr>
              <w:noProof/>
            </w:rPr>
            <w:fldChar w:fldCharType="end"/>
          </w:r>
        </w:p>
        <w:p w14:paraId="6E846F9D" w14:textId="77777777" w:rsidR="00F85888" w:rsidRPr="003462EB" w:rsidRDefault="00F85888" w:rsidP="00402B45">
          <w:pPr>
            <w:pStyle w:val="Zpatvlevo"/>
          </w:pPr>
          <w:r>
            <w:t>Smlouva o dílo na zhotovení Dokumentace+AD</w:t>
          </w:r>
        </w:p>
      </w:tc>
    </w:tr>
  </w:tbl>
  <w:p w14:paraId="3CE0AF89" w14:textId="77777777" w:rsidR="00F85888" w:rsidRPr="00402B45" w:rsidRDefault="00F85888">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0F50882C" w14:textId="77777777" w:rsidTr="00286AD1">
      <w:trPr>
        <w:jc w:val="right"/>
      </w:trPr>
      <w:tc>
        <w:tcPr>
          <w:tcW w:w="0" w:type="auto"/>
          <w:tcMar>
            <w:left w:w="0" w:type="dxa"/>
            <w:right w:w="0" w:type="dxa"/>
          </w:tcMar>
          <w:vAlign w:val="bottom"/>
        </w:tcPr>
        <w:p w14:paraId="2915F88B" w14:textId="77777777" w:rsidR="00F85888" w:rsidRPr="005328CA" w:rsidRDefault="00F85888" w:rsidP="009626C4">
          <w:pPr>
            <w:pStyle w:val="Zpatvpravo"/>
            <w:rPr>
              <w:b/>
            </w:rPr>
          </w:pPr>
          <w:r w:rsidRPr="005328CA">
            <w:rPr>
              <w:b/>
            </w:rPr>
            <w:t>Příloha č.</w:t>
          </w:r>
          <w:r>
            <w:rPr>
              <w:b/>
            </w:rPr>
            <w:t xml:space="preserve"> 10</w:t>
          </w:r>
          <w:r w:rsidRPr="005328CA">
            <w:rPr>
              <w:b/>
            </w:rPr>
            <w:t xml:space="preserve">   </w:t>
          </w:r>
        </w:p>
        <w:p w14:paraId="3C74CD3D" w14:textId="77777777" w:rsidR="002D64A6" w:rsidRPr="00DD10C8" w:rsidRDefault="00000000" w:rsidP="002D64A6">
          <w:pPr>
            <w:pStyle w:val="Zpatvpravo"/>
          </w:pPr>
          <w:sdt>
            <w:sdtPr>
              <w:alias w:val="Název akce - VYplnit pole - přenese se do zápatí"/>
              <w:tag w:val="Název akce"/>
              <w:id w:val="1587189913"/>
              <w:placeholder>
                <w:docPart w:val="CD9C9550D7CD45639FC40E8B8C4CABFA"/>
              </w:placeholder>
              <w:text/>
            </w:sdtPr>
            <w:sdtContent>
              <w:r w:rsidR="002D64A6">
                <w:t>„Rekonstrukce traťového úseku Sokolov (mimo) - Kynšperk nad Ohří (mimo)“, „Rekonstrukce traťového úseku Kynšperk nad Ohří (včetně) – Tršnice (mimo)“ a „Rekonstrukce traťového úseku Tršnice (včetně) - Cheb (mimo)“</w:t>
              </w:r>
            </w:sdtContent>
          </w:sdt>
        </w:p>
        <w:p w14:paraId="77708F32" w14:textId="67F264CA" w:rsidR="00F85888" w:rsidRPr="003462EB" w:rsidRDefault="002D64A6" w:rsidP="002D64A6">
          <w:pPr>
            <w:pStyle w:val="Zpatvpravo"/>
            <w:rPr>
              <w:rStyle w:val="slostrnky"/>
              <w:b w:val="0"/>
              <w:color w:val="auto"/>
              <w:sz w:val="12"/>
            </w:rPr>
          </w:pPr>
          <w:r>
            <w:t>Smlouva o dílo</w:t>
          </w:r>
        </w:p>
      </w:tc>
      <w:tc>
        <w:tcPr>
          <w:tcW w:w="907" w:type="dxa"/>
          <w:vAlign w:val="bottom"/>
        </w:tcPr>
        <w:p w14:paraId="343278C9" w14:textId="141BE277"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2DA5">
            <w:rPr>
              <w:rStyle w:val="slostrnky"/>
              <w:noProof/>
            </w:rPr>
            <w:t>1</w:t>
          </w:r>
          <w:r>
            <w:rPr>
              <w:rStyle w:val="slostrnky"/>
            </w:rPr>
            <w:fldChar w:fldCharType="end"/>
          </w:r>
        </w:p>
      </w:tc>
    </w:tr>
  </w:tbl>
  <w:p w14:paraId="1F84A899" w14:textId="77777777" w:rsidR="00F85888" w:rsidRPr="00B8518B" w:rsidRDefault="00F8588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1C11" w14:textId="77777777" w:rsidR="00F85888" w:rsidRPr="00B8518B" w:rsidRDefault="00F85888" w:rsidP="00460660">
    <w:pPr>
      <w:pStyle w:val="Zpat"/>
      <w:rPr>
        <w:sz w:val="2"/>
        <w:szCs w:val="2"/>
      </w:rPr>
    </w:pPr>
  </w:p>
  <w:p w14:paraId="3C18E895" w14:textId="77777777" w:rsidR="00F85888" w:rsidRPr="00B3350F" w:rsidRDefault="00F85888" w:rsidP="007C7C99">
    <w:pPr>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15B1E4BE" w14:textId="77777777" w:rsidTr="009626C4">
      <w:tc>
        <w:tcPr>
          <w:tcW w:w="907" w:type="dxa"/>
          <w:tcMar>
            <w:left w:w="0" w:type="dxa"/>
            <w:right w:w="0" w:type="dxa"/>
          </w:tcMar>
          <w:vAlign w:val="bottom"/>
        </w:tcPr>
        <w:p w14:paraId="77238F0B"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F85888" w:rsidRPr="005328CA" w:rsidRDefault="00F85888" w:rsidP="009626C4">
          <w:pPr>
            <w:pStyle w:val="Zpatvlevo"/>
            <w:rPr>
              <w:b/>
            </w:rPr>
          </w:pPr>
          <w:r w:rsidRPr="005328CA">
            <w:rPr>
              <w:b/>
            </w:rPr>
            <w:t>Příloha č. 1</w:t>
          </w:r>
        </w:p>
        <w:p w14:paraId="1580EE32" w14:textId="5B91667D" w:rsidR="00F85888" w:rsidRPr="003462EB" w:rsidRDefault="00F85888" w:rsidP="009626C4">
          <w:pPr>
            <w:pStyle w:val="Zpatvlevo"/>
          </w:pPr>
          <w:r>
            <w:fldChar w:fldCharType="begin"/>
          </w:r>
          <w:r>
            <w:instrText xml:space="preserve"> STYLEREF  _Název_akce  \* MERGEFORMAT </w:instrText>
          </w:r>
          <w:r>
            <w:fldChar w:fldCharType="separate"/>
          </w:r>
          <w:r w:rsidR="005C2DA5">
            <w:rPr>
              <w:b/>
              <w:bCs/>
              <w:noProof/>
            </w:rPr>
            <w:t>Chyba! V dokumentu není žádný text v zadaném stylu.</w:t>
          </w:r>
          <w:r>
            <w:rPr>
              <w:noProof/>
            </w:rPr>
            <w:fldChar w:fldCharType="end"/>
          </w:r>
        </w:p>
        <w:p w14:paraId="0E3EAE50" w14:textId="77777777" w:rsidR="00F85888" w:rsidRPr="003462EB" w:rsidRDefault="00F85888" w:rsidP="00402B45">
          <w:pPr>
            <w:pStyle w:val="Zpatvlevo"/>
          </w:pPr>
          <w:r>
            <w:t>Smlouva o dílo na zhotovení Dokumentace+AD</w:t>
          </w:r>
        </w:p>
      </w:tc>
    </w:tr>
  </w:tbl>
  <w:p w14:paraId="64A110E8" w14:textId="77777777" w:rsidR="00F85888" w:rsidRPr="00402B45" w:rsidRDefault="00F8588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4B7AE076" w14:textId="77777777" w:rsidTr="009626C4">
      <w:tc>
        <w:tcPr>
          <w:tcW w:w="0" w:type="auto"/>
          <w:tcMar>
            <w:left w:w="0" w:type="dxa"/>
            <w:right w:w="0" w:type="dxa"/>
          </w:tcMar>
          <w:vAlign w:val="bottom"/>
        </w:tcPr>
        <w:p w14:paraId="6DAC5445" w14:textId="7B4CC0C9" w:rsidR="00DE3194" w:rsidRPr="00DD10C8" w:rsidRDefault="00000000" w:rsidP="00DE3194">
          <w:pPr>
            <w:pStyle w:val="Zpatvpravo"/>
            <w:jc w:val="left"/>
          </w:pPr>
          <w:sdt>
            <w:sdtPr>
              <w:alias w:val="Název akce - VYplnit pole - přenese se do zápatí"/>
              <w:tag w:val="Název akce"/>
              <w:id w:val="952671291"/>
              <w:placeholder>
                <w:docPart w:val="0737DFEB22F24604911D551B77D6D7EC"/>
              </w:placeholder>
              <w:text/>
            </w:sdtPr>
            <w:sdtContent>
              <w:r w:rsidR="00DE3194">
                <w:t>„Rekonstrukce traťového úseku Sokolov (mimo) - Kynšperk nad Ohří (mimo)“, „Rekonstrukce traťového úseku Kynšperk nad Ohří (včetně) – Tršnice (mimo)“ a „Rekonstrukce traťového úseku Tršnice (včetně) - Cheb (mimo)“</w:t>
              </w:r>
            </w:sdtContent>
          </w:sdt>
        </w:p>
        <w:p w14:paraId="0A917516" w14:textId="62B7DF6C" w:rsidR="00F85888" w:rsidRPr="003462EB" w:rsidRDefault="00F85888" w:rsidP="00DE3194">
          <w:pPr>
            <w:pStyle w:val="Zpatvpravo"/>
            <w:jc w:val="left"/>
            <w:rPr>
              <w:rStyle w:val="slostrnky"/>
              <w:b w:val="0"/>
              <w:color w:val="auto"/>
              <w:sz w:val="12"/>
            </w:rPr>
          </w:pPr>
          <w:r>
            <w:t xml:space="preserve">Smlouva o dílo </w:t>
          </w:r>
        </w:p>
      </w:tc>
      <w:tc>
        <w:tcPr>
          <w:tcW w:w="907" w:type="dxa"/>
          <w:vAlign w:val="bottom"/>
        </w:tcPr>
        <w:p w14:paraId="094587E4" w14:textId="2F7A6FF9"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2DA5">
            <w:rPr>
              <w:rStyle w:val="slostrnky"/>
              <w:noProof/>
            </w:rPr>
            <w:t>1</w:t>
          </w:r>
          <w:r>
            <w:rPr>
              <w:rStyle w:val="slostrnky"/>
            </w:rPr>
            <w:fldChar w:fldCharType="end"/>
          </w:r>
        </w:p>
      </w:tc>
    </w:tr>
  </w:tbl>
  <w:p w14:paraId="4401F645" w14:textId="77777777" w:rsidR="00F85888" w:rsidRPr="00B8518B" w:rsidRDefault="00F8588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5B324FA9" w14:textId="77777777" w:rsidTr="009626C4">
      <w:tc>
        <w:tcPr>
          <w:tcW w:w="907" w:type="dxa"/>
          <w:tcMar>
            <w:left w:w="0" w:type="dxa"/>
            <w:right w:w="0" w:type="dxa"/>
          </w:tcMar>
          <w:vAlign w:val="bottom"/>
        </w:tcPr>
        <w:p w14:paraId="035C6342"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F85888" w:rsidRPr="005328CA" w:rsidRDefault="00F85888" w:rsidP="009626C4">
          <w:pPr>
            <w:pStyle w:val="Zpatvlevo"/>
            <w:rPr>
              <w:b/>
            </w:rPr>
          </w:pPr>
          <w:r w:rsidRPr="005328CA">
            <w:rPr>
              <w:b/>
            </w:rPr>
            <w:t xml:space="preserve">Příloha č. </w:t>
          </w:r>
          <w:r>
            <w:rPr>
              <w:b/>
            </w:rPr>
            <w:t>2</w:t>
          </w:r>
        </w:p>
        <w:p w14:paraId="04CAADE2" w14:textId="7EB4A1C7" w:rsidR="00F85888" w:rsidRPr="003462EB" w:rsidRDefault="00F85888" w:rsidP="009626C4">
          <w:pPr>
            <w:pStyle w:val="Zpatvlevo"/>
          </w:pPr>
          <w:r>
            <w:fldChar w:fldCharType="begin"/>
          </w:r>
          <w:r>
            <w:instrText xml:space="preserve"> STYLEREF  _Název_akce  \* MERGEFORMAT </w:instrText>
          </w:r>
          <w:r>
            <w:fldChar w:fldCharType="separate"/>
          </w:r>
          <w:r w:rsidR="005C2DA5">
            <w:rPr>
              <w:b/>
              <w:bCs/>
              <w:noProof/>
            </w:rPr>
            <w:t>Chyba! V dokumentu není žádný text v zadaném stylu.</w:t>
          </w:r>
          <w:r>
            <w:rPr>
              <w:noProof/>
            </w:rPr>
            <w:fldChar w:fldCharType="end"/>
          </w:r>
        </w:p>
        <w:p w14:paraId="6E7D6255" w14:textId="77777777" w:rsidR="00F85888" w:rsidRPr="003462EB" w:rsidRDefault="00F85888" w:rsidP="0007452F">
          <w:pPr>
            <w:pStyle w:val="Zpatvlevo"/>
          </w:pPr>
          <w:r>
            <w:t>Smlouva o dílo na zhotovení Dokumentace+AD</w:t>
          </w:r>
        </w:p>
      </w:tc>
    </w:tr>
  </w:tbl>
  <w:p w14:paraId="3426FF1B" w14:textId="77777777" w:rsidR="00F85888" w:rsidRPr="00402B45" w:rsidRDefault="00F8588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3E60EDBE" w14:textId="77777777" w:rsidTr="00DE3194">
      <w:trPr>
        <w:trHeight w:val="149"/>
      </w:trPr>
      <w:tc>
        <w:tcPr>
          <w:tcW w:w="0" w:type="auto"/>
          <w:tcMar>
            <w:left w:w="0" w:type="dxa"/>
            <w:right w:w="0" w:type="dxa"/>
          </w:tcMar>
          <w:vAlign w:val="bottom"/>
        </w:tcPr>
        <w:p w14:paraId="6DFD52EF" w14:textId="77777777" w:rsidR="00F85888" w:rsidRPr="005328CA" w:rsidRDefault="00F85888" w:rsidP="009626C4">
          <w:pPr>
            <w:pStyle w:val="Zpatvpravo"/>
            <w:rPr>
              <w:b/>
            </w:rPr>
          </w:pPr>
          <w:r w:rsidRPr="005328CA">
            <w:rPr>
              <w:b/>
            </w:rPr>
            <w:t xml:space="preserve">Příloha č. </w:t>
          </w:r>
          <w:r>
            <w:rPr>
              <w:b/>
            </w:rPr>
            <w:t>2</w:t>
          </w:r>
          <w:r w:rsidRPr="005328CA">
            <w:rPr>
              <w:b/>
            </w:rPr>
            <w:t xml:space="preserve">   </w:t>
          </w:r>
        </w:p>
        <w:p w14:paraId="3C2EA87A" w14:textId="2FA6D4DE" w:rsidR="00DD10C8" w:rsidRPr="00DD10C8" w:rsidRDefault="00000000" w:rsidP="00DE3194">
          <w:pPr>
            <w:pStyle w:val="Zpatvpravo"/>
            <w:jc w:val="left"/>
          </w:pPr>
          <w:sdt>
            <w:sdtPr>
              <w:alias w:val="Název akce - VYplnit pole - přenese se do zápatí"/>
              <w:tag w:val="Název akce"/>
              <w:id w:val="1267663570"/>
              <w:placeholder>
                <w:docPart w:val="40B1F6404F424B2AB90A08710CBC1C23"/>
              </w:placeholder>
              <w:text/>
            </w:sdtPr>
            <w:sdtContent>
              <w:r w:rsidR="00DE3194">
                <w:t>„Rekonstrukce traťového úseku Sokolov (mimo) - Kynšperk nad Ohří (mimo)“, „Rekonstrukce traťového úseku Kynšperk nad Ohří (včetně) – Tršnice (mimo)“ a „Rekonstrukce traťového úseku Tršnice (včetně) - Cheb (mimo)“</w:t>
              </w:r>
            </w:sdtContent>
          </w:sdt>
        </w:p>
        <w:p w14:paraId="48A41FB5" w14:textId="106D0C63" w:rsidR="00F85888" w:rsidRPr="003462EB" w:rsidRDefault="00F85888" w:rsidP="00DE3194">
          <w:pPr>
            <w:pStyle w:val="Zpatvpravo"/>
            <w:jc w:val="left"/>
            <w:rPr>
              <w:rStyle w:val="slostrnky"/>
              <w:b w:val="0"/>
              <w:color w:val="auto"/>
              <w:sz w:val="12"/>
            </w:rPr>
          </w:pPr>
          <w:r>
            <w:t xml:space="preserve">Smlouva o dílo </w:t>
          </w:r>
        </w:p>
      </w:tc>
      <w:tc>
        <w:tcPr>
          <w:tcW w:w="907" w:type="dxa"/>
          <w:vAlign w:val="bottom"/>
        </w:tcPr>
        <w:p w14:paraId="5B614A01" w14:textId="78B6782A"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2DA5">
            <w:rPr>
              <w:rStyle w:val="slostrnky"/>
              <w:noProof/>
            </w:rPr>
            <w:t>1</w:t>
          </w:r>
          <w:r>
            <w:rPr>
              <w:rStyle w:val="slostrnky"/>
            </w:rPr>
            <w:fldChar w:fldCharType="end"/>
          </w:r>
        </w:p>
      </w:tc>
    </w:tr>
  </w:tbl>
  <w:p w14:paraId="278D62A6" w14:textId="77777777" w:rsidR="00F85888" w:rsidRPr="00B8518B" w:rsidRDefault="00F8588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3FFD2F2B" w14:textId="77777777" w:rsidTr="009626C4">
      <w:tc>
        <w:tcPr>
          <w:tcW w:w="907" w:type="dxa"/>
          <w:tcMar>
            <w:left w:w="0" w:type="dxa"/>
            <w:right w:w="0" w:type="dxa"/>
          </w:tcMar>
          <w:vAlign w:val="bottom"/>
        </w:tcPr>
        <w:p w14:paraId="440D8E7B"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F85888" w:rsidRPr="005328CA" w:rsidRDefault="00F85888" w:rsidP="009626C4">
          <w:pPr>
            <w:pStyle w:val="Zpatvlevo"/>
            <w:rPr>
              <w:b/>
            </w:rPr>
          </w:pPr>
          <w:r w:rsidRPr="005328CA">
            <w:rPr>
              <w:b/>
            </w:rPr>
            <w:t xml:space="preserve">Příloha č. </w:t>
          </w:r>
          <w:r>
            <w:rPr>
              <w:b/>
            </w:rPr>
            <w:t>3</w:t>
          </w:r>
        </w:p>
        <w:p w14:paraId="79B76E3B" w14:textId="3D238C8A" w:rsidR="00F85888" w:rsidRPr="003462EB" w:rsidRDefault="00F85888" w:rsidP="009626C4">
          <w:pPr>
            <w:pStyle w:val="Zpatvlevo"/>
          </w:pPr>
          <w:r>
            <w:fldChar w:fldCharType="begin"/>
          </w:r>
          <w:r>
            <w:instrText xml:space="preserve"> STYLEREF  _Název_akce  \* MERGEFORMAT </w:instrText>
          </w:r>
          <w:r>
            <w:fldChar w:fldCharType="separate"/>
          </w:r>
          <w:r w:rsidR="005C2DA5">
            <w:rPr>
              <w:b/>
              <w:bCs/>
              <w:noProof/>
            </w:rPr>
            <w:t>Chyba! V dokumentu není žádný text v zadaném stylu.</w:t>
          </w:r>
          <w:r>
            <w:rPr>
              <w:noProof/>
            </w:rPr>
            <w:fldChar w:fldCharType="end"/>
          </w:r>
        </w:p>
        <w:p w14:paraId="0D0CD2BC" w14:textId="77777777" w:rsidR="00F85888" w:rsidRPr="003462EB" w:rsidRDefault="00F85888" w:rsidP="00402B45">
          <w:pPr>
            <w:pStyle w:val="Zpatvlevo"/>
          </w:pPr>
          <w:r>
            <w:t>Smlouva o dílo na zhotovení Dokumentace+AD</w:t>
          </w:r>
        </w:p>
      </w:tc>
    </w:tr>
  </w:tbl>
  <w:p w14:paraId="6F07594A" w14:textId="77777777" w:rsidR="00F85888" w:rsidRPr="00402B45" w:rsidRDefault="00F8588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7914A6D9" w14:textId="77777777" w:rsidTr="009626C4">
      <w:tc>
        <w:tcPr>
          <w:tcW w:w="0" w:type="auto"/>
          <w:tcMar>
            <w:left w:w="0" w:type="dxa"/>
            <w:right w:w="0" w:type="dxa"/>
          </w:tcMar>
          <w:vAlign w:val="bottom"/>
        </w:tcPr>
        <w:p w14:paraId="026A4B25" w14:textId="77777777" w:rsidR="00F85888" w:rsidRPr="005328CA" w:rsidRDefault="00F85888" w:rsidP="009626C4">
          <w:pPr>
            <w:pStyle w:val="Zpatvpravo"/>
            <w:rPr>
              <w:b/>
            </w:rPr>
          </w:pPr>
          <w:r w:rsidRPr="005328CA">
            <w:rPr>
              <w:b/>
            </w:rPr>
            <w:t xml:space="preserve">Příloha č. </w:t>
          </w:r>
          <w:r>
            <w:rPr>
              <w:b/>
            </w:rPr>
            <w:t>3</w:t>
          </w:r>
          <w:r w:rsidRPr="005328CA">
            <w:rPr>
              <w:b/>
            </w:rPr>
            <w:t xml:space="preserve">   </w:t>
          </w:r>
        </w:p>
        <w:p w14:paraId="2EB4EA49" w14:textId="062561E3" w:rsidR="00DE3194" w:rsidRPr="00DD10C8" w:rsidRDefault="00000000" w:rsidP="00DE3194">
          <w:pPr>
            <w:pStyle w:val="Zpatvpravo"/>
            <w:jc w:val="left"/>
          </w:pPr>
          <w:sdt>
            <w:sdtPr>
              <w:alias w:val="Název akce - VYplnit pole - přenese se do zápatí"/>
              <w:tag w:val="Název akce"/>
              <w:id w:val="985827205"/>
              <w:placeholder>
                <w:docPart w:val="302BCE53CA2B4690B263AD4B132C2738"/>
              </w:placeholder>
              <w:text/>
            </w:sdtPr>
            <w:sdtContent>
              <w:r w:rsidR="00DE3194">
                <w:t>„Rekonstrukce traťového úseku Sokolov (mimo) - Kynšperk nad Ohří (mimo)“, „Rekonstrukce traťového úseku Kynšperk nad Ohří (včetně) – Tršnice (mimo)“ a „Rekonstrukce traťového úseku Tršnice (včetně) - Cheb (mimo)“</w:t>
              </w:r>
            </w:sdtContent>
          </w:sdt>
        </w:p>
        <w:p w14:paraId="7B064476" w14:textId="47DF6933" w:rsidR="00F85888" w:rsidRPr="003462EB" w:rsidRDefault="00F85888" w:rsidP="00DE3194">
          <w:pPr>
            <w:pStyle w:val="Zpatvpravo"/>
            <w:jc w:val="left"/>
            <w:rPr>
              <w:rStyle w:val="slostrnky"/>
              <w:b w:val="0"/>
              <w:color w:val="auto"/>
              <w:sz w:val="12"/>
            </w:rPr>
          </w:pPr>
          <w:r>
            <w:t xml:space="preserve">Smlouva o dílo </w:t>
          </w:r>
        </w:p>
      </w:tc>
      <w:tc>
        <w:tcPr>
          <w:tcW w:w="907" w:type="dxa"/>
          <w:vAlign w:val="bottom"/>
        </w:tcPr>
        <w:p w14:paraId="3A7D6EE9" w14:textId="4E4F9805"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2DA5">
            <w:rPr>
              <w:rStyle w:val="slostrnky"/>
              <w:noProof/>
            </w:rPr>
            <w:t>1</w:t>
          </w:r>
          <w:r>
            <w:rPr>
              <w:rStyle w:val="slostrnky"/>
            </w:rPr>
            <w:fldChar w:fldCharType="end"/>
          </w:r>
        </w:p>
      </w:tc>
    </w:tr>
  </w:tbl>
  <w:p w14:paraId="2851DA9B" w14:textId="77777777" w:rsidR="00F85888" w:rsidRPr="00B8518B" w:rsidRDefault="00F858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BDC35" w14:textId="77777777" w:rsidR="00ED0AF7" w:rsidRDefault="00ED0AF7" w:rsidP="00962258">
      <w:pPr>
        <w:spacing w:after="0" w:line="240" w:lineRule="auto"/>
      </w:pPr>
      <w:r>
        <w:separator/>
      </w:r>
    </w:p>
  </w:footnote>
  <w:footnote w:type="continuationSeparator" w:id="0">
    <w:p w14:paraId="721707B3" w14:textId="77777777" w:rsidR="00ED0AF7" w:rsidRDefault="00ED0AF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85888" w14:paraId="1C8A4D9F" w14:textId="77777777" w:rsidTr="00B22106">
      <w:trPr>
        <w:trHeight w:hRule="exact" w:val="936"/>
      </w:trPr>
      <w:tc>
        <w:tcPr>
          <w:tcW w:w="1361" w:type="dxa"/>
          <w:tcMar>
            <w:left w:w="0" w:type="dxa"/>
            <w:right w:w="0" w:type="dxa"/>
          </w:tcMar>
        </w:tcPr>
        <w:p w14:paraId="244DD4FE" w14:textId="30A6C1E5" w:rsidR="00F85888" w:rsidRPr="00B8518B" w:rsidRDefault="00F85888" w:rsidP="00FC6389">
          <w:pPr>
            <w:pStyle w:val="Zpat"/>
            <w:rPr>
              <w:rStyle w:val="slostrnky"/>
            </w:rPr>
          </w:pPr>
        </w:p>
      </w:tc>
      <w:tc>
        <w:tcPr>
          <w:tcW w:w="3458" w:type="dxa"/>
          <w:shd w:val="clear" w:color="auto" w:fill="auto"/>
          <w:tcMar>
            <w:left w:w="0" w:type="dxa"/>
            <w:right w:w="0" w:type="dxa"/>
          </w:tcMar>
        </w:tcPr>
        <w:p w14:paraId="58F0DA41" w14:textId="77777777" w:rsidR="00F85888" w:rsidRDefault="00F85888"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F1E27B" w14:textId="77777777" w:rsidR="00F85888" w:rsidRPr="00D6163D" w:rsidRDefault="00F85888" w:rsidP="00FC6389">
          <w:pPr>
            <w:pStyle w:val="Druhdokumentu"/>
          </w:pPr>
        </w:p>
      </w:tc>
    </w:tr>
    <w:tr w:rsidR="00F85888" w14:paraId="0567FB9D" w14:textId="77777777" w:rsidTr="00B22106">
      <w:trPr>
        <w:trHeight w:hRule="exact" w:val="936"/>
      </w:trPr>
      <w:tc>
        <w:tcPr>
          <w:tcW w:w="1361" w:type="dxa"/>
          <w:tcMar>
            <w:left w:w="0" w:type="dxa"/>
            <w:right w:w="0" w:type="dxa"/>
          </w:tcMar>
        </w:tcPr>
        <w:p w14:paraId="00D08470" w14:textId="77777777" w:rsidR="00F85888" w:rsidRPr="00B8518B" w:rsidRDefault="00F85888" w:rsidP="00FC6389">
          <w:pPr>
            <w:pStyle w:val="Zpat"/>
            <w:rPr>
              <w:rStyle w:val="slostrnky"/>
            </w:rPr>
          </w:pPr>
        </w:p>
      </w:tc>
      <w:tc>
        <w:tcPr>
          <w:tcW w:w="3458" w:type="dxa"/>
          <w:shd w:val="clear" w:color="auto" w:fill="auto"/>
          <w:tcMar>
            <w:left w:w="0" w:type="dxa"/>
            <w:right w:w="0" w:type="dxa"/>
          </w:tcMar>
        </w:tcPr>
        <w:p w14:paraId="5A756E97" w14:textId="77777777" w:rsidR="00F85888" w:rsidRDefault="00F85888" w:rsidP="00FC6389">
          <w:pPr>
            <w:pStyle w:val="Zpat"/>
          </w:pPr>
        </w:p>
      </w:tc>
      <w:tc>
        <w:tcPr>
          <w:tcW w:w="5756" w:type="dxa"/>
          <w:shd w:val="clear" w:color="auto" w:fill="auto"/>
          <w:tcMar>
            <w:left w:w="0" w:type="dxa"/>
            <w:right w:w="0" w:type="dxa"/>
          </w:tcMar>
        </w:tcPr>
        <w:p w14:paraId="66206FA5" w14:textId="77777777" w:rsidR="00F85888" w:rsidRPr="00D6163D" w:rsidRDefault="00F85888" w:rsidP="00FC6389">
          <w:pPr>
            <w:pStyle w:val="Druhdokumentu"/>
          </w:pPr>
        </w:p>
      </w:tc>
    </w:tr>
  </w:tbl>
  <w:p w14:paraId="012C7461" w14:textId="77777777" w:rsidR="00F85888" w:rsidRPr="00D6163D" w:rsidRDefault="00F85888" w:rsidP="00FC6389">
    <w:pPr>
      <w:pStyle w:val="Zhlav"/>
      <w:rPr>
        <w:sz w:val="8"/>
        <w:szCs w:val="8"/>
      </w:rPr>
    </w:pPr>
  </w:p>
  <w:p w14:paraId="21796583" w14:textId="77777777" w:rsidR="00F85888" w:rsidRPr="00460660" w:rsidRDefault="00F8588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8B9E8" w14:textId="0EE50CF3" w:rsidR="002C3AB2" w:rsidRDefault="002C3AB2">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22774" w14:textId="6E355404" w:rsidR="002C3AB2" w:rsidRDefault="002C3AB2">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2AF7599B" w:rsidR="00F85888" w:rsidRPr="00D6163D" w:rsidRDefault="00F85888">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8352D" w14:textId="3FA4A915" w:rsidR="002C3AB2" w:rsidRDefault="002C3AB2">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C707D" w14:textId="60C9FABA" w:rsidR="002C3AB2" w:rsidRDefault="002C3AB2">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61A3B7AB" w:rsidR="00F85888" w:rsidRPr="00D6163D" w:rsidRDefault="00F85888">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C15C7" w14:textId="0BAF5D87" w:rsidR="002C3AB2" w:rsidRDefault="002C3AB2">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A2AF0" w14:textId="50349119" w:rsidR="002C3AB2" w:rsidRDefault="002C3AB2">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5CAF67F9" w:rsidR="00F85888" w:rsidRPr="00D6163D" w:rsidRDefault="00F85888">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278FF" w14:textId="5ED64203" w:rsidR="002C3AB2" w:rsidRDefault="002C3AB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79EA680D" w:rsidR="00F85888" w:rsidRDefault="00F85888">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50551" w14:textId="1D764F8B" w:rsidR="002C3AB2" w:rsidRDefault="002C3AB2">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371E38D0" w:rsidR="00F85888" w:rsidRPr="00D6163D" w:rsidRDefault="00F85888">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F68B9" w14:textId="1F02525B" w:rsidR="002C3AB2" w:rsidRDefault="002C3AB2">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B76D4" w14:textId="6DDEFFA5" w:rsidR="002C3AB2" w:rsidRDefault="002C3AB2">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36F4F16F" w:rsidR="00F85888" w:rsidRPr="00D6163D" w:rsidRDefault="00F85888">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FACE9" w14:textId="1D21DBAB" w:rsidR="002C3AB2" w:rsidRDefault="002C3AB2">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6794E" w14:textId="4F6CD485" w:rsidR="002C3AB2" w:rsidRDefault="002C3AB2">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1FF68584" w:rsidR="00F85888" w:rsidRPr="00D6163D" w:rsidRDefault="00F85888">
    <w:pPr>
      <w:pStyle w:val="Zhlav"/>
      <w:rPr>
        <w:sz w:val="8"/>
        <w:szCs w:val="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132FC" w14:textId="618E022E" w:rsidR="002C3AB2" w:rsidRDefault="002C3AB2">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C6B14" w14:textId="5F191D83" w:rsidR="002C3AB2" w:rsidRDefault="002C3AB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203DB235" w:rsidR="00F85888" w:rsidRPr="00D6163D" w:rsidRDefault="00F85888">
    <w:pPr>
      <w:pStyle w:val="Zhlav"/>
      <w:rPr>
        <w:sz w:val="8"/>
        <w:szCs w:val="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4E45995B" w:rsidR="00F85888" w:rsidRPr="00D6163D" w:rsidRDefault="00F85888">
    <w:pPr>
      <w:pStyle w:val="Zhlav"/>
      <w:rPr>
        <w:sz w:val="8"/>
        <w:szCs w:val="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942A" w14:textId="64E8B3C6" w:rsidR="002C3AB2" w:rsidRDefault="002C3AB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A8B85" w14:textId="59800B48" w:rsidR="002C3AB2" w:rsidRDefault="002C3AB2">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D52E7" w14:textId="285B8167" w:rsidR="002C3AB2" w:rsidRDefault="002C3AB2">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7B348191" w:rsidR="00F85888" w:rsidRPr="00D6163D" w:rsidRDefault="00F8588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0F205" w14:textId="11D032AB" w:rsidR="002C3AB2" w:rsidRDefault="002C3AB2">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FD6EC" w14:textId="079FA02A" w:rsidR="002C3AB2" w:rsidRDefault="002C3AB2">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042E848C" w:rsidR="00F85888" w:rsidRPr="00D6163D" w:rsidRDefault="00F8588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D60F94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i w:val="0"/>
        <w:color w:val="auto"/>
        <w:sz w:val="18"/>
        <w:szCs w:val="18"/>
      </w:rPr>
    </w:lvl>
    <w:lvl w:ilvl="2">
      <w:start w:val="1"/>
      <w:numFmt w:val="bullet"/>
      <w:lvlText w:val=""/>
      <w:lvlJc w:val="left"/>
      <w:pPr>
        <w:ind w:left="1097"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675F10"/>
    <w:multiLevelType w:val="multilevel"/>
    <w:tmpl w:val="B79A1502"/>
    <w:lvl w:ilvl="0">
      <w:start w:val="4"/>
      <w:numFmt w:val="decimal"/>
      <w:lvlText w:val="%1"/>
      <w:lvlJc w:val="left"/>
      <w:pPr>
        <w:ind w:left="480" w:hanging="480"/>
      </w:pPr>
      <w:rPr>
        <w:rFonts w:eastAsiaTheme="minorHAnsi" w:cstheme="minorBidi" w:hint="default"/>
      </w:rPr>
    </w:lvl>
    <w:lvl w:ilvl="1">
      <w:start w:val="7"/>
      <w:numFmt w:val="decimal"/>
      <w:lvlText w:val="%1.%2"/>
      <w:lvlJc w:val="left"/>
      <w:pPr>
        <w:ind w:left="1028" w:hanging="480"/>
      </w:pPr>
      <w:rPr>
        <w:rFonts w:eastAsiaTheme="minorHAnsi" w:cstheme="minorBidi" w:hint="default"/>
      </w:rPr>
    </w:lvl>
    <w:lvl w:ilvl="2">
      <w:start w:val="1"/>
      <w:numFmt w:val="decimal"/>
      <w:lvlText w:val="%1.%2.%3"/>
      <w:lvlJc w:val="left"/>
      <w:pPr>
        <w:ind w:left="1816" w:hanging="720"/>
      </w:pPr>
      <w:rPr>
        <w:rFonts w:eastAsiaTheme="minorHAnsi" w:cstheme="minorBidi" w:hint="default"/>
        <w:b w:val="0"/>
        <w:bCs w:val="0"/>
        <w:i w:val="0"/>
        <w:iCs/>
        <w:color w:val="auto"/>
      </w:rPr>
    </w:lvl>
    <w:lvl w:ilvl="3">
      <w:start w:val="1"/>
      <w:numFmt w:val="decimal"/>
      <w:lvlText w:val="%1.%2.%3.%4"/>
      <w:lvlJc w:val="left"/>
      <w:pPr>
        <w:ind w:left="2724" w:hanging="1080"/>
      </w:pPr>
      <w:rPr>
        <w:rFonts w:eastAsiaTheme="minorHAnsi" w:cstheme="minorBidi" w:hint="default"/>
      </w:rPr>
    </w:lvl>
    <w:lvl w:ilvl="4">
      <w:start w:val="1"/>
      <w:numFmt w:val="decimal"/>
      <w:lvlText w:val="%1.%2.%3.%4.%5"/>
      <w:lvlJc w:val="left"/>
      <w:pPr>
        <w:ind w:left="3272" w:hanging="1080"/>
      </w:pPr>
      <w:rPr>
        <w:rFonts w:eastAsiaTheme="minorHAnsi" w:cstheme="minorBidi" w:hint="default"/>
      </w:rPr>
    </w:lvl>
    <w:lvl w:ilvl="5">
      <w:start w:val="1"/>
      <w:numFmt w:val="decimal"/>
      <w:lvlText w:val="%1.%2.%3.%4.%5.%6"/>
      <w:lvlJc w:val="left"/>
      <w:pPr>
        <w:ind w:left="4180" w:hanging="1440"/>
      </w:pPr>
      <w:rPr>
        <w:rFonts w:eastAsiaTheme="minorHAnsi" w:cstheme="minorBidi" w:hint="default"/>
      </w:rPr>
    </w:lvl>
    <w:lvl w:ilvl="6">
      <w:start w:val="1"/>
      <w:numFmt w:val="decimal"/>
      <w:lvlText w:val="%1.%2.%3.%4.%5.%6.%7"/>
      <w:lvlJc w:val="left"/>
      <w:pPr>
        <w:ind w:left="4728" w:hanging="1440"/>
      </w:pPr>
      <w:rPr>
        <w:rFonts w:eastAsiaTheme="minorHAnsi" w:cstheme="minorBidi" w:hint="default"/>
      </w:rPr>
    </w:lvl>
    <w:lvl w:ilvl="7">
      <w:start w:val="1"/>
      <w:numFmt w:val="decimal"/>
      <w:lvlText w:val="%1.%2.%3.%4.%5.%6.%7.%8"/>
      <w:lvlJc w:val="left"/>
      <w:pPr>
        <w:ind w:left="5636" w:hanging="1800"/>
      </w:pPr>
      <w:rPr>
        <w:rFonts w:eastAsiaTheme="minorHAnsi" w:cstheme="minorBidi" w:hint="default"/>
      </w:rPr>
    </w:lvl>
    <w:lvl w:ilvl="8">
      <w:start w:val="1"/>
      <w:numFmt w:val="decimal"/>
      <w:lvlText w:val="%1.%2.%3.%4.%5.%6.%7.%8.%9"/>
      <w:lvlJc w:val="left"/>
      <w:pPr>
        <w:ind w:left="6544" w:hanging="2160"/>
      </w:pPr>
      <w:rPr>
        <w:rFonts w:eastAsiaTheme="minorHAnsi" w:cstheme="minorBidi"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397E5727"/>
    <w:multiLevelType w:val="multilevel"/>
    <w:tmpl w:val="D8863DF6"/>
    <w:lvl w:ilvl="0">
      <w:start w:val="5"/>
      <w:numFmt w:val="decimal"/>
      <w:lvlText w:val="%1"/>
      <w:lvlJc w:val="left"/>
      <w:pPr>
        <w:ind w:left="480" w:hanging="480"/>
      </w:pPr>
      <w:rPr>
        <w:rFonts w:hint="default"/>
      </w:rPr>
    </w:lvl>
    <w:lvl w:ilvl="1">
      <w:start w:val="1"/>
      <w:numFmt w:val="decimal"/>
      <w:lvlText w:val="%1.%2"/>
      <w:lvlJc w:val="left"/>
      <w:pPr>
        <w:ind w:left="1028" w:hanging="480"/>
      </w:pPr>
      <w:rPr>
        <w:rFonts w:hint="default"/>
        <w:i w:val="0"/>
        <w:iCs/>
        <w:color w:val="auto"/>
      </w:rPr>
    </w:lvl>
    <w:lvl w:ilvl="2">
      <w:start w:val="1"/>
      <w:numFmt w:val="decimal"/>
      <w:lvlText w:val="%1.%2.%3"/>
      <w:lvlJc w:val="left"/>
      <w:pPr>
        <w:ind w:left="1816" w:hanging="720"/>
      </w:pPr>
      <w:rPr>
        <w:rFonts w:hint="default"/>
      </w:rPr>
    </w:lvl>
    <w:lvl w:ilvl="3">
      <w:start w:val="1"/>
      <w:numFmt w:val="decimal"/>
      <w:lvlText w:val="%1.%2.%3.%4"/>
      <w:lvlJc w:val="left"/>
      <w:pPr>
        <w:ind w:left="2724" w:hanging="1080"/>
      </w:pPr>
      <w:rPr>
        <w:rFonts w:hint="default"/>
      </w:rPr>
    </w:lvl>
    <w:lvl w:ilvl="4">
      <w:start w:val="1"/>
      <w:numFmt w:val="decimal"/>
      <w:lvlText w:val="%1.%2.%3.%4.%5"/>
      <w:lvlJc w:val="left"/>
      <w:pPr>
        <w:ind w:left="3272" w:hanging="1080"/>
      </w:pPr>
      <w:rPr>
        <w:rFonts w:hint="default"/>
      </w:rPr>
    </w:lvl>
    <w:lvl w:ilvl="5">
      <w:start w:val="1"/>
      <w:numFmt w:val="decimal"/>
      <w:lvlText w:val="%1.%2.%3.%4.%5.%6"/>
      <w:lvlJc w:val="left"/>
      <w:pPr>
        <w:ind w:left="4180" w:hanging="1440"/>
      </w:pPr>
      <w:rPr>
        <w:rFonts w:hint="default"/>
      </w:rPr>
    </w:lvl>
    <w:lvl w:ilvl="6">
      <w:start w:val="1"/>
      <w:numFmt w:val="decimal"/>
      <w:lvlText w:val="%1.%2.%3.%4.%5.%6.%7"/>
      <w:lvlJc w:val="left"/>
      <w:pPr>
        <w:ind w:left="4728" w:hanging="1440"/>
      </w:pPr>
      <w:rPr>
        <w:rFonts w:hint="default"/>
      </w:rPr>
    </w:lvl>
    <w:lvl w:ilvl="7">
      <w:start w:val="1"/>
      <w:numFmt w:val="decimal"/>
      <w:lvlText w:val="%1.%2.%3.%4.%5.%6.%7.%8"/>
      <w:lvlJc w:val="left"/>
      <w:pPr>
        <w:ind w:left="5636" w:hanging="1800"/>
      </w:pPr>
      <w:rPr>
        <w:rFonts w:hint="default"/>
      </w:rPr>
    </w:lvl>
    <w:lvl w:ilvl="8">
      <w:start w:val="1"/>
      <w:numFmt w:val="decimal"/>
      <w:lvlText w:val="%1.%2.%3.%4.%5.%6.%7.%8.%9"/>
      <w:lvlJc w:val="left"/>
      <w:pPr>
        <w:ind w:left="6544" w:hanging="2160"/>
      </w:pPr>
      <w:rPr>
        <w:rFonts w:hint="default"/>
      </w:rPr>
    </w:lvl>
  </w:abstractNum>
  <w:abstractNum w:abstractNumId="9" w15:restartNumberingAfterBreak="0">
    <w:nsid w:val="3F8E6DAB"/>
    <w:multiLevelType w:val="multilevel"/>
    <w:tmpl w:val="F90624CC"/>
    <w:lvl w:ilvl="0">
      <w:start w:val="4"/>
      <w:numFmt w:val="decimal"/>
      <w:lvlText w:val="%1"/>
      <w:lvlJc w:val="left"/>
      <w:pPr>
        <w:ind w:left="480" w:hanging="480"/>
      </w:pPr>
      <w:rPr>
        <w:rFonts w:hint="default"/>
      </w:rPr>
    </w:lvl>
    <w:lvl w:ilvl="1">
      <w:start w:val="9"/>
      <w:numFmt w:val="decimal"/>
      <w:lvlText w:val="%1.%2"/>
      <w:lvlJc w:val="left"/>
      <w:pPr>
        <w:ind w:left="1028" w:hanging="480"/>
      </w:pPr>
      <w:rPr>
        <w:rFonts w:hint="default"/>
      </w:rPr>
    </w:lvl>
    <w:lvl w:ilvl="2">
      <w:start w:val="1"/>
      <w:numFmt w:val="decimal"/>
      <w:lvlText w:val="%1.%2.%3"/>
      <w:lvlJc w:val="left"/>
      <w:pPr>
        <w:ind w:left="1816" w:hanging="720"/>
      </w:pPr>
      <w:rPr>
        <w:rFonts w:hint="default"/>
      </w:rPr>
    </w:lvl>
    <w:lvl w:ilvl="3">
      <w:start w:val="1"/>
      <w:numFmt w:val="decimal"/>
      <w:lvlText w:val="%1.%2.%3.%4"/>
      <w:lvlJc w:val="left"/>
      <w:pPr>
        <w:ind w:left="2724" w:hanging="1080"/>
      </w:pPr>
      <w:rPr>
        <w:rFonts w:hint="default"/>
      </w:rPr>
    </w:lvl>
    <w:lvl w:ilvl="4">
      <w:start w:val="1"/>
      <w:numFmt w:val="decimal"/>
      <w:lvlText w:val="%1.%2.%3.%4.%5"/>
      <w:lvlJc w:val="left"/>
      <w:pPr>
        <w:ind w:left="3272" w:hanging="1080"/>
      </w:pPr>
      <w:rPr>
        <w:rFonts w:hint="default"/>
      </w:rPr>
    </w:lvl>
    <w:lvl w:ilvl="5">
      <w:start w:val="1"/>
      <w:numFmt w:val="decimal"/>
      <w:lvlText w:val="%1.%2.%3.%4.%5.%6"/>
      <w:lvlJc w:val="left"/>
      <w:pPr>
        <w:ind w:left="4180" w:hanging="1440"/>
      </w:pPr>
      <w:rPr>
        <w:rFonts w:hint="default"/>
      </w:rPr>
    </w:lvl>
    <w:lvl w:ilvl="6">
      <w:start w:val="1"/>
      <w:numFmt w:val="decimal"/>
      <w:lvlText w:val="%1.%2.%3.%4.%5.%6.%7"/>
      <w:lvlJc w:val="left"/>
      <w:pPr>
        <w:ind w:left="4728" w:hanging="1440"/>
      </w:pPr>
      <w:rPr>
        <w:rFonts w:hint="default"/>
      </w:rPr>
    </w:lvl>
    <w:lvl w:ilvl="7">
      <w:start w:val="1"/>
      <w:numFmt w:val="decimal"/>
      <w:lvlText w:val="%1.%2.%3.%4.%5.%6.%7.%8"/>
      <w:lvlJc w:val="left"/>
      <w:pPr>
        <w:ind w:left="5636" w:hanging="1800"/>
      </w:pPr>
      <w:rPr>
        <w:rFonts w:hint="default"/>
      </w:rPr>
    </w:lvl>
    <w:lvl w:ilvl="8">
      <w:start w:val="1"/>
      <w:numFmt w:val="decimal"/>
      <w:lvlText w:val="%1.%2.%3.%4.%5.%6.%7.%8.%9"/>
      <w:lvlJc w:val="left"/>
      <w:pPr>
        <w:ind w:left="6544" w:hanging="2160"/>
      </w:pPr>
      <w:rPr>
        <w:rFonts w:hint="default"/>
      </w:rPr>
    </w:lvl>
  </w:abstractNum>
  <w:abstractNum w:abstractNumId="10"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1"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8C306F5"/>
    <w:multiLevelType w:val="multilevel"/>
    <w:tmpl w:val="7276855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i w:val="0"/>
        <w:color w:val="auto"/>
        <w:sz w:val="18"/>
        <w:szCs w:val="18"/>
      </w:rPr>
    </w:lvl>
    <w:lvl w:ilvl="2">
      <w:start w:val="1"/>
      <w:numFmt w:val="bullet"/>
      <w:lvlText w:val=""/>
      <w:lvlJc w:val="left"/>
      <w:pPr>
        <w:ind w:left="1097" w:hanging="360"/>
      </w:pPr>
      <w:rPr>
        <w:rFonts w:ascii="Symbol" w:hAnsi="Symbol" w:hint="default"/>
      </w:rPr>
    </w:lvl>
    <w:lvl w:ilvl="3">
      <w:start w:val="1"/>
      <w:numFmt w:val="decimal"/>
      <w:lvlText w:val="%1.%2.%3.%4."/>
      <w:lvlJc w:val="left"/>
      <w:pPr>
        <w:ind w:left="1728" w:hanging="648"/>
      </w:pPr>
      <w:rPr>
        <w:rFonts w:hint="default"/>
      </w:r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9C4031F"/>
    <w:multiLevelType w:val="multilevel"/>
    <w:tmpl w:val="8B026AF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bullet"/>
      <w:pStyle w:val="Text1-2"/>
      <w:lvlText w:val=""/>
      <w:lvlJc w:val="left"/>
      <w:pPr>
        <w:ind w:left="1097"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23112E6"/>
    <w:multiLevelType w:val="multilevel"/>
    <w:tmpl w:val="ED60F94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i w:val="0"/>
        <w:color w:val="auto"/>
        <w:sz w:val="18"/>
        <w:szCs w:val="18"/>
      </w:rPr>
    </w:lvl>
    <w:lvl w:ilvl="2">
      <w:start w:val="1"/>
      <w:numFmt w:val="bullet"/>
      <w:lvlText w:val=""/>
      <w:lvlJc w:val="left"/>
      <w:pPr>
        <w:ind w:left="1097"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num w:numId="1" w16cid:durableId="1364668291">
    <w:abstractNumId w:val="4"/>
  </w:num>
  <w:num w:numId="2" w16cid:durableId="847449496">
    <w:abstractNumId w:val="2"/>
  </w:num>
  <w:num w:numId="3" w16cid:durableId="291787057">
    <w:abstractNumId w:val="16"/>
  </w:num>
  <w:num w:numId="4" w16cid:durableId="241572389">
    <w:abstractNumId w:val="5"/>
  </w:num>
  <w:num w:numId="5" w16cid:durableId="1567688625">
    <w:abstractNumId w:val="0"/>
  </w:num>
  <w:num w:numId="6" w16cid:durableId="2147354211">
    <w:abstractNumId w:val="6"/>
  </w:num>
  <w:num w:numId="7" w16cid:durableId="1289700863">
    <w:abstractNumId w:val="11"/>
  </w:num>
  <w:num w:numId="8" w16cid:durableId="702439963">
    <w:abstractNumId w:val="14"/>
  </w:num>
  <w:num w:numId="9" w16cid:durableId="202446048">
    <w:abstractNumId w:val="0"/>
  </w:num>
  <w:num w:numId="10" w16cid:durableId="1356350889">
    <w:abstractNumId w:val="3"/>
  </w:num>
  <w:num w:numId="11" w16cid:durableId="1251812816">
    <w:abstractNumId w:val="17"/>
  </w:num>
  <w:num w:numId="12" w16cid:durableId="9770351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965916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83575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4118445">
    <w:abstractNumId w:val="7"/>
  </w:num>
  <w:num w:numId="16" w16cid:durableId="410473656">
    <w:abstractNumId w:val="0"/>
  </w:num>
  <w:num w:numId="17" w16cid:durableId="1552882932">
    <w:abstractNumId w:val="10"/>
  </w:num>
  <w:num w:numId="18" w16cid:durableId="1018627704">
    <w:abstractNumId w:val="18"/>
  </w:num>
  <w:num w:numId="19" w16cid:durableId="16076920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90342289">
    <w:abstractNumId w:val="13"/>
  </w:num>
  <w:num w:numId="21" w16cid:durableId="1489634753">
    <w:abstractNumId w:val="15"/>
  </w:num>
  <w:num w:numId="22" w16cid:durableId="594216434">
    <w:abstractNumId w:val="12"/>
  </w:num>
  <w:num w:numId="23" w16cid:durableId="2021926008">
    <w:abstractNumId w:val="1"/>
  </w:num>
  <w:num w:numId="24" w16cid:durableId="520356665">
    <w:abstractNumId w:val="13"/>
  </w:num>
  <w:num w:numId="25" w16cid:durableId="401411087">
    <w:abstractNumId w:val="13"/>
  </w:num>
  <w:num w:numId="26" w16cid:durableId="1587570860">
    <w:abstractNumId w:val="13"/>
  </w:num>
  <w:num w:numId="27" w16cid:durableId="1970166955">
    <w:abstractNumId w:val="9"/>
  </w:num>
  <w:num w:numId="28" w16cid:durableId="20075165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3A89"/>
    <w:rsid w:val="00017F3C"/>
    <w:rsid w:val="00020257"/>
    <w:rsid w:val="00026CB8"/>
    <w:rsid w:val="00031538"/>
    <w:rsid w:val="000352AE"/>
    <w:rsid w:val="00036CED"/>
    <w:rsid w:val="00041EC8"/>
    <w:rsid w:val="000540BA"/>
    <w:rsid w:val="000541D5"/>
    <w:rsid w:val="00060326"/>
    <w:rsid w:val="00060C31"/>
    <w:rsid w:val="0006588D"/>
    <w:rsid w:val="00066528"/>
    <w:rsid w:val="00067A5E"/>
    <w:rsid w:val="0007047E"/>
    <w:rsid w:val="000719BB"/>
    <w:rsid w:val="00071D96"/>
    <w:rsid w:val="00072A65"/>
    <w:rsid w:val="00072C1E"/>
    <w:rsid w:val="000740F6"/>
    <w:rsid w:val="0007452F"/>
    <w:rsid w:val="00081F56"/>
    <w:rsid w:val="0008410C"/>
    <w:rsid w:val="000841E0"/>
    <w:rsid w:val="00086EA4"/>
    <w:rsid w:val="00095914"/>
    <w:rsid w:val="000A7CD6"/>
    <w:rsid w:val="000B0C01"/>
    <w:rsid w:val="000B2759"/>
    <w:rsid w:val="000B4AE7"/>
    <w:rsid w:val="000B4EB8"/>
    <w:rsid w:val="000B7860"/>
    <w:rsid w:val="000C07BD"/>
    <w:rsid w:val="000C1CDF"/>
    <w:rsid w:val="000C41F2"/>
    <w:rsid w:val="000D22C4"/>
    <w:rsid w:val="000D27D1"/>
    <w:rsid w:val="000E1A7F"/>
    <w:rsid w:val="000E1C4D"/>
    <w:rsid w:val="000E2ED0"/>
    <w:rsid w:val="000F18F2"/>
    <w:rsid w:val="000F5637"/>
    <w:rsid w:val="0010235B"/>
    <w:rsid w:val="00112864"/>
    <w:rsid w:val="00114472"/>
    <w:rsid w:val="00114988"/>
    <w:rsid w:val="00115069"/>
    <w:rsid w:val="001150F2"/>
    <w:rsid w:val="00116056"/>
    <w:rsid w:val="001245A2"/>
    <w:rsid w:val="00124751"/>
    <w:rsid w:val="00130470"/>
    <w:rsid w:val="00130C53"/>
    <w:rsid w:val="00134C6D"/>
    <w:rsid w:val="0013670D"/>
    <w:rsid w:val="00143EC0"/>
    <w:rsid w:val="00153D4D"/>
    <w:rsid w:val="001556F0"/>
    <w:rsid w:val="00160F0B"/>
    <w:rsid w:val="001656A2"/>
    <w:rsid w:val="00165977"/>
    <w:rsid w:val="00170476"/>
    <w:rsid w:val="00170EC5"/>
    <w:rsid w:val="0017152F"/>
    <w:rsid w:val="0017282C"/>
    <w:rsid w:val="001743D5"/>
    <w:rsid w:val="00174755"/>
    <w:rsid w:val="001747C1"/>
    <w:rsid w:val="00176567"/>
    <w:rsid w:val="00177D6B"/>
    <w:rsid w:val="0018771B"/>
    <w:rsid w:val="00191F90"/>
    <w:rsid w:val="0019301D"/>
    <w:rsid w:val="00194096"/>
    <w:rsid w:val="001977A2"/>
    <w:rsid w:val="00197F56"/>
    <w:rsid w:val="001A2701"/>
    <w:rsid w:val="001A5B98"/>
    <w:rsid w:val="001B2972"/>
    <w:rsid w:val="001B4344"/>
    <w:rsid w:val="001B4800"/>
    <w:rsid w:val="001B4E74"/>
    <w:rsid w:val="001C2FFE"/>
    <w:rsid w:val="001C61BC"/>
    <w:rsid w:val="001C645F"/>
    <w:rsid w:val="001C7E49"/>
    <w:rsid w:val="001D22D7"/>
    <w:rsid w:val="001D2453"/>
    <w:rsid w:val="001D60FF"/>
    <w:rsid w:val="001E678E"/>
    <w:rsid w:val="001E7175"/>
    <w:rsid w:val="001F338E"/>
    <w:rsid w:val="001F3BE8"/>
    <w:rsid w:val="001F7050"/>
    <w:rsid w:val="002038D5"/>
    <w:rsid w:val="0020554E"/>
    <w:rsid w:val="00206B17"/>
    <w:rsid w:val="002071BB"/>
    <w:rsid w:val="002078AC"/>
    <w:rsid w:val="00207DF5"/>
    <w:rsid w:val="00211385"/>
    <w:rsid w:val="00211ACA"/>
    <w:rsid w:val="0022584E"/>
    <w:rsid w:val="00236D4F"/>
    <w:rsid w:val="00236DCC"/>
    <w:rsid w:val="00240B81"/>
    <w:rsid w:val="002423E1"/>
    <w:rsid w:val="00247CC4"/>
    <w:rsid w:val="00247D01"/>
    <w:rsid w:val="00247D60"/>
    <w:rsid w:val="00247D72"/>
    <w:rsid w:val="00253646"/>
    <w:rsid w:val="00253CBA"/>
    <w:rsid w:val="00254815"/>
    <w:rsid w:val="00255D5E"/>
    <w:rsid w:val="00261A5B"/>
    <w:rsid w:val="00262E5B"/>
    <w:rsid w:val="00264215"/>
    <w:rsid w:val="00276AFE"/>
    <w:rsid w:val="00277C7C"/>
    <w:rsid w:val="00280028"/>
    <w:rsid w:val="00286AD1"/>
    <w:rsid w:val="002914DD"/>
    <w:rsid w:val="0029222F"/>
    <w:rsid w:val="002A23F3"/>
    <w:rsid w:val="002A3B57"/>
    <w:rsid w:val="002A5468"/>
    <w:rsid w:val="002A6DB0"/>
    <w:rsid w:val="002B0245"/>
    <w:rsid w:val="002B2A0A"/>
    <w:rsid w:val="002B3DC6"/>
    <w:rsid w:val="002C31BF"/>
    <w:rsid w:val="002C3AB2"/>
    <w:rsid w:val="002C5E24"/>
    <w:rsid w:val="002C7DFF"/>
    <w:rsid w:val="002D29F2"/>
    <w:rsid w:val="002D648A"/>
    <w:rsid w:val="002D64A6"/>
    <w:rsid w:val="002D7FD6"/>
    <w:rsid w:val="002E0CD7"/>
    <w:rsid w:val="002E0CFB"/>
    <w:rsid w:val="002E1771"/>
    <w:rsid w:val="002E2296"/>
    <w:rsid w:val="002E325D"/>
    <w:rsid w:val="002E3C62"/>
    <w:rsid w:val="002E5C7B"/>
    <w:rsid w:val="002E6478"/>
    <w:rsid w:val="002F4333"/>
    <w:rsid w:val="002F6FCA"/>
    <w:rsid w:val="0030059C"/>
    <w:rsid w:val="003014C9"/>
    <w:rsid w:val="00301B36"/>
    <w:rsid w:val="00302983"/>
    <w:rsid w:val="00315C27"/>
    <w:rsid w:val="00325787"/>
    <w:rsid w:val="00325E3D"/>
    <w:rsid w:val="00327EEF"/>
    <w:rsid w:val="00331D98"/>
    <w:rsid w:val="0033239F"/>
    <w:rsid w:val="0033304E"/>
    <w:rsid w:val="00335223"/>
    <w:rsid w:val="003363B9"/>
    <w:rsid w:val="003364AB"/>
    <w:rsid w:val="0034274B"/>
    <w:rsid w:val="003452F4"/>
    <w:rsid w:val="00345E68"/>
    <w:rsid w:val="00347085"/>
    <w:rsid w:val="0034719F"/>
    <w:rsid w:val="00350A35"/>
    <w:rsid w:val="00351155"/>
    <w:rsid w:val="003532F0"/>
    <w:rsid w:val="003571D8"/>
    <w:rsid w:val="00357BC6"/>
    <w:rsid w:val="00361422"/>
    <w:rsid w:val="0036325E"/>
    <w:rsid w:val="003640AC"/>
    <w:rsid w:val="003648EF"/>
    <w:rsid w:val="00370364"/>
    <w:rsid w:val="00373180"/>
    <w:rsid w:val="003739DD"/>
    <w:rsid w:val="0037545D"/>
    <w:rsid w:val="00376B87"/>
    <w:rsid w:val="00377DAB"/>
    <w:rsid w:val="00381EFC"/>
    <w:rsid w:val="0038388D"/>
    <w:rsid w:val="003900F3"/>
    <w:rsid w:val="00392910"/>
    <w:rsid w:val="00392EB6"/>
    <w:rsid w:val="003956C6"/>
    <w:rsid w:val="00397E44"/>
    <w:rsid w:val="003A0802"/>
    <w:rsid w:val="003A197F"/>
    <w:rsid w:val="003B13EE"/>
    <w:rsid w:val="003B1BD3"/>
    <w:rsid w:val="003B5E09"/>
    <w:rsid w:val="003C0F2C"/>
    <w:rsid w:val="003C1345"/>
    <w:rsid w:val="003C33F2"/>
    <w:rsid w:val="003C43FF"/>
    <w:rsid w:val="003D178E"/>
    <w:rsid w:val="003D439E"/>
    <w:rsid w:val="003D733B"/>
    <w:rsid w:val="003D7408"/>
    <w:rsid w:val="003D756E"/>
    <w:rsid w:val="003E34BE"/>
    <w:rsid w:val="003E420D"/>
    <w:rsid w:val="003E4C13"/>
    <w:rsid w:val="003F0C19"/>
    <w:rsid w:val="003F2574"/>
    <w:rsid w:val="003F5723"/>
    <w:rsid w:val="003F7706"/>
    <w:rsid w:val="00401D2F"/>
    <w:rsid w:val="00402B45"/>
    <w:rsid w:val="00406C51"/>
    <w:rsid w:val="004078F3"/>
    <w:rsid w:val="00410D6D"/>
    <w:rsid w:val="00413C1B"/>
    <w:rsid w:val="00417DF5"/>
    <w:rsid w:val="00427596"/>
    <w:rsid w:val="00427794"/>
    <w:rsid w:val="00433CD6"/>
    <w:rsid w:val="00435956"/>
    <w:rsid w:val="00437993"/>
    <w:rsid w:val="00443525"/>
    <w:rsid w:val="004436EE"/>
    <w:rsid w:val="00446246"/>
    <w:rsid w:val="004500D2"/>
    <w:rsid w:val="00450F07"/>
    <w:rsid w:val="00453CD3"/>
    <w:rsid w:val="0046002F"/>
    <w:rsid w:val="00460660"/>
    <w:rsid w:val="00460964"/>
    <w:rsid w:val="00461526"/>
    <w:rsid w:val="00463B62"/>
    <w:rsid w:val="00464BA9"/>
    <w:rsid w:val="00466E7E"/>
    <w:rsid w:val="00467000"/>
    <w:rsid w:val="0047019B"/>
    <w:rsid w:val="00474AEE"/>
    <w:rsid w:val="004806B8"/>
    <w:rsid w:val="00483969"/>
    <w:rsid w:val="00486107"/>
    <w:rsid w:val="00490561"/>
    <w:rsid w:val="00491827"/>
    <w:rsid w:val="004A2564"/>
    <w:rsid w:val="004B05A9"/>
    <w:rsid w:val="004C2138"/>
    <w:rsid w:val="004C4399"/>
    <w:rsid w:val="004C50F9"/>
    <w:rsid w:val="004C5F36"/>
    <w:rsid w:val="004C787C"/>
    <w:rsid w:val="004D09FB"/>
    <w:rsid w:val="004D7138"/>
    <w:rsid w:val="004D796D"/>
    <w:rsid w:val="004E0A9F"/>
    <w:rsid w:val="004E1D1A"/>
    <w:rsid w:val="004E62E9"/>
    <w:rsid w:val="004E7A1F"/>
    <w:rsid w:val="004F4B9B"/>
    <w:rsid w:val="004F5564"/>
    <w:rsid w:val="004F5FBC"/>
    <w:rsid w:val="004F64E0"/>
    <w:rsid w:val="004F703B"/>
    <w:rsid w:val="00502690"/>
    <w:rsid w:val="0050508B"/>
    <w:rsid w:val="0050666E"/>
    <w:rsid w:val="00506DE0"/>
    <w:rsid w:val="00511AB9"/>
    <w:rsid w:val="00515521"/>
    <w:rsid w:val="00517090"/>
    <w:rsid w:val="00523557"/>
    <w:rsid w:val="00523BB5"/>
    <w:rsid w:val="00523EA7"/>
    <w:rsid w:val="005308B2"/>
    <w:rsid w:val="005328CA"/>
    <w:rsid w:val="00533541"/>
    <w:rsid w:val="00535F7C"/>
    <w:rsid w:val="005406EB"/>
    <w:rsid w:val="00541324"/>
    <w:rsid w:val="00551AB5"/>
    <w:rsid w:val="00553375"/>
    <w:rsid w:val="00553D39"/>
    <w:rsid w:val="00555884"/>
    <w:rsid w:val="00561740"/>
    <w:rsid w:val="005675B5"/>
    <w:rsid w:val="0056765D"/>
    <w:rsid w:val="00570648"/>
    <w:rsid w:val="005720B0"/>
    <w:rsid w:val="00573346"/>
    <w:rsid w:val="005736B7"/>
    <w:rsid w:val="00575E5A"/>
    <w:rsid w:val="00580245"/>
    <w:rsid w:val="005802B5"/>
    <w:rsid w:val="00581F15"/>
    <w:rsid w:val="005851DC"/>
    <w:rsid w:val="005923F7"/>
    <w:rsid w:val="005A150D"/>
    <w:rsid w:val="005A1F44"/>
    <w:rsid w:val="005A2756"/>
    <w:rsid w:val="005A3013"/>
    <w:rsid w:val="005B1423"/>
    <w:rsid w:val="005B15F5"/>
    <w:rsid w:val="005B18D2"/>
    <w:rsid w:val="005B5665"/>
    <w:rsid w:val="005C2DA5"/>
    <w:rsid w:val="005D0603"/>
    <w:rsid w:val="005D2E69"/>
    <w:rsid w:val="005D3A62"/>
    <w:rsid w:val="005D3C39"/>
    <w:rsid w:val="005F4C6E"/>
    <w:rsid w:val="005F7A77"/>
    <w:rsid w:val="00601A8C"/>
    <w:rsid w:val="0060588A"/>
    <w:rsid w:val="0061068E"/>
    <w:rsid w:val="006115D3"/>
    <w:rsid w:val="00611DDF"/>
    <w:rsid w:val="00612107"/>
    <w:rsid w:val="00612673"/>
    <w:rsid w:val="006217CD"/>
    <w:rsid w:val="00622464"/>
    <w:rsid w:val="006301A3"/>
    <w:rsid w:val="00635032"/>
    <w:rsid w:val="0064090B"/>
    <w:rsid w:val="00643F79"/>
    <w:rsid w:val="00644B90"/>
    <w:rsid w:val="00644E0F"/>
    <w:rsid w:val="006505B7"/>
    <w:rsid w:val="0065600E"/>
    <w:rsid w:val="0065610E"/>
    <w:rsid w:val="006576AF"/>
    <w:rsid w:val="00657924"/>
    <w:rsid w:val="00660866"/>
    <w:rsid w:val="00660AD3"/>
    <w:rsid w:val="00661FBC"/>
    <w:rsid w:val="006645F1"/>
    <w:rsid w:val="00673466"/>
    <w:rsid w:val="006768B3"/>
    <w:rsid w:val="006776B6"/>
    <w:rsid w:val="00681C3B"/>
    <w:rsid w:val="00684568"/>
    <w:rsid w:val="00684DE0"/>
    <w:rsid w:val="00684F62"/>
    <w:rsid w:val="006904DA"/>
    <w:rsid w:val="006923FD"/>
    <w:rsid w:val="00693150"/>
    <w:rsid w:val="006954BC"/>
    <w:rsid w:val="00697053"/>
    <w:rsid w:val="006A5570"/>
    <w:rsid w:val="006A57A4"/>
    <w:rsid w:val="006A67D6"/>
    <w:rsid w:val="006A689C"/>
    <w:rsid w:val="006A720F"/>
    <w:rsid w:val="006B0921"/>
    <w:rsid w:val="006B1FA1"/>
    <w:rsid w:val="006B27CC"/>
    <w:rsid w:val="006B3ACD"/>
    <w:rsid w:val="006B3D79"/>
    <w:rsid w:val="006B6FE4"/>
    <w:rsid w:val="006C2343"/>
    <w:rsid w:val="006C442A"/>
    <w:rsid w:val="006C4AE6"/>
    <w:rsid w:val="006C5357"/>
    <w:rsid w:val="006D3D66"/>
    <w:rsid w:val="006E0578"/>
    <w:rsid w:val="006E0B06"/>
    <w:rsid w:val="006E314D"/>
    <w:rsid w:val="006F1213"/>
    <w:rsid w:val="006F56B7"/>
    <w:rsid w:val="006F6E10"/>
    <w:rsid w:val="00707200"/>
    <w:rsid w:val="00710723"/>
    <w:rsid w:val="007145F3"/>
    <w:rsid w:val="0071488C"/>
    <w:rsid w:val="007153C7"/>
    <w:rsid w:val="00723ED1"/>
    <w:rsid w:val="007271F6"/>
    <w:rsid w:val="00734551"/>
    <w:rsid w:val="00740AF5"/>
    <w:rsid w:val="007414A1"/>
    <w:rsid w:val="00743525"/>
    <w:rsid w:val="00744076"/>
    <w:rsid w:val="007500E5"/>
    <w:rsid w:val="0075096D"/>
    <w:rsid w:val="007541A2"/>
    <w:rsid w:val="0075469A"/>
    <w:rsid w:val="007548D8"/>
    <w:rsid w:val="00755818"/>
    <w:rsid w:val="00760192"/>
    <w:rsid w:val="007616C2"/>
    <w:rsid w:val="0076286B"/>
    <w:rsid w:val="007657D8"/>
    <w:rsid w:val="00766846"/>
    <w:rsid w:val="00766D3D"/>
    <w:rsid w:val="0077379E"/>
    <w:rsid w:val="0077673A"/>
    <w:rsid w:val="007778CF"/>
    <w:rsid w:val="007846E1"/>
    <w:rsid w:val="007847D6"/>
    <w:rsid w:val="00786062"/>
    <w:rsid w:val="00787A87"/>
    <w:rsid w:val="007A28A3"/>
    <w:rsid w:val="007A36FA"/>
    <w:rsid w:val="007A5172"/>
    <w:rsid w:val="007A67A0"/>
    <w:rsid w:val="007A6974"/>
    <w:rsid w:val="007B02C9"/>
    <w:rsid w:val="007B1D50"/>
    <w:rsid w:val="007B570C"/>
    <w:rsid w:val="007B6EFE"/>
    <w:rsid w:val="007C2915"/>
    <w:rsid w:val="007C2D44"/>
    <w:rsid w:val="007C7C99"/>
    <w:rsid w:val="007D35BF"/>
    <w:rsid w:val="007D638C"/>
    <w:rsid w:val="007E4A6E"/>
    <w:rsid w:val="007F22CD"/>
    <w:rsid w:val="007F56A7"/>
    <w:rsid w:val="00800851"/>
    <w:rsid w:val="00804F54"/>
    <w:rsid w:val="008063CD"/>
    <w:rsid w:val="00807DD0"/>
    <w:rsid w:val="00820A67"/>
    <w:rsid w:val="00821D01"/>
    <w:rsid w:val="00826B7B"/>
    <w:rsid w:val="00830BB9"/>
    <w:rsid w:val="00846413"/>
    <w:rsid w:val="00846789"/>
    <w:rsid w:val="00846CDA"/>
    <w:rsid w:val="0085130B"/>
    <w:rsid w:val="00866994"/>
    <w:rsid w:val="00871624"/>
    <w:rsid w:val="008729B5"/>
    <w:rsid w:val="008734D7"/>
    <w:rsid w:val="00885005"/>
    <w:rsid w:val="0088733A"/>
    <w:rsid w:val="00887911"/>
    <w:rsid w:val="00891E0A"/>
    <w:rsid w:val="008921F4"/>
    <w:rsid w:val="00897796"/>
    <w:rsid w:val="008A264C"/>
    <w:rsid w:val="008A3568"/>
    <w:rsid w:val="008A469E"/>
    <w:rsid w:val="008A4D1B"/>
    <w:rsid w:val="008B1BF6"/>
    <w:rsid w:val="008B2876"/>
    <w:rsid w:val="008B5528"/>
    <w:rsid w:val="008B64CA"/>
    <w:rsid w:val="008C50F3"/>
    <w:rsid w:val="008C5A2E"/>
    <w:rsid w:val="008C7AC3"/>
    <w:rsid w:val="008C7EFE"/>
    <w:rsid w:val="008D03B9"/>
    <w:rsid w:val="008D30C7"/>
    <w:rsid w:val="008D7E3C"/>
    <w:rsid w:val="008E14BE"/>
    <w:rsid w:val="008E1AFC"/>
    <w:rsid w:val="008E24D4"/>
    <w:rsid w:val="008F18D6"/>
    <w:rsid w:val="008F20AE"/>
    <w:rsid w:val="008F2C9B"/>
    <w:rsid w:val="008F649D"/>
    <w:rsid w:val="008F797B"/>
    <w:rsid w:val="009004A2"/>
    <w:rsid w:val="00904780"/>
    <w:rsid w:val="0090635B"/>
    <w:rsid w:val="0091158B"/>
    <w:rsid w:val="00911B14"/>
    <w:rsid w:val="009150E7"/>
    <w:rsid w:val="00916F55"/>
    <w:rsid w:val="00921F4F"/>
    <w:rsid w:val="00922385"/>
    <w:rsid w:val="009223DF"/>
    <w:rsid w:val="00922609"/>
    <w:rsid w:val="009227F1"/>
    <w:rsid w:val="00922F15"/>
    <w:rsid w:val="00923754"/>
    <w:rsid w:val="00923E2F"/>
    <w:rsid w:val="00926437"/>
    <w:rsid w:val="009265EE"/>
    <w:rsid w:val="009318A0"/>
    <w:rsid w:val="00936091"/>
    <w:rsid w:val="00940D8A"/>
    <w:rsid w:val="0094122D"/>
    <w:rsid w:val="00944A3A"/>
    <w:rsid w:val="00945856"/>
    <w:rsid w:val="00953D44"/>
    <w:rsid w:val="009576F5"/>
    <w:rsid w:val="00960E25"/>
    <w:rsid w:val="00962258"/>
    <w:rsid w:val="009626C4"/>
    <w:rsid w:val="00964369"/>
    <w:rsid w:val="00965824"/>
    <w:rsid w:val="009678B7"/>
    <w:rsid w:val="00974329"/>
    <w:rsid w:val="00986C21"/>
    <w:rsid w:val="00987E2D"/>
    <w:rsid w:val="0099122E"/>
    <w:rsid w:val="00992D9C"/>
    <w:rsid w:val="00994C14"/>
    <w:rsid w:val="00996CB8"/>
    <w:rsid w:val="009971B0"/>
    <w:rsid w:val="009A0C9A"/>
    <w:rsid w:val="009A1B92"/>
    <w:rsid w:val="009A1FF3"/>
    <w:rsid w:val="009A4867"/>
    <w:rsid w:val="009A651D"/>
    <w:rsid w:val="009A6C6B"/>
    <w:rsid w:val="009B2E97"/>
    <w:rsid w:val="009B30A2"/>
    <w:rsid w:val="009B3764"/>
    <w:rsid w:val="009B4201"/>
    <w:rsid w:val="009B5146"/>
    <w:rsid w:val="009C325E"/>
    <w:rsid w:val="009C418E"/>
    <w:rsid w:val="009C442C"/>
    <w:rsid w:val="009D1FF9"/>
    <w:rsid w:val="009E07F4"/>
    <w:rsid w:val="009F0867"/>
    <w:rsid w:val="009F309B"/>
    <w:rsid w:val="009F33C6"/>
    <w:rsid w:val="009F392E"/>
    <w:rsid w:val="009F53C5"/>
    <w:rsid w:val="009F638B"/>
    <w:rsid w:val="009F6EC2"/>
    <w:rsid w:val="009F7784"/>
    <w:rsid w:val="00A026D4"/>
    <w:rsid w:val="00A04DF2"/>
    <w:rsid w:val="00A0740E"/>
    <w:rsid w:val="00A12290"/>
    <w:rsid w:val="00A1360B"/>
    <w:rsid w:val="00A21529"/>
    <w:rsid w:val="00A21A01"/>
    <w:rsid w:val="00A21D8B"/>
    <w:rsid w:val="00A339F8"/>
    <w:rsid w:val="00A42299"/>
    <w:rsid w:val="00A50641"/>
    <w:rsid w:val="00A51DBE"/>
    <w:rsid w:val="00A530BF"/>
    <w:rsid w:val="00A54282"/>
    <w:rsid w:val="00A56852"/>
    <w:rsid w:val="00A56DE5"/>
    <w:rsid w:val="00A573DD"/>
    <w:rsid w:val="00A60156"/>
    <w:rsid w:val="00A60801"/>
    <w:rsid w:val="00A6177B"/>
    <w:rsid w:val="00A66136"/>
    <w:rsid w:val="00A71189"/>
    <w:rsid w:val="00A7364A"/>
    <w:rsid w:val="00A747C5"/>
    <w:rsid w:val="00A74DCC"/>
    <w:rsid w:val="00A753ED"/>
    <w:rsid w:val="00A75BED"/>
    <w:rsid w:val="00A75E44"/>
    <w:rsid w:val="00A77512"/>
    <w:rsid w:val="00A802FD"/>
    <w:rsid w:val="00A84892"/>
    <w:rsid w:val="00A84D0E"/>
    <w:rsid w:val="00A86BD9"/>
    <w:rsid w:val="00A90FB6"/>
    <w:rsid w:val="00A93682"/>
    <w:rsid w:val="00A94351"/>
    <w:rsid w:val="00A94C2F"/>
    <w:rsid w:val="00AA4CBB"/>
    <w:rsid w:val="00AA58FF"/>
    <w:rsid w:val="00AA6241"/>
    <w:rsid w:val="00AA65FA"/>
    <w:rsid w:val="00AA7351"/>
    <w:rsid w:val="00AA7AB8"/>
    <w:rsid w:val="00AB19E2"/>
    <w:rsid w:val="00AC0015"/>
    <w:rsid w:val="00AC42A5"/>
    <w:rsid w:val="00AD056F"/>
    <w:rsid w:val="00AD0C7B"/>
    <w:rsid w:val="00AD5F1A"/>
    <w:rsid w:val="00AD6731"/>
    <w:rsid w:val="00AD674A"/>
    <w:rsid w:val="00AE0304"/>
    <w:rsid w:val="00AE0EB4"/>
    <w:rsid w:val="00AE2FF8"/>
    <w:rsid w:val="00AF4393"/>
    <w:rsid w:val="00AF6A69"/>
    <w:rsid w:val="00B008D5"/>
    <w:rsid w:val="00B02F73"/>
    <w:rsid w:val="00B05B31"/>
    <w:rsid w:val="00B0619F"/>
    <w:rsid w:val="00B06D17"/>
    <w:rsid w:val="00B076A7"/>
    <w:rsid w:val="00B07D57"/>
    <w:rsid w:val="00B13A26"/>
    <w:rsid w:val="00B15AF2"/>
    <w:rsid w:val="00B15D0D"/>
    <w:rsid w:val="00B15F87"/>
    <w:rsid w:val="00B16327"/>
    <w:rsid w:val="00B1772C"/>
    <w:rsid w:val="00B20201"/>
    <w:rsid w:val="00B20682"/>
    <w:rsid w:val="00B20E01"/>
    <w:rsid w:val="00B22106"/>
    <w:rsid w:val="00B22E4A"/>
    <w:rsid w:val="00B3241B"/>
    <w:rsid w:val="00B32638"/>
    <w:rsid w:val="00B3350F"/>
    <w:rsid w:val="00B340C1"/>
    <w:rsid w:val="00B40B6D"/>
    <w:rsid w:val="00B41660"/>
    <w:rsid w:val="00B42F40"/>
    <w:rsid w:val="00B4362E"/>
    <w:rsid w:val="00B46CA0"/>
    <w:rsid w:val="00B473C2"/>
    <w:rsid w:val="00B5171E"/>
    <w:rsid w:val="00B53587"/>
    <w:rsid w:val="00B5431A"/>
    <w:rsid w:val="00B5547E"/>
    <w:rsid w:val="00B56004"/>
    <w:rsid w:val="00B61EDB"/>
    <w:rsid w:val="00B6272D"/>
    <w:rsid w:val="00B628A9"/>
    <w:rsid w:val="00B63F52"/>
    <w:rsid w:val="00B6658C"/>
    <w:rsid w:val="00B67A51"/>
    <w:rsid w:val="00B72613"/>
    <w:rsid w:val="00B75EE1"/>
    <w:rsid w:val="00B77481"/>
    <w:rsid w:val="00B81739"/>
    <w:rsid w:val="00B81F60"/>
    <w:rsid w:val="00B8518B"/>
    <w:rsid w:val="00B9060D"/>
    <w:rsid w:val="00B913B0"/>
    <w:rsid w:val="00B91F70"/>
    <w:rsid w:val="00B92ABC"/>
    <w:rsid w:val="00B96655"/>
    <w:rsid w:val="00B97CC3"/>
    <w:rsid w:val="00BA4547"/>
    <w:rsid w:val="00BA4C88"/>
    <w:rsid w:val="00BA559B"/>
    <w:rsid w:val="00BA5800"/>
    <w:rsid w:val="00BA5CBC"/>
    <w:rsid w:val="00BA5D63"/>
    <w:rsid w:val="00BA6EC6"/>
    <w:rsid w:val="00BB59BA"/>
    <w:rsid w:val="00BC06C4"/>
    <w:rsid w:val="00BC0A82"/>
    <w:rsid w:val="00BC322B"/>
    <w:rsid w:val="00BC36F2"/>
    <w:rsid w:val="00BC49F5"/>
    <w:rsid w:val="00BC4AAB"/>
    <w:rsid w:val="00BC6927"/>
    <w:rsid w:val="00BD2689"/>
    <w:rsid w:val="00BD3773"/>
    <w:rsid w:val="00BD4B75"/>
    <w:rsid w:val="00BD6F42"/>
    <w:rsid w:val="00BD77D2"/>
    <w:rsid w:val="00BD7BCC"/>
    <w:rsid w:val="00BD7E91"/>
    <w:rsid w:val="00BD7F0D"/>
    <w:rsid w:val="00BE148C"/>
    <w:rsid w:val="00BE23C1"/>
    <w:rsid w:val="00C006DE"/>
    <w:rsid w:val="00C02D0A"/>
    <w:rsid w:val="00C03A6E"/>
    <w:rsid w:val="00C067CA"/>
    <w:rsid w:val="00C06EFF"/>
    <w:rsid w:val="00C11B44"/>
    <w:rsid w:val="00C1670A"/>
    <w:rsid w:val="00C22047"/>
    <w:rsid w:val="00C226C0"/>
    <w:rsid w:val="00C227CD"/>
    <w:rsid w:val="00C334F2"/>
    <w:rsid w:val="00C36726"/>
    <w:rsid w:val="00C36BFE"/>
    <w:rsid w:val="00C37459"/>
    <w:rsid w:val="00C41F26"/>
    <w:rsid w:val="00C42FE6"/>
    <w:rsid w:val="00C44853"/>
    <w:rsid w:val="00C44F6A"/>
    <w:rsid w:val="00C45470"/>
    <w:rsid w:val="00C46D10"/>
    <w:rsid w:val="00C6198E"/>
    <w:rsid w:val="00C638C4"/>
    <w:rsid w:val="00C66A35"/>
    <w:rsid w:val="00C67273"/>
    <w:rsid w:val="00C708EA"/>
    <w:rsid w:val="00C778A5"/>
    <w:rsid w:val="00C9406C"/>
    <w:rsid w:val="00C94F31"/>
    <w:rsid w:val="00C95162"/>
    <w:rsid w:val="00C95774"/>
    <w:rsid w:val="00C95FD4"/>
    <w:rsid w:val="00C97592"/>
    <w:rsid w:val="00CA4018"/>
    <w:rsid w:val="00CB4F6D"/>
    <w:rsid w:val="00CB6A37"/>
    <w:rsid w:val="00CB7684"/>
    <w:rsid w:val="00CB7C7D"/>
    <w:rsid w:val="00CC1B50"/>
    <w:rsid w:val="00CC7C8F"/>
    <w:rsid w:val="00CD1FC4"/>
    <w:rsid w:val="00CE079B"/>
    <w:rsid w:val="00CE6822"/>
    <w:rsid w:val="00CF6911"/>
    <w:rsid w:val="00D01608"/>
    <w:rsid w:val="00D034A0"/>
    <w:rsid w:val="00D04FAF"/>
    <w:rsid w:val="00D0544F"/>
    <w:rsid w:val="00D06692"/>
    <w:rsid w:val="00D108D9"/>
    <w:rsid w:val="00D15A03"/>
    <w:rsid w:val="00D16CD8"/>
    <w:rsid w:val="00D21061"/>
    <w:rsid w:val="00D24023"/>
    <w:rsid w:val="00D4108E"/>
    <w:rsid w:val="00D4328E"/>
    <w:rsid w:val="00D5069C"/>
    <w:rsid w:val="00D540AD"/>
    <w:rsid w:val="00D54111"/>
    <w:rsid w:val="00D610A8"/>
    <w:rsid w:val="00D615AE"/>
    <w:rsid w:val="00D6163D"/>
    <w:rsid w:val="00D61C72"/>
    <w:rsid w:val="00D67845"/>
    <w:rsid w:val="00D817A3"/>
    <w:rsid w:val="00D831A3"/>
    <w:rsid w:val="00D86E09"/>
    <w:rsid w:val="00D92B40"/>
    <w:rsid w:val="00D950AA"/>
    <w:rsid w:val="00D956D5"/>
    <w:rsid w:val="00D966CE"/>
    <w:rsid w:val="00D97BE3"/>
    <w:rsid w:val="00DA28BA"/>
    <w:rsid w:val="00DA3711"/>
    <w:rsid w:val="00DB3294"/>
    <w:rsid w:val="00DC0A9B"/>
    <w:rsid w:val="00DD10C8"/>
    <w:rsid w:val="00DD34D8"/>
    <w:rsid w:val="00DD46F3"/>
    <w:rsid w:val="00DE05B9"/>
    <w:rsid w:val="00DE2F68"/>
    <w:rsid w:val="00DE3194"/>
    <w:rsid w:val="00DE3309"/>
    <w:rsid w:val="00DE3824"/>
    <w:rsid w:val="00DE56F2"/>
    <w:rsid w:val="00DF0CB6"/>
    <w:rsid w:val="00DF116D"/>
    <w:rsid w:val="00DF1F5E"/>
    <w:rsid w:val="00DF2759"/>
    <w:rsid w:val="00E00BFB"/>
    <w:rsid w:val="00E06576"/>
    <w:rsid w:val="00E10FF2"/>
    <w:rsid w:val="00E134B7"/>
    <w:rsid w:val="00E13D3A"/>
    <w:rsid w:val="00E14CAF"/>
    <w:rsid w:val="00E16FF7"/>
    <w:rsid w:val="00E200AB"/>
    <w:rsid w:val="00E21BED"/>
    <w:rsid w:val="00E26D68"/>
    <w:rsid w:val="00E30985"/>
    <w:rsid w:val="00E32466"/>
    <w:rsid w:val="00E32F3B"/>
    <w:rsid w:val="00E35301"/>
    <w:rsid w:val="00E40E66"/>
    <w:rsid w:val="00E435EA"/>
    <w:rsid w:val="00E43F26"/>
    <w:rsid w:val="00E44045"/>
    <w:rsid w:val="00E54AD9"/>
    <w:rsid w:val="00E54EB8"/>
    <w:rsid w:val="00E618C4"/>
    <w:rsid w:val="00E63A40"/>
    <w:rsid w:val="00E64A51"/>
    <w:rsid w:val="00E65433"/>
    <w:rsid w:val="00E66506"/>
    <w:rsid w:val="00E717B1"/>
    <w:rsid w:val="00E7415D"/>
    <w:rsid w:val="00E84AF1"/>
    <w:rsid w:val="00E86C50"/>
    <w:rsid w:val="00E878EE"/>
    <w:rsid w:val="00E901A3"/>
    <w:rsid w:val="00E9068C"/>
    <w:rsid w:val="00E90890"/>
    <w:rsid w:val="00E9633A"/>
    <w:rsid w:val="00EA0343"/>
    <w:rsid w:val="00EA585B"/>
    <w:rsid w:val="00EA6EC7"/>
    <w:rsid w:val="00EB104F"/>
    <w:rsid w:val="00EB3913"/>
    <w:rsid w:val="00EB46E5"/>
    <w:rsid w:val="00EB6BE5"/>
    <w:rsid w:val="00EC0533"/>
    <w:rsid w:val="00EC707C"/>
    <w:rsid w:val="00ED0187"/>
    <w:rsid w:val="00ED0AF7"/>
    <w:rsid w:val="00ED14BD"/>
    <w:rsid w:val="00ED538A"/>
    <w:rsid w:val="00ED5FDD"/>
    <w:rsid w:val="00EE0351"/>
    <w:rsid w:val="00EE0DE1"/>
    <w:rsid w:val="00EE2237"/>
    <w:rsid w:val="00EF505A"/>
    <w:rsid w:val="00EF529C"/>
    <w:rsid w:val="00EF59BC"/>
    <w:rsid w:val="00EF7679"/>
    <w:rsid w:val="00F016C7"/>
    <w:rsid w:val="00F035CE"/>
    <w:rsid w:val="00F060B5"/>
    <w:rsid w:val="00F0665B"/>
    <w:rsid w:val="00F068E6"/>
    <w:rsid w:val="00F12565"/>
    <w:rsid w:val="00F12DEC"/>
    <w:rsid w:val="00F1715C"/>
    <w:rsid w:val="00F178DF"/>
    <w:rsid w:val="00F25BB4"/>
    <w:rsid w:val="00F26E45"/>
    <w:rsid w:val="00F27CF8"/>
    <w:rsid w:val="00F302A1"/>
    <w:rsid w:val="00F310F8"/>
    <w:rsid w:val="00F3277F"/>
    <w:rsid w:val="00F35939"/>
    <w:rsid w:val="00F422D3"/>
    <w:rsid w:val="00F42DAB"/>
    <w:rsid w:val="00F45607"/>
    <w:rsid w:val="00F46BF6"/>
    <w:rsid w:val="00F4722B"/>
    <w:rsid w:val="00F54432"/>
    <w:rsid w:val="00F568F9"/>
    <w:rsid w:val="00F579D3"/>
    <w:rsid w:val="00F60012"/>
    <w:rsid w:val="00F659EB"/>
    <w:rsid w:val="00F66CA1"/>
    <w:rsid w:val="00F746C8"/>
    <w:rsid w:val="00F762A8"/>
    <w:rsid w:val="00F811FE"/>
    <w:rsid w:val="00F85888"/>
    <w:rsid w:val="00F86BA6"/>
    <w:rsid w:val="00F905B1"/>
    <w:rsid w:val="00F957AE"/>
    <w:rsid w:val="00F95FBD"/>
    <w:rsid w:val="00F9740F"/>
    <w:rsid w:val="00FA6380"/>
    <w:rsid w:val="00FB17B9"/>
    <w:rsid w:val="00FB2AF1"/>
    <w:rsid w:val="00FB3523"/>
    <w:rsid w:val="00FB3CBB"/>
    <w:rsid w:val="00FB4272"/>
    <w:rsid w:val="00FB5CFB"/>
    <w:rsid w:val="00FB6342"/>
    <w:rsid w:val="00FC4E6E"/>
    <w:rsid w:val="00FC6389"/>
    <w:rsid w:val="00FD09CC"/>
    <w:rsid w:val="00FD36B8"/>
    <w:rsid w:val="00FD5231"/>
    <w:rsid w:val="00FD6EBB"/>
    <w:rsid w:val="00FE0C87"/>
    <w:rsid w:val="00FE4415"/>
    <w:rsid w:val="00FE6AEC"/>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20"/>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20"/>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character" w:styleId="Zstupntext">
    <w:name w:val="Placeholder Text"/>
    <w:basedOn w:val="Standardnpsmoodstavce"/>
    <w:uiPriority w:val="99"/>
    <w:semiHidden/>
    <w:rsid w:val="00887911"/>
    <w:rPr>
      <w:color w:val="808080"/>
    </w:rPr>
  </w:style>
  <w:style w:type="character" w:styleId="Nevyeenzmnka">
    <w:name w:val="Unresolved Mention"/>
    <w:basedOn w:val="Standardnpsmoodstavce"/>
    <w:uiPriority w:val="99"/>
    <w:semiHidden/>
    <w:unhideWhenUsed/>
    <w:rsid w:val="00E86C50"/>
    <w:rPr>
      <w:color w:val="605E5C"/>
      <w:shd w:val="clear" w:color="auto" w:fill="E1DFDD"/>
    </w:rPr>
  </w:style>
  <w:style w:type="table" w:customStyle="1" w:styleId="Mkatabulky1">
    <w:name w:val="Mřížka tabulky1"/>
    <w:basedOn w:val="Normlntabulka"/>
    <w:next w:val="Mkatabulky"/>
    <w:uiPriority w:val="39"/>
    <w:rsid w:val="001245A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D950AA"/>
    <w:pPr>
      <w:spacing w:before="40" w:after="40" w:line="240" w:lineRule="auto"/>
    </w:pPr>
    <w:rPr>
      <w:rFonts w:ascii="Verdana" w:eastAsia="Verdana" w:hAnsi="Verdana" w:cs="Times New Roman"/>
      <w:sz w:val="16"/>
      <w:szCs w:val="20"/>
    </w:rPr>
    <w:tblPr>
      <w:tblInd w:w="0" w:type="nil"/>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100" w:beforeAutospacing="1" w:afterLines="0" w:after="100" w:afterAutospacing="1" w:line="240" w:lineRule="auto"/>
        <w:ind w:leftChars="0" w:left="0" w:rightChars="0" w:right="0" w:firstLineChars="0" w:firstLine="0"/>
      </w:pPr>
      <w:rPr>
        <w:rFonts w:ascii="Verdana" w:hAnsi="Verdana" w:hint="default"/>
        <w:b/>
        <w:sz w:val="16"/>
        <w:szCs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72991">
      <w:bodyDiv w:val="1"/>
      <w:marLeft w:val="0"/>
      <w:marRight w:val="0"/>
      <w:marTop w:val="0"/>
      <w:marBottom w:val="0"/>
      <w:divBdr>
        <w:top w:val="none" w:sz="0" w:space="0" w:color="auto"/>
        <w:left w:val="none" w:sz="0" w:space="0" w:color="auto"/>
        <w:bottom w:val="none" w:sz="0" w:space="0" w:color="auto"/>
        <w:right w:val="none" w:sz="0" w:space="0" w:color="auto"/>
      </w:divBdr>
    </w:div>
    <w:div w:id="195627427">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4445958">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32874705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2042509050">
      <w:bodyDiv w:val="1"/>
      <w:marLeft w:val="0"/>
      <w:marRight w:val="0"/>
      <w:marTop w:val="0"/>
      <w:marBottom w:val="0"/>
      <w:divBdr>
        <w:top w:val="none" w:sz="0" w:space="0" w:color="auto"/>
        <w:left w:val="none" w:sz="0" w:space="0" w:color="auto"/>
        <w:bottom w:val="none" w:sz="0" w:space="0" w:color="auto"/>
        <w:right w:val="none" w:sz="0" w:space="0" w:color="auto"/>
      </w:divBdr>
    </w:div>
    <w:div w:id="204552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8.xml"/><Relationship Id="rId39" Type="http://schemas.openxmlformats.org/officeDocument/2006/relationships/footer" Target="footer13.xml"/><Relationship Id="rId21" Type="http://schemas.openxmlformats.org/officeDocument/2006/relationships/header" Target="header5.xml"/><Relationship Id="rId34" Type="http://schemas.openxmlformats.org/officeDocument/2006/relationships/footer" Target="footer11.xml"/><Relationship Id="rId42" Type="http://schemas.openxmlformats.org/officeDocument/2006/relationships/header" Target="header18.xml"/><Relationship Id="rId47" Type="http://schemas.openxmlformats.org/officeDocument/2006/relationships/header" Target="header21.xml"/><Relationship Id="rId50" Type="http://schemas.openxmlformats.org/officeDocument/2006/relationships/header" Target="header22.xml"/><Relationship Id="rId55" Type="http://schemas.openxmlformats.org/officeDocument/2006/relationships/header" Target="header25.xml"/><Relationship Id="rId63" Type="http://schemas.openxmlformats.org/officeDocument/2006/relationships/footer" Target="footer22.xm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header" Target="header16.xml"/><Relationship Id="rId45" Type="http://schemas.openxmlformats.org/officeDocument/2006/relationships/header" Target="header19.xml"/><Relationship Id="rId53" Type="http://schemas.openxmlformats.org/officeDocument/2006/relationships/footer" Target="footer18.xml"/><Relationship Id="rId58" Type="http://schemas.openxmlformats.org/officeDocument/2006/relationships/footer" Target="footer20.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header" Target="header14.xml"/><Relationship Id="rId49" Type="http://schemas.openxmlformats.org/officeDocument/2006/relationships/footer" Target="footer17.xml"/><Relationship Id="rId57" Type="http://schemas.openxmlformats.org/officeDocument/2006/relationships/header" Target="header27.xml"/><Relationship Id="rId61" Type="http://schemas.openxmlformats.org/officeDocument/2006/relationships/header" Target="header29.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11.xml"/><Relationship Id="rId44" Type="http://schemas.openxmlformats.org/officeDocument/2006/relationships/footer" Target="footer15.xml"/><Relationship Id="rId52" Type="http://schemas.openxmlformats.org/officeDocument/2006/relationships/header" Target="header24.xml"/><Relationship Id="rId60" Type="http://schemas.openxmlformats.org/officeDocument/2006/relationships/header" Target="header28.xml"/><Relationship Id="rId65" Type="http://schemas.openxmlformats.org/officeDocument/2006/relationships/header" Target="header3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eader" Target="header13.xml"/><Relationship Id="rId43" Type="http://schemas.openxmlformats.org/officeDocument/2006/relationships/footer" Target="footer14.xml"/><Relationship Id="rId48" Type="http://schemas.openxmlformats.org/officeDocument/2006/relationships/footer" Target="footer16.xml"/><Relationship Id="rId56" Type="http://schemas.openxmlformats.org/officeDocument/2006/relationships/header" Target="header26.xml"/><Relationship Id="rId64"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header" Target="header23.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footer" Target="footer10.xml"/><Relationship Id="rId38" Type="http://schemas.openxmlformats.org/officeDocument/2006/relationships/footer" Target="footer12.xml"/><Relationship Id="rId46" Type="http://schemas.openxmlformats.org/officeDocument/2006/relationships/header" Target="header20.xml"/><Relationship Id="rId59" Type="http://schemas.openxmlformats.org/officeDocument/2006/relationships/footer" Target="footer21.xml"/><Relationship Id="rId67" Type="http://schemas.openxmlformats.org/officeDocument/2006/relationships/glossaryDocument" Target="glossary/document.xml"/><Relationship Id="rId20" Type="http://schemas.openxmlformats.org/officeDocument/2006/relationships/header" Target="header4.xml"/><Relationship Id="rId41" Type="http://schemas.openxmlformats.org/officeDocument/2006/relationships/header" Target="header17.xml"/><Relationship Id="rId54" Type="http://schemas.openxmlformats.org/officeDocument/2006/relationships/footer" Target="footer19.xml"/><Relationship Id="rId62" Type="http://schemas.openxmlformats.org/officeDocument/2006/relationships/header" Target="header3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
      <w:docPartPr>
        <w:name w:val="740F32F488824ADBAFD857E653B30AC4"/>
        <w:category>
          <w:name w:val="Obecné"/>
          <w:gallery w:val="placeholder"/>
        </w:category>
        <w:types>
          <w:type w:val="bbPlcHdr"/>
        </w:types>
        <w:behaviors>
          <w:behavior w:val="content"/>
        </w:behaviors>
        <w:guid w:val="{013A5BDC-A770-4913-B49C-F0E169603A22}"/>
      </w:docPartPr>
      <w:docPartBody>
        <w:p w:rsidR="00052BE8" w:rsidRDefault="004448D8" w:rsidP="004448D8">
          <w:pPr>
            <w:pStyle w:val="740F32F488824ADBAFD857E653B30AC4"/>
          </w:pPr>
          <w:r w:rsidRPr="00D72F41">
            <w:rPr>
              <w:rStyle w:val="Zstupntext"/>
            </w:rPr>
            <w:t>Klikněte sem a zadejte text.</w:t>
          </w:r>
        </w:p>
      </w:docPartBody>
    </w:docPart>
    <w:docPart>
      <w:docPartPr>
        <w:name w:val="B7C7B7B9EF07456B86E6B82BC7073572"/>
        <w:category>
          <w:name w:val="Obecné"/>
          <w:gallery w:val="placeholder"/>
        </w:category>
        <w:types>
          <w:type w:val="bbPlcHdr"/>
        </w:types>
        <w:behaviors>
          <w:behavior w:val="content"/>
        </w:behaviors>
        <w:guid w:val="{B54D9FB5-71EE-443D-AFBF-58612B26E093}"/>
      </w:docPartPr>
      <w:docPartBody>
        <w:p w:rsidR="00052BE8" w:rsidRDefault="004448D8" w:rsidP="004448D8">
          <w:pPr>
            <w:pStyle w:val="B7C7B7B9EF07456B86E6B82BC7073572"/>
          </w:pPr>
          <w:r w:rsidRPr="00D72F41">
            <w:rPr>
              <w:rStyle w:val="Zstupntext"/>
            </w:rPr>
            <w:t>Klikněte sem a zadejte text.</w:t>
          </w:r>
        </w:p>
      </w:docPartBody>
    </w:docPart>
    <w:docPart>
      <w:docPartPr>
        <w:name w:val="19864A554A6F43208A359D48854F830D"/>
        <w:category>
          <w:name w:val="Obecné"/>
          <w:gallery w:val="placeholder"/>
        </w:category>
        <w:types>
          <w:type w:val="bbPlcHdr"/>
        </w:types>
        <w:behaviors>
          <w:behavior w:val="content"/>
        </w:behaviors>
        <w:guid w:val="{A8EB6D59-EECC-412E-8045-F38F57F6B25F}"/>
      </w:docPartPr>
      <w:docPartBody>
        <w:p w:rsidR="00052BE8" w:rsidRDefault="004448D8" w:rsidP="004448D8">
          <w:pPr>
            <w:pStyle w:val="19864A554A6F43208A359D48854F830D"/>
          </w:pPr>
          <w:r w:rsidRPr="00D72F41">
            <w:rPr>
              <w:rStyle w:val="Zstupntext"/>
            </w:rPr>
            <w:t>Klikněte sem a zadejte text.</w:t>
          </w:r>
        </w:p>
      </w:docPartBody>
    </w:docPart>
    <w:docPart>
      <w:docPartPr>
        <w:name w:val="D8EE4FDC84B941818CAC4D0D286C4FB7"/>
        <w:category>
          <w:name w:val="Obecné"/>
          <w:gallery w:val="placeholder"/>
        </w:category>
        <w:types>
          <w:type w:val="bbPlcHdr"/>
        </w:types>
        <w:behaviors>
          <w:behavior w:val="content"/>
        </w:behaviors>
        <w:guid w:val="{56DC2FA9-D78E-4D4B-B5DE-18719EF5BA38}"/>
      </w:docPartPr>
      <w:docPartBody>
        <w:p w:rsidR="00052BE8" w:rsidRDefault="004448D8" w:rsidP="004448D8">
          <w:pPr>
            <w:pStyle w:val="D8EE4FDC84B941818CAC4D0D286C4FB7"/>
          </w:pPr>
          <w:r w:rsidRPr="00D72F41">
            <w:rPr>
              <w:rStyle w:val="Zstupntext"/>
            </w:rPr>
            <w:t>Klikněte sem a zadejte text.</w:t>
          </w:r>
        </w:p>
      </w:docPartBody>
    </w:docPart>
    <w:docPart>
      <w:docPartPr>
        <w:name w:val="0737DFEB22F24604911D551B77D6D7EC"/>
        <w:category>
          <w:name w:val="Obecné"/>
          <w:gallery w:val="placeholder"/>
        </w:category>
        <w:types>
          <w:type w:val="bbPlcHdr"/>
        </w:types>
        <w:behaviors>
          <w:behavior w:val="content"/>
        </w:behaviors>
        <w:guid w:val="{B9817B76-C7A2-4994-9930-962DD4AB98AB}"/>
      </w:docPartPr>
      <w:docPartBody>
        <w:p w:rsidR="00052BE8" w:rsidRDefault="004448D8" w:rsidP="004448D8">
          <w:pPr>
            <w:pStyle w:val="0737DFEB22F24604911D551B77D6D7EC"/>
          </w:pPr>
          <w:r w:rsidRPr="00D72F41">
            <w:rPr>
              <w:rStyle w:val="Zstupntext"/>
            </w:rPr>
            <w:t>Klikněte sem a zadejte text.</w:t>
          </w:r>
        </w:p>
      </w:docPartBody>
    </w:docPart>
    <w:docPart>
      <w:docPartPr>
        <w:name w:val="40B1F6404F424B2AB90A08710CBC1C23"/>
        <w:category>
          <w:name w:val="Obecné"/>
          <w:gallery w:val="placeholder"/>
        </w:category>
        <w:types>
          <w:type w:val="bbPlcHdr"/>
        </w:types>
        <w:behaviors>
          <w:behavior w:val="content"/>
        </w:behaviors>
        <w:guid w:val="{EF4218DA-0D34-4D58-BAEB-2825E374E856}"/>
      </w:docPartPr>
      <w:docPartBody>
        <w:p w:rsidR="00052BE8" w:rsidRDefault="004448D8" w:rsidP="004448D8">
          <w:pPr>
            <w:pStyle w:val="40B1F6404F424B2AB90A08710CBC1C23"/>
          </w:pPr>
          <w:r w:rsidRPr="00D72F41">
            <w:rPr>
              <w:rStyle w:val="Zstupntext"/>
            </w:rPr>
            <w:t>Klikněte sem a zadejte text.</w:t>
          </w:r>
        </w:p>
      </w:docPartBody>
    </w:docPart>
    <w:docPart>
      <w:docPartPr>
        <w:name w:val="302BCE53CA2B4690B263AD4B132C2738"/>
        <w:category>
          <w:name w:val="Obecné"/>
          <w:gallery w:val="placeholder"/>
        </w:category>
        <w:types>
          <w:type w:val="bbPlcHdr"/>
        </w:types>
        <w:behaviors>
          <w:behavior w:val="content"/>
        </w:behaviors>
        <w:guid w:val="{527AA68F-D2C9-4D9C-B0BF-4048503A0D07}"/>
      </w:docPartPr>
      <w:docPartBody>
        <w:p w:rsidR="00052BE8" w:rsidRDefault="004448D8" w:rsidP="004448D8">
          <w:pPr>
            <w:pStyle w:val="302BCE53CA2B4690B263AD4B132C2738"/>
          </w:pPr>
          <w:r w:rsidRPr="00D72F41">
            <w:rPr>
              <w:rStyle w:val="Zstupntext"/>
            </w:rPr>
            <w:t>Klikněte sem a zadejte text.</w:t>
          </w:r>
        </w:p>
      </w:docPartBody>
    </w:docPart>
    <w:docPart>
      <w:docPartPr>
        <w:name w:val="91413FB0491D4A3581FE46714E9982E3"/>
        <w:category>
          <w:name w:val="Obecné"/>
          <w:gallery w:val="placeholder"/>
        </w:category>
        <w:types>
          <w:type w:val="bbPlcHdr"/>
        </w:types>
        <w:behaviors>
          <w:behavior w:val="content"/>
        </w:behaviors>
        <w:guid w:val="{F4B5B39D-977E-4945-B301-22A04D98D5AB}"/>
      </w:docPartPr>
      <w:docPartBody>
        <w:p w:rsidR="00052BE8" w:rsidRDefault="004448D8" w:rsidP="004448D8">
          <w:pPr>
            <w:pStyle w:val="91413FB0491D4A3581FE46714E9982E3"/>
          </w:pPr>
          <w:r w:rsidRPr="00D72F41">
            <w:rPr>
              <w:rStyle w:val="Zstupntext"/>
            </w:rPr>
            <w:t>Klikněte sem a zadejte text.</w:t>
          </w:r>
        </w:p>
      </w:docPartBody>
    </w:docPart>
    <w:docPart>
      <w:docPartPr>
        <w:name w:val="EEF96FBCFFFF4478B64799A8473A03E4"/>
        <w:category>
          <w:name w:val="Obecné"/>
          <w:gallery w:val="placeholder"/>
        </w:category>
        <w:types>
          <w:type w:val="bbPlcHdr"/>
        </w:types>
        <w:behaviors>
          <w:behavior w:val="content"/>
        </w:behaviors>
        <w:guid w:val="{6F07CFC4-E403-4154-9077-8A3C06AB2283}"/>
      </w:docPartPr>
      <w:docPartBody>
        <w:p w:rsidR="00052BE8" w:rsidRDefault="004448D8" w:rsidP="004448D8">
          <w:pPr>
            <w:pStyle w:val="EEF96FBCFFFF4478B64799A8473A03E4"/>
          </w:pPr>
          <w:r w:rsidRPr="00D72F41">
            <w:rPr>
              <w:rStyle w:val="Zstupntext"/>
            </w:rPr>
            <w:t>Klikněte sem a zadejte text.</w:t>
          </w:r>
        </w:p>
      </w:docPartBody>
    </w:docPart>
    <w:docPart>
      <w:docPartPr>
        <w:name w:val="02DD55D25DF6405EB077DF91D49E1383"/>
        <w:category>
          <w:name w:val="Obecné"/>
          <w:gallery w:val="placeholder"/>
        </w:category>
        <w:types>
          <w:type w:val="bbPlcHdr"/>
        </w:types>
        <w:behaviors>
          <w:behavior w:val="content"/>
        </w:behaviors>
        <w:guid w:val="{9873C887-9961-4551-A2C7-615BE9489CE5}"/>
      </w:docPartPr>
      <w:docPartBody>
        <w:p w:rsidR="00052BE8" w:rsidRDefault="004448D8" w:rsidP="004448D8">
          <w:pPr>
            <w:pStyle w:val="02DD55D25DF6405EB077DF91D49E1383"/>
          </w:pPr>
          <w:r w:rsidRPr="00D72F41">
            <w:rPr>
              <w:rStyle w:val="Zstupntext"/>
            </w:rPr>
            <w:t>Klikněte sem a zadejte text.</w:t>
          </w:r>
        </w:p>
      </w:docPartBody>
    </w:docPart>
    <w:docPart>
      <w:docPartPr>
        <w:name w:val="1CCF96B9E7984A92A9F151B6499B526D"/>
        <w:category>
          <w:name w:val="Obecné"/>
          <w:gallery w:val="placeholder"/>
        </w:category>
        <w:types>
          <w:type w:val="bbPlcHdr"/>
        </w:types>
        <w:behaviors>
          <w:behavior w:val="content"/>
        </w:behaviors>
        <w:guid w:val="{A2622FEF-A30E-4BA2-8CE8-62B68C31431D}"/>
      </w:docPartPr>
      <w:docPartBody>
        <w:p w:rsidR="00052BE8" w:rsidRDefault="004448D8" w:rsidP="004448D8">
          <w:pPr>
            <w:pStyle w:val="1CCF96B9E7984A92A9F151B6499B526D"/>
          </w:pPr>
          <w:r w:rsidRPr="00D72F41">
            <w:rPr>
              <w:rStyle w:val="Zstupntext"/>
            </w:rPr>
            <w:t>Klikněte sem a zadejte text.</w:t>
          </w:r>
        </w:p>
      </w:docPartBody>
    </w:docPart>
    <w:docPart>
      <w:docPartPr>
        <w:name w:val="CB05ADC05EBD482EAFC3F4B67CDCC599"/>
        <w:category>
          <w:name w:val="Obecné"/>
          <w:gallery w:val="placeholder"/>
        </w:category>
        <w:types>
          <w:type w:val="bbPlcHdr"/>
        </w:types>
        <w:behaviors>
          <w:behavior w:val="content"/>
        </w:behaviors>
        <w:guid w:val="{EB9585BD-7824-4920-A1C4-64420FFAACB9}"/>
      </w:docPartPr>
      <w:docPartBody>
        <w:p w:rsidR="00052BE8" w:rsidRDefault="004448D8" w:rsidP="004448D8">
          <w:pPr>
            <w:pStyle w:val="CB05ADC05EBD482EAFC3F4B67CDCC599"/>
          </w:pPr>
          <w:r w:rsidRPr="00D72F41">
            <w:rPr>
              <w:rStyle w:val="Zstupntext"/>
            </w:rPr>
            <w:t>Klikněte sem a zadejte text.</w:t>
          </w:r>
        </w:p>
      </w:docPartBody>
    </w:docPart>
    <w:docPart>
      <w:docPartPr>
        <w:name w:val="67EC40326B244A26B4F60B1B82267F27"/>
        <w:category>
          <w:name w:val="Obecné"/>
          <w:gallery w:val="placeholder"/>
        </w:category>
        <w:types>
          <w:type w:val="bbPlcHdr"/>
        </w:types>
        <w:behaviors>
          <w:behavior w:val="content"/>
        </w:behaviors>
        <w:guid w:val="{B9FD14ED-36CC-4DF6-A735-6FDC56BE7A8E}"/>
      </w:docPartPr>
      <w:docPartBody>
        <w:p w:rsidR="00052BE8" w:rsidRDefault="004448D8" w:rsidP="004448D8">
          <w:pPr>
            <w:pStyle w:val="67EC40326B244A26B4F60B1B82267F27"/>
          </w:pPr>
          <w:r w:rsidRPr="00D72F41">
            <w:rPr>
              <w:rStyle w:val="Zstupntext"/>
            </w:rPr>
            <w:t>Klikněte sem a zadejte text.</w:t>
          </w:r>
        </w:p>
      </w:docPartBody>
    </w:docPart>
    <w:docPart>
      <w:docPartPr>
        <w:name w:val="CD9C9550D7CD45639FC40E8B8C4CABFA"/>
        <w:category>
          <w:name w:val="Obecné"/>
          <w:gallery w:val="placeholder"/>
        </w:category>
        <w:types>
          <w:type w:val="bbPlcHdr"/>
        </w:types>
        <w:behaviors>
          <w:behavior w:val="content"/>
        </w:behaviors>
        <w:guid w:val="{B8FBEF5C-58D8-43BB-84C1-3E464F0B38FA}"/>
      </w:docPartPr>
      <w:docPartBody>
        <w:p w:rsidR="00052BE8" w:rsidRDefault="004448D8" w:rsidP="004448D8">
          <w:pPr>
            <w:pStyle w:val="CD9C9550D7CD45639FC40E8B8C4CABF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13A89"/>
    <w:rsid w:val="00016D48"/>
    <w:rsid w:val="00024E19"/>
    <w:rsid w:val="00042915"/>
    <w:rsid w:val="00044AFB"/>
    <w:rsid w:val="00052BE8"/>
    <w:rsid w:val="0006012A"/>
    <w:rsid w:val="00071F05"/>
    <w:rsid w:val="000920A2"/>
    <w:rsid w:val="000A08D0"/>
    <w:rsid w:val="000A45FC"/>
    <w:rsid w:val="00126D97"/>
    <w:rsid w:val="0014192B"/>
    <w:rsid w:val="001743D5"/>
    <w:rsid w:val="001C583B"/>
    <w:rsid w:val="001D4073"/>
    <w:rsid w:val="001F3BE8"/>
    <w:rsid w:val="002130F7"/>
    <w:rsid w:val="0026067F"/>
    <w:rsid w:val="00262173"/>
    <w:rsid w:val="002E55C5"/>
    <w:rsid w:val="00312C7D"/>
    <w:rsid w:val="00316832"/>
    <w:rsid w:val="00325787"/>
    <w:rsid w:val="00336D6F"/>
    <w:rsid w:val="00373180"/>
    <w:rsid w:val="00381829"/>
    <w:rsid w:val="0038388D"/>
    <w:rsid w:val="003B02C5"/>
    <w:rsid w:val="003F0C19"/>
    <w:rsid w:val="00410D6D"/>
    <w:rsid w:val="004149C5"/>
    <w:rsid w:val="00422CD5"/>
    <w:rsid w:val="004448D8"/>
    <w:rsid w:val="004560C8"/>
    <w:rsid w:val="0048154F"/>
    <w:rsid w:val="00491C58"/>
    <w:rsid w:val="004D2720"/>
    <w:rsid w:val="004F5FBC"/>
    <w:rsid w:val="005308B2"/>
    <w:rsid w:val="005437AB"/>
    <w:rsid w:val="0056765D"/>
    <w:rsid w:val="00571078"/>
    <w:rsid w:val="00573346"/>
    <w:rsid w:val="005A32CD"/>
    <w:rsid w:val="005B18D2"/>
    <w:rsid w:val="005D0603"/>
    <w:rsid w:val="00627872"/>
    <w:rsid w:val="00671E0B"/>
    <w:rsid w:val="00684DE0"/>
    <w:rsid w:val="00697901"/>
    <w:rsid w:val="006F1213"/>
    <w:rsid w:val="007414A1"/>
    <w:rsid w:val="007548D8"/>
    <w:rsid w:val="007A28A3"/>
    <w:rsid w:val="007B2713"/>
    <w:rsid w:val="007D638C"/>
    <w:rsid w:val="007D7CA5"/>
    <w:rsid w:val="00804F54"/>
    <w:rsid w:val="00821590"/>
    <w:rsid w:val="00830BB9"/>
    <w:rsid w:val="00835BFC"/>
    <w:rsid w:val="008673D2"/>
    <w:rsid w:val="008921F4"/>
    <w:rsid w:val="008B2876"/>
    <w:rsid w:val="00911421"/>
    <w:rsid w:val="00921F4F"/>
    <w:rsid w:val="00971857"/>
    <w:rsid w:val="00977D66"/>
    <w:rsid w:val="00986C21"/>
    <w:rsid w:val="009935B2"/>
    <w:rsid w:val="00994C14"/>
    <w:rsid w:val="009B3764"/>
    <w:rsid w:val="00A10833"/>
    <w:rsid w:val="00A30AAE"/>
    <w:rsid w:val="00A961A8"/>
    <w:rsid w:val="00AC0015"/>
    <w:rsid w:val="00AD674A"/>
    <w:rsid w:val="00AE4468"/>
    <w:rsid w:val="00B15F87"/>
    <w:rsid w:val="00B4417E"/>
    <w:rsid w:val="00B462F1"/>
    <w:rsid w:val="00B477C7"/>
    <w:rsid w:val="00B81739"/>
    <w:rsid w:val="00BE561C"/>
    <w:rsid w:val="00C334F2"/>
    <w:rsid w:val="00C36BFE"/>
    <w:rsid w:val="00C404BF"/>
    <w:rsid w:val="00C82323"/>
    <w:rsid w:val="00CB3377"/>
    <w:rsid w:val="00CD319F"/>
    <w:rsid w:val="00CF6A35"/>
    <w:rsid w:val="00D24023"/>
    <w:rsid w:val="00D26652"/>
    <w:rsid w:val="00D615AE"/>
    <w:rsid w:val="00DC1DA4"/>
    <w:rsid w:val="00DD5407"/>
    <w:rsid w:val="00E049F7"/>
    <w:rsid w:val="00E16231"/>
    <w:rsid w:val="00E54EB8"/>
    <w:rsid w:val="00E7422E"/>
    <w:rsid w:val="00E74833"/>
    <w:rsid w:val="00E801C3"/>
    <w:rsid w:val="00EB6BE5"/>
    <w:rsid w:val="00EC2D30"/>
    <w:rsid w:val="00F07A8B"/>
    <w:rsid w:val="00F26E45"/>
    <w:rsid w:val="00F56984"/>
    <w:rsid w:val="00F57A49"/>
    <w:rsid w:val="00F63E97"/>
    <w:rsid w:val="00FC559D"/>
    <w:rsid w:val="00FD46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448D8"/>
    <w:rPr>
      <w:color w:val="808080"/>
    </w:rPr>
  </w:style>
  <w:style w:type="paragraph" w:customStyle="1" w:styleId="4EB0494DF4E24F4689F5A2EA1C0D045B">
    <w:name w:val="4EB0494DF4E24F4689F5A2EA1C0D045B"/>
  </w:style>
  <w:style w:type="paragraph" w:customStyle="1" w:styleId="740F32F488824ADBAFD857E653B30AC4">
    <w:name w:val="740F32F488824ADBAFD857E653B30AC4"/>
    <w:rsid w:val="004448D8"/>
    <w:pPr>
      <w:spacing w:line="278" w:lineRule="auto"/>
    </w:pPr>
    <w:rPr>
      <w:kern w:val="2"/>
      <w:sz w:val="24"/>
      <w:szCs w:val="24"/>
      <w14:ligatures w14:val="standardContextual"/>
    </w:rPr>
  </w:style>
  <w:style w:type="paragraph" w:customStyle="1" w:styleId="B7C7B7B9EF07456B86E6B82BC7073572">
    <w:name w:val="B7C7B7B9EF07456B86E6B82BC7073572"/>
    <w:rsid w:val="004448D8"/>
    <w:pPr>
      <w:spacing w:line="278" w:lineRule="auto"/>
    </w:pPr>
    <w:rPr>
      <w:kern w:val="2"/>
      <w:sz w:val="24"/>
      <w:szCs w:val="24"/>
      <w14:ligatures w14:val="standardContextual"/>
    </w:rPr>
  </w:style>
  <w:style w:type="paragraph" w:customStyle="1" w:styleId="19864A554A6F43208A359D48854F830D">
    <w:name w:val="19864A554A6F43208A359D48854F830D"/>
    <w:rsid w:val="004448D8"/>
    <w:pPr>
      <w:spacing w:line="278" w:lineRule="auto"/>
    </w:pPr>
    <w:rPr>
      <w:kern w:val="2"/>
      <w:sz w:val="24"/>
      <w:szCs w:val="24"/>
      <w14:ligatures w14:val="standardContextual"/>
    </w:rPr>
  </w:style>
  <w:style w:type="paragraph" w:customStyle="1" w:styleId="D8EE4FDC84B941818CAC4D0D286C4FB7">
    <w:name w:val="D8EE4FDC84B941818CAC4D0D286C4FB7"/>
    <w:rsid w:val="004448D8"/>
    <w:pPr>
      <w:spacing w:line="278" w:lineRule="auto"/>
    </w:pPr>
    <w:rPr>
      <w:kern w:val="2"/>
      <w:sz w:val="24"/>
      <w:szCs w:val="24"/>
      <w14:ligatures w14:val="standardContextual"/>
    </w:rPr>
  </w:style>
  <w:style w:type="paragraph" w:customStyle="1" w:styleId="0737DFEB22F24604911D551B77D6D7EC">
    <w:name w:val="0737DFEB22F24604911D551B77D6D7EC"/>
    <w:rsid w:val="004448D8"/>
    <w:pPr>
      <w:spacing w:line="278" w:lineRule="auto"/>
    </w:pPr>
    <w:rPr>
      <w:kern w:val="2"/>
      <w:sz w:val="24"/>
      <w:szCs w:val="24"/>
      <w14:ligatures w14:val="standardContextual"/>
    </w:rPr>
  </w:style>
  <w:style w:type="paragraph" w:customStyle="1" w:styleId="40B1F6404F424B2AB90A08710CBC1C23">
    <w:name w:val="40B1F6404F424B2AB90A08710CBC1C23"/>
    <w:rsid w:val="004448D8"/>
    <w:pPr>
      <w:spacing w:line="278" w:lineRule="auto"/>
    </w:pPr>
    <w:rPr>
      <w:kern w:val="2"/>
      <w:sz w:val="24"/>
      <w:szCs w:val="24"/>
      <w14:ligatures w14:val="standardContextual"/>
    </w:rPr>
  </w:style>
  <w:style w:type="paragraph" w:customStyle="1" w:styleId="302BCE53CA2B4690B263AD4B132C2738">
    <w:name w:val="302BCE53CA2B4690B263AD4B132C2738"/>
    <w:rsid w:val="004448D8"/>
    <w:pPr>
      <w:spacing w:line="278" w:lineRule="auto"/>
    </w:pPr>
    <w:rPr>
      <w:kern w:val="2"/>
      <w:sz w:val="24"/>
      <w:szCs w:val="24"/>
      <w14:ligatures w14:val="standardContextual"/>
    </w:rPr>
  </w:style>
  <w:style w:type="paragraph" w:customStyle="1" w:styleId="91413FB0491D4A3581FE46714E9982E3">
    <w:name w:val="91413FB0491D4A3581FE46714E9982E3"/>
    <w:rsid w:val="004448D8"/>
    <w:pPr>
      <w:spacing w:line="278" w:lineRule="auto"/>
    </w:pPr>
    <w:rPr>
      <w:kern w:val="2"/>
      <w:sz w:val="24"/>
      <w:szCs w:val="24"/>
      <w14:ligatures w14:val="standardContextual"/>
    </w:rPr>
  </w:style>
  <w:style w:type="paragraph" w:customStyle="1" w:styleId="EEF96FBCFFFF4478B64799A8473A03E4">
    <w:name w:val="EEF96FBCFFFF4478B64799A8473A03E4"/>
    <w:rsid w:val="004448D8"/>
    <w:pPr>
      <w:spacing w:line="278" w:lineRule="auto"/>
    </w:pPr>
    <w:rPr>
      <w:kern w:val="2"/>
      <w:sz w:val="24"/>
      <w:szCs w:val="24"/>
      <w14:ligatures w14:val="standardContextual"/>
    </w:rPr>
  </w:style>
  <w:style w:type="paragraph" w:customStyle="1" w:styleId="02DD55D25DF6405EB077DF91D49E1383">
    <w:name w:val="02DD55D25DF6405EB077DF91D49E1383"/>
    <w:rsid w:val="004448D8"/>
    <w:pPr>
      <w:spacing w:line="278" w:lineRule="auto"/>
    </w:pPr>
    <w:rPr>
      <w:kern w:val="2"/>
      <w:sz w:val="24"/>
      <w:szCs w:val="24"/>
      <w14:ligatures w14:val="standardContextual"/>
    </w:rPr>
  </w:style>
  <w:style w:type="paragraph" w:customStyle="1" w:styleId="1CCF96B9E7984A92A9F151B6499B526D">
    <w:name w:val="1CCF96B9E7984A92A9F151B6499B526D"/>
    <w:rsid w:val="004448D8"/>
    <w:pPr>
      <w:spacing w:line="278" w:lineRule="auto"/>
    </w:pPr>
    <w:rPr>
      <w:kern w:val="2"/>
      <w:sz w:val="24"/>
      <w:szCs w:val="24"/>
      <w14:ligatures w14:val="standardContextual"/>
    </w:rPr>
  </w:style>
  <w:style w:type="paragraph" w:customStyle="1" w:styleId="CB05ADC05EBD482EAFC3F4B67CDCC599">
    <w:name w:val="CB05ADC05EBD482EAFC3F4B67CDCC599"/>
    <w:rsid w:val="004448D8"/>
    <w:pPr>
      <w:spacing w:line="278" w:lineRule="auto"/>
    </w:pPr>
    <w:rPr>
      <w:kern w:val="2"/>
      <w:sz w:val="24"/>
      <w:szCs w:val="24"/>
      <w14:ligatures w14:val="standardContextual"/>
    </w:rPr>
  </w:style>
  <w:style w:type="paragraph" w:customStyle="1" w:styleId="67EC40326B244A26B4F60B1B82267F27">
    <w:name w:val="67EC40326B244A26B4F60B1B82267F27"/>
    <w:rsid w:val="004448D8"/>
    <w:pPr>
      <w:spacing w:line="278" w:lineRule="auto"/>
    </w:pPr>
    <w:rPr>
      <w:kern w:val="2"/>
      <w:sz w:val="24"/>
      <w:szCs w:val="24"/>
      <w14:ligatures w14:val="standardContextual"/>
    </w:rPr>
  </w:style>
  <w:style w:type="paragraph" w:customStyle="1" w:styleId="CD9C9550D7CD45639FC40E8B8C4CABFA">
    <w:name w:val="CD9C9550D7CD45639FC40E8B8C4CABFA"/>
    <w:rsid w:val="004448D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D89477CA-6E2F-40AD-8FA3-C7FC422D5774}">
  <ds:schemaRefs>
    <ds:schemaRef ds:uri="http://schemas.openxmlformats.org/officeDocument/2006/bibliography"/>
  </ds:schemaRefs>
</ds:datastoreItem>
</file>

<file path=customXml/itemProps3.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13</TotalTime>
  <Pages>1</Pages>
  <Words>4977</Words>
  <Characters>29371</Characters>
  <Application>Microsoft Office Word</Application>
  <DocSecurity>0</DocSecurity>
  <Lines>244</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Baudis Martin, Bc.</cp:lastModifiedBy>
  <cp:revision>18</cp:revision>
  <cp:lastPrinted>2025-07-11T12:51:00Z</cp:lastPrinted>
  <dcterms:created xsi:type="dcterms:W3CDTF">2025-07-07T13:21:00Z</dcterms:created>
  <dcterms:modified xsi:type="dcterms:W3CDTF">2025-07-11T12:51:00Z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