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FECF6" w14:textId="6C274D41" w:rsidR="00BF7FFD" w:rsidRDefault="00BF7FFD" w:rsidP="00BF7FFD">
      <w:pPr>
        <w:rPr>
          <w:b/>
          <w:bCs/>
        </w:rPr>
      </w:pPr>
      <w:r w:rsidRPr="00BB4C19">
        <w:t xml:space="preserve">Příloha č. </w:t>
      </w:r>
      <w:r w:rsidR="00B55DC5">
        <w:t>4</w:t>
      </w:r>
      <w:r w:rsidR="00BB4C19" w:rsidRPr="00980DDF">
        <w:t xml:space="preserve"> </w:t>
      </w:r>
      <w:r w:rsidR="00336A15">
        <w:t>Smlouvy</w:t>
      </w:r>
    </w:p>
    <w:p w14:paraId="5997BAAB" w14:textId="2B230C69" w:rsidR="00D62FD8" w:rsidRDefault="00D62FD8" w:rsidP="00BF7FFD">
      <w:pPr>
        <w:rPr>
          <w:b/>
          <w:bCs/>
        </w:rPr>
      </w:pPr>
      <w:r w:rsidRPr="00D62FD8">
        <w:rPr>
          <w:b/>
          <w:bCs/>
        </w:rPr>
        <w:t>Seznam poddodavatelů poskytovatele</w:t>
      </w:r>
    </w:p>
    <w:p w14:paraId="1248B048" w14:textId="58653E87" w:rsidR="00BF7FFD" w:rsidRPr="00D62FD8" w:rsidRDefault="00BF7FFD" w:rsidP="00BF7FFD">
      <w:pPr>
        <w:rPr>
          <w:b/>
          <w:bCs/>
        </w:rPr>
      </w:pPr>
      <w:r w:rsidRPr="006B484B">
        <w:rPr>
          <w:rFonts w:eastAsia="Times New Roman" w:cs="Times New Roman"/>
          <w:b/>
          <w:lang w:eastAsia="cs-CZ"/>
        </w:rPr>
        <w:t>Varianta A):</w:t>
      </w:r>
    </w:p>
    <w:tbl>
      <w:tblPr>
        <w:tblW w:w="141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3"/>
        <w:gridCol w:w="3653"/>
        <w:gridCol w:w="2958"/>
        <w:gridCol w:w="3754"/>
        <w:gridCol w:w="2132"/>
      </w:tblGrid>
      <w:tr w:rsidR="00D62FD8" w:rsidRPr="00D62FD8" w14:paraId="78D223C5" w14:textId="77777777" w:rsidTr="003F34E6">
        <w:trPr>
          <w:trHeight w:val="545"/>
          <w:jc w:val="center"/>
        </w:trPr>
        <w:tc>
          <w:tcPr>
            <w:tcW w:w="826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61A8108" w14:textId="77777777" w:rsidR="00D62FD8" w:rsidRPr="00D62FD8" w:rsidRDefault="00D62FD8" w:rsidP="00D62FD8">
            <w:pPr>
              <w:rPr>
                <w:b/>
                <w:bCs/>
              </w:rPr>
            </w:pPr>
            <w:r w:rsidRPr="00D62FD8">
              <w:rPr>
                <w:b/>
                <w:bCs/>
              </w:rPr>
              <w:t>Veřejná zakázka zadaná v otevřeném řízení dle §56 zákona č. 134/2016 Sb., o veřejných zakázkách, ve znění pozdějších předpisů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D4C15D" w14:textId="77777777" w:rsidR="00D62FD8" w:rsidRPr="00D62FD8" w:rsidRDefault="00D62FD8" w:rsidP="00D62FD8">
            <w:pPr>
              <w:rPr>
                <w:b/>
                <w:bCs/>
              </w:rPr>
            </w:pPr>
            <w:r w:rsidRPr="00D62FD8">
              <w:rPr>
                <w:b/>
                <w:bCs/>
              </w:rPr>
              <w:t>Část plnění VZ, kterou hodlá dodavatel zadat subdodavateli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14:paraId="2A0ABBC4" w14:textId="77777777" w:rsidR="00D62FD8" w:rsidRPr="00D62FD8" w:rsidRDefault="00D62FD8" w:rsidP="00D62FD8">
            <w:pPr>
              <w:rPr>
                <w:b/>
                <w:bCs/>
              </w:rPr>
            </w:pPr>
            <w:r w:rsidRPr="00D62FD8">
              <w:rPr>
                <w:b/>
                <w:bCs/>
              </w:rPr>
              <w:t xml:space="preserve">% podíl na </w:t>
            </w:r>
            <w:r w:rsidRPr="00D62FD8">
              <w:rPr>
                <w:b/>
                <w:bCs/>
              </w:rPr>
              <w:br/>
              <w:t>plnění VZ</w:t>
            </w:r>
          </w:p>
        </w:tc>
      </w:tr>
      <w:tr w:rsidR="00D62FD8" w:rsidRPr="00D62FD8" w14:paraId="5559E289" w14:textId="77777777" w:rsidTr="003F34E6">
        <w:trPr>
          <w:trHeight w:val="592"/>
          <w:jc w:val="center"/>
        </w:trPr>
        <w:tc>
          <w:tcPr>
            <w:tcW w:w="826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0B3270A" w14:textId="77777777" w:rsidR="00D62FD8" w:rsidRPr="00D62FD8" w:rsidRDefault="00D62FD8" w:rsidP="00D62FD8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ED88D1" w14:textId="77777777" w:rsidR="00D62FD8" w:rsidRPr="00D62FD8" w:rsidRDefault="00D62FD8" w:rsidP="00D62FD8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A6A021" w14:textId="77777777" w:rsidR="00D62FD8" w:rsidRPr="00D62FD8" w:rsidRDefault="00D62FD8" w:rsidP="00D62FD8">
            <w:pPr>
              <w:rPr>
                <w:b/>
                <w:bCs/>
              </w:rPr>
            </w:pPr>
          </w:p>
        </w:tc>
      </w:tr>
      <w:tr w:rsidR="00D62FD8" w:rsidRPr="00D62FD8" w14:paraId="0B3AB0E5" w14:textId="77777777" w:rsidTr="003F34E6">
        <w:trPr>
          <w:trHeight w:val="243"/>
          <w:jc w:val="center"/>
        </w:trPr>
        <w:tc>
          <w:tcPr>
            <w:tcW w:w="82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745485B9" w14:textId="522BDDAE" w:rsidR="00D62FD8" w:rsidRPr="00D62FD8" w:rsidRDefault="00200A8E" w:rsidP="00D62FD8">
            <w:pPr>
              <w:rPr>
                <w:b/>
                <w:bCs/>
              </w:rPr>
            </w:pPr>
            <w:r w:rsidRPr="00200A8E">
              <w:rPr>
                <w:b/>
                <w:bCs/>
              </w:rPr>
              <w:t>Provoz a údržba systému sledování polohy a spotřeby PHM u speciálních drážních vozidel OŘ OVA 2025–2027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9AEFE2" w14:textId="77777777" w:rsidR="00D62FD8" w:rsidRPr="00D62FD8" w:rsidRDefault="00D62FD8" w:rsidP="00D62FD8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F19DAB" w14:textId="77777777" w:rsidR="00D62FD8" w:rsidRPr="00D62FD8" w:rsidRDefault="00D62FD8" w:rsidP="00D62FD8">
            <w:pPr>
              <w:rPr>
                <w:b/>
                <w:bCs/>
              </w:rPr>
            </w:pPr>
          </w:p>
        </w:tc>
      </w:tr>
      <w:tr w:rsidR="00D62FD8" w:rsidRPr="00D62FD8" w14:paraId="07B63AD8" w14:textId="77777777" w:rsidTr="003F34E6">
        <w:trPr>
          <w:trHeight w:val="687"/>
          <w:jc w:val="center"/>
        </w:trPr>
        <w:tc>
          <w:tcPr>
            <w:tcW w:w="16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65A0F9C3" w14:textId="77777777" w:rsidR="00D62FD8" w:rsidRPr="00D62FD8" w:rsidRDefault="00D62FD8" w:rsidP="00D62FD8">
            <w:r w:rsidRPr="00D62FD8">
              <w:t>1.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6B9A8CFF" w14:textId="77777777" w:rsidR="00D62FD8" w:rsidRPr="00D62FD8" w:rsidRDefault="00D62FD8" w:rsidP="00D62FD8">
            <w:r w:rsidRPr="00D62FD8">
              <w:t>Obchodní firma nebo název / Obchodní firma nebo jméno a příjmení: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32006B4" w14:textId="0602D627" w:rsidR="00D62FD8" w:rsidRPr="00D62FD8" w:rsidRDefault="00BF7FFD" w:rsidP="00D62FD8">
            <w:r w:rsidRPr="00E31AF5">
              <w:rPr>
                <w:rFonts w:eastAsia="Times New Roman" w:cs="Times New Roman"/>
                <w:highlight w:val="yellow"/>
                <w:lang w:eastAsia="cs-CZ"/>
              </w:rPr>
              <w:t>[DOPLNÍ ÚČASTNÍK]</w:t>
            </w:r>
          </w:p>
        </w:tc>
        <w:tc>
          <w:tcPr>
            <w:tcW w:w="37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EADE8CE" w14:textId="5D7D33DE" w:rsidR="00D62FD8" w:rsidRPr="00D62FD8" w:rsidRDefault="00BF7FFD" w:rsidP="00D62FD8">
            <w:r w:rsidRPr="00E31AF5">
              <w:rPr>
                <w:rFonts w:eastAsia="Times New Roman" w:cs="Times New Roman"/>
                <w:highlight w:val="yellow"/>
                <w:lang w:eastAsia="cs-CZ"/>
              </w:rPr>
              <w:t>[DOPLNÍ ÚČASTNÍK]</w:t>
            </w:r>
          </w:p>
        </w:tc>
        <w:tc>
          <w:tcPr>
            <w:tcW w:w="21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0C8F045" w14:textId="2BDF5D79" w:rsidR="00D62FD8" w:rsidRPr="00D62FD8" w:rsidRDefault="00BF7FFD" w:rsidP="00D62FD8">
            <w:r w:rsidRPr="00E31AF5">
              <w:rPr>
                <w:rFonts w:eastAsia="Times New Roman" w:cs="Times New Roman"/>
                <w:highlight w:val="yellow"/>
                <w:lang w:eastAsia="cs-CZ"/>
              </w:rPr>
              <w:t>[DOPLNÍ ÚČASTNÍK]</w:t>
            </w:r>
          </w:p>
        </w:tc>
      </w:tr>
      <w:tr w:rsidR="00D62FD8" w:rsidRPr="00D62FD8" w14:paraId="1A0600B8" w14:textId="77777777" w:rsidTr="003F34E6">
        <w:trPr>
          <w:trHeight w:val="460"/>
          <w:jc w:val="center"/>
        </w:trPr>
        <w:tc>
          <w:tcPr>
            <w:tcW w:w="16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FC37A6" w14:textId="77777777" w:rsidR="00D62FD8" w:rsidRPr="00D62FD8" w:rsidRDefault="00D62FD8" w:rsidP="00D62FD8"/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AEFCA94" w14:textId="77777777" w:rsidR="00D62FD8" w:rsidRPr="00D62FD8" w:rsidRDefault="00D62FD8" w:rsidP="00D62FD8">
            <w:r w:rsidRPr="00D62FD8">
              <w:t>Sídlo / Místo podnikání, popř. místo trvalého pobytu: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C3B3934" w14:textId="17D1D223" w:rsidR="00D62FD8" w:rsidRPr="00D62FD8" w:rsidRDefault="00BF7FFD" w:rsidP="00D62FD8">
            <w:r w:rsidRPr="00E31AF5">
              <w:rPr>
                <w:rFonts w:eastAsia="Times New Roman" w:cs="Times New Roman"/>
                <w:highlight w:val="yellow"/>
                <w:lang w:eastAsia="cs-CZ"/>
              </w:rPr>
              <w:t>[DOPLNÍ ÚČASTNÍK]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0E4486" w14:textId="77777777" w:rsidR="00D62FD8" w:rsidRPr="00D62FD8" w:rsidRDefault="00D62FD8" w:rsidP="00D62FD8"/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67B134" w14:textId="77777777" w:rsidR="00D62FD8" w:rsidRPr="00D62FD8" w:rsidRDefault="00D62FD8" w:rsidP="00D62FD8"/>
        </w:tc>
      </w:tr>
      <w:tr w:rsidR="00D62FD8" w:rsidRPr="00D62FD8" w14:paraId="1C2BA415" w14:textId="77777777" w:rsidTr="003F34E6">
        <w:trPr>
          <w:trHeight w:val="229"/>
          <w:jc w:val="center"/>
        </w:trPr>
        <w:tc>
          <w:tcPr>
            <w:tcW w:w="16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564AD0" w14:textId="77777777" w:rsidR="00D62FD8" w:rsidRPr="00D62FD8" w:rsidRDefault="00D62FD8" w:rsidP="00D62FD8"/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508101B3" w14:textId="77777777" w:rsidR="00D62FD8" w:rsidRPr="00D62FD8" w:rsidRDefault="00D62FD8" w:rsidP="00D62FD8">
            <w:r w:rsidRPr="00D62FD8">
              <w:t>IČO: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02B1EDA" w14:textId="10E63FD2" w:rsidR="00D62FD8" w:rsidRPr="00D62FD8" w:rsidRDefault="00BF7FFD" w:rsidP="00D62FD8">
            <w:r w:rsidRPr="00E31AF5">
              <w:rPr>
                <w:rFonts w:eastAsia="Times New Roman" w:cs="Times New Roman"/>
                <w:highlight w:val="yellow"/>
                <w:lang w:eastAsia="cs-CZ"/>
              </w:rPr>
              <w:t>[DOPLNÍ ÚČASTNÍK]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4B371D" w14:textId="77777777" w:rsidR="00D62FD8" w:rsidRPr="00D62FD8" w:rsidRDefault="00D62FD8" w:rsidP="00D62FD8"/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8E0392" w14:textId="77777777" w:rsidR="00D62FD8" w:rsidRPr="00D62FD8" w:rsidRDefault="00D62FD8" w:rsidP="00D62FD8"/>
        </w:tc>
      </w:tr>
      <w:tr w:rsidR="00D62FD8" w:rsidRPr="00D62FD8" w14:paraId="2B29288A" w14:textId="77777777" w:rsidTr="003F34E6">
        <w:trPr>
          <w:trHeight w:val="460"/>
          <w:jc w:val="center"/>
        </w:trPr>
        <w:tc>
          <w:tcPr>
            <w:tcW w:w="16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426D76" w14:textId="77777777" w:rsidR="00D62FD8" w:rsidRPr="00D62FD8" w:rsidRDefault="00D62FD8" w:rsidP="00D62FD8"/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C6E1DE2" w14:textId="77777777" w:rsidR="00D62FD8" w:rsidRPr="00D62FD8" w:rsidRDefault="00D62FD8" w:rsidP="00D62FD8">
            <w:r w:rsidRPr="00D62FD8">
              <w:t>Osoba oprávněná jednat jménem či za subdodavatele: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77D5506" w14:textId="20690D26" w:rsidR="00D62FD8" w:rsidRPr="00D62FD8" w:rsidRDefault="00BF7FFD" w:rsidP="00D62FD8">
            <w:r w:rsidRPr="00E31AF5">
              <w:rPr>
                <w:rFonts w:eastAsia="Times New Roman" w:cs="Times New Roman"/>
                <w:highlight w:val="yellow"/>
                <w:lang w:eastAsia="cs-CZ"/>
              </w:rPr>
              <w:t>[DOPLNÍ ÚČASTNÍK]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338CA4" w14:textId="77777777" w:rsidR="00D62FD8" w:rsidRPr="00D62FD8" w:rsidRDefault="00D62FD8" w:rsidP="00D62FD8"/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A731AA" w14:textId="77777777" w:rsidR="00D62FD8" w:rsidRPr="00D62FD8" w:rsidRDefault="00D62FD8" w:rsidP="00D62FD8"/>
        </w:tc>
      </w:tr>
      <w:tr w:rsidR="00D62FD8" w:rsidRPr="00D62FD8" w14:paraId="1F681790" w14:textId="77777777" w:rsidTr="003F34E6">
        <w:trPr>
          <w:trHeight w:val="460"/>
          <w:jc w:val="center"/>
        </w:trPr>
        <w:tc>
          <w:tcPr>
            <w:tcW w:w="16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05118B" w14:textId="77777777" w:rsidR="00D62FD8" w:rsidRPr="00D62FD8" w:rsidRDefault="00D62FD8" w:rsidP="00D62FD8"/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E7EF26B" w14:textId="77777777" w:rsidR="00D62FD8" w:rsidRPr="00D62FD8" w:rsidRDefault="00D62FD8" w:rsidP="00D62FD8">
            <w:r w:rsidRPr="00D62FD8">
              <w:t>Spisová značka v obchodním rejstříku: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7269C15" w14:textId="66744BBF" w:rsidR="00D62FD8" w:rsidRPr="00D62FD8" w:rsidRDefault="00BF7FFD" w:rsidP="00D62FD8">
            <w:r w:rsidRPr="00E31AF5">
              <w:rPr>
                <w:rFonts w:eastAsia="Times New Roman" w:cs="Times New Roman"/>
                <w:highlight w:val="yellow"/>
                <w:lang w:eastAsia="cs-CZ"/>
              </w:rPr>
              <w:t>[DOPLNÍ ÚČASTNÍK]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3EA7B8" w14:textId="77777777" w:rsidR="00D62FD8" w:rsidRPr="00D62FD8" w:rsidRDefault="00D62FD8" w:rsidP="00D62FD8"/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B532BC" w14:textId="77777777" w:rsidR="00D62FD8" w:rsidRPr="00D62FD8" w:rsidRDefault="00D62FD8" w:rsidP="00D62FD8"/>
        </w:tc>
      </w:tr>
      <w:tr w:rsidR="00D62FD8" w:rsidRPr="00D62FD8" w14:paraId="0A9CFF07" w14:textId="77777777" w:rsidTr="003F34E6">
        <w:trPr>
          <w:trHeight w:val="229"/>
          <w:jc w:val="center"/>
        </w:trPr>
        <w:tc>
          <w:tcPr>
            <w:tcW w:w="16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5CAACE" w14:textId="77777777" w:rsidR="00D62FD8" w:rsidRPr="00D62FD8" w:rsidRDefault="00D62FD8" w:rsidP="00D62FD8"/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39119A38" w14:textId="77777777" w:rsidR="00D62FD8" w:rsidRPr="00D62FD8" w:rsidRDefault="00D62FD8" w:rsidP="00D62FD8">
            <w:r w:rsidRPr="00D62FD8">
              <w:t>Tel./fax: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3563A12" w14:textId="0360708A" w:rsidR="00D62FD8" w:rsidRPr="00D62FD8" w:rsidRDefault="00BF7FFD" w:rsidP="00D62FD8">
            <w:r w:rsidRPr="00E31AF5">
              <w:rPr>
                <w:rFonts w:eastAsia="Times New Roman" w:cs="Times New Roman"/>
                <w:highlight w:val="yellow"/>
                <w:lang w:eastAsia="cs-CZ"/>
              </w:rPr>
              <w:t>[DOPLNÍ ÚČASTNÍK]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FEBBAD" w14:textId="77777777" w:rsidR="00D62FD8" w:rsidRPr="00D62FD8" w:rsidRDefault="00D62FD8" w:rsidP="00D62FD8"/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72AE7E" w14:textId="77777777" w:rsidR="00D62FD8" w:rsidRPr="00D62FD8" w:rsidRDefault="00D62FD8" w:rsidP="00D62FD8"/>
        </w:tc>
      </w:tr>
      <w:tr w:rsidR="00D62FD8" w:rsidRPr="00D62FD8" w14:paraId="59D2D5FC" w14:textId="77777777" w:rsidTr="003F34E6">
        <w:trPr>
          <w:trHeight w:val="61"/>
          <w:jc w:val="center"/>
        </w:trPr>
        <w:tc>
          <w:tcPr>
            <w:tcW w:w="16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F06E8F" w14:textId="77777777" w:rsidR="00D62FD8" w:rsidRPr="00D62FD8" w:rsidRDefault="00D62FD8" w:rsidP="00D62FD8"/>
        </w:tc>
        <w:tc>
          <w:tcPr>
            <w:tcW w:w="3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9CE3492" w14:textId="77777777" w:rsidR="00D62FD8" w:rsidRPr="00D62FD8" w:rsidRDefault="00D62FD8" w:rsidP="00D62FD8">
            <w:r w:rsidRPr="00D62FD8">
              <w:t>E-mail: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6C3AFF5" w14:textId="05808A40" w:rsidR="00D62FD8" w:rsidRPr="00D62FD8" w:rsidRDefault="00BF7FFD" w:rsidP="00D62FD8">
            <w:r w:rsidRPr="00E31AF5">
              <w:rPr>
                <w:rFonts w:eastAsia="Times New Roman" w:cs="Times New Roman"/>
                <w:highlight w:val="yellow"/>
                <w:lang w:eastAsia="cs-CZ"/>
              </w:rPr>
              <w:t>[DOPLNÍ ÚČASTNÍK]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425200" w14:textId="77777777" w:rsidR="00D62FD8" w:rsidRPr="00D62FD8" w:rsidRDefault="00D62FD8" w:rsidP="00D62FD8"/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50978D" w14:textId="77777777" w:rsidR="00D62FD8" w:rsidRPr="00D62FD8" w:rsidRDefault="00D62FD8" w:rsidP="00D62FD8"/>
        </w:tc>
      </w:tr>
    </w:tbl>
    <w:p w14:paraId="0868159E" w14:textId="4328993E" w:rsidR="009F392E" w:rsidRDefault="00BF7FFD" w:rsidP="00D62FD8">
      <w:pPr>
        <w:rPr>
          <w:i/>
          <w:iCs/>
        </w:rPr>
      </w:pPr>
      <w:r w:rsidRPr="003F34E6">
        <w:rPr>
          <w:i/>
          <w:iCs/>
        </w:rPr>
        <w:t>(v případě potřeby přidejte potřebný počet řádků)</w:t>
      </w:r>
    </w:p>
    <w:p w14:paraId="6DAA300C" w14:textId="77777777" w:rsidR="00BF7FFD" w:rsidRPr="006B484B" w:rsidRDefault="00BF7FFD" w:rsidP="00BF7FFD">
      <w:pPr>
        <w:spacing w:before="120" w:after="120" w:line="276" w:lineRule="auto"/>
        <w:jc w:val="both"/>
        <w:rPr>
          <w:rFonts w:eastAsia="Times New Roman" w:cs="Times New Roman"/>
          <w:b/>
          <w:lang w:eastAsia="cs-CZ"/>
        </w:rPr>
      </w:pPr>
      <w:r w:rsidRPr="006B484B">
        <w:rPr>
          <w:rFonts w:eastAsia="Times New Roman" w:cs="Times New Roman"/>
          <w:b/>
          <w:lang w:eastAsia="cs-CZ"/>
        </w:rPr>
        <w:lastRenderedPageBreak/>
        <w:t>Varianta B):</w:t>
      </w:r>
    </w:p>
    <w:p w14:paraId="350240C2" w14:textId="77777777" w:rsidR="00BF7FFD" w:rsidRPr="006B484B" w:rsidRDefault="00BF7FFD" w:rsidP="00BF7FFD">
      <w:pPr>
        <w:spacing w:after="120" w:line="276" w:lineRule="auto"/>
        <w:jc w:val="both"/>
        <w:rPr>
          <w:rFonts w:eastAsia="Calibri" w:cs="Times New Roman"/>
          <w:lang w:eastAsia="cs-CZ"/>
        </w:rPr>
      </w:pPr>
      <w:r w:rsidRPr="006B484B">
        <w:rPr>
          <w:rFonts w:eastAsia="Calibri" w:cs="Times New Roman"/>
          <w:lang w:eastAsia="cs-CZ"/>
        </w:rPr>
        <w:t>Dodavatel nevyuž</w:t>
      </w:r>
      <w:r>
        <w:rPr>
          <w:rFonts w:eastAsia="Calibri" w:cs="Times New Roman"/>
          <w:lang w:eastAsia="cs-CZ"/>
        </w:rPr>
        <w:t>ívá</w:t>
      </w:r>
      <w:r w:rsidRPr="006B484B">
        <w:rPr>
          <w:rFonts w:eastAsia="Calibri" w:cs="Times New Roman"/>
          <w:lang w:eastAsia="cs-CZ"/>
        </w:rPr>
        <w:t xml:space="preserve"> žádného poddodavatele</w:t>
      </w:r>
      <w:r>
        <w:rPr>
          <w:rFonts w:eastAsia="Calibri" w:cs="Times New Roman"/>
          <w:lang w:eastAsia="cs-CZ"/>
        </w:rPr>
        <w:t xml:space="preserve"> k plnění Smlouvy</w:t>
      </w:r>
      <w:r w:rsidRPr="006B484B">
        <w:rPr>
          <w:rFonts w:eastAsia="Calibri" w:cs="Times New Roman"/>
          <w:lang w:eastAsia="cs-CZ"/>
        </w:rPr>
        <w:t>.</w:t>
      </w:r>
    </w:p>
    <w:p w14:paraId="666223E0" w14:textId="77777777" w:rsidR="00BF7FFD" w:rsidRPr="003F34E6" w:rsidRDefault="00BF7FFD" w:rsidP="00D62FD8">
      <w:pPr>
        <w:rPr>
          <w:i/>
          <w:iCs/>
        </w:rPr>
      </w:pPr>
    </w:p>
    <w:sectPr w:rsidR="00BF7FFD" w:rsidRPr="003F34E6" w:rsidSect="00344810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993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F544FD" w14:textId="77777777" w:rsidR="00593606" w:rsidRDefault="00593606" w:rsidP="00962258">
      <w:pPr>
        <w:spacing w:after="0" w:line="240" w:lineRule="auto"/>
      </w:pPr>
      <w:r>
        <w:separator/>
      </w:r>
    </w:p>
  </w:endnote>
  <w:endnote w:type="continuationSeparator" w:id="0">
    <w:p w14:paraId="7449B05A" w14:textId="77777777" w:rsidR="00593606" w:rsidRDefault="0059360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09F55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E91191" w14:textId="4071454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36A1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36A1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D53C84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366A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CB32BAD" w14:textId="77777777" w:rsidR="00F1715C" w:rsidRDefault="00F1715C" w:rsidP="00D831A3">
          <w:pPr>
            <w:pStyle w:val="Zpat"/>
          </w:pPr>
        </w:p>
      </w:tc>
    </w:tr>
  </w:tbl>
  <w:p w14:paraId="2B9FFE8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63CFFE2" wp14:editId="3D31352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15FDD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D1E268" wp14:editId="45E7683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A83AB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B062D4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98D4105" w14:textId="0CBE38F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36A1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36A1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0436CF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BB75C71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24625290" w14:textId="77777777" w:rsidR="00F1715C" w:rsidRDefault="00F1715C" w:rsidP="00460660">
          <w:pPr>
            <w:pStyle w:val="Zpat"/>
          </w:pPr>
        </w:p>
      </w:tc>
    </w:tr>
  </w:tbl>
  <w:p w14:paraId="6704349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A506946" wp14:editId="39E36BE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F657EE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4B090EE" wp14:editId="64B4E3E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EDEE0C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762746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D7535" w14:textId="77777777" w:rsidR="00593606" w:rsidRDefault="00593606" w:rsidP="00962258">
      <w:pPr>
        <w:spacing w:after="0" w:line="240" w:lineRule="auto"/>
      </w:pPr>
      <w:r>
        <w:separator/>
      </w:r>
    </w:p>
  </w:footnote>
  <w:footnote w:type="continuationSeparator" w:id="0">
    <w:p w14:paraId="38B0BCC4" w14:textId="77777777" w:rsidR="00593606" w:rsidRDefault="0059360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58A28A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67743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3E1E2C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BC6D29A" w14:textId="77777777" w:rsidR="00F1715C" w:rsidRPr="00D6163D" w:rsidRDefault="00F1715C" w:rsidP="00D6163D">
          <w:pPr>
            <w:pStyle w:val="Druhdokumentu"/>
          </w:pPr>
        </w:p>
      </w:tc>
    </w:tr>
  </w:tbl>
  <w:p w14:paraId="404645D1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38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43"/>
      <w:gridCol w:w="3413"/>
      <w:gridCol w:w="5624"/>
    </w:tblGrid>
    <w:tr w:rsidR="00F1715C" w14:paraId="763283CE" w14:textId="77777777" w:rsidTr="003F34E6">
      <w:trPr>
        <w:trHeight w:hRule="exact" w:val="677"/>
      </w:trPr>
      <w:tc>
        <w:tcPr>
          <w:tcW w:w="1343" w:type="dxa"/>
          <w:tcMar>
            <w:left w:w="0" w:type="dxa"/>
            <w:right w:w="0" w:type="dxa"/>
          </w:tcMar>
        </w:tcPr>
        <w:p w14:paraId="586DCBFB" w14:textId="77777777" w:rsidR="00F1715C" w:rsidRPr="00B8518B" w:rsidRDefault="003E11F1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5995641D" wp14:editId="532E827A">
                <wp:simplePos x="0" y="0"/>
                <wp:positionH relativeFrom="page">
                  <wp:posOffset>531495</wp:posOffset>
                </wp:positionH>
                <wp:positionV relativeFrom="page">
                  <wp:posOffset>139700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13" w:type="dxa"/>
          <w:shd w:val="clear" w:color="auto" w:fill="auto"/>
          <w:tcMar>
            <w:left w:w="0" w:type="dxa"/>
            <w:right w:w="0" w:type="dxa"/>
          </w:tcMar>
        </w:tcPr>
        <w:p w14:paraId="07373F78" w14:textId="77777777" w:rsidR="00F1715C" w:rsidRDefault="00F1715C" w:rsidP="00FC6389">
          <w:pPr>
            <w:pStyle w:val="Zpat"/>
          </w:pPr>
        </w:p>
      </w:tc>
      <w:tc>
        <w:tcPr>
          <w:tcW w:w="5624" w:type="dxa"/>
          <w:shd w:val="clear" w:color="auto" w:fill="auto"/>
          <w:tcMar>
            <w:left w:w="0" w:type="dxa"/>
            <w:right w:w="0" w:type="dxa"/>
          </w:tcMar>
        </w:tcPr>
        <w:p w14:paraId="6D8A858E" w14:textId="77777777" w:rsidR="00F1715C" w:rsidRPr="00D6163D" w:rsidRDefault="00F1715C" w:rsidP="00FC6389">
          <w:pPr>
            <w:pStyle w:val="Druhdokumentu"/>
          </w:pPr>
        </w:p>
      </w:tc>
    </w:tr>
    <w:tr w:rsidR="009F392E" w14:paraId="1B037C64" w14:textId="77777777" w:rsidTr="003F34E6">
      <w:trPr>
        <w:trHeight w:hRule="exact" w:val="779"/>
      </w:trPr>
      <w:tc>
        <w:tcPr>
          <w:tcW w:w="1343" w:type="dxa"/>
          <w:tcMar>
            <w:left w:w="0" w:type="dxa"/>
            <w:right w:w="0" w:type="dxa"/>
          </w:tcMar>
        </w:tcPr>
        <w:p w14:paraId="0AF7735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13" w:type="dxa"/>
          <w:shd w:val="clear" w:color="auto" w:fill="auto"/>
          <w:tcMar>
            <w:left w:w="0" w:type="dxa"/>
            <w:right w:w="0" w:type="dxa"/>
          </w:tcMar>
        </w:tcPr>
        <w:p w14:paraId="5210B409" w14:textId="77777777" w:rsidR="009F392E" w:rsidRDefault="009F392E" w:rsidP="00FC6389">
          <w:pPr>
            <w:pStyle w:val="Zpat"/>
          </w:pPr>
        </w:p>
      </w:tc>
      <w:tc>
        <w:tcPr>
          <w:tcW w:w="5624" w:type="dxa"/>
          <w:shd w:val="clear" w:color="auto" w:fill="auto"/>
          <w:tcMar>
            <w:left w:w="0" w:type="dxa"/>
            <w:right w:w="0" w:type="dxa"/>
          </w:tcMar>
        </w:tcPr>
        <w:p w14:paraId="65D79888" w14:textId="77777777" w:rsidR="009F392E" w:rsidRPr="00D6163D" w:rsidRDefault="009F392E" w:rsidP="00FC6389">
          <w:pPr>
            <w:pStyle w:val="Druhdokumentu"/>
          </w:pPr>
        </w:p>
      </w:tc>
    </w:tr>
  </w:tbl>
  <w:p w14:paraId="6FC7B9C7" w14:textId="77777777" w:rsidR="00F1715C" w:rsidRPr="00D6163D" w:rsidRDefault="00F1715C" w:rsidP="00FC6389">
    <w:pPr>
      <w:pStyle w:val="Zhlav"/>
      <w:rPr>
        <w:sz w:val="8"/>
        <w:szCs w:val="8"/>
      </w:rPr>
    </w:pPr>
  </w:p>
  <w:p w14:paraId="5C2F030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678850221">
    <w:abstractNumId w:val="2"/>
  </w:num>
  <w:num w:numId="2" w16cid:durableId="1059790067">
    <w:abstractNumId w:val="1"/>
  </w:num>
  <w:num w:numId="3" w16cid:durableId="10669987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26454472">
    <w:abstractNumId w:val="7"/>
  </w:num>
  <w:num w:numId="5" w16cid:durableId="740057784">
    <w:abstractNumId w:val="3"/>
  </w:num>
  <w:num w:numId="6" w16cid:durableId="245189813">
    <w:abstractNumId w:val="4"/>
  </w:num>
  <w:num w:numId="7" w16cid:durableId="1916822204">
    <w:abstractNumId w:val="0"/>
  </w:num>
  <w:num w:numId="8" w16cid:durableId="695959394">
    <w:abstractNumId w:val="5"/>
  </w:num>
  <w:num w:numId="9" w16cid:durableId="11682498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6262319">
    <w:abstractNumId w:val="4"/>
  </w:num>
  <w:num w:numId="11" w16cid:durableId="1946577542">
    <w:abstractNumId w:val="1"/>
  </w:num>
  <w:num w:numId="12" w16cid:durableId="1555116007">
    <w:abstractNumId w:val="4"/>
  </w:num>
  <w:num w:numId="13" w16cid:durableId="1365449762">
    <w:abstractNumId w:val="4"/>
  </w:num>
  <w:num w:numId="14" w16cid:durableId="1108888396">
    <w:abstractNumId w:val="4"/>
  </w:num>
  <w:num w:numId="15" w16cid:durableId="1474785633">
    <w:abstractNumId w:val="4"/>
  </w:num>
  <w:num w:numId="16" w16cid:durableId="613025207">
    <w:abstractNumId w:val="8"/>
  </w:num>
  <w:num w:numId="17" w16cid:durableId="1076441777">
    <w:abstractNumId w:val="2"/>
  </w:num>
  <w:num w:numId="18" w16cid:durableId="192504532">
    <w:abstractNumId w:val="8"/>
  </w:num>
  <w:num w:numId="19" w16cid:durableId="2130783724">
    <w:abstractNumId w:val="8"/>
  </w:num>
  <w:num w:numId="20" w16cid:durableId="925774120">
    <w:abstractNumId w:val="8"/>
  </w:num>
  <w:num w:numId="21" w16cid:durableId="1021466701">
    <w:abstractNumId w:val="8"/>
  </w:num>
  <w:num w:numId="22" w16cid:durableId="2026708993">
    <w:abstractNumId w:val="4"/>
  </w:num>
  <w:num w:numId="23" w16cid:durableId="674453703">
    <w:abstractNumId w:val="1"/>
  </w:num>
  <w:num w:numId="24" w16cid:durableId="1210150303">
    <w:abstractNumId w:val="4"/>
  </w:num>
  <w:num w:numId="25" w16cid:durableId="1711222911">
    <w:abstractNumId w:val="4"/>
  </w:num>
  <w:num w:numId="26" w16cid:durableId="1450735158">
    <w:abstractNumId w:val="4"/>
  </w:num>
  <w:num w:numId="27" w16cid:durableId="230771500">
    <w:abstractNumId w:val="4"/>
  </w:num>
  <w:num w:numId="28" w16cid:durableId="156305218">
    <w:abstractNumId w:val="8"/>
  </w:num>
  <w:num w:numId="29" w16cid:durableId="1014650009">
    <w:abstractNumId w:val="2"/>
  </w:num>
  <w:num w:numId="30" w16cid:durableId="1196962111">
    <w:abstractNumId w:val="8"/>
  </w:num>
  <w:num w:numId="31" w16cid:durableId="1241252948">
    <w:abstractNumId w:val="8"/>
  </w:num>
  <w:num w:numId="32" w16cid:durableId="708914158">
    <w:abstractNumId w:val="8"/>
  </w:num>
  <w:num w:numId="33" w16cid:durableId="207546853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E76"/>
    <w:rsid w:val="00072C1E"/>
    <w:rsid w:val="000D10BE"/>
    <w:rsid w:val="000E23A7"/>
    <w:rsid w:val="0010693F"/>
    <w:rsid w:val="00114472"/>
    <w:rsid w:val="001550BC"/>
    <w:rsid w:val="001605B9"/>
    <w:rsid w:val="00170EC5"/>
    <w:rsid w:val="001747C1"/>
    <w:rsid w:val="00184743"/>
    <w:rsid w:val="001B1F33"/>
    <w:rsid w:val="001F55CB"/>
    <w:rsid w:val="00200A8E"/>
    <w:rsid w:val="00207DF5"/>
    <w:rsid w:val="00280E07"/>
    <w:rsid w:val="00281C53"/>
    <w:rsid w:val="002A1448"/>
    <w:rsid w:val="002C31BF"/>
    <w:rsid w:val="002D08B1"/>
    <w:rsid w:val="002D175F"/>
    <w:rsid w:val="002E0CD7"/>
    <w:rsid w:val="00307D64"/>
    <w:rsid w:val="00336A15"/>
    <w:rsid w:val="00341DCF"/>
    <w:rsid w:val="00344810"/>
    <w:rsid w:val="00357BC6"/>
    <w:rsid w:val="003956C6"/>
    <w:rsid w:val="003E11F1"/>
    <w:rsid w:val="003F34E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02E"/>
    <w:rsid w:val="004E3A53"/>
    <w:rsid w:val="004F4B9B"/>
    <w:rsid w:val="00511AB9"/>
    <w:rsid w:val="00523EA7"/>
    <w:rsid w:val="00553375"/>
    <w:rsid w:val="00561235"/>
    <w:rsid w:val="005736B7"/>
    <w:rsid w:val="00575E5A"/>
    <w:rsid w:val="00593606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6DB9"/>
    <w:rsid w:val="00710723"/>
    <w:rsid w:val="00723ED1"/>
    <w:rsid w:val="00743525"/>
    <w:rsid w:val="0076286B"/>
    <w:rsid w:val="00766846"/>
    <w:rsid w:val="0077673A"/>
    <w:rsid w:val="007846E1"/>
    <w:rsid w:val="007A2E7B"/>
    <w:rsid w:val="007B570C"/>
    <w:rsid w:val="007C589B"/>
    <w:rsid w:val="007D4284"/>
    <w:rsid w:val="007E4A6E"/>
    <w:rsid w:val="007F56A7"/>
    <w:rsid w:val="00803BFD"/>
    <w:rsid w:val="00807DD0"/>
    <w:rsid w:val="008659F3"/>
    <w:rsid w:val="00886D4B"/>
    <w:rsid w:val="00895406"/>
    <w:rsid w:val="008A3568"/>
    <w:rsid w:val="008D03B9"/>
    <w:rsid w:val="008F18D6"/>
    <w:rsid w:val="00904780"/>
    <w:rsid w:val="0090591C"/>
    <w:rsid w:val="00922385"/>
    <w:rsid w:val="009223DF"/>
    <w:rsid w:val="00936091"/>
    <w:rsid w:val="00940D8A"/>
    <w:rsid w:val="00962258"/>
    <w:rsid w:val="009678B7"/>
    <w:rsid w:val="00980DDF"/>
    <w:rsid w:val="009833E1"/>
    <w:rsid w:val="00992D9C"/>
    <w:rsid w:val="00996CB8"/>
    <w:rsid w:val="009B14A9"/>
    <w:rsid w:val="009B2E97"/>
    <w:rsid w:val="009D16ED"/>
    <w:rsid w:val="009E07F4"/>
    <w:rsid w:val="009F392E"/>
    <w:rsid w:val="00A6177B"/>
    <w:rsid w:val="00A66136"/>
    <w:rsid w:val="00AA4CBB"/>
    <w:rsid w:val="00AA65FA"/>
    <w:rsid w:val="00AA7351"/>
    <w:rsid w:val="00AB0D6D"/>
    <w:rsid w:val="00AD056F"/>
    <w:rsid w:val="00AD203D"/>
    <w:rsid w:val="00AD6731"/>
    <w:rsid w:val="00B15D0D"/>
    <w:rsid w:val="00B4530D"/>
    <w:rsid w:val="00B55DC5"/>
    <w:rsid w:val="00B75EE1"/>
    <w:rsid w:val="00B77481"/>
    <w:rsid w:val="00B8518B"/>
    <w:rsid w:val="00B91874"/>
    <w:rsid w:val="00BB4C19"/>
    <w:rsid w:val="00BD7E91"/>
    <w:rsid w:val="00BF7FFD"/>
    <w:rsid w:val="00C02D0A"/>
    <w:rsid w:val="00C03A6E"/>
    <w:rsid w:val="00C44F6A"/>
    <w:rsid w:val="00C47AE3"/>
    <w:rsid w:val="00CD1FC4"/>
    <w:rsid w:val="00D21061"/>
    <w:rsid w:val="00D4108E"/>
    <w:rsid w:val="00D6163D"/>
    <w:rsid w:val="00D62FD8"/>
    <w:rsid w:val="00D635AD"/>
    <w:rsid w:val="00D701BE"/>
    <w:rsid w:val="00D831A3"/>
    <w:rsid w:val="00DC75F3"/>
    <w:rsid w:val="00DD46F3"/>
    <w:rsid w:val="00DE56F2"/>
    <w:rsid w:val="00DF116D"/>
    <w:rsid w:val="00DF5ECF"/>
    <w:rsid w:val="00E36A8E"/>
    <w:rsid w:val="00EB104F"/>
    <w:rsid w:val="00ED047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  <w:rsid w:val="00FE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8351F96"/>
  <w14:defaultImageDpi w14:val="32767"/>
  <w15:docId w15:val="{1971F69B-518A-46FA-B2E9-D79CE4665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4E30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3E5F9E-BF81-44F4-B1BD-AF152A8E7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DEC7713-B826-46AC-96A4-C6B0628881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059998-5EC3-4FBD-9393-BE2C7FF1FC1E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135</Words>
  <Characters>799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železnic, státní organizace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Bauer Michal</cp:lastModifiedBy>
  <cp:revision>10</cp:revision>
  <cp:lastPrinted>2017-11-28T17:18:00Z</cp:lastPrinted>
  <dcterms:created xsi:type="dcterms:W3CDTF">2020-11-04T12:09:00Z</dcterms:created>
  <dcterms:modified xsi:type="dcterms:W3CDTF">2025-06-23T12:58:00Z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