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36756309" w14:textId="7DDEB240" w:rsidR="00C97B2E" w:rsidRDefault="00B204E3" w:rsidP="00BF54FE">
      <w:pPr>
        <w:pStyle w:val="Titul2"/>
      </w:pPr>
      <w:r>
        <w:t>Název zakázky: „</w:t>
      </w:r>
      <w:r w:rsidR="00C97B2E">
        <w:t xml:space="preserve">Modernizace trati Veselí n. L. – Doubí u Tábora, 2. etapa Soběslav – Doubí“ </w:t>
      </w:r>
    </w:p>
    <w:p w14:paraId="53C30DF4" w14:textId="0CD6CB5E" w:rsidR="00EB46E5" w:rsidRPr="00BF54FE" w:rsidRDefault="00C97B2E" w:rsidP="00BF54FE">
      <w:pPr>
        <w:pStyle w:val="Titul2"/>
      </w:pPr>
      <w:r>
        <w:t xml:space="preserve">„Doplnění chodníku v ŽZ Doubí“ </w:t>
      </w:r>
    </w:p>
    <w:p w14:paraId="53C30DF5" w14:textId="77777777" w:rsidR="009226C1" w:rsidRDefault="009226C1" w:rsidP="00B204E3">
      <w:pPr>
        <w:pStyle w:val="Textbezodsazen"/>
      </w:pPr>
    </w:p>
    <w:p w14:paraId="53C30DF6" w14:textId="6A745087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DD41E" w14:textId="77777777" w:rsidR="00D36058" w:rsidRDefault="00D36058" w:rsidP="00962258">
      <w:pPr>
        <w:spacing w:after="0" w:line="240" w:lineRule="auto"/>
      </w:pPr>
      <w:r>
        <w:separator/>
      </w:r>
    </w:p>
  </w:endnote>
  <w:endnote w:type="continuationSeparator" w:id="0">
    <w:p w14:paraId="0E3166D7" w14:textId="77777777" w:rsidR="00D36058" w:rsidRDefault="00D360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F6B9" w14:textId="77777777" w:rsidR="00D36058" w:rsidRDefault="00D36058" w:rsidP="00962258">
      <w:pPr>
        <w:spacing w:after="0" w:line="240" w:lineRule="auto"/>
      </w:pPr>
      <w:r>
        <w:separator/>
      </w:r>
    </w:p>
  </w:footnote>
  <w:footnote w:type="continuationSeparator" w:id="0">
    <w:p w14:paraId="4DE85487" w14:textId="77777777" w:rsidR="00D36058" w:rsidRDefault="00D360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A6E9D" w14:textId="248E57BF" w:rsidR="00C97B2E" w:rsidRDefault="00C97B2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3C90159" wp14:editId="2A340714">
              <wp:simplePos x="1024467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2553176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96FDA3" w14:textId="2C8D2710" w:rsidR="00C97B2E" w:rsidRPr="00C97B2E" w:rsidRDefault="00C97B2E" w:rsidP="00C97B2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97B2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C9015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2596FDA3" w14:textId="2C8D2710" w:rsidR="00C97B2E" w:rsidRPr="00C97B2E" w:rsidRDefault="00C97B2E" w:rsidP="00C97B2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97B2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CF6FA" w14:textId="0EB4157E" w:rsidR="00C97B2E" w:rsidRDefault="00C97B2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A94277" wp14:editId="2140B6D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54777502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345BE7" w14:textId="1CB67A19" w:rsidR="00C97B2E" w:rsidRPr="00C97B2E" w:rsidRDefault="00C97B2E" w:rsidP="00C97B2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97B2E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A9427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D345BE7" w14:textId="1CB67A19" w:rsidR="00C97B2E" w:rsidRPr="00C97B2E" w:rsidRDefault="00C97B2E" w:rsidP="00C97B2E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97B2E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19B28AB4" w:rsidR="00A5674E" w:rsidRPr="00B8518B" w:rsidRDefault="00C97B2E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717FE664" wp14:editId="32C3DD9A">
                    <wp:simplePos x="160867" y="3810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14960"/>
                    <wp:effectExtent l="0" t="0" r="1270" b="8890"/>
                    <wp:wrapNone/>
                    <wp:docPr id="122841974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14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BDE159A" w14:textId="12D32035" w:rsidR="00C97B2E" w:rsidRPr="00C97B2E" w:rsidRDefault="00C97B2E" w:rsidP="00C97B2E">
                                <w:pPr>
                                  <w:spacing w:after="0"/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17FE66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      <v:textbox style="mso-fit-shape-to-text:t" inset="0,15pt,0,0">
                      <w:txbxContent>
                        <w:p w14:paraId="5BDE159A" w14:textId="12D32035" w:rsidR="00C97B2E" w:rsidRPr="00C97B2E" w:rsidRDefault="00C97B2E" w:rsidP="00C97B2E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203652">
    <w:abstractNumId w:val="5"/>
  </w:num>
  <w:num w:numId="2" w16cid:durableId="1941646313">
    <w:abstractNumId w:val="4"/>
  </w:num>
  <w:num w:numId="3" w16cid:durableId="432745960">
    <w:abstractNumId w:val="2"/>
  </w:num>
  <w:num w:numId="4" w16cid:durableId="48698913">
    <w:abstractNumId w:val="0"/>
  </w:num>
  <w:num w:numId="5" w16cid:durableId="325860573">
    <w:abstractNumId w:val="6"/>
  </w:num>
  <w:num w:numId="6" w16cid:durableId="1291741128">
    <w:abstractNumId w:val="7"/>
  </w:num>
  <w:num w:numId="7" w16cid:durableId="1223056144">
    <w:abstractNumId w:val="8"/>
  </w:num>
  <w:num w:numId="8" w16cid:durableId="1582833055">
    <w:abstractNumId w:val="1"/>
  </w:num>
  <w:num w:numId="9" w16cid:durableId="744840290">
    <w:abstractNumId w:val="3"/>
  </w:num>
  <w:num w:numId="10" w16cid:durableId="64600994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25462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36A0A"/>
    <w:rsid w:val="00A4050F"/>
    <w:rsid w:val="00A463E5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1BFA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97B2E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36058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2DB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6</TotalTime>
  <Pages>2</Pages>
  <Words>409</Words>
  <Characters>2417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Hlídková Vladimíra</cp:lastModifiedBy>
  <cp:revision>6</cp:revision>
  <cp:lastPrinted>2019-03-07T14:42:00Z</cp:lastPrinted>
  <dcterms:created xsi:type="dcterms:W3CDTF">2024-01-24T09:35:00Z</dcterms:created>
  <dcterms:modified xsi:type="dcterms:W3CDTF">2025-06-30T07:19:00Z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  <property fmtid="{D5CDD505-2E9C-101B-9397-08002B2CF9AE}" pid="3" name="ClassificationContentMarkingHeaderShapeIds">
    <vt:lpwstr>4938329f,77b7673,5c412c2f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