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02103FE" w14:textId="77777777" w:rsidR="00501D80" w:rsidRPr="009618D3" w:rsidRDefault="00501D80" w:rsidP="00FC6A85">
      <w:pPr>
        <w:jc w:val="both"/>
        <w:rPr>
          <w:rFonts w:ascii="Verdana" w:hAnsi="Verdana"/>
          <w:sz w:val="28"/>
          <w:szCs w:val="28"/>
        </w:rPr>
      </w:pPr>
    </w:p>
    <w:p w14:paraId="4DA2ED08" w14:textId="77777777" w:rsidR="009B402F" w:rsidRPr="009618D3" w:rsidRDefault="005B4BA5" w:rsidP="001D0F6F">
      <w:pPr>
        <w:pStyle w:val="Nzev"/>
        <w:spacing w:after="240"/>
        <w:rPr>
          <w:rFonts w:ascii="Verdana" w:hAnsi="Verdana"/>
          <w:b/>
          <w:sz w:val="28"/>
          <w:szCs w:val="28"/>
        </w:rPr>
      </w:pPr>
      <w:r w:rsidRPr="009618D3">
        <w:rPr>
          <w:rFonts w:ascii="Verdana" w:hAnsi="Verdana"/>
          <w:b/>
          <w:sz w:val="28"/>
          <w:szCs w:val="28"/>
        </w:rPr>
        <w:t xml:space="preserve">Čestné prohlášení </w:t>
      </w:r>
      <w:r w:rsidR="00C77026" w:rsidRPr="009618D3">
        <w:rPr>
          <w:rFonts w:ascii="Verdana" w:hAnsi="Verdana"/>
          <w:b/>
          <w:sz w:val="28"/>
          <w:szCs w:val="28"/>
        </w:rPr>
        <w:t>ve vztahu k zákonu o registru smluv</w:t>
      </w:r>
    </w:p>
    <w:p w14:paraId="7E6C29DD" w14:textId="77777777" w:rsidR="00BE1004" w:rsidRPr="009618D3" w:rsidRDefault="001D0F6F" w:rsidP="00BE1004">
      <w:pPr>
        <w:widowControl w:val="0"/>
        <w:autoSpaceDE w:val="0"/>
        <w:spacing w:after="120" w:line="297" w:lineRule="exact"/>
        <w:jc w:val="both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Účastník</w:t>
      </w:r>
      <w:r w:rsidR="00BE1004" w:rsidRPr="009618D3">
        <w:rPr>
          <w:rFonts w:ascii="Verdana" w:hAnsi="Verdana"/>
          <w:b/>
          <w:sz w:val="18"/>
          <w:szCs w:val="18"/>
        </w:rPr>
        <w:t>:</w:t>
      </w:r>
    </w:p>
    <w:p w14:paraId="168EFAF3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outlineLvl w:val="0"/>
        <w:rPr>
          <w:rFonts w:ascii="Verdana" w:hAnsi="Verdana"/>
          <w:b/>
          <w:sz w:val="18"/>
          <w:szCs w:val="18"/>
        </w:rPr>
      </w:pPr>
      <w:r w:rsidRPr="009618D3">
        <w:rPr>
          <w:rFonts w:ascii="Verdana" w:hAnsi="Verdana"/>
          <w:b/>
          <w:sz w:val="18"/>
          <w:szCs w:val="18"/>
        </w:rPr>
        <w:t>Obchodní firma/jméno</w:t>
      </w:r>
      <w:r w:rsidR="00AD3797" w:rsidRPr="009618D3">
        <w:rPr>
          <w:rFonts w:ascii="Verdana" w:hAnsi="Verdana"/>
          <w:b/>
          <w:sz w:val="18"/>
          <w:szCs w:val="18"/>
        </w:rPr>
        <w:tab/>
      </w:r>
      <w:sdt>
        <w:sdtPr>
          <w:rPr>
            <w:rFonts w:ascii="Verdana" w:hAnsi="Verdana"/>
            <w:b/>
            <w:sz w:val="18"/>
            <w:szCs w:val="18"/>
          </w:rPr>
          <w:id w:val="-109904729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63DF2E7" w14:textId="77777777" w:rsidR="00BE1004" w:rsidRPr="009618D3" w:rsidRDefault="00BE1004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Sídlo/místo podnikání</w:t>
      </w:r>
      <w:r w:rsidRPr="009618D3">
        <w:rPr>
          <w:rFonts w:ascii="Verdana" w:hAnsi="Verdana"/>
          <w:sz w:val="18"/>
          <w:szCs w:val="18"/>
        </w:rPr>
        <w:tab/>
      </w:r>
      <w:r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218204042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119C4B5B" w14:textId="77777777" w:rsidR="00BE1004" w:rsidRPr="009618D3" w:rsidRDefault="00681199" w:rsidP="00BE1004">
      <w:pPr>
        <w:widowControl w:val="0"/>
        <w:autoSpaceDE w:val="0"/>
        <w:spacing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IČO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-1748096634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3403A7D1" w14:textId="77777777" w:rsidR="00BE1004" w:rsidRPr="009618D3" w:rsidRDefault="00AF2031" w:rsidP="001D0F6F">
      <w:pPr>
        <w:widowControl w:val="0"/>
        <w:autoSpaceDE w:val="0"/>
        <w:spacing w:after="120" w:line="278" w:lineRule="exact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Právní forma</w:t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r w:rsidR="00BE1004" w:rsidRPr="009618D3">
        <w:rPr>
          <w:rFonts w:ascii="Verdana" w:hAnsi="Verdana"/>
          <w:sz w:val="18"/>
          <w:szCs w:val="18"/>
        </w:rPr>
        <w:tab/>
      </w:r>
      <w:sdt>
        <w:sdtPr>
          <w:rPr>
            <w:rFonts w:ascii="Verdana" w:hAnsi="Verdana"/>
            <w:sz w:val="18"/>
            <w:szCs w:val="18"/>
          </w:rPr>
          <w:id w:val="1475417797"/>
          <w:placeholder>
            <w:docPart w:val="DefaultPlaceholder_1082065158"/>
          </w:placeholder>
          <w:showingPlcHdr/>
        </w:sdtPr>
        <w:sdtEndPr/>
        <w:sdtContent>
          <w:r w:rsidR="000627AF" w:rsidRPr="009618D3">
            <w:rPr>
              <w:rStyle w:val="Zstupntext"/>
              <w:rFonts w:ascii="Verdana" w:hAnsi="Verdana"/>
              <w:sz w:val="18"/>
              <w:szCs w:val="18"/>
            </w:rPr>
            <w:t>Klikněte sem a zadejte text.</w:t>
          </w:r>
        </w:sdtContent>
      </w:sdt>
    </w:p>
    <w:p w14:paraId="0B49DAE4" w14:textId="77777777" w:rsidR="007E4088" w:rsidRPr="009618D3" w:rsidRDefault="007E4088" w:rsidP="005B4BA5">
      <w:pPr>
        <w:rPr>
          <w:rFonts w:ascii="Verdana" w:hAnsi="Verdana"/>
          <w:sz w:val="18"/>
          <w:szCs w:val="18"/>
        </w:rPr>
      </w:pPr>
    </w:p>
    <w:p w14:paraId="2B5F07C3" w14:textId="6B955AEF" w:rsidR="00C77026" w:rsidRPr="009618D3" w:rsidRDefault="00AD3797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který podává nabídku </w:t>
      </w:r>
      <w:r w:rsidR="00BB5F55" w:rsidRPr="009618D3">
        <w:rPr>
          <w:rFonts w:ascii="Verdana" w:hAnsi="Verdana"/>
          <w:sz w:val="18"/>
          <w:szCs w:val="18"/>
        </w:rPr>
        <w:t xml:space="preserve">na veřejnou </w:t>
      </w:r>
      <w:r w:rsidRPr="009618D3">
        <w:rPr>
          <w:rFonts w:ascii="Verdana" w:hAnsi="Verdana"/>
          <w:sz w:val="18"/>
          <w:szCs w:val="18"/>
        </w:rPr>
        <w:t xml:space="preserve">zakázku s názvem </w:t>
      </w:r>
      <w:r w:rsidR="00AF2031" w:rsidRPr="00876F67">
        <w:rPr>
          <w:rFonts w:ascii="Verdana" w:hAnsi="Verdana"/>
          <w:b/>
          <w:bCs/>
          <w:sz w:val="18"/>
          <w:szCs w:val="18"/>
        </w:rPr>
        <w:t>„</w:t>
      </w:r>
      <w:r w:rsidR="00876F67" w:rsidRPr="00876F67">
        <w:rPr>
          <w:rFonts w:ascii="Verdana" w:hAnsi="Verdana"/>
          <w:b/>
          <w:bCs/>
          <w:sz w:val="18"/>
          <w:szCs w:val="18"/>
        </w:rPr>
        <w:t>Diagnostika a přepočty strategických přemostění II v obvodu OŘ UNL 2025</w:t>
      </w:r>
      <w:r w:rsidR="00AF2031" w:rsidRPr="00876F67">
        <w:rPr>
          <w:rFonts w:ascii="Verdana" w:hAnsi="Verdana"/>
          <w:b/>
          <w:bCs/>
          <w:sz w:val="18"/>
          <w:szCs w:val="18"/>
        </w:rPr>
        <w:t>“</w:t>
      </w:r>
      <w:r w:rsidRPr="009618D3">
        <w:rPr>
          <w:rFonts w:ascii="Verdana" w:hAnsi="Verdana"/>
          <w:sz w:val="18"/>
          <w:szCs w:val="18"/>
        </w:rPr>
        <w:t>, tímto čestně prohlašuje</w:t>
      </w:r>
      <w:r w:rsidR="003B09D8" w:rsidRPr="009618D3">
        <w:rPr>
          <w:rFonts w:ascii="Verdana" w:hAnsi="Verdana"/>
          <w:sz w:val="18"/>
          <w:szCs w:val="18"/>
        </w:rPr>
        <w:t>,</w:t>
      </w:r>
      <w:r w:rsidR="00C77026" w:rsidRPr="009618D3">
        <w:rPr>
          <w:rFonts w:ascii="Verdana" w:hAnsi="Verdana"/>
          <w:sz w:val="18"/>
          <w:szCs w:val="18"/>
        </w:rPr>
        <w:t xml:space="preserve"> že údaje a další skutečnosti uvedené či jinak řádné označené v nabídce, respektive v</w:t>
      </w:r>
      <w:r w:rsidR="004C1A78" w:rsidRPr="009618D3">
        <w:rPr>
          <w:rFonts w:ascii="Verdana" w:hAnsi="Verdana"/>
          <w:sz w:val="18"/>
          <w:szCs w:val="18"/>
        </w:rPr>
        <w:t>e</w:t>
      </w:r>
      <w:r w:rsidR="00C77026" w:rsidRPr="009618D3">
        <w:rPr>
          <w:rFonts w:ascii="Verdana" w:hAnsi="Verdana"/>
          <w:sz w:val="18"/>
          <w:szCs w:val="18"/>
        </w:rPr>
        <w:t xml:space="preserve"> </w:t>
      </w:r>
      <w:r w:rsidR="004C1A78" w:rsidRPr="009618D3">
        <w:rPr>
          <w:rFonts w:ascii="Verdana" w:hAnsi="Verdana"/>
          <w:sz w:val="18"/>
          <w:szCs w:val="18"/>
        </w:rPr>
        <w:t xml:space="preserve">smlouvě </w:t>
      </w:r>
      <w:r w:rsidR="00C77026" w:rsidRPr="009618D3">
        <w:rPr>
          <w:rFonts w:ascii="Verdana" w:hAnsi="Verdana"/>
          <w:sz w:val="18"/>
          <w:szCs w:val="18"/>
        </w:rPr>
        <w:t xml:space="preserve">(dále jen „smlouva“), považuje za obchodní tajemství ve smyslu ustanovení § 504 zákona č. 89/2012 Sb., občanský zákoník, ve znění pozdějších předpisů (dále jen „obchodní tajemství“ a „občanský zákoník), </w:t>
      </w:r>
    </w:p>
    <w:p w14:paraId="77B9A0BF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 xml:space="preserve">Účastník tímto čestně prohlašuje, že údaje a skutečnosti uvedené ve smlouvě, která je nedílnou součástí nabídky, označené jako obchodní tajemství, naplňují současně všechny definiční znaky obchodního tajemství, tak jak je vymezeno v ustanovení § 504 občanského zákoníku, tj. obchodní tajemství tvoří konkurenčně významné, určitelné, ocenitelné a v příslušných obchodních kruzích běžně nedostupné skutečnosti, které souvisejí se závodem a jejichž vlastník zajišťuje ve svém zájmu odpovídajícím způsobem jejich utajení. Účastník dále čestně prohlašuje, že nese veškerou odpovědnost v případě, že část obsahu smlouvy, která se týká obchodního tajemství účastníka a která v důsledku toho bude pro účely uveřejnění smlouvy v registru smluv znečitelněna, pokud by smlouva v důsledku takového označení byla uveřejněna způsobem odporujícím ZRS, a to bez ohledu na to, zda byla smlouva uveřejněna prostřednictvím registru smluv ze strany zadavatele nebo účastníka. </w:t>
      </w:r>
    </w:p>
    <w:p w14:paraId="2758C895" w14:textId="77777777" w:rsidR="00C77026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neprodleně písemně sdělí zadavateli skutečnost, že takto označené informace přestaly naplňovat znaky obchodního tajemství.</w:t>
      </w:r>
    </w:p>
    <w:p w14:paraId="1413C616" w14:textId="77777777" w:rsidR="004E32F0" w:rsidRPr="009618D3" w:rsidRDefault="00C77026" w:rsidP="00C77026">
      <w:pPr>
        <w:spacing w:after="240"/>
        <w:jc w:val="both"/>
        <w:rPr>
          <w:rFonts w:ascii="Verdana" w:hAnsi="Verdana"/>
          <w:sz w:val="18"/>
          <w:szCs w:val="18"/>
        </w:rPr>
      </w:pPr>
      <w:r w:rsidRPr="009618D3">
        <w:rPr>
          <w:rFonts w:ascii="Verdana" w:hAnsi="Verdana"/>
          <w:sz w:val="18"/>
          <w:szCs w:val="18"/>
        </w:rPr>
        <w:t>Účastník tímto čestně prohlašuje, že údaje a skutečnosti uvedené ve smlouvě, která je nedílnou součástí nabídky, jsou údaji nebo skutečnostmi (s výjimkou obchodního tajemství, uvedeného výše), které nemohou být v registru smluv uveřejněny na základě ustanovení § 3 odst. 1 ZRS.</w:t>
      </w:r>
    </w:p>
    <w:p w14:paraId="55A2F82F" w14:textId="77777777" w:rsidR="000627AF" w:rsidRPr="009618D3" w:rsidRDefault="000627AF" w:rsidP="007A3E00">
      <w:pPr>
        <w:tabs>
          <w:tab w:val="right" w:pos="9063"/>
        </w:tabs>
        <w:spacing w:line="280" w:lineRule="atLeast"/>
        <w:ind w:right="7"/>
        <w:outlineLvl w:val="0"/>
        <w:rPr>
          <w:rFonts w:ascii="Verdana" w:hAnsi="Verdana"/>
          <w:sz w:val="18"/>
          <w:szCs w:val="18"/>
        </w:rPr>
      </w:pPr>
    </w:p>
    <w:sectPr w:rsidR="000627AF" w:rsidRPr="009618D3" w:rsidSect="002F3737">
      <w:headerReference w:type="even" r:id="rId11"/>
      <w:headerReference w:type="default" r:id="rId12"/>
      <w:footerReference w:type="default" r:id="rId13"/>
      <w:headerReference w:type="first" r:id="rId14"/>
      <w:footerReference w:type="first" r:id="rId15"/>
      <w:pgSz w:w="11906" w:h="16838"/>
      <w:pgMar w:top="1952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199FCBE" w14:textId="77777777" w:rsidR="00FF61E8" w:rsidRDefault="00FF61E8">
      <w:r>
        <w:separator/>
      </w:r>
    </w:p>
  </w:endnote>
  <w:endnote w:type="continuationSeparator" w:id="0">
    <w:p w14:paraId="3DBD6A93" w14:textId="77777777" w:rsidR="00FF61E8" w:rsidRDefault="00FF61E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D822" w14:textId="77777777" w:rsidR="0045048D" w:rsidRPr="00C005A2" w:rsidRDefault="0045048D" w:rsidP="00E92A17">
    <w:pPr>
      <w:pStyle w:val="Zpat"/>
      <w:jc w:val="center"/>
      <w:rPr>
        <w:rStyle w:val="slostrnky"/>
        <w:rFonts w:cs="Tahoma"/>
        <w:sz w:val="18"/>
        <w:szCs w:val="18"/>
      </w:rPr>
    </w:pPr>
  </w:p>
  <w:p w14:paraId="09108937" w14:textId="77777777" w:rsidR="0045048D" w:rsidRPr="00A44551" w:rsidRDefault="00F6273F" w:rsidP="00E92A17">
    <w:pPr>
      <w:pStyle w:val="Zpat"/>
      <w:jc w:val="center"/>
      <w:rPr>
        <w:rStyle w:val="slostrnky"/>
        <w:rFonts w:cs="Tahoma"/>
        <w:sz w:val="16"/>
        <w:szCs w:val="20"/>
      </w:rPr>
    </w:pPr>
    <w:r w:rsidRPr="00C005A2">
      <w:rPr>
        <w:rStyle w:val="slostrnky"/>
        <w:rFonts w:cs="Tahoma"/>
        <w:sz w:val="18"/>
        <w:szCs w:val="18"/>
      </w:rPr>
      <w:fldChar w:fldCharType="begin"/>
    </w:r>
    <w:r w:rsidR="0045048D" w:rsidRPr="00C005A2">
      <w:rPr>
        <w:rStyle w:val="slostrnky"/>
        <w:rFonts w:cs="Tahoma"/>
        <w:sz w:val="18"/>
        <w:szCs w:val="18"/>
      </w:rPr>
      <w:instrText xml:space="preserve"> PAGE </w:instrText>
    </w:r>
    <w:r w:rsidRPr="00C005A2">
      <w:rPr>
        <w:rStyle w:val="slostrnky"/>
        <w:rFonts w:cs="Tahoma"/>
        <w:sz w:val="18"/>
        <w:szCs w:val="18"/>
      </w:rPr>
      <w:fldChar w:fldCharType="separate"/>
    </w:r>
    <w:r w:rsidR="009618D3">
      <w:rPr>
        <w:rStyle w:val="slostrnky"/>
        <w:rFonts w:cs="Tahoma"/>
        <w:noProof/>
        <w:sz w:val="18"/>
        <w:szCs w:val="18"/>
      </w:rPr>
      <w:t>2</w:t>
    </w:r>
    <w:r w:rsidRPr="00C005A2">
      <w:rPr>
        <w:rStyle w:val="slostrnky"/>
        <w:rFonts w:cs="Tahoma"/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F924329" w14:textId="58C75C3D" w:rsidR="0045048D" w:rsidRPr="009618D3" w:rsidRDefault="0045048D" w:rsidP="00993004">
    <w:pPr>
      <w:pStyle w:val="Zpat"/>
      <w:spacing w:line="200" w:lineRule="exact"/>
      <w:jc w:val="center"/>
      <w:rPr>
        <w:rStyle w:val="slostrnky"/>
        <w:rFonts w:ascii="Verdana" w:hAnsi="Verdana" w:cs="Arial"/>
        <w:sz w:val="14"/>
        <w:szCs w:val="14"/>
        <w:lang w:eastAsia="en-US"/>
      </w:rPr>
    </w:pPr>
    <w:r w:rsidRPr="009618D3">
      <w:rPr>
        <w:rFonts w:ascii="Verdana" w:hAnsi="Verdana" w:cs="Arial"/>
        <w:sz w:val="14"/>
        <w:szCs w:val="14"/>
      </w:rPr>
      <w:t xml:space="preserve">Strana </w:t>
    </w:r>
    <w:r w:rsidR="00F6273F" w:rsidRPr="009618D3">
      <w:rPr>
        <w:rFonts w:ascii="Verdana" w:hAnsi="Verdana" w:cs="Arial"/>
        <w:sz w:val="14"/>
        <w:szCs w:val="14"/>
      </w:rPr>
      <w:fldChar w:fldCharType="begin"/>
    </w:r>
    <w:r w:rsidRPr="009618D3">
      <w:rPr>
        <w:rFonts w:ascii="Verdana" w:hAnsi="Verdana" w:cs="Arial"/>
        <w:sz w:val="14"/>
        <w:szCs w:val="14"/>
      </w:rPr>
      <w:instrText xml:space="preserve"> PAGE </w:instrText>
    </w:r>
    <w:r w:rsidR="00F6273F" w:rsidRPr="009618D3">
      <w:rPr>
        <w:rFonts w:ascii="Verdana" w:hAnsi="Verdana" w:cs="Arial"/>
        <w:sz w:val="14"/>
        <w:szCs w:val="14"/>
      </w:rPr>
      <w:fldChar w:fldCharType="separate"/>
    </w:r>
    <w:r w:rsidR="007A3E00">
      <w:rPr>
        <w:rFonts w:ascii="Verdana" w:hAnsi="Verdana" w:cs="Arial"/>
        <w:noProof/>
        <w:sz w:val="14"/>
        <w:szCs w:val="14"/>
      </w:rPr>
      <w:t>1</w:t>
    </w:r>
    <w:r w:rsidR="00F6273F" w:rsidRPr="009618D3">
      <w:rPr>
        <w:rFonts w:ascii="Verdana" w:hAnsi="Verdana" w:cs="Arial"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 xml:space="preserve"> (celkem </w:t>
    </w:r>
    <w:r w:rsidR="0046377D" w:rsidRPr="009618D3">
      <w:rPr>
        <w:rFonts w:ascii="Verdana" w:hAnsi="Verdana"/>
        <w:sz w:val="14"/>
        <w:szCs w:val="14"/>
      </w:rPr>
      <w:fldChar w:fldCharType="begin"/>
    </w:r>
    <w:r w:rsidR="0046377D" w:rsidRPr="009618D3">
      <w:rPr>
        <w:rFonts w:ascii="Verdana" w:hAnsi="Verdana"/>
        <w:sz w:val="14"/>
        <w:szCs w:val="14"/>
      </w:rPr>
      <w:instrText xml:space="preserve"> SECTIONPAGES  \* Arabic  \* MERGEFORMAT </w:instrText>
    </w:r>
    <w:r w:rsidR="0046377D" w:rsidRPr="009618D3">
      <w:rPr>
        <w:rFonts w:ascii="Verdana" w:hAnsi="Verdana"/>
        <w:sz w:val="14"/>
        <w:szCs w:val="14"/>
      </w:rPr>
      <w:fldChar w:fldCharType="separate"/>
    </w:r>
    <w:r w:rsidR="00876F67" w:rsidRPr="00876F67">
      <w:rPr>
        <w:rFonts w:ascii="Verdana" w:hAnsi="Verdana" w:cs="Arial"/>
        <w:noProof/>
        <w:sz w:val="14"/>
        <w:szCs w:val="14"/>
      </w:rPr>
      <w:t>1</w:t>
    </w:r>
    <w:r w:rsidR="0046377D" w:rsidRPr="009618D3">
      <w:rPr>
        <w:rFonts w:ascii="Verdana" w:hAnsi="Verdana" w:cs="Arial"/>
        <w:noProof/>
        <w:sz w:val="14"/>
        <w:szCs w:val="14"/>
      </w:rPr>
      <w:fldChar w:fldCharType="end"/>
    </w:r>
    <w:r w:rsidRPr="009618D3">
      <w:rPr>
        <w:rFonts w:ascii="Verdana" w:hAnsi="Verdana" w:cs="Arial"/>
        <w:sz w:val="14"/>
        <w:szCs w:val="14"/>
      </w:rPr>
      <w:t>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D96405C" w14:textId="77777777" w:rsidR="00FF61E8" w:rsidRDefault="00FF61E8">
      <w:r>
        <w:separator/>
      </w:r>
    </w:p>
  </w:footnote>
  <w:footnote w:type="continuationSeparator" w:id="0">
    <w:p w14:paraId="7EE3C1E1" w14:textId="77777777" w:rsidR="00FF61E8" w:rsidRDefault="00FF61E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1820A7" w14:textId="46AE55B2" w:rsidR="00876F67" w:rsidRDefault="00876F67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291A6E9F" wp14:editId="7358F320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451012312" name="Textové pole 2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5932CC62" w14:textId="0CD7A212" w:rsidR="00876F67" w:rsidRPr="00876F67" w:rsidRDefault="00876F67" w:rsidP="00876F67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876F67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291A6E9F" id="_x0000_t202" coordsize="21600,21600" o:spt="202" path="m,l,21600r21600,l21600,xe">
              <v:stroke joinstyle="miter"/>
              <v:path gradientshapeok="t" o:connecttype="rect"/>
            </v:shapetype>
            <v:shape id="Textové pole 2" o:spid="_x0000_s1026" type="#_x0000_t202" alt="SŽ: Interní" style="position:absolute;margin-left:0;margin-top:0;width:38.9pt;height:23.5pt;z-index:251659264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mvwhDA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" filled="f" stroked="f">
              <v:fill o:detectmouseclick="t"/>
              <v:textbox style="mso-fit-shape-to-text:t" inset="0,15pt,0,0">
                <w:txbxContent>
                  <w:p w14:paraId="5932CC62" w14:textId="0CD7A212" w:rsidR="00876F67" w:rsidRPr="00876F67" w:rsidRDefault="00876F67" w:rsidP="00876F67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876F67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6E7338C" w14:textId="1D200AE8" w:rsidR="00876F67" w:rsidRDefault="00876F67">
    <w:pPr>
      <w:pStyle w:val="Zhlav"/>
    </w:pPr>
    <w:r>
      <w:rPr>
        <w:noProof/>
      </w:rPr>
      <mc:AlternateContent>
        <mc:Choice Requires="wps">
          <w:drawing>
            <wp:anchor distT="0" distB="0" distL="0" distR="0" simplePos="0" relativeHeight="251660288" behindDoc="0" locked="0" layoutInCell="1" allowOverlap="1" wp14:anchorId="714F2BF6" wp14:editId="5F6D9229">
              <wp:simplePos x="635" y="635"/>
              <wp:positionH relativeFrom="page">
                <wp:align>center</wp:align>
              </wp:positionH>
              <wp:positionV relativeFrom="page">
                <wp:align>top</wp:align>
              </wp:positionV>
              <wp:extent cx="494030" cy="298450"/>
              <wp:effectExtent l="0" t="0" r="1270" b="6350"/>
              <wp:wrapNone/>
              <wp:docPr id="1359159003" name="Textové pole 3" descr="SŽ: Interní">
                <a:extLst xmlns:a="http://schemas.openxmlformats.org/drawingml/2006/main">
                  <a:ext uri="{5AE41FA2-C0FF-4470-9BD4-5FADCA87CBE2}">
                    <aclsh:classification xmlns:aclsh="http://schemas.microsoft.com/office/drawing/2020/classificationShape" classificationOutcomeType="hdr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94030" cy="29845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 w14:paraId="4D314D88" w14:textId="77783CA2" w:rsidR="00876F67" w:rsidRPr="00876F67" w:rsidRDefault="00876F67" w:rsidP="00876F67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876F67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<a:prstTxWarp prst="textNoShape">
                        <a:avLst/>
                      </a:prstTxWarp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714F2BF6" id="_x0000_t202" coordsize="21600,21600" o:spt="202" path="m,l,21600r21600,l21600,xe">
              <v:stroke joinstyle="miter"/>
              <v:path gradientshapeok="t" o:connecttype="rect"/>
            </v:shapetype>
            <v:shape id="Textové pole 3" o:spid="_x0000_s1027" type="#_x0000_t202" alt="SŽ: Interní" style="position:absolute;margin-left:0;margin-top:0;width:38.9pt;height:23.5pt;z-index:251660288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" filled="f" stroked="f">
              <v:fill o:detectmouseclick="t"/>
              <v:textbox style="mso-fit-shape-to-text:t" inset="0,15pt,0,0">
                <w:txbxContent>
                  <w:p w14:paraId="4D314D88" w14:textId="77783CA2" w:rsidR="00876F67" w:rsidRPr="00876F67" w:rsidRDefault="00876F67" w:rsidP="00876F67">
                    <w:pPr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</w:pPr>
                    <w:r w:rsidRPr="00876F67">
                      <w:rPr>
                        <w:rFonts w:ascii="Verdana" w:eastAsia="Verdana" w:hAnsi="Verdana" w:cs="Verdana"/>
                        <w:noProof/>
                        <w:color w:val="000000"/>
                        <w:sz w:val="14"/>
                        <w:szCs w:val="14"/>
                      </w:rPr>
                      <w:t>SŽ: Interní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160" w:type="dxa"/>
      <w:tblInd w:w="-467" w:type="dxa"/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041"/>
      <w:gridCol w:w="5119"/>
    </w:tblGrid>
    <w:tr w:rsidR="0045048D" w:rsidRPr="009618D3" w14:paraId="27BBD6D9" w14:textId="77777777" w:rsidTr="0045048D">
      <w:trPr>
        <w:trHeight w:val="925"/>
      </w:trPr>
      <w:tc>
        <w:tcPr>
          <w:tcW w:w="5041" w:type="dxa"/>
          <w:vAlign w:val="center"/>
        </w:tcPr>
        <w:p w14:paraId="178C5915" w14:textId="30D24B07" w:rsidR="0075099A" w:rsidRPr="009618D3" w:rsidRDefault="00876F67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>
            <w:rPr>
              <w:rFonts w:ascii="Verdana" w:eastAsia="Calibri" w:hAnsi="Verdana" w:cstheme="minorHAnsi"/>
              <w:noProof/>
              <w:sz w:val="18"/>
              <w:szCs w:val="18"/>
            </w:rPr>
            <mc:AlternateContent>
              <mc:Choice Requires="wps">
                <w:drawing>
                  <wp:anchor distT="0" distB="0" distL="0" distR="0" simplePos="0" relativeHeight="251658240" behindDoc="0" locked="0" layoutInCell="1" allowOverlap="1" wp14:anchorId="0E9508EA" wp14:editId="109DA8BA">
                    <wp:simplePos x="600075" y="466725"/>
                    <wp:positionH relativeFrom="page">
                      <wp:align>center</wp:align>
                    </wp:positionH>
                    <wp:positionV relativeFrom="page">
                      <wp:align>top</wp:align>
                    </wp:positionV>
                    <wp:extent cx="494030" cy="298450"/>
                    <wp:effectExtent l="0" t="0" r="1270" b="6350"/>
                    <wp:wrapNone/>
                    <wp:docPr id="1790938273" name="Textové pole 1" descr="SŽ: Interní">
                      <a:extLst xmlns:a="http://schemas.openxmlformats.org/drawingml/2006/main">
                        <a:ext uri="{5AE41FA2-C0FF-4470-9BD4-5FADCA87CBE2}">
                          <aclsh:classification xmlns:aclsh="http://schemas.microsoft.com/office/drawing/2020/classificationShape" classificationOutcomeType="hdr"/>
                        </a:ext>
                      </a:extLst>
                    </wp:docPr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SpPr txBox="1"/>
                          <wps:spPr>
                            <a:xfrm>
                              <a:off x="0" y="0"/>
                              <a:ext cx="494030" cy="29845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noFill/>
                            </a:ln>
                          </wps:spPr>
                          <wps:txbx>
                            <w:txbxContent>
                              <w:p w14:paraId="26CA7977" w14:textId="40A2917D" w:rsidR="00876F67" w:rsidRPr="00876F67" w:rsidRDefault="00876F67" w:rsidP="00876F67">
                                <w:pPr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</w:pPr>
                                <w:r w:rsidRPr="00876F67">
                                  <w:rPr>
                                    <w:rFonts w:ascii="Verdana" w:eastAsia="Verdana" w:hAnsi="Verdana" w:cs="Verdana"/>
                                    <w:noProof/>
                                    <w:color w:val="000000"/>
                                    <w:sz w:val="14"/>
                                    <w:szCs w:val="14"/>
                                  </w:rPr>
                                  <w:t>SŽ: Interní</w:t>
                                </w:r>
                              </w:p>
                            </w:txbxContent>
                          </wps:txbx>
                          <wps:bodyPr rot="0" spcFirstLastPara="0" vertOverflow="overflow" horzOverflow="overflow" vert="horz" wrap="none" lIns="0" tIns="190500" rIns="0" bIns="0" numCol="1" spcCol="0" rtlCol="0" fromWordArt="0" anchor="t" anchorCtr="0" forceAA="0" compatLnSpc="1">
                            <a:prstTxWarp prst="textNoShape">
                              <a:avLst/>
                            </a:prstTxWarp>
                            <a:spAutoFit/>
                          </wps:bodyPr>
                        </wps:wsp>
                      </a:graphicData>
                    </a:graphic>
                  </wp:anchor>
                </w:drawing>
              </mc:Choice>
              <mc:Fallback>
                <w:pict>
                  <v:shapetype w14:anchorId="0E9508EA" id="_x0000_t202" coordsize="21600,21600" o:spt="202" path="m,l,21600r21600,l21600,xe">
                    <v:stroke joinstyle="miter"/>
                    <v:path gradientshapeok="t" o:connecttype="rect"/>
                  </v:shapetype>
                  <v:shape id="Textové pole 1" o:spid="_x0000_s1028" type="#_x0000_t202" alt="SŽ: Interní" style="position:absolute;margin-left:0;margin-top:0;width:38.9pt;height:23.5pt;z-index:251658240;visibility:visible;mso-wrap-style:none;mso-wrap-distance-left:0;mso-wrap-distance-top:0;mso-wrap-distance-right:0;mso-wrap-distance-bottom:0;mso-position-horizontal:center;mso-position-horizontal-relative:page;mso-position-vertical:top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" filled="f" stroked="f">
                    <v:fill o:detectmouseclick="t"/>
                    <v:textbox style="mso-fit-shape-to-text:t" inset="0,15pt,0,0">
                      <w:txbxContent>
                        <w:p w14:paraId="26CA7977" w14:textId="40A2917D" w:rsidR="00876F67" w:rsidRPr="00876F67" w:rsidRDefault="00876F67" w:rsidP="00876F67">
                          <w:pPr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</w:pPr>
                          <w:r w:rsidRPr="00876F67">
                            <w:rPr>
                              <w:rFonts w:ascii="Verdana" w:eastAsia="Verdana" w:hAnsi="Verdana" w:cs="Verdana"/>
                              <w:noProof/>
                              <w:color w:val="000000"/>
                              <w:sz w:val="14"/>
                              <w:szCs w:val="14"/>
                            </w:rPr>
                            <w:t>SŽ: Interní</w:t>
                          </w:r>
                        </w:p>
                      </w:txbxContent>
                    </v:textbox>
                    <w10:wrap anchorx="page" anchory="page"/>
                  </v:shape>
                </w:pict>
              </mc:Fallback>
            </mc:AlternateContent>
          </w:r>
          <w:r w:rsidR="0045048D" w:rsidRPr="009618D3">
            <w:rPr>
              <w:rFonts w:ascii="Verdana" w:eastAsia="Calibri" w:hAnsi="Verdana" w:cstheme="minorHAnsi"/>
              <w:sz w:val="18"/>
              <w:szCs w:val="18"/>
            </w:rPr>
            <w:t>P</w:t>
          </w:r>
          <w:r w:rsidR="00C77026" w:rsidRPr="009618D3">
            <w:rPr>
              <w:rFonts w:ascii="Verdana" w:eastAsia="Calibri" w:hAnsi="Verdana" w:cstheme="minorHAnsi"/>
              <w:sz w:val="18"/>
              <w:szCs w:val="18"/>
            </w:rPr>
            <w:t xml:space="preserve">říloha </w:t>
          </w:r>
          <w:r w:rsidR="00477895">
            <w:rPr>
              <w:rFonts w:ascii="Verdana" w:eastAsia="Calibri" w:hAnsi="Verdana" w:cstheme="minorHAnsi"/>
              <w:sz w:val="18"/>
              <w:szCs w:val="18"/>
            </w:rPr>
            <w:t>2</w:t>
          </w:r>
          <w:r w:rsidR="00AF2031" w:rsidRPr="009618D3">
            <w:rPr>
              <w:rFonts w:ascii="Verdana" w:eastAsia="Calibri" w:hAnsi="Verdana" w:cstheme="minorHAnsi"/>
              <w:sz w:val="18"/>
              <w:szCs w:val="18"/>
            </w:rPr>
            <w:t xml:space="preserve"> Výzvy k podání nabídek</w:t>
          </w:r>
          <w:r w:rsidR="0075099A" w:rsidRPr="009618D3">
            <w:rPr>
              <w:rFonts w:ascii="Verdana" w:eastAsia="Calibri" w:hAnsi="Verdana" w:cstheme="minorHAnsi"/>
              <w:sz w:val="18"/>
              <w:szCs w:val="18"/>
            </w:rPr>
            <w:t>:</w:t>
          </w:r>
        </w:p>
        <w:p w14:paraId="7E424A80" w14:textId="77777777" w:rsidR="0045048D" w:rsidRPr="009618D3" w:rsidRDefault="0045048D" w:rsidP="0045048D">
          <w:pPr>
            <w:tabs>
              <w:tab w:val="center" w:pos="4536"/>
              <w:tab w:val="right" w:pos="9072"/>
            </w:tabs>
            <w:rPr>
              <w:rFonts w:ascii="Verdana" w:eastAsia="Calibri" w:hAnsi="Verdana" w:cstheme="minorHAnsi"/>
              <w:sz w:val="18"/>
              <w:szCs w:val="18"/>
            </w:rPr>
          </w:pPr>
          <w:r w:rsidRPr="009618D3">
            <w:rPr>
              <w:rFonts w:ascii="Verdana" w:eastAsia="Calibri" w:hAnsi="Verdana" w:cstheme="minorHAnsi"/>
              <w:sz w:val="18"/>
              <w:szCs w:val="18"/>
            </w:rPr>
            <w:t xml:space="preserve">Čestné prohlášení </w:t>
          </w:r>
          <w:r w:rsidR="00C77026" w:rsidRPr="009618D3">
            <w:rPr>
              <w:rFonts w:ascii="Verdana" w:hAnsi="Verdana" w:cstheme="minorHAnsi"/>
              <w:sz w:val="18"/>
              <w:szCs w:val="18"/>
            </w:rPr>
            <w:t>ve vztahu k zákonu o registru smluv</w:t>
          </w:r>
        </w:p>
        <w:p w14:paraId="50310277" w14:textId="77777777" w:rsidR="0045048D" w:rsidRPr="009618D3" w:rsidRDefault="0045048D" w:rsidP="0045048D">
          <w:pPr>
            <w:pStyle w:val="Zhlav"/>
            <w:jc w:val="center"/>
            <w:rPr>
              <w:rFonts w:ascii="Verdana" w:hAnsi="Verdana" w:cstheme="minorHAnsi"/>
              <w:b/>
              <w:sz w:val="18"/>
              <w:szCs w:val="18"/>
            </w:rPr>
          </w:pPr>
        </w:p>
      </w:tc>
      <w:tc>
        <w:tcPr>
          <w:tcW w:w="5119" w:type="dxa"/>
          <w:vAlign w:val="center"/>
        </w:tcPr>
        <w:p w14:paraId="033873B7" w14:textId="77777777" w:rsidR="0045048D" w:rsidRPr="009618D3" w:rsidRDefault="0045048D" w:rsidP="001F6978">
          <w:pPr>
            <w:pStyle w:val="Zhlav"/>
            <w:jc w:val="right"/>
            <w:rPr>
              <w:rFonts w:ascii="Verdana" w:hAnsi="Verdana" w:cstheme="minorHAnsi"/>
              <w:sz w:val="18"/>
              <w:szCs w:val="18"/>
            </w:rPr>
          </w:pPr>
        </w:p>
      </w:tc>
    </w:tr>
  </w:tbl>
  <w:p w14:paraId="6C2E127B" w14:textId="77777777" w:rsidR="0045048D" w:rsidRPr="009618D3" w:rsidRDefault="0045048D" w:rsidP="0045048D">
    <w:pPr>
      <w:pStyle w:val="Zhlav"/>
      <w:rPr>
        <w:rFonts w:ascii="Verdana" w:hAnsi="Verdana"/>
        <w:sz w:val="18"/>
        <w:szCs w:val="1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A8366C"/>
    <w:multiLevelType w:val="hybridMultilevel"/>
    <w:tmpl w:val="1904F2C0"/>
    <w:lvl w:ilvl="0" w:tplc="04050017">
      <w:start w:val="1"/>
      <w:numFmt w:val="lowerLetter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F71733"/>
    <w:multiLevelType w:val="hybridMultilevel"/>
    <w:tmpl w:val="89AACEE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67F636E"/>
    <w:multiLevelType w:val="hybridMultilevel"/>
    <w:tmpl w:val="90A22FE4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55A73F8D"/>
    <w:multiLevelType w:val="multilevel"/>
    <w:tmpl w:val="D8C2476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1353" w:hanging="360"/>
      </w:pPr>
      <w:rPr>
        <w:rFonts w:ascii="Times New Roman" w:hAnsi="Times New Roman" w:cs="Times New Roman"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 w15:restartNumberingAfterBreak="0">
    <w:nsid w:val="6AAF1A1F"/>
    <w:multiLevelType w:val="multilevel"/>
    <w:tmpl w:val="D152D292"/>
    <w:lvl w:ilvl="0">
      <w:start w:val="1"/>
      <w:numFmt w:val="decimal"/>
      <w:pStyle w:val="Textodstavce"/>
      <w:isLgl/>
      <w:lvlText w:val="(%1)"/>
      <w:lvlJc w:val="left"/>
      <w:pPr>
        <w:tabs>
          <w:tab w:val="num" w:pos="782"/>
        </w:tabs>
        <w:ind w:left="0" w:firstLine="425"/>
      </w:pPr>
    </w:lvl>
    <w:lvl w:ilvl="1">
      <w:start w:val="1"/>
      <w:numFmt w:val="lowerLetter"/>
      <w:pStyle w:val="Textpsmene"/>
      <w:lvlText w:val="%2)"/>
      <w:lvlJc w:val="left"/>
      <w:pPr>
        <w:tabs>
          <w:tab w:val="num" w:pos="425"/>
        </w:tabs>
        <w:ind w:left="425" w:hanging="425"/>
      </w:pPr>
    </w:lvl>
    <w:lvl w:ilvl="2">
      <w:start w:val="1"/>
      <w:numFmt w:val="decimal"/>
      <w:pStyle w:val="Textbodu"/>
      <w:isLgl/>
      <w:lvlText w:val="%3."/>
      <w:lvlJc w:val="left"/>
      <w:pPr>
        <w:tabs>
          <w:tab w:val="num" w:pos="850"/>
        </w:tabs>
        <w:ind w:left="850" w:hanging="425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52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600"/>
        </w:tabs>
        <w:ind w:left="3240" w:hanging="360"/>
      </w:pPr>
    </w:lvl>
  </w:abstractNum>
  <w:abstractNum w:abstractNumId="5" w15:restartNumberingAfterBreak="0">
    <w:nsid w:val="6E881D3C"/>
    <w:multiLevelType w:val="hybridMultilevel"/>
    <w:tmpl w:val="97D2B71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6EB61CBE"/>
    <w:multiLevelType w:val="hybridMultilevel"/>
    <w:tmpl w:val="CACEDEFC"/>
    <w:lvl w:ilvl="0" w:tplc="04050011">
      <w:start w:val="1"/>
      <w:numFmt w:val="decimal"/>
      <w:lvlText w:val="%1)"/>
      <w:lvlJc w:val="left"/>
      <w:pPr>
        <w:ind w:left="1004" w:hanging="360"/>
      </w:pPr>
    </w:lvl>
    <w:lvl w:ilvl="1" w:tplc="04050019" w:tentative="1">
      <w:start w:val="1"/>
      <w:numFmt w:val="lowerLetter"/>
      <w:lvlText w:val="%2."/>
      <w:lvlJc w:val="left"/>
      <w:pPr>
        <w:ind w:left="1724" w:hanging="360"/>
      </w:pPr>
    </w:lvl>
    <w:lvl w:ilvl="2" w:tplc="0405001B" w:tentative="1">
      <w:start w:val="1"/>
      <w:numFmt w:val="lowerRoman"/>
      <w:lvlText w:val="%3."/>
      <w:lvlJc w:val="right"/>
      <w:pPr>
        <w:ind w:left="2444" w:hanging="180"/>
      </w:pPr>
    </w:lvl>
    <w:lvl w:ilvl="3" w:tplc="0405000F" w:tentative="1">
      <w:start w:val="1"/>
      <w:numFmt w:val="decimal"/>
      <w:lvlText w:val="%4."/>
      <w:lvlJc w:val="left"/>
      <w:pPr>
        <w:ind w:left="3164" w:hanging="360"/>
      </w:pPr>
    </w:lvl>
    <w:lvl w:ilvl="4" w:tplc="04050019" w:tentative="1">
      <w:start w:val="1"/>
      <w:numFmt w:val="lowerLetter"/>
      <w:lvlText w:val="%5."/>
      <w:lvlJc w:val="left"/>
      <w:pPr>
        <w:ind w:left="3884" w:hanging="360"/>
      </w:pPr>
    </w:lvl>
    <w:lvl w:ilvl="5" w:tplc="0405001B" w:tentative="1">
      <w:start w:val="1"/>
      <w:numFmt w:val="lowerRoman"/>
      <w:lvlText w:val="%6."/>
      <w:lvlJc w:val="right"/>
      <w:pPr>
        <w:ind w:left="4604" w:hanging="180"/>
      </w:pPr>
    </w:lvl>
    <w:lvl w:ilvl="6" w:tplc="0405000F" w:tentative="1">
      <w:start w:val="1"/>
      <w:numFmt w:val="decimal"/>
      <w:lvlText w:val="%7."/>
      <w:lvlJc w:val="left"/>
      <w:pPr>
        <w:ind w:left="5324" w:hanging="360"/>
      </w:pPr>
    </w:lvl>
    <w:lvl w:ilvl="7" w:tplc="04050019" w:tentative="1">
      <w:start w:val="1"/>
      <w:numFmt w:val="lowerLetter"/>
      <w:lvlText w:val="%8."/>
      <w:lvlJc w:val="left"/>
      <w:pPr>
        <w:ind w:left="6044" w:hanging="360"/>
      </w:pPr>
    </w:lvl>
    <w:lvl w:ilvl="8" w:tplc="0405001B" w:tentative="1">
      <w:start w:val="1"/>
      <w:numFmt w:val="lowerRoman"/>
      <w:lvlText w:val="%9."/>
      <w:lvlJc w:val="right"/>
      <w:pPr>
        <w:ind w:left="6764" w:hanging="180"/>
      </w:pPr>
    </w:lvl>
  </w:abstractNum>
  <w:num w:numId="1" w16cid:durableId="2069376627">
    <w:abstractNumId w:val="5"/>
  </w:num>
  <w:num w:numId="2" w16cid:durableId="875502035">
    <w:abstractNumId w:val="1"/>
  </w:num>
  <w:num w:numId="3" w16cid:durableId="718434185">
    <w:abstractNumId w:val="2"/>
  </w:num>
  <w:num w:numId="4" w16cid:durableId="1946421471">
    <w:abstractNumId w:val="4"/>
  </w:num>
  <w:num w:numId="5" w16cid:durableId="1285230992">
    <w:abstractNumId w:val="0"/>
  </w:num>
  <w:num w:numId="6" w16cid:durableId="225454796">
    <w:abstractNumId w:val="6"/>
  </w:num>
  <w:num w:numId="7" w16cid:durableId="164242466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5B4BA5"/>
    <w:rsid w:val="00004D33"/>
    <w:rsid w:val="00005F9B"/>
    <w:rsid w:val="00021C63"/>
    <w:rsid w:val="0002764D"/>
    <w:rsid w:val="00046DCD"/>
    <w:rsid w:val="000627AF"/>
    <w:rsid w:val="000A2EE6"/>
    <w:rsid w:val="000E1CC0"/>
    <w:rsid w:val="000E2CCA"/>
    <w:rsid w:val="000E4C87"/>
    <w:rsid w:val="00110A95"/>
    <w:rsid w:val="0011543D"/>
    <w:rsid w:val="00123E8C"/>
    <w:rsid w:val="0014383F"/>
    <w:rsid w:val="001561B0"/>
    <w:rsid w:val="00160155"/>
    <w:rsid w:val="001757F0"/>
    <w:rsid w:val="00184203"/>
    <w:rsid w:val="001B31FD"/>
    <w:rsid w:val="001B6090"/>
    <w:rsid w:val="001D0F6F"/>
    <w:rsid w:val="001D4541"/>
    <w:rsid w:val="001F6978"/>
    <w:rsid w:val="001F76EA"/>
    <w:rsid w:val="00206F39"/>
    <w:rsid w:val="00240F26"/>
    <w:rsid w:val="00245048"/>
    <w:rsid w:val="0025397B"/>
    <w:rsid w:val="00262D0B"/>
    <w:rsid w:val="0027354A"/>
    <w:rsid w:val="00277793"/>
    <w:rsid w:val="00295687"/>
    <w:rsid w:val="00296B60"/>
    <w:rsid w:val="002A79C9"/>
    <w:rsid w:val="002B48A2"/>
    <w:rsid w:val="002B7954"/>
    <w:rsid w:val="002E284A"/>
    <w:rsid w:val="002F3737"/>
    <w:rsid w:val="00317C2E"/>
    <w:rsid w:val="00333895"/>
    <w:rsid w:val="003426BA"/>
    <w:rsid w:val="00352F97"/>
    <w:rsid w:val="003A7F39"/>
    <w:rsid w:val="003B0945"/>
    <w:rsid w:val="003B09D8"/>
    <w:rsid w:val="003D40D2"/>
    <w:rsid w:val="00401691"/>
    <w:rsid w:val="00432D39"/>
    <w:rsid w:val="0043756B"/>
    <w:rsid w:val="00446F86"/>
    <w:rsid w:val="0045048D"/>
    <w:rsid w:val="004618DB"/>
    <w:rsid w:val="0046377D"/>
    <w:rsid w:val="0047006B"/>
    <w:rsid w:val="00476276"/>
    <w:rsid w:val="00477895"/>
    <w:rsid w:val="004818EF"/>
    <w:rsid w:val="004835F2"/>
    <w:rsid w:val="00487B92"/>
    <w:rsid w:val="004962FC"/>
    <w:rsid w:val="00497CF1"/>
    <w:rsid w:val="004A61D6"/>
    <w:rsid w:val="004C1A78"/>
    <w:rsid w:val="004C4B7A"/>
    <w:rsid w:val="004D6E4F"/>
    <w:rsid w:val="004D7047"/>
    <w:rsid w:val="004D70E5"/>
    <w:rsid w:val="004E32F0"/>
    <w:rsid w:val="004E5FC7"/>
    <w:rsid w:val="004F6963"/>
    <w:rsid w:val="00501D80"/>
    <w:rsid w:val="00503629"/>
    <w:rsid w:val="005074D5"/>
    <w:rsid w:val="0052391F"/>
    <w:rsid w:val="0052754B"/>
    <w:rsid w:val="00540E39"/>
    <w:rsid w:val="00553CEF"/>
    <w:rsid w:val="0057585E"/>
    <w:rsid w:val="0058455C"/>
    <w:rsid w:val="00592FD3"/>
    <w:rsid w:val="005957BC"/>
    <w:rsid w:val="005B1740"/>
    <w:rsid w:val="005B4BA5"/>
    <w:rsid w:val="005D068D"/>
    <w:rsid w:val="00605E5C"/>
    <w:rsid w:val="0061111B"/>
    <w:rsid w:val="00627F3F"/>
    <w:rsid w:val="00642292"/>
    <w:rsid w:val="00651A5C"/>
    <w:rsid w:val="0065482C"/>
    <w:rsid w:val="00661F37"/>
    <w:rsid w:val="00671BDD"/>
    <w:rsid w:val="00681199"/>
    <w:rsid w:val="006A2376"/>
    <w:rsid w:val="006A6E4F"/>
    <w:rsid w:val="006F44A4"/>
    <w:rsid w:val="007042D7"/>
    <w:rsid w:val="00744544"/>
    <w:rsid w:val="0075099A"/>
    <w:rsid w:val="00771970"/>
    <w:rsid w:val="00775260"/>
    <w:rsid w:val="00791FB1"/>
    <w:rsid w:val="0079683F"/>
    <w:rsid w:val="007A3E00"/>
    <w:rsid w:val="007B55B1"/>
    <w:rsid w:val="007E4088"/>
    <w:rsid w:val="00801420"/>
    <w:rsid w:val="00822E9C"/>
    <w:rsid w:val="008315BA"/>
    <w:rsid w:val="008333D3"/>
    <w:rsid w:val="00841DBF"/>
    <w:rsid w:val="00865A9F"/>
    <w:rsid w:val="00876F67"/>
    <w:rsid w:val="008934DC"/>
    <w:rsid w:val="008A044A"/>
    <w:rsid w:val="008A2005"/>
    <w:rsid w:val="008A5509"/>
    <w:rsid w:val="008C248D"/>
    <w:rsid w:val="008D0741"/>
    <w:rsid w:val="008D1FBE"/>
    <w:rsid w:val="008F7218"/>
    <w:rsid w:val="00917C0D"/>
    <w:rsid w:val="00956154"/>
    <w:rsid w:val="00960A8A"/>
    <w:rsid w:val="009618D3"/>
    <w:rsid w:val="009731BC"/>
    <w:rsid w:val="00973872"/>
    <w:rsid w:val="00991BD3"/>
    <w:rsid w:val="00993004"/>
    <w:rsid w:val="009B402F"/>
    <w:rsid w:val="009B7AC0"/>
    <w:rsid w:val="009C2335"/>
    <w:rsid w:val="009C25D7"/>
    <w:rsid w:val="009F321F"/>
    <w:rsid w:val="00A03009"/>
    <w:rsid w:val="00A15109"/>
    <w:rsid w:val="00A17DCD"/>
    <w:rsid w:val="00A217AF"/>
    <w:rsid w:val="00A26AB5"/>
    <w:rsid w:val="00A52FEC"/>
    <w:rsid w:val="00A55423"/>
    <w:rsid w:val="00A558DE"/>
    <w:rsid w:val="00A90ED5"/>
    <w:rsid w:val="00A93837"/>
    <w:rsid w:val="00AB6C3C"/>
    <w:rsid w:val="00AC0DA0"/>
    <w:rsid w:val="00AD0090"/>
    <w:rsid w:val="00AD3797"/>
    <w:rsid w:val="00AE6CBE"/>
    <w:rsid w:val="00AF2031"/>
    <w:rsid w:val="00AF40B4"/>
    <w:rsid w:val="00AF4F1F"/>
    <w:rsid w:val="00B02F1F"/>
    <w:rsid w:val="00B11C4F"/>
    <w:rsid w:val="00B44579"/>
    <w:rsid w:val="00B47F7D"/>
    <w:rsid w:val="00B564BD"/>
    <w:rsid w:val="00B6462C"/>
    <w:rsid w:val="00B87A19"/>
    <w:rsid w:val="00BA24EC"/>
    <w:rsid w:val="00BB5F55"/>
    <w:rsid w:val="00BB7706"/>
    <w:rsid w:val="00BC2FB3"/>
    <w:rsid w:val="00BC30E7"/>
    <w:rsid w:val="00BC7710"/>
    <w:rsid w:val="00BD27F8"/>
    <w:rsid w:val="00BE1004"/>
    <w:rsid w:val="00BF5507"/>
    <w:rsid w:val="00C07425"/>
    <w:rsid w:val="00C31013"/>
    <w:rsid w:val="00C33418"/>
    <w:rsid w:val="00C44701"/>
    <w:rsid w:val="00C77026"/>
    <w:rsid w:val="00CA0C22"/>
    <w:rsid w:val="00CA1A88"/>
    <w:rsid w:val="00CA2A32"/>
    <w:rsid w:val="00CA3376"/>
    <w:rsid w:val="00CD615E"/>
    <w:rsid w:val="00CE522E"/>
    <w:rsid w:val="00CF4B3F"/>
    <w:rsid w:val="00D0403C"/>
    <w:rsid w:val="00D04582"/>
    <w:rsid w:val="00D12124"/>
    <w:rsid w:val="00D23AE7"/>
    <w:rsid w:val="00D607ED"/>
    <w:rsid w:val="00D817C7"/>
    <w:rsid w:val="00D9176F"/>
    <w:rsid w:val="00D9470F"/>
    <w:rsid w:val="00DC6384"/>
    <w:rsid w:val="00DC7EB9"/>
    <w:rsid w:val="00E12A77"/>
    <w:rsid w:val="00E402A3"/>
    <w:rsid w:val="00E55FE0"/>
    <w:rsid w:val="00E7211F"/>
    <w:rsid w:val="00E876D3"/>
    <w:rsid w:val="00E92A17"/>
    <w:rsid w:val="00EB4DD5"/>
    <w:rsid w:val="00ED307F"/>
    <w:rsid w:val="00ED6E7A"/>
    <w:rsid w:val="00F01186"/>
    <w:rsid w:val="00F12CA2"/>
    <w:rsid w:val="00F17FB5"/>
    <w:rsid w:val="00F20DA3"/>
    <w:rsid w:val="00F21ED6"/>
    <w:rsid w:val="00F2397E"/>
    <w:rsid w:val="00F4576A"/>
    <w:rsid w:val="00F6273F"/>
    <w:rsid w:val="00F75EBC"/>
    <w:rsid w:val="00F75F1A"/>
    <w:rsid w:val="00F80FC1"/>
    <w:rsid w:val="00FC6A85"/>
    <w:rsid w:val="00FD570C"/>
    <w:rsid w:val="00FF61E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F3893AF"/>
  <w15:docId w15:val="{8C21E129-F82D-4B18-9C27-511652B4B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n">
    <w:name w:val="Normal"/>
    <w:qFormat/>
    <w:rsid w:val="000E2CCA"/>
    <w:rPr>
      <w:rFonts w:ascii="Arial" w:hAnsi="Arial"/>
      <w:sz w:val="22"/>
      <w:szCs w:val="24"/>
    </w:rPr>
  </w:style>
  <w:style w:type="paragraph" w:styleId="Nadpis1">
    <w:name w:val="heading 1"/>
    <w:basedOn w:val="Normln"/>
    <w:next w:val="Normln"/>
    <w:link w:val="Nadpis1Char"/>
    <w:qFormat/>
    <w:rsid w:val="004E32F0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  <w:lang w:val="x-none" w:eastAsia="x-none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link w:val="ZhlavChar"/>
    <w:rsid w:val="005B4BA5"/>
    <w:pPr>
      <w:tabs>
        <w:tab w:val="center" w:pos="4536"/>
        <w:tab w:val="right" w:pos="9072"/>
      </w:tabs>
    </w:pPr>
  </w:style>
  <w:style w:type="paragraph" w:styleId="Zpat">
    <w:name w:val="footer"/>
    <w:basedOn w:val="Normln"/>
    <w:link w:val="ZpatChar"/>
    <w:uiPriority w:val="99"/>
    <w:rsid w:val="005B4BA5"/>
    <w:pPr>
      <w:tabs>
        <w:tab w:val="center" w:pos="4536"/>
        <w:tab w:val="right" w:pos="9072"/>
      </w:tabs>
    </w:pPr>
  </w:style>
  <w:style w:type="character" w:styleId="Siln">
    <w:name w:val="Strong"/>
    <w:qFormat/>
    <w:rsid w:val="005B4BA5"/>
    <w:rPr>
      <w:b/>
      <w:bCs/>
    </w:rPr>
  </w:style>
  <w:style w:type="paragraph" w:styleId="Textpoznpodarou">
    <w:name w:val="footnote text"/>
    <w:basedOn w:val="Normln"/>
    <w:semiHidden/>
    <w:rsid w:val="008A044A"/>
    <w:rPr>
      <w:sz w:val="20"/>
      <w:szCs w:val="20"/>
    </w:rPr>
  </w:style>
  <w:style w:type="character" w:styleId="Znakapoznpodarou">
    <w:name w:val="footnote reference"/>
    <w:semiHidden/>
    <w:rsid w:val="008A044A"/>
    <w:rPr>
      <w:vertAlign w:val="superscript"/>
    </w:rPr>
  </w:style>
  <w:style w:type="paragraph" w:customStyle="1" w:styleId="Textodstavce">
    <w:name w:val="Text odstavce"/>
    <w:basedOn w:val="Normln"/>
    <w:rsid w:val="000E1CC0"/>
    <w:pPr>
      <w:numPr>
        <w:numId w:val="4"/>
      </w:numPr>
      <w:tabs>
        <w:tab w:val="left" w:pos="851"/>
      </w:tabs>
      <w:spacing w:before="120" w:after="120"/>
      <w:jc w:val="both"/>
      <w:outlineLvl w:val="6"/>
    </w:pPr>
    <w:rPr>
      <w:szCs w:val="20"/>
    </w:rPr>
  </w:style>
  <w:style w:type="paragraph" w:customStyle="1" w:styleId="Textbodu">
    <w:name w:val="Text bodu"/>
    <w:basedOn w:val="Normln"/>
    <w:rsid w:val="000E1CC0"/>
    <w:pPr>
      <w:numPr>
        <w:ilvl w:val="2"/>
        <w:numId w:val="4"/>
      </w:numPr>
      <w:jc w:val="both"/>
      <w:outlineLvl w:val="8"/>
    </w:pPr>
    <w:rPr>
      <w:szCs w:val="20"/>
    </w:rPr>
  </w:style>
  <w:style w:type="paragraph" w:customStyle="1" w:styleId="Textpsmene">
    <w:name w:val="Text písmene"/>
    <w:basedOn w:val="Normln"/>
    <w:rsid w:val="000E1CC0"/>
    <w:pPr>
      <w:numPr>
        <w:ilvl w:val="1"/>
        <w:numId w:val="4"/>
      </w:numPr>
      <w:jc w:val="both"/>
      <w:outlineLvl w:val="7"/>
    </w:pPr>
    <w:rPr>
      <w:szCs w:val="20"/>
    </w:rPr>
  </w:style>
  <w:style w:type="paragraph" w:customStyle="1" w:styleId="Style5">
    <w:name w:val="Style5"/>
    <w:basedOn w:val="Normln"/>
    <w:uiPriority w:val="99"/>
    <w:rsid w:val="00184203"/>
    <w:pPr>
      <w:widowControl w:val="0"/>
      <w:autoSpaceDE w:val="0"/>
      <w:autoSpaceDN w:val="0"/>
      <w:adjustRightInd w:val="0"/>
    </w:pPr>
  </w:style>
  <w:style w:type="paragraph" w:customStyle="1" w:styleId="Style6">
    <w:name w:val="Style6"/>
    <w:basedOn w:val="Normln"/>
    <w:rsid w:val="00184203"/>
    <w:pPr>
      <w:widowControl w:val="0"/>
      <w:autoSpaceDE w:val="0"/>
      <w:autoSpaceDN w:val="0"/>
      <w:adjustRightInd w:val="0"/>
    </w:pPr>
  </w:style>
  <w:style w:type="character" w:customStyle="1" w:styleId="FontStyle72">
    <w:name w:val="Font Style72"/>
    <w:rsid w:val="00184203"/>
    <w:rPr>
      <w:rFonts w:ascii="Times New Roman" w:hAnsi="Times New Roman" w:cs="Times New Roman"/>
      <w:b/>
      <w:bCs/>
      <w:i/>
      <w:iCs/>
      <w:spacing w:val="-10"/>
      <w:sz w:val="32"/>
      <w:szCs w:val="32"/>
    </w:rPr>
  </w:style>
  <w:style w:type="character" w:styleId="slostrnky">
    <w:name w:val="page number"/>
    <w:basedOn w:val="Standardnpsmoodstavce"/>
    <w:rsid w:val="00184203"/>
  </w:style>
  <w:style w:type="character" w:styleId="Odkaznakoment">
    <w:name w:val="annotation reference"/>
    <w:semiHidden/>
    <w:rsid w:val="00295687"/>
    <w:rPr>
      <w:sz w:val="16"/>
      <w:szCs w:val="16"/>
    </w:rPr>
  </w:style>
  <w:style w:type="paragraph" w:styleId="Textkomente">
    <w:name w:val="annotation text"/>
    <w:basedOn w:val="Normln"/>
    <w:semiHidden/>
    <w:rsid w:val="00295687"/>
    <w:rPr>
      <w:sz w:val="20"/>
      <w:szCs w:val="20"/>
    </w:rPr>
  </w:style>
  <w:style w:type="paragraph" w:styleId="Pedmtkomente">
    <w:name w:val="annotation subject"/>
    <w:basedOn w:val="Textkomente"/>
    <w:next w:val="Textkomente"/>
    <w:semiHidden/>
    <w:rsid w:val="00295687"/>
    <w:rPr>
      <w:b/>
      <w:bCs/>
    </w:rPr>
  </w:style>
  <w:style w:type="paragraph" w:styleId="Textbubliny">
    <w:name w:val="Balloon Text"/>
    <w:basedOn w:val="Normln"/>
    <w:semiHidden/>
    <w:rsid w:val="00295687"/>
    <w:rPr>
      <w:rFonts w:ascii="Tahoma" w:hAnsi="Tahoma" w:cs="Tahoma"/>
      <w:sz w:val="16"/>
      <w:szCs w:val="16"/>
    </w:rPr>
  </w:style>
  <w:style w:type="paragraph" w:customStyle="1" w:styleId="Rozvrendokumentu">
    <w:name w:val="Rozvržení dokumentu"/>
    <w:basedOn w:val="Normln"/>
    <w:link w:val="RozvrendokumentuChar"/>
    <w:rsid w:val="00E92A17"/>
    <w:rPr>
      <w:rFonts w:ascii="Tahoma" w:hAnsi="Tahoma"/>
      <w:sz w:val="16"/>
      <w:szCs w:val="16"/>
      <w:lang w:val="x-none" w:eastAsia="x-none"/>
    </w:rPr>
  </w:style>
  <w:style w:type="character" w:customStyle="1" w:styleId="RozvrendokumentuChar">
    <w:name w:val="Rozvržení dokumentu Char"/>
    <w:link w:val="Rozvrendokumentu"/>
    <w:rsid w:val="00E92A17"/>
    <w:rPr>
      <w:rFonts w:ascii="Tahoma" w:hAnsi="Tahoma" w:cs="Tahoma"/>
      <w:sz w:val="16"/>
      <w:szCs w:val="16"/>
    </w:rPr>
  </w:style>
  <w:style w:type="character" w:styleId="Hypertextovodkaz">
    <w:name w:val="Hyperlink"/>
    <w:uiPriority w:val="99"/>
    <w:rsid w:val="00E92A17"/>
    <w:rPr>
      <w:color w:val="0000FF"/>
      <w:u w:val="single"/>
    </w:rPr>
  </w:style>
  <w:style w:type="paragraph" w:styleId="Nzev">
    <w:name w:val="Title"/>
    <w:basedOn w:val="Normln"/>
    <w:next w:val="Normln"/>
    <w:link w:val="NzevChar"/>
    <w:uiPriority w:val="10"/>
    <w:qFormat/>
    <w:rsid w:val="000E2CCA"/>
    <w:pPr>
      <w:spacing w:before="240" w:after="60"/>
      <w:jc w:val="center"/>
      <w:outlineLvl w:val="0"/>
    </w:pPr>
    <w:rPr>
      <w:rFonts w:ascii="Arial Rounded MT Bold" w:hAnsi="Arial Rounded MT Bold"/>
      <w:bCs/>
      <w:kern w:val="28"/>
      <w:sz w:val="32"/>
      <w:szCs w:val="32"/>
      <w:lang w:val="x-none" w:eastAsia="x-none"/>
    </w:rPr>
  </w:style>
  <w:style w:type="character" w:customStyle="1" w:styleId="NzevChar">
    <w:name w:val="Název Char"/>
    <w:link w:val="Nzev"/>
    <w:uiPriority w:val="10"/>
    <w:rsid w:val="000E2CCA"/>
    <w:rPr>
      <w:rFonts w:ascii="Arial Rounded MT Bold" w:hAnsi="Arial Rounded MT Bold"/>
      <w:bCs/>
      <w:kern w:val="28"/>
      <w:sz w:val="32"/>
      <w:szCs w:val="32"/>
    </w:rPr>
  </w:style>
  <w:style w:type="character" w:customStyle="1" w:styleId="Nadpis1Char">
    <w:name w:val="Nadpis 1 Char"/>
    <w:link w:val="Nadpis1"/>
    <w:rsid w:val="004E32F0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ZhlavChar">
    <w:name w:val="Záhlaví Char"/>
    <w:link w:val="Zhlav"/>
    <w:rsid w:val="002F3737"/>
    <w:rPr>
      <w:rFonts w:ascii="Arial" w:hAnsi="Arial"/>
      <w:sz w:val="22"/>
      <w:szCs w:val="24"/>
    </w:rPr>
  </w:style>
  <w:style w:type="character" w:customStyle="1" w:styleId="FontStyle38">
    <w:name w:val="Font Style38"/>
    <w:uiPriority w:val="99"/>
    <w:rsid w:val="00333895"/>
    <w:rPr>
      <w:rFonts w:ascii="Times New Roman" w:hAnsi="Times New Roman" w:cs="Times New Roman" w:hint="default"/>
      <w:color w:val="000000"/>
      <w:sz w:val="20"/>
      <w:szCs w:val="20"/>
    </w:rPr>
  </w:style>
  <w:style w:type="character" w:customStyle="1" w:styleId="ZpatChar">
    <w:name w:val="Zápatí Char"/>
    <w:basedOn w:val="Standardnpsmoodstavce"/>
    <w:link w:val="Zpat"/>
    <w:uiPriority w:val="99"/>
    <w:rsid w:val="00333895"/>
    <w:rPr>
      <w:rFonts w:ascii="Arial" w:hAnsi="Arial"/>
      <w:sz w:val="22"/>
      <w:szCs w:val="24"/>
    </w:rPr>
  </w:style>
  <w:style w:type="paragraph" w:styleId="Odstavecseseznamem">
    <w:name w:val="List Paragraph"/>
    <w:basedOn w:val="Normln"/>
    <w:link w:val="OdstavecseseznamemChar"/>
    <w:uiPriority w:val="34"/>
    <w:qFormat/>
    <w:rsid w:val="004D6E4F"/>
    <w:pPr>
      <w:autoSpaceDE w:val="0"/>
      <w:autoSpaceDN w:val="0"/>
      <w:ind w:left="708"/>
    </w:pPr>
    <w:rPr>
      <w:rFonts w:ascii="Times New Roman" w:hAnsi="Times New Roman"/>
      <w:sz w:val="20"/>
      <w:szCs w:val="20"/>
    </w:rPr>
  </w:style>
  <w:style w:type="paragraph" w:customStyle="1" w:styleId="Default">
    <w:name w:val="Default"/>
    <w:rsid w:val="004D6E4F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OdstavecseseznamemChar">
    <w:name w:val="Odstavec se seznamem Char"/>
    <w:link w:val="Odstavecseseznamem"/>
    <w:uiPriority w:val="34"/>
    <w:locked/>
    <w:rsid w:val="004D6E4F"/>
  </w:style>
  <w:style w:type="character" w:styleId="Zstupntext">
    <w:name w:val="Placeholder Text"/>
    <w:basedOn w:val="Standardnpsmoodstavce"/>
    <w:uiPriority w:val="99"/>
    <w:semiHidden/>
    <w:rsid w:val="000627AF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49609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73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36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688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footer" Target="foot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3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docParts>
    <w:docPart>
      <w:docPartPr>
        <w:name w:val="DefaultPlaceholder_1082065158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0AE2687-CEEC-43E8-ABE7-F729D9C31DA2}"/>
      </w:docPartPr>
      <w:docPartBody>
        <w:p w:rsidR="00940E9B" w:rsidRDefault="00482B79">
          <w:r w:rsidRPr="0048512C">
            <w:rPr>
              <w:rStyle w:val="Zstupntext"/>
            </w:rPr>
            <w:t>Klikněte sem a zadejte text.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Rounded MT Bold">
    <w:panose1 w:val="020F0704030504030204"/>
    <w:charset w:val="00"/>
    <w:family w:val="swiss"/>
    <w:pitch w:val="variable"/>
    <w:sig w:usb0="00000003" w:usb1="00000000" w:usb2="00000000" w:usb3="00000000" w:csb0="00000001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view w:val="normal"/>
  <w:revisionView w:formatting="0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82B79"/>
    <w:rsid w:val="0010604C"/>
    <w:rsid w:val="002836A5"/>
    <w:rsid w:val="00344FAC"/>
    <w:rsid w:val="00482B79"/>
    <w:rsid w:val="004A5424"/>
    <w:rsid w:val="004D3FFA"/>
    <w:rsid w:val="0053461A"/>
    <w:rsid w:val="00573D4E"/>
    <w:rsid w:val="006F44A4"/>
    <w:rsid w:val="00895471"/>
    <w:rsid w:val="008A5906"/>
    <w:rsid w:val="0091317D"/>
    <w:rsid w:val="00940E9B"/>
    <w:rsid w:val="00AE0D27"/>
    <w:rsid w:val="00B42F44"/>
    <w:rsid w:val="00BC4977"/>
    <w:rsid w:val="00BD478F"/>
    <w:rsid w:val="00C65986"/>
    <w:rsid w:val="00CB3255"/>
    <w:rsid w:val="00D71258"/>
    <w:rsid w:val="00E66F6D"/>
    <w:rsid w:val="00E73AA7"/>
    <w:rsid w:val="00F94949"/>
    <w:rsid w:val="00FA7A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482B79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B6F9976745832C41B111F8B20E239D05" ma:contentTypeVersion="0" ma:contentTypeDescription="Vytvořit nový dokument" ma:contentTypeScope="" ma:versionID="4873e5ffcd75164a1e7d5cda915d6b21">
  <xsd:schema xmlns:xsd="http://www.w3.org/2001/XMLSchema" xmlns:p="http://schemas.microsoft.com/office/2006/metadata/properties" targetNamespace="http://schemas.microsoft.com/office/2006/metadata/properties" ma:root="true" ma:fieldsID="6e09d84638f9847586fe3e45fca29177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A114482D-DA31-4A9F-8370-BEDAB9F8BA8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1F273226-E675-498A-BAE8-2347CD7AC430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B78D9CC8-2729-4027-8CF5-25BEB1CB7249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BE56117E-A7FD-4E9A-89BF-BE4F5CD322BC}">
  <ds:schemaRefs>
    <ds:schemaRef ds:uri="http://schemas.microsoft.com/sharepoint/v3/contenttype/forms"/>
  </ds:schemaRefs>
</ds:datastoreItem>
</file>

<file path=docMetadata/LabelInfo.xml><?xml version="1.0" encoding="utf-8"?>
<clbl:labelList xmlns:clbl="http://schemas.microsoft.com/office/2020/mipLabelMetadata">
  <clbl:label id="{65334bdb-ef60-40ad-ad10-aebc1eeffaa2}" enabled="1" method="Standard" siteId="{f0ab7d6a-64b0-4696-9f4d-d69909c6e895}" contentBits="1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304</Words>
  <Characters>1796</Characters>
  <Application>Microsoft Office Word</Application>
  <DocSecurity>0</DocSecurity>
  <Lines>14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ČP o splnění základních kvalifikačních předpokladů</vt:lpstr>
    </vt:vector>
  </TitlesOfParts>
  <Company>MD</Company>
  <LinksUpToDate>false</LinksUpToDate>
  <CharactersWithSpaces>2096</CharactersWithSpaces>
  <SharedDoc>false</SharedDoc>
  <HLinks>
    <vt:vector size="6" baseType="variant">
      <vt:variant>
        <vt:i4>6815786</vt:i4>
      </vt:variant>
      <vt:variant>
        <vt:i4>3</vt:i4>
      </vt:variant>
      <vt:variant>
        <vt:i4>0</vt:i4>
      </vt:variant>
      <vt:variant>
        <vt:i4>5</vt:i4>
      </vt:variant>
      <vt:variant>
        <vt:lpwstr>http://www.szdc.cz/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ČP o splnění základních kvalifikačních předpokladů</dc:title>
  <dc:creator>SŽDC</dc:creator>
  <cp:lastModifiedBy>Vondráková Veronika, Ing.</cp:lastModifiedBy>
  <cp:revision>21</cp:revision>
  <cp:lastPrinted>2016-08-01T07:54:00Z</cp:lastPrinted>
  <dcterms:created xsi:type="dcterms:W3CDTF">2018-11-26T13:17:00Z</dcterms:created>
  <dcterms:modified xsi:type="dcterms:W3CDTF">2025-05-30T07:36:00Z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lassificationContentMarkingHeaderShapeIds">
    <vt:lpwstr>6abf8ca1,1ae1e6d8,51031edb</vt:lpwstr>
  </property>
  <property fmtid="{D5CDD505-2E9C-101B-9397-08002B2CF9AE}" pid="3" name="ClassificationContentMarkingHeaderFontProps">
    <vt:lpwstr>#000000,7,Verdana</vt:lpwstr>
  </property>
  <property fmtid="{D5CDD505-2E9C-101B-9397-08002B2CF9AE}" pid="4" name="ClassificationContentMarkingHeaderText">
    <vt:lpwstr>SŽ: Interní</vt:lpwstr>
  </property>
</Properties>
</file>