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11F9DBC8" w:rsidR="00F862D6" w:rsidRPr="00144E0A" w:rsidRDefault="004B6F09" w:rsidP="0037111D">
            <w:pPr>
              <w:rPr>
                <w:highlight w:val="green"/>
              </w:rPr>
            </w:pPr>
            <w:r w:rsidRPr="004B6F09">
              <w:rPr>
                <w:rFonts w:ascii="Helvetica" w:hAnsi="Helvetica"/>
              </w:rPr>
              <w:t>6956/2025-SŽ-SSV-Ú3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AA069D" w:rsidRDefault="00F862D6" w:rsidP="0077673A">
            <w:r w:rsidRPr="00AA069D">
              <w:t>Listů/příloh</w:t>
            </w:r>
          </w:p>
        </w:tc>
        <w:tc>
          <w:tcPr>
            <w:tcW w:w="2552" w:type="dxa"/>
          </w:tcPr>
          <w:p w14:paraId="333CD487" w14:textId="1211685A" w:rsidR="00F862D6" w:rsidRPr="00AA069D" w:rsidRDefault="00AA069D" w:rsidP="00CC1E2B">
            <w:r w:rsidRPr="00AA069D">
              <w:t>2</w:t>
            </w:r>
            <w:r w:rsidR="003E6B9A" w:rsidRPr="00AA069D">
              <w:t>/0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1EFE0398" w:rsidR="00F862D6" w:rsidRPr="003E6B9A" w:rsidRDefault="00144E0A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F244ED7" w:rsidR="009A7568" w:rsidRPr="003E6B9A" w:rsidRDefault="00144E0A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087BB8E0" w:rsidR="009A7568" w:rsidRPr="003E6B9A" w:rsidRDefault="00144E0A" w:rsidP="006104F6">
            <w:hyperlink r:id="rId11" w:history="1">
              <w:r w:rsidRPr="005E26F9">
                <w:rPr>
                  <w:rStyle w:val="Hypertextovodkaz"/>
                </w:rPr>
                <w:t>Prerovska@spravazeleznic.cz</w:t>
              </w:r>
            </w:hyperlink>
            <w:r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52FEB60B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A069D">
              <w:rPr>
                <w:noProof/>
              </w:rPr>
              <w:t>9. června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4818D779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4B6F09">
        <w:rPr>
          <w:rFonts w:eastAsia="Times New Roman" w:cs="Times New Roman"/>
          <w:lang w:eastAsia="cs-CZ"/>
        </w:rPr>
        <w:t>1</w:t>
      </w:r>
    </w:p>
    <w:p w14:paraId="25C6ADAC" w14:textId="275974BF" w:rsidR="00CB7B5A" w:rsidRDefault="00335122" w:rsidP="00817AA2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817AA2">
        <w:rPr>
          <w:rFonts w:eastAsia="Calibri" w:cs="Times New Roman"/>
          <w:b/>
          <w:bCs/>
          <w:lang w:eastAsia="cs-CZ"/>
        </w:rPr>
        <w:t>Sanace nestabilního úseku Valašská Polanka – Horní Lideč v km 20,019 – 21,248</w:t>
      </w:r>
      <w:r w:rsidR="00F208F1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E269C09" w14:textId="682FB5B2" w:rsidR="005C663F" w:rsidRPr="004B6F09" w:rsidRDefault="00BD5319" w:rsidP="005C663F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55ECA8E4" w14:textId="77777777" w:rsidR="004478C0" w:rsidRPr="004478C0" w:rsidRDefault="004478C0" w:rsidP="004478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478C0">
        <w:rPr>
          <w:rFonts w:eastAsia="Calibri" w:cs="Times New Roman"/>
          <w:bCs/>
          <w:lang w:eastAsia="cs-CZ"/>
        </w:rPr>
        <w:t xml:space="preserve">Zadavatelem postoupená dokumentace – soupis prací SO 11-11-01 - Horní </w:t>
      </w:r>
      <w:proofErr w:type="spellStart"/>
      <w:proofErr w:type="gramStart"/>
      <w:r w:rsidRPr="004478C0">
        <w:rPr>
          <w:rFonts w:eastAsia="Calibri" w:cs="Times New Roman"/>
          <w:bCs/>
          <w:lang w:eastAsia="cs-CZ"/>
        </w:rPr>
        <w:t>Lidec</w:t>
      </w:r>
      <w:proofErr w:type="spellEnd"/>
      <w:r w:rsidRPr="004478C0">
        <w:rPr>
          <w:rFonts w:eastAsia="Calibri" w:cs="Times New Roman"/>
          <w:bCs/>
          <w:lang w:eastAsia="cs-CZ"/>
        </w:rPr>
        <w:t xml:space="preserve"> - Vsetín</w:t>
      </w:r>
      <w:proofErr w:type="gramEnd"/>
      <w:r w:rsidRPr="004478C0">
        <w:rPr>
          <w:rFonts w:eastAsia="Calibri" w:cs="Times New Roman"/>
          <w:bCs/>
          <w:lang w:eastAsia="cs-CZ"/>
        </w:rPr>
        <w:t>, žel. spodek – V položkách v poznámce je uvedeno, že zadavatel pro výpočet množství k dané položce čerpá informace z tabulek “výkaz materiálu projektu“ a “tabulky kubatur projektanta“.</w:t>
      </w:r>
    </w:p>
    <w:p w14:paraId="7318144F" w14:textId="77777777" w:rsidR="004478C0" w:rsidRPr="004478C0" w:rsidRDefault="004478C0" w:rsidP="004478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F925D6B" w14:textId="7DD00099" w:rsidR="00BD5319" w:rsidRPr="004478C0" w:rsidRDefault="004478C0" w:rsidP="004478C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478C0">
        <w:rPr>
          <w:rFonts w:eastAsia="Calibri" w:cs="Times New Roman"/>
          <w:bCs/>
          <w:lang w:eastAsia="cs-CZ"/>
        </w:rPr>
        <w:t>Příklady:</w:t>
      </w:r>
    </w:p>
    <w:p w14:paraId="1F64E7D6" w14:textId="199F1612" w:rsidR="004478C0" w:rsidRDefault="004478C0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511BB8"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 wp14:anchorId="6113FAA2" wp14:editId="071E7BFF">
            <wp:extent cx="5029200" cy="1348740"/>
            <wp:effectExtent l="0" t="0" r="0" b="3810"/>
            <wp:docPr id="45248657" name="Obrázek 7" descr="Obsah obrázku text, řada/pruh, Písmo, číslo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48657" name="Obrázek 7" descr="Obsah obrázku text, řada/pruh, Písmo, číslo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886506" w14:textId="77777777" w:rsidR="004478C0" w:rsidRDefault="004478C0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5EEC80B" w14:textId="6CD2CDD1" w:rsidR="004478C0" w:rsidRDefault="004478C0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511BB8"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 wp14:anchorId="14DDB99D" wp14:editId="6E2EC595">
            <wp:extent cx="5067300" cy="1127760"/>
            <wp:effectExtent l="0" t="0" r="0" b="0"/>
            <wp:docPr id="1085019350" name="Obrázek 8" descr="Obsah obrázku text, Písmo, řada/pruh, číslo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019350" name="Obrázek 8" descr="Obsah obrázku text, Písmo, řada/pruh, číslo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A60F20" w14:textId="77777777" w:rsidR="004478C0" w:rsidRDefault="004478C0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D3256A0" w14:textId="651778D6" w:rsidR="004478C0" w:rsidRPr="004478C0" w:rsidRDefault="004478C0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4478C0">
        <w:rPr>
          <w:rFonts w:eastAsia="Calibri" w:cs="Times New Roman"/>
          <w:bCs/>
          <w:lang w:eastAsia="cs-CZ"/>
        </w:rPr>
        <w:t>Žádáme zadavatele o upřesnění, kde konkrétně se tyto tabulky v projektové dokumentaci nachází.</w:t>
      </w:r>
    </w:p>
    <w:p w14:paraId="3F8ED1E8" w14:textId="77777777" w:rsidR="004478C0" w:rsidRPr="00BD5319" w:rsidRDefault="004478C0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E908932" w14:textId="77777777" w:rsidR="00415F8F" w:rsidRPr="00AA069D" w:rsidRDefault="00437A9C" w:rsidP="00AA069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A069D">
        <w:rPr>
          <w:rFonts w:eastAsia="Calibri" w:cs="Times New Roman"/>
          <w:bCs/>
          <w:lang w:eastAsia="cs-CZ"/>
        </w:rPr>
        <w:t>Popisek uvedený ve výkazech výměr "</w:t>
      </w:r>
      <w:r w:rsidRPr="00AA069D">
        <w:rPr>
          <w:rFonts w:eastAsia="Calibri" w:cs="Times New Roman"/>
          <w:bCs/>
          <w:i/>
          <w:iCs/>
          <w:lang w:eastAsia="cs-CZ"/>
        </w:rPr>
        <w:t>Dle technické zprávy, výkresových příloh projektové dokumentace. Dle výkazů materiálu projektu. Dle tabulky kubatur projektanta.</w:t>
      </w:r>
      <w:r w:rsidRPr="00AA069D">
        <w:rPr>
          <w:rFonts w:eastAsia="Calibri" w:cs="Times New Roman"/>
          <w:bCs/>
          <w:lang w:eastAsia="cs-CZ"/>
        </w:rPr>
        <w:t xml:space="preserve">" je míněn univerzálně pro splnění části vyhlášky č.169/2016 sb. § 7 (1) </w:t>
      </w:r>
      <w:r w:rsidRPr="00AA069D">
        <w:rPr>
          <w:rFonts w:eastAsia="Calibri" w:cs="Times New Roman"/>
          <w:bCs/>
          <w:i/>
          <w:iCs/>
          <w:lang w:eastAsia="cs-CZ"/>
        </w:rPr>
        <w:t>"Ve výkazu výměr zadavatel uvede výpočet použitý při stanovení předpokládaného množství položky soupisu prací a odkaz na příslušnou grafickou nebo textovou část dokumentace pro zadání stavebních prací tak, aby umožnil kontrolu celkové výměry, nebo odkáže na výpočet stanovení množství položky soupisu prací v dokumentaci pro zadání stavebních prací."</w:t>
      </w:r>
      <w:r w:rsidRPr="00AA069D">
        <w:rPr>
          <w:rFonts w:eastAsia="Calibri" w:cs="Times New Roman"/>
          <w:bCs/>
          <w:lang w:eastAsia="cs-CZ"/>
        </w:rPr>
        <w:t xml:space="preserve">. </w:t>
      </w:r>
    </w:p>
    <w:p w14:paraId="6A83CE5B" w14:textId="288608FB" w:rsidR="004B6F09" w:rsidRPr="00AA069D" w:rsidRDefault="00437A9C" w:rsidP="00AA069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A069D">
        <w:rPr>
          <w:rFonts w:eastAsia="Calibri" w:cs="Times New Roman"/>
          <w:bCs/>
          <w:lang w:eastAsia="cs-CZ"/>
        </w:rPr>
        <w:t>Pokud není přiložena tabulka kubatur je výměra určena na základě digitálního měření ve výkresech projektové dokumentace při tvorbě rozpočtu</w:t>
      </w:r>
      <w:r w:rsidR="00B91916" w:rsidRPr="00AA069D">
        <w:rPr>
          <w:rFonts w:eastAsia="Calibri" w:cs="Times New Roman"/>
          <w:bCs/>
          <w:lang w:eastAsia="cs-CZ"/>
        </w:rPr>
        <w:t>.</w:t>
      </w:r>
    </w:p>
    <w:p w14:paraId="4D661DE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9DC49C0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79B5B9ED" w14:textId="77777777" w:rsidR="00664163" w:rsidRPr="00C87717" w:rsidRDefault="00664163" w:rsidP="00AA069D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bylo provedeno pouze </w:t>
      </w:r>
      <w:r w:rsidRPr="00C87717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C87717">
        <w:rPr>
          <w:rFonts w:eastAsia="Times New Roman" w:cs="Times New Roman"/>
          <w:lang w:eastAsia="cs-CZ"/>
        </w:rPr>
        <w:t>dle § 98 a §99 ZZVZ, neprodlužuje zadavatel lhůtu pro podání nabídek.</w:t>
      </w: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0B023FD" w14:textId="77777777" w:rsidR="00664163" w:rsidRPr="00C87717" w:rsidRDefault="00664163" w:rsidP="00AA069D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35D7DDE8" w14:textId="4D72A7E0" w:rsidR="00664163" w:rsidRPr="00AA069D" w:rsidRDefault="00664163" w:rsidP="00AA069D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3568D690" w14:textId="77777777" w:rsidR="0066416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AEEE77D" w14:textId="77777777" w:rsidR="00AA069D" w:rsidRPr="00BD5319" w:rsidRDefault="00AA069D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23164D11" w:rsidR="00664163" w:rsidRPr="00AA069D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A069D">
        <w:rPr>
          <w:rFonts w:eastAsia="Calibri" w:cs="Times New Roman"/>
          <w:lang w:eastAsia="cs-CZ"/>
        </w:rPr>
        <w:t xml:space="preserve">V Olomouci dne </w:t>
      </w:r>
      <w:r w:rsidR="00AA069D" w:rsidRPr="00AA069D">
        <w:rPr>
          <w:rFonts w:eastAsia="Calibri" w:cs="Times New Roman"/>
          <w:lang w:eastAsia="cs-CZ"/>
        </w:rPr>
        <w:t>9. 6. 2025</w:t>
      </w:r>
    </w:p>
    <w:p w14:paraId="6F75BA64" w14:textId="77777777" w:rsidR="00664163" w:rsidRPr="00AA069D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AA069D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AA069D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AA069D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B29B42A" w14:textId="299754D4" w:rsidR="00664163" w:rsidRPr="00AA069D" w:rsidRDefault="00664163" w:rsidP="00664163">
      <w:pPr>
        <w:spacing w:after="0" w:line="240" w:lineRule="auto"/>
        <w:rPr>
          <w:rFonts w:eastAsia="Times New Roman" w:cs="Times New Roman"/>
          <w:i/>
          <w:iCs/>
          <w:color w:val="FF0000"/>
          <w:lang w:eastAsia="cs-CZ"/>
        </w:rPr>
      </w:pPr>
    </w:p>
    <w:p w14:paraId="69F1990E" w14:textId="77777777" w:rsidR="00664163" w:rsidRPr="00AA069D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A069D">
        <w:rPr>
          <w:rFonts w:eastAsia="Times New Roman" w:cs="Times New Roman"/>
          <w:b/>
          <w:bCs/>
          <w:lang w:eastAsia="cs-CZ"/>
        </w:rPr>
        <w:t>Ing. Miroslav Bocák</w:t>
      </w:r>
      <w:r w:rsidRPr="00AA069D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AA069D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AA069D">
        <w:rPr>
          <w:rFonts w:eastAsia="Times New Roman" w:cs="Times New Roman"/>
          <w:lang w:eastAsia="cs-CZ"/>
        </w:rPr>
        <w:t>ředitel organizační jednotky</w:t>
      </w:r>
      <w:r w:rsidRPr="00AA069D">
        <w:rPr>
          <w:rFonts w:eastAsia="Times New Roman" w:cs="Times New Roman"/>
          <w:lang w:eastAsia="cs-CZ"/>
        </w:rPr>
        <w:tab/>
      </w:r>
    </w:p>
    <w:p w14:paraId="5DEDC136" w14:textId="77777777" w:rsidR="00664163" w:rsidRPr="00AA069D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AA069D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AA069D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BA2EE" w14:textId="77777777" w:rsidR="00924ED3" w:rsidRDefault="00924ED3" w:rsidP="00962258">
      <w:pPr>
        <w:spacing w:after="0" w:line="240" w:lineRule="auto"/>
      </w:pPr>
      <w:r>
        <w:separator/>
      </w:r>
    </w:p>
  </w:endnote>
  <w:endnote w:type="continuationSeparator" w:id="0">
    <w:p w14:paraId="35D9AE14" w14:textId="77777777" w:rsidR="00924ED3" w:rsidRDefault="00924ED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128E9" w14:textId="77777777" w:rsidR="00924ED3" w:rsidRDefault="00924ED3" w:rsidP="00962258">
      <w:pPr>
        <w:spacing w:after="0" w:line="240" w:lineRule="auto"/>
      </w:pPr>
      <w:r>
        <w:separator/>
      </w:r>
    </w:p>
  </w:footnote>
  <w:footnote w:type="continuationSeparator" w:id="0">
    <w:p w14:paraId="36AD673F" w14:textId="77777777" w:rsidR="00924ED3" w:rsidRDefault="00924ED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2"/>
  </w:num>
  <w:num w:numId="2" w16cid:durableId="506209173">
    <w:abstractNumId w:val="1"/>
  </w:num>
  <w:num w:numId="3" w16cid:durableId="358628641">
    <w:abstractNumId w:val="3"/>
  </w:num>
  <w:num w:numId="4" w16cid:durableId="1834292179">
    <w:abstractNumId w:val="6"/>
  </w:num>
  <w:num w:numId="5" w16cid:durableId="1470241154">
    <w:abstractNumId w:val="0"/>
  </w:num>
  <w:num w:numId="6" w16cid:durableId="848255171">
    <w:abstractNumId w:val="5"/>
  </w:num>
  <w:num w:numId="7" w16cid:durableId="21883276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66116"/>
    <w:rsid w:val="00072C1E"/>
    <w:rsid w:val="00097042"/>
    <w:rsid w:val="000B3A82"/>
    <w:rsid w:val="000B6C7E"/>
    <w:rsid w:val="000B7907"/>
    <w:rsid w:val="000C0429"/>
    <w:rsid w:val="000C45E8"/>
    <w:rsid w:val="000E257F"/>
    <w:rsid w:val="00114472"/>
    <w:rsid w:val="001267E4"/>
    <w:rsid w:val="00144E0A"/>
    <w:rsid w:val="00170EC5"/>
    <w:rsid w:val="001747C1"/>
    <w:rsid w:val="00181E7B"/>
    <w:rsid w:val="0018596A"/>
    <w:rsid w:val="001B69C2"/>
    <w:rsid w:val="001C4DA0"/>
    <w:rsid w:val="00207DF5"/>
    <w:rsid w:val="002401F8"/>
    <w:rsid w:val="00267369"/>
    <w:rsid w:val="0026785D"/>
    <w:rsid w:val="00273CE2"/>
    <w:rsid w:val="00296D39"/>
    <w:rsid w:val="002A59FE"/>
    <w:rsid w:val="002C31BF"/>
    <w:rsid w:val="002E0CD7"/>
    <w:rsid w:val="002F026B"/>
    <w:rsid w:val="0033209D"/>
    <w:rsid w:val="00335122"/>
    <w:rsid w:val="00335732"/>
    <w:rsid w:val="00357BC6"/>
    <w:rsid w:val="0037111D"/>
    <w:rsid w:val="003756B9"/>
    <w:rsid w:val="003956C6"/>
    <w:rsid w:val="003E6B9A"/>
    <w:rsid w:val="003E75CE"/>
    <w:rsid w:val="0041380F"/>
    <w:rsid w:val="00415F8F"/>
    <w:rsid w:val="00437A9C"/>
    <w:rsid w:val="004478C0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B6F09"/>
    <w:rsid w:val="004C4399"/>
    <w:rsid w:val="004C69ED"/>
    <w:rsid w:val="004C787C"/>
    <w:rsid w:val="004E4133"/>
    <w:rsid w:val="004E5536"/>
    <w:rsid w:val="004F4B9B"/>
    <w:rsid w:val="00501654"/>
    <w:rsid w:val="00511AB9"/>
    <w:rsid w:val="00523EA7"/>
    <w:rsid w:val="00542527"/>
    <w:rsid w:val="00551D1F"/>
    <w:rsid w:val="00553375"/>
    <w:rsid w:val="00555087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6104F6"/>
    <w:rsid w:val="0061068E"/>
    <w:rsid w:val="00630DC6"/>
    <w:rsid w:val="00660AD3"/>
    <w:rsid w:val="00664163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0E44"/>
    <w:rsid w:val="007B570C"/>
    <w:rsid w:val="007E4A6E"/>
    <w:rsid w:val="007F56A7"/>
    <w:rsid w:val="007F626E"/>
    <w:rsid w:val="00807DD0"/>
    <w:rsid w:val="00813F11"/>
    <w:rsid w:val="00817AA2"/>
    <w:rsid w:val="0082759C"/>
    <w:rsid w:val="00842C9B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24ED3"/>
    <w:rsid w:val="00925237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44328"/>
    <w:rsid w:val="00A509D7"/>
    <w:rsid w:val="00A6177B"/>
    <w:rsid w:val="00A66136"/>
    <w:rsid w:val="00A943B5"/>
    <w:rsid w:val="00AA069D"/>
    <w:rsid w:val="00AA4CBB"/>
    <w:rsid w:val="00AA65FA"/>
    <w:rsid w:val="00AA6EFF"/>
    <w:rsid w:val="00AA7351"/>
    <w:rsid w:val="00AC56A4"/>
    <w:rsid w:val="00AD056F"/>
    <w:rsid w:val="00AD2773"/>
    <w:rsid w:val="00AD6731"/>
    <w:rsid w:val="00AE1DDE"/>
    <w:rsid w:val="00B15B5E"/>
    <w:rsid w:val="00B15D0D"/>
    <w:rsid w:val="00B23CA3"/>
    <w:rsid w:val="00B3491A"/>
    <w:rsid w:val="00B41050"/>
    <w:rsid w:val="00B4264E"/>
    <w:rsid w:val="00B45E9E"/>
    <w:rsid w:val="00B55F9C"/>
    <w:rsid w:val="00B61138"/>
    <w:rsid w:val="00B75EE1"/>
    <w:rsid w:val="00B77481"/>
    <w:rsid w:val="00B8518B"/>
    <w:rsid w:val="00B91916"/>
    <w:rsid w:val="00BB3740"/>
    <w:rsid w:val="00BD5319"/>
    <w:rsid w:val="00BD7E91"/>
    <w:rsid w:val="00BF374D"/>
    <w:rsid w:val="00BF4402"/>
    <w:rsid w:val="00BF6D48"/>
    <w:rsid w:val="00C02D0A"/>
    <w:rsid w:val="00C03A6E"/>
    <w:rsid w:val="00C30759"/>
    <w:rsid w:val="00C44F6A"/>
    <w:rsid w:val="00C6581F"/>
    <w:rsid w:val="00C727E5"/>
    <w:rsid w:val="00C8207D"/>
    <w:rsid w:val="00CB5457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56D66"/>
    <w:rsid w:val="00E73C99"/>
    <w:rsid w:val="00E824F1"/>
    <w:rsid w:val="00E9347D"/>
    <w:rsid w:val="00EB104F"/>
    <w:rsid w:val="00ED14BD"/>
    <w:rsid w:val="00F01440"/>
    <w:rsid w:val="00F12DEC"/>
    <w:rsid w:val="00F1715C"/>
    <w:rsid w:val="00F208F1"/>
    <w:rsid w:val="00F26021"/>
    <w:rsid w:val="00F310F8"/>
    <w:rsid w:val="00F328DE"/>
    <w:rsid w:val="00F35939"/>
    <w:rsid w:val="00F45607"/>
    <w:rsid w:val="00F64786"/>
    <w:rsid w:val="00F659EB"/>
    <w:rsid w:val="00F804A7"/>
    <w:rsid w:val="00F8318E"/>
    <w:rsid w:val="00F862D6"/>
    <w:rsid w:val="00F86BA6"/>
    <w:rsid w:val="00FA2EB1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144E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</TotalTime>
  <Pages>2</Pages>
  <Words>341</Words>
  <Characters>2018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5</cp:revision>
  <cp:lastPrinted>2025-06-06T07:23:00Z</cp:lastPrinted>
  <dcterms:created xsi:type="dcterms:W3CDTF">2025-06-06T07:24:00Z</dcterms:created>
  <dcterms:modified xsi:type="dcterms:W3CDTF">2025-06-09T06:02:00Z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