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128678C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342FB">
        <w:rPr>
          <w:b/>
          <w:color w:val="FF5200" w:themeColor="accent2"/>
          <w:sz w:val="36"/>
          <w:szCs w:val="36"/>
        </w:rPr>
        <w:t>názvem „</w:t>
      </w:r>
      <w:r w:rsidR="008342FB" w:rsidRPr="008342FB">
        <w:rPr>
          <w:b/>
          <w:color w:val="FF5200" w:themeColor="accent2"/>
          <w:sz w:val="36"/>
          <w:szCs w:val="36"/>
        </w:rPr>
        <w:t>Dodávka 2 kusů sloupových převodových vrtaček s příslušenstvím</w:t>
      </w:r>
      <w:r w:rsidR="0031280B" w:rsidRPr="008342FB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AA56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A5644" w:rsidRPr="00AA564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12495/2025-SŽ-OŘ BNO-NPI</w:t>
      </w:r>
      <w:r w:rsidR="000128D4" w:rsidRPr="00B87D9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DF389E2" w14:textId="24967F1A" w:rsidR="00B56D9F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9835612" w:history="1">
            <w:r w:rsidR="00B56D9F" w:rsidRPr="00D119ED">
              <w:rPr>
                <w:rStyle w:val="Hypertextovodkaz"/>
                <w:noProof/>
              </w:rPr>
              <w:t>Kapitola 1.</w:t>
            </w:r>
            <w:r w:rsidR="00B56D9F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B56D9F" w:rsidRPr="00D119ED">
              <w:rPr>
                <w:rStyle w:val="Hypertextovodkaz"/>
                <w:noProof/>
              </w:rPr>
              <w:t>Základní údaje k nabídce</w:t>
            </w:r>
            <w:r w:rsidR="00B56D9F">
              <w:rPr>
                <w:noProof/>
                <w:webHidden/>
              </w:rPr>
              <w:tab/>
            </w:r>
            <w:r w:rsidR="00B56D9F">
              <w:rPr>
                <w:noProof/>
                <w:webHidden/>
              </w:rPr>
              <w:fldChar w:fldCharType="begin"/>
            </w:r>
            <w:r w:rsidR="00B56D9F">
              <w:rPr>
                <w:noProof/>
                <w:webHidden/>
              </w:rPr>
              <w:instrText xml:space="preserve"> PAGEREF _Toc199835612 \h </w:instrText>
            </w:r>
            <w:r w:rsidR="00B56D9F">
              <w:rPr>
                <w:noProof/>
                <w:webHidden/>
              </w:rPr>
            </w:r>
            <w:r w:rsidR="00B56D9F">
              <w:rPr>
                <w:noProof/>
                <w:webHidden/>
              </w:rPr>
              <w:fldChar w:fldCharType="separate"/>
            </w:r>
            <w:r w:rsidR="00B56D9F">
              <w:rPr>
                <w:noProof/>
                <w:webHidden/>
              </w:rPr>
              <w:t>2</w:t>
            </w:r>
            <w:r w:rsidR="00B56D9F">
              <w:rPr>
                <w:noProof/>
                <w:webHidden/>
              </w:rPr>
              <w:fldChar w:fldCharType="end"/>
            </w:r>
          </w:hyperlink>
        </w:p>
        <w:p w14:paraId="12FD8DE1" w14:textId="32656684" w:rsidR="00B56D9F" w:rsidRDefault="00B56D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835613" w:history="1">
            <w:r w:rsidRPr="00D119E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119ED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_Toc199835613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389DFF" w14:textId="2A86043B" w:rsidR="00B56D9F" w:rsidRDefault="00B56D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835614" w:history="1">
            <w:r w:rsidRPr="00D119E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119E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_Toc199835614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120E63" w14:textId="701C1E70" w:rsidR="00B56D9F" w:rsidRDefault="00B56D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835615" w:history="1">
            <w:r w:rsidRPr="00D119E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119E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_Toc199835615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BEC221" w14:textId="152C1429" w:rsidR="00B56D9F" w:rsidRDefault="00B56D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835616" w:history="1">
            <w:r w:rsidRPr="00D119E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119E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_Toc199835616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2A67D9" w14:textId="6906A9AC" w:rsidR="00B56D9F" w:rsidRDefault="00B56D9F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9835617" w:history="1">
            <w:r w:rsidRPr="00D119E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119ED">
              <w:rPr>
                <w:rStyle w:val="Hypertextovodkaz"/>
                <w:noProof/>
              </w:rPr>
              <w:t>Čestné</w:t>
            </w:r>
            <w:r w:rsidRPr="00D119E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_Toc199835617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0DEAD0D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983561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6EA8C6D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8C64B9">
        <w:rPr>
          <w:rFonts w:eastAsia="Times New Roman" w:cs="Times New Roman"/>
          <w:lang w:eastAsia="cs-CZ"/>
        </w:rPr>
        <w:t>podlimitní sektorovou veřejnou zakázku</w:t>
      </w:r>
      <w:r w:rsidRPr="008C64B9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56D9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56D9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9835613"/>
      <w:r>
        <w:lastRenderedPageBreak/>
        <w:t>Ceník</w:t>
      </w:r>
      <w:bookmarkEnd w:id="1"/>
    </w:p>
    <w:p w14:paraId="3E5E9B0F" w14:textId="3A1CAA38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účastníkem vyplněna příloha č</w:t>
      </w:r>
      <w:r w:rsidRPr="002F3B8E">
        <w:rPr>
          <w:rStyle w:val="Siln"/>
          <w:b w:val="0"/>
          <w:bCs w:val="0"/>
        </w:rPr>
        <w:t xml:space="preserve">. </w:t>
      </w:r>
      <w:r w:rsidR="001E0266" w:rsidRPr="002F3B8E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</w:t>
      </w:r>
      <w:r w:rsidRPr="00163CFC">
        <w:rPr>
          <w:rStyle w:val="Siln"/>
          <w:b w:val="0"/>
          <w:bCs w:val="0"/>
          <w:i/>
          <w:iCs/>
        </w:rPr>
        <w:t xml:space="preserve">č. </w:t>
      </w:r>
      <w:r w:rsidR="00163CFC" w:rsidRPr="00163CFC">
        <w:rPr>
          <w:rStyle w:val="Siln"/>
          <w:b w:val="0"/>
          <w:bCs w:val="0"/>
          <w:i/>
          <w:iCs/>
        </w:rPr>
        <w:t>3</w:t>
      </w:r>
      <w:r w:rsidRPr="00163CFC">
        <w:rPr>
          <w:rStyle w:val="Siln"/>
          <w:b w:val="0"/>
          <w:bCs w:val="0"/>
          <w:i/>
          <w:iCs/>
        </w:rPr>
        <w:t xml:space="preserve"> Závazného vzoru smlouvy</w:t>
      </w:r>
      <w:r w:rsidRPr="00163CFC"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even" r:id="rId14"/>
          <w:headerReference w:type="default" r:id="rId15"/>
          <w:headerReference w:type="first" r:id="rId16"/>
          <w:footerReference w:type="first" r:id="rId17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983561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8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983561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983561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983561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0B34B067" w14:textId="6E611D90" w:rsidR="002126E7" w:rsidRPr="00742207" w:rsidRDefault="000128D4" w:rsidP="00742207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  <w:r w:rsidR="002126E7"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3B3F22C" w:rsidR="00A327CB" w:rsidRDefault="00A327CB" w:rsidP="00471B29">
          <w:pPr>
            <w:pStyle w:val="Zpat"/>
            <w:spacing w:before="0"/>
            <w:jc w:val="left"/>
          </w:pPr>
          <w:r>
            <w:t>spravazeleznic.cz</w:t>
          </w:r>
        </w:p>
      </w:tc>
      <w:tc>
        <w:tcPr>
          <w:tcW w:w="2921" w:type="dxa"/>
        </w:tcPr>
        <w:p w14:paraId="595E7A2B" w14:textId="77777777" w:rsidR="00874D1E" w:rsidRPr="00C0202F" w:rsidRDefault="00874D1E" w:rsidP="00874D1E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Oblastní ředitelství Brno</w:t>
          </w:r>
        </w:p>
        <w:p w14:paraId="1881AAF3" w14:textId="77777777" w:rsidR="00874D1E" w:rsidRPr="00C0202F" w:rsidRDefault="00874D1E" w:rsidP="00874D1E">
          <w:pPr>
            <w:pStyle w:val="Zpat"/>
            <w:spacing w:before="0"/>
            <w:rPr>
              <w:b/>
              <w:bCs/>
            </w:rPr>
          </w:pPr>
          <w:r w:rsidRPr="00C0202F">
            <w:rPr>
              <w:b/>
              <w:bCs/>
            </w:rPr>
            <w:t>Kounicova 26</w:t>
          </w:r>
        </w:p>
        <w:p w14:paraId="3F9D14E1" w14:textId="4187F243" w:rsidR="00A327CB" w:rsidRDefault="00874D1E" w:rsidP="00874D1E">
          <w:pPr>
            <w:pStyle w:val="Zpat"/>
            <w:spacing w:before="0"/>
          </w:pPr>
          <w:r w:rsidRPr="00C0202F">
            <w:rPr>
              <w:b/>
              <w:bCs/>
            </w:rPr>
            <w:t>611 43 Brno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057B7904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63771" w14:textId="21278DE6" w:rsidR="008342FB" w:rsidRDefault="008342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2BB6C" w14:textId="7ADD9199" w:rsidR="008342FB" w:rsidRDefault="008342F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573E9CF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E72A0"/>
    <w:rsid w:val="000F7070"/>
    <w:rsid w:val="0010693F"/>
    <w:rsid w:val="00114472"/>
    <w:rsid w:val="00130210"/>
    <w:rsid w:val="001550BC"/>
    <w:rsid w:val="001605B9"/>
    <w:rsid w:val="00163CFC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3B8E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3F18BE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5BDA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2207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3421A"/>
    <w:rsid w:val="008342FB"/>
    <w:rsid w:val="0084684F"/>
    <w:rsid w:val="00861306"/>
    <w:rsid w:val="008659F3"/>
    <w:rsid w:val="008671B3"/>
    <w:rsid w:val="00874D1E"/>
    <w:rsid w:val="00882189"/>
    <w:rsid w:val="00886D4B"/>
    <w:rsid w:val="00895406"/>
    <w:rsid w:val="008A3568"/>
    <w:rsid w:val="008B1A2C"/>
    <w:rsid w:val="008C64B9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97271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76325"/>
    <w:rsid w:val="00A92E7F"/>
    <w:rsid w:val="00A93A74"/>
    <w:rsid w:val="00AA3395"/>
    <w:rsid w:val="00AA4CBB"/>
    <w:rsid w:val="00AA5644"/>
    <w:rsid w:val="00AA65FA"/>
    <w:rsid w:val="00AA7351"/>
    <w:rsid w:val="00AB1918"/>
    <w:rsid w:val="00AC1810"/>
    <w:rsid w:val="00AD056F"/>
    <w:rsid w:val="00AD2F9C"/>
    <w:rsid w:val="00AD6731"/>
    <w:rsid w:val="00B15D0D"/>
    <w:rsid w:val="00B329D4"/>
    <w:rsid w:val="00B468D2"/>
    <w:rsid w:val="00B56D9F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4120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0D93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https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1151</Words>
  <Characters>6797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Jurmanová Patricie</cp:lastModifiedBy>
  <cp:revision>48</cp:revision>
  <cp:lastPrinted>2023-10-05T09:40:00Z</cp:lastPrinted>
  <dcterms:created xsi:type="dcterms:W3CDTF">2023-08-21T11:49:00Z</dcterms:created>
  <dcterms:modified xsi:type="dcterms:W3CDTF">2025-06-03T07:33:00Z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