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275872D2" w:rsidR="00EB46E5" w:rsidRPr="00BF54FE" w:rsidRDefault="00B204E3" w:rsidP="00BF54FE">
      <w:pPr>
        <w:pStyle w:val="Titul2"/>
      </w:pPr>
      <w:r>
        <w:t>Název zakázky: „</w:t>
      </w:r>
      <w:r w:rsidR="0048026A" w:rsidRPr="0048026A">
        <w:t>Rekonstrukce mostu v km 101,816 trati Praha-</w:t>
      </w:r>
      <w:proofErr w:type="gramStart"/>
      <w:r w:rsidR="0048026A" w:rsidRPr="0048026A">
        <w:t>Bubny - Chomutov</w:t>
      </w:r>
      <w:proofErr w:type="gramEnd"/>
      <w:r w:rsidR="0048026A" w:rsidRPr="0048026A">
        <w:t>“</w:t>
      </w:r>
    </w:p>
    <w:p w14:paraId="53C30DF5" w14:textId="77777777" w:rsidR="009226C1" w:rsidRDefault="009226C1" w:rsidP="00B204E3">
      <w:pPr>
        <w:pStyle w:val="Textbezodsazen"/>
      </w:pPr>
    </w:p>
    <w:p w14:paraId="53C30DF6" w14:textId="4E4ED69B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48026A">
        <w:t xml:space="preserve"> a </w:t>
      </w:r>
      <w:r>
        <w:t>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07FF87C1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3DA1" w14:textId="53EDE6F8" w:rsidR="004A3881" w:rsidRDefault="004A388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8C29EE5" wp14:editId="6FDB72A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76278864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8C0059" w14:textId="07F626A9" w:rsidR="004A3881" w:rsidRPr="004A3881" w:rsidRDefault="004A3881" w:rsidP="004A3881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A3881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C29EE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A8C0059" w14:textId="07F626A9" w:rsidR="004A3881" w:rsidRPr="004A3881" w:rsidRDefault="004A3881" w:rsidP="004A3881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A3881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4F18E" w14:textId="2FA7576C" w:rsidR="004A3881" w:rsidRDefault="004A388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D183EE" wp14:editId="28DBD63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92070075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3AE0FD" w14:textId="6DD5FDE8" w:rsidR="004A3881" w:rsidRPr="004A3881" w:rsidRDefault="004A3881" w:rsidP="004A3881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A3881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D183E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003AE0FD" w14:textId="6DD5FDE8" w:rsidR="004A3881" w:rsidRPr="004A3881" w:rsidRDefault="004A3881" w:rsidP="004A3881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A3881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3125DF78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924666">
    <w:abstractNumId w:val="5"/>
  </w:num>
  <w:num w:numId="2" w16cid:durableId="1673220254">
    <w:abstractNumId w:val="4"/>
  </w:num>
  <w:num w:numId="3" w16cid:durableId="1068501816">
    <w:abstractNumId w:val="2"/>
  </w:num>
  <w:num w:numId="4" w16cid:durableId="207109749">
    <w:abstractNumId w:val="0"/>
  </w:num>
  <w:num w:numId="5" w16cid:durableId="1036857527">
    <w:abstractNumId w:val="6"/>
  </w:num>
  <w:num w:numId="6" w16cid:durableId="57477976">
    <w:abstractNumId w:val="7"/>
  </w:num>
  <w:num w:numId="7" w16cid:durableId="811288827">
    <w:abstractNumId w:val="8"/>
  </w:num>
  <w:num w:numId="8" w16cid:durableId="527647027">
    <w:abstractNumId w:val="1"/>
  </w:num>
  <w:num w:numId="9" w16cid:durableId="1521776534">
    <w:abstractNumId w:val="3"/>
  </w:num>
  <w:num w:numId="10" w16cid:durableId="35396638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2A6F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467D0"/>
    <w:rsid w:val="00450E74"/>
    <w:rsid w:val="00450F07"/>
    <w:rsid w:val="00453CD3"/>
    <w:rsid w:val="00460660"/>
    <w:rsid w:val="00463BD5"/>
    <w:rsid w:val="00464BA9"/>
    <w:rsid w:val="00476F2F"/>
    <w:rsid w:val="0048026A"/>
    <w:rsid w:val="00483969"/>
    <w:rsid w:val="00486107"/>
    <w:rsid w:val="00487098"/>
    <w:rsid w:val="00491827"/>
    <w:rsid w:val="004A3881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3E98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4234ca-c373-45c2-b25d-5f673622f74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402</Words>
  <Characters>2378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Baštářová Helena</cp:lastModifiedBy>
  <cp:revision>4</cp:revision>
  <cp:lastPrinted>2025-05-29T12:34:00Z</cp:lastPrinted>
  <dcterms:created xsi:type="dcterms:W3CDTF">2025-05-22T07:58:00Z</dcterms:created>
  <dcterms:modified xsi:type="dcterms:W3CDTF">2025-05-29T12:35:00Z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  <property fmtid="{D5CDD505-2E9C-101B-9397-08002B2CF9AE}" pid="3" name="ClassificationContentMarkingHeaderShapeIds">
    <vt:lpwstr>2cbfd92a,2d773b23,36e0c755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