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05A1F1" wp14:editId="4A2273B7">
                      <wp:simplePos x="0" y="0"/>
                      <wp:positionH relativeFrom="page">
                        <wp:posOffset>3935095</wp:posOffset>
                      </wp:positionH>
                      <wp:positionV relativeFrom="page">
                        <wp:posOffset>1478915</wp:posOffset>
                      </wp:positionV>
                      <wp:extent cx="2774950" cy="1089025"/>
                      <wp:effectExtent l="0" t="0" r="635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4950" cy="1089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56989" w:rsidRDefault="00D6085A" w:rsidP="00823A1B">
                                  <w:pPr>
                                    <w:pStyle w:val="Bezmezer"/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  <w:t>Ing. Miroslav Pazlar</w:t>
                                  </w:r>
                                </w:p>
                                <w:p w:rsidR="00823A1B" w:rsidRDefault="00823A1B" w:rsidP="00823A1B">
                                  <w:pPr>
                                    <w:pStyle w:val="Bezmezer"/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</w:pPr>
                                  <w:r w:rsidRPr="00F21F96"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  <w:t>Správa železnic</w:t>
                                  </w:r>
                                  <w:r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  <w:t>, státní organizace</w:t>
                                  </w:r>
                                </w:p>
                                <w:p w:rsidR="00823A1B" w:rsidRDefault="00823A1B" w:rsidP="00E32D0C">
                                  <w:pPr>
                                    <w:pStyle w:val="Bezmezer"/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</w:pPr>
                                  <w:r w:rsidRPr="00F21F96"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  <w:t>OŘ Ostr</w:t>
                                  </w:r>
                                  <w:r w:rsidR="00E32D0C"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  <w:t>ava, Muglinovská 1038/5</w:t>
                                  </w:r>
                                </w:p>
                                <w:p w:rsidR="00E32D0C" w:rsidRDefault="00E32D0C" w:rsidP="00E32D0C">
                                  <w:pPr>
                                    <w:pStyle w:val="Bezmezer"/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  <w:t>Ostrava, 702 00</w:t>
                                  </w:r>
                                </w:p>
                                <w:p w:rsidR="00E32D0C" w:rsidRPr="004F4E42" w:rsidRDefault="00D6085A" w:rsidP="00E32D0C">
                                  <w:pPr>
                                    <w:pStyle w:val="Bezmezer"/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  <w:t>Pazlar</w:t>
                                  </w:r>
                                  <w:r w:rsidR="00E32D0C">
                                    <w:rPr>
                                      <w:rStyle w:val="Potovnadresa"/>
                                      <w:sz w:val="22"/>
                                      <w:szCs w:val="22"/>
                                    </w:rPr>
                                    <w:t>@spravazeleznic.cz</w:t>
                                  </w:r>
                                </w:p>
                                <w:p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5A1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09.85pt;margin-top:116.45pt;width:218.5pt;height:85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" o:allowincell="f" fillcolor="white [3212]" stroked="f" strokeweight=".5pt">
                      <v:textbox>
                        <w:txbxContent>
                          <w:p w:rsidR="00256989" w:rsidRDefault="00D6085A" w:rsidP="00823A1B">
                            <w:pPr>
                              <w:pStyle w:val="Bezmezer"/>
                              <w:rPr>
                                <w:rStyle w:val="Potovnadres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Potovnadresa"/>
                                <w:sz w:val="22"/>
                                <w:szCs w:val="22"/>
                              </w:rPr>
                              <w:t>Ing. Miroslav Pazlar</w:t>
                            </w:r>
                          </w:p>
                          <w:p w:rsidR="00823A1B" w:rsidRDefault="00823A1B" w:rsidP="00823A1B">
                            <w:pPr>
                              <w:pStyle w:val="Bezmezer"/>
                              <w:rPr>
                                <w:rStyle w:val="Potovnadresa"/>
                                <w:sz w:val="22"/>
                                <w:szCs w:val="22"/>
                              </w:rPr>
                            </w:pPr>
                            <w:r w:rsidRPr="00F21F96">
                              <w:rPr>
                                <w:rStyle w:val="Potovnadresa"/>
                                <w:sz w:val="22"/>
                                <w:szCs w:val="22"/>
                              </w:rPr>
                              <w:t>Správa železnic</w:t>
                            </w:r>
                            <w:r>
                              <w:rPr>
                                <w:rStyle w:val="Potovnadresa"/>
                                <w:sz w:val="22"/>
                                <w:szCs w:val="22"/>
                              </w:rPr>
                              <w:t>, státní organizace</w:t>
                            </w:r>
                          </w:p>
                          <w:p w:rsidR="00823A1B" w:rsidRDefault="00823A1B" w:rsidP="00E32D0C">
                            <w:pPr>
                              <w:pStyle w:val="Bezmezer"/>
                              <w:rPr>
                                <w:rStyle w:val="Potovnadresa"/>
                                <w:sz w:val="22"/>
                                <w:szCs w:val="22"/>
                              </w:rPr>
                            </w:pPr>
                            <w:r w:rsidRPr="00F21F96">
                              <w:rPr>
                                <w:rStyle w:val="Potovnadresa"/>
                                <w:sz w:val="22"/>
                                <w:szCs w:val="22"/>
                              </w:rPr>
                              <w:t>OŘ Ostr</w:t>
                            </w:r>
                            <w:r w:rsidR="00E32D0C">
                              <w:rPr>
                                <w:rStyle w:val="Potovnadresa"/>
                                <w:sz w:val="22"/>
                                <w:szCs w:val="22"/>
                              </w:rPr>
                              <w:t>ava, Muglinovská 1038/5</w:t>
                            </w:r>
                          </w:p>
                          <w:p w:rsidR="00E32D0C" w:rsidRDefault="00E32D0C" w:rsidP="00E32D0C">
                            <w:pPr>
                              <w:pStyle w:val="Bezmezer"/>
                              <w:rPr>
                                <w:rStyle w:val="Potovnadres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Potovnadresa"/>
                                <w:sz w:val="22"/>
                                <w:szCs w:val="22"/>
                              </w:rPr>
                              <w:t>Ostrava, 702 00</w:t>
                            </w:r>
                          </w:p>
                          <w:p w:rsidR="00E32D0C" w:rsidRPr="004F4E42" w:rsidRDefault="00D6085A" w:rsidP="00E32D0C">
                            <w:pPr>
                              <w:pStyle w:val="Bezmezer"/>
                              <w:rPr>
                                <w:rStyle w:val="Potovnadres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Potovnadresa"/>
                                <w:sz w:val="22"/>
                                <w:szCs w:val="22"/>
                              </w:rPr>
                              <w:t>Pazlar</w:t>
                            </w:r>
                            <w:r w:rsidR="00E32D0C">
                              <w:rPr>
                                <w:rStyle w:val="Potovnadresa"/>
                                <w:sz w:val="22"/>
                                <w:szCs w:val="22"/>
                              </w:rPr>
                              <w:t>@spravazeleznic.cz</w:t>
                            </w:r>
                          </w:p>
                          <w:p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E51EAE" w:rsidRDefault="00A27C25" w:rsidP="00A27C25">
            <w:pPr>
              <w:rPr>
                <w:highlight w:val="yellow"/>
              </w:rPr>
            </w:pPr>
            <w:r>
              <w:t>2989</w:t>
            </w:r>
            <w:r w:rsidR="00401826" w:rsidRPr="00A27C25">
              <w:t>/2021-SŽ-SŽG-RP OVA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596C7E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0/0"/>
                  </w:textInput>
                </w:ffData>
              </w:fldChar>
            </w:r>
            <w:bookmarkStart w:id="0" w:name="ListuPriloh"/>
            <w:r>
              <w:instrText xml:space="preserve"> FORMTEXT </w:instrText>
            </w:r>
            <w:r>
              <w:fldChar w:fldCharType="separate"/>
            </w:r>
            <w:r w:rsidR="009C21E9">
              <w:rPr>
                <w:noProof/>
              </w:rPr>
              <w:t>1</w:t>
            </w:r>
            <w:r>
              <w:rPr>
                <w:noProof/>
              </w:rPr>
              <w:t>/0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4702FE" w:rsidP="00E32D0C">
            <w:r>
              <w:t xml:space="preserve">Ing. </w:t>
            </w:r>
            <w:r w:rsidR="00E32D0C">
              <w:t>Martin Votoupal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3243E8" w:rsidP="00E32D0C">
            <w:r>
              <w:t>+420 972</w:t>
            </w:r>
            <w:r w:rsidR="00E32D0C">
              <w:t> 762 033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3243E8" w:rsidP="00E32D0C">
            <w:r>
              <w:t>+420</w:t>
            </w:r>
            <w:r w:rsidR="00E32D0C">
              <w:t> 727 877 362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E32D0C" w:rsidP="009A7568">
            <w:r>
              <w:t>Votoupal</w:t>
            </w:r>
            <w:r w:rsidR="00A57231">
              <w:t>@spravazeleznic</w:t>
            </w:r>
            <w:r w:rsidR="00900B34" w:rsidRPr="00900B34">
              <w:t>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Default="009A7568" w:rsidP="00EF7D7C">
            <w:pPr>
              <w:rPr>
                <w:noProof/>
              </w:rPr>
            </w:pPr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A27C25">
              <w:rPr>
                <w:noProof/>
              </w:rPr>
              <w:t>12. května 2021</w:t>
            </w:r>
            <w:r>
              <w:fldChar w:fldCharType="end"/>
            </w:r>
            <w:r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8143DE" w:rsidRDefault="008143DE" w:rsidP="0080569A">
      <w:pPr>
        <w:pStyle w:val="Nadpisobsahu"/>
        <w:spacing w:before="0" w:after="0"/>
        <w:rPr>
          <w:rStyle w:val="Zdraznnjemn"/>
          <w:sz w:val="20"/>
          <w:szCs w:val="20"/>
          <w:u w:val="single"/>
        </w:rPr>
      </w:pPr>
      <w:r>
        <w:rPr>
          <w:rStyle w:val="Zdraznnjemn"/>
          <w:sz w:val="20"/>
          <w:szCs w:val="20"/>
          <w:u w:val="single"/>
        </w:rPr>
        <w:t>Předávací protocol:</w:t>
      </w:r>
    </w:p>
    <w:p w:rsidR="008143DE" w:rsidRDefault="008143DE" w:rsidP="0080569A">
      <w:pPr>
        <w:pStyle w:val="Nadpisobsahu"/>
        <w:spacing w:before="0" w:after="0"/>
        <w:rPr>
          <w:rStyle w:val="Zdraznnjemn"/>
          <w:sz w:val="20"/>
          <w:szCs w:val="20"/>
          <w:u w:val="single"/>
        </w:rPr>
      </w:pPr>
    </w:p>
    <w:p w:rsidR="0037279A" w:rsidRDefault="00D6085A" w:rsidP="0080569A">
      <w:pPr>
        <w:pStyle w:val="Nadpisobsahu"/>
        <w:spacing w:before="0" w:after="0"/>
        <w:rPr>
          <w:rStyle w:val="Zdraznnjemn"/>
          <w:sz w:val="20"/>
          <w:szCs w:val="20"/>
          <w:u w:val="single"/>
        </w:rPr>
      </w:pPr>
      <w:r w:rsidRPr="00D6085A">
        <w:rPr>
          <w:rStyle w:val="Zdraznnjemn"/>
          <w:sz w:val="20"/>
          <w:szCs w:val="20"/>
          <w:u w:val="single"/>
        </w:rPr>
        <w:t>Reambulace UŽM pro zhotovení podkladů pro projekt „</w:t>
      </w:r>
      <w:r w:rsidR="00E51EAE">
        <w:rPr>
          <w:rStyle w:val="Zdraznnjemn"/>
          <w:sz w:val="20"/>
          <w:szCs w:val="20"/>
          <w:u w:val="single"/>
        </w:rPr>
        <w:t>Kopřivnice</w:t>
      </w:r>
      <w:r w:rsidR="00AD781E">
        <w:rPr>
          <w:rStyle w:val="Zdraznnjemn"/>
          <w:sz w:val="20"/>
          <w:szCs w:val="20"/>
          <w:u w:val="single"/>
        </w:rPr>
        <w:t xml:space="preserve"> ON</w:t>
      </w:r>
      <w:r w:rsidRPr="00D6085A">
        <w:rPr>
          <w:rStyle w:val="Zdraznnjemn"/>
          <w:sz w:val="20"/>
          <w:szCs w:val="20"/>
          <w:u w:val="single"/>
        </w:rPr>
        <w:t>, nádražní budova“</w:t>
      </w:r>
    </w:p>
    <w:p w:rsidR="009D574E" w:rsidRPr="009D574E" w:rsidRDefault="009D574E" w:rsidP="009D574E">
      <w:pPr>
        <w:rPr>
          <w:lang w:val="en-US"/>
        </w:rPr>
      </w:pPr>
    </w:p>
    <w:p w:rsidR="0080569A" w:rsidRPr="00D779A8" w:rsidRDefault="0080569A" w:rsidP="0080569A">
      <w:pPr>
        <w:pStyle w:val="Nadpisobsahu"/>
        <w:spacing w:before="0" w:after="0"/>
      </w:pPr>
      <w:r>
        <w:rPr>
          <w:rStyle w:val="Zdraznnjemn"/>
          <w:b w:val="0"/>
          <w:color w:val="auto"/>
          <w:sz w:val="18"/>
          <w:szCs w:val="18"/>
        </w:rPr>
        <w:t xml:space="preserve">Zakázka č. </w:t>
      </w:r>
      <w:r w:rsidR="003E02BB" w:rsidRPr="003E02BB">
        <w:rPr>
          <w:rStyle w:val="Zdraznnjemn"/>
          <w:b w:val="0"/>
          <w:color w:val="auto"/>
          <w:sz w:val="18"/>
          <w:szCs w:val="18"/>
        </w:rPr>
        <w:t>G730Z7291</w:t>
      </w:r>
      <w:r w:rsidR="00E51EAE">
        <w:rPr>
          <w:rStyle w:val="Zdraznnjemn"/>
          <w:b w:val="0"/>
          <w:color w:val="auto"/>
          <w:sz w:val="18"/>
          <w:szCs w:val="18"/>
        </w:rPr>
        <w:t>100</w:t>
      </w:r>
    </w:p>
    <w:p w:rsidR="0080569A" w:rsidRDefault="0080569A" w:rsidP="0080569A">
      <w:pPr>
        <w:spacing w:after="0"/>
        <w:rPr>
          <w:b/>
        </w:rPr>
      </w:pPr>
    </w:p>
    <w:p w:rsidR="0080569A" w:rsidRDefault="0080569A" w:rsidP="0080569A">
      <w:pPr>
        <w:spacing w:after="0"/>
        <w:rPr>
          <w:b/>
        </w:rPr>
      </w:pPr>
      <w:r w:rsidRPr="00D779A8">
        <w:rPr>
          <w:b/>
        </w:rPr>
        <w:t>Odběratel obdržel v digitální form</w:t>
      </w:r>
      <w:r w:rsidR="00607BF2">
        <w:rPr>
          <w:b/>
        </w:rPr>
        <w:t>ě</w:t>
      </w:r>
      <w:r w:rsidRPr="00D779A8">
        <w:rPr>
          <w:b/>
        </w:rPr>
        <w:t>:</w:t>
      </w:r>
    </w:p>
    <w:p w:rsidR="0080569A" w:rsidRPr="00D779A8" w:rsidRDefault="0080569A" w:rsidP="0080569A">
      <w:pPr>
        <w:spacing w:after="0"/>
        <w:rPr>
          <w:b/>
        </w:rPr>
      </w:pPr>
    </w:p>
    <w:p w:rsidR="009D574E" w:rsidRDefault="009D574E" w:rsidP="009D574E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Dokumentace</w:t>
      </w:r>
    </w:p>
    <w:p w:rsidR="009D574E" w:rsidRDefault="009D574E" w:rsidP="009D574E">
      <w:pPr>
        <w:pStyle w:val="Odstavecseseznamem"/>
        <w:numPr>
          <w:ilvl w:val="0"/>
          <w:numId w:val="49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 xml:space="preserve">Technická zpráva </w:t>
      </w:r>
    </w:p>
    <w:p w:rsidR="009D574E" w:rsidRDefault="009D574E" w:rsidP="009D574E">
      <w:pPr>
        <w:pStyle w:val="Odstavecseseznamem"/>
        <w:numPr>
          <w:ilvl w:val="0"/>
          <w:numId w:val="49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Dokumentace ŽBP</w:t>
      </w:r>
    </w:p>
    <w:p w:rsidR="009D574E" w:rsidRDefault="009D574E" w:rsidP="009D574E">
      <w:pPr>
        <w:pStyle w:val="Odstavecseseznamem"/>
        <w:numPr>
          <w:ilvl w:val="0"/>
          <w:numId w:val="49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Přehled kladu ML</w:t>
      </w:r>
    </w:p>
    <w:p w:rsidR="009D574E" w:rsidRDefault="009D574E" w:rsidP="009D574E">
      <w:pPr>
        <w:pStyle w:val="Odstavecseseznamem"/>
        <w:numPr>
          <w:ilvl w:val="0"/>
          <w:numId w:val="49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Seznamy souřadnic</w:t>
      </w:r>
    </w:p>
    <w:p w:rsidR="009D574E" w:rsidRDefault="009D574E" w:rsidP="009D574E">
      <w:pPr>
        <w:pStyle w:val="Odstavecseseznamem"/>
        <w:numPr>
          <w:ilvl w:val="0"/>
          <w:numId w:val="49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Výkresy</w:t>
      </w:r>
    </w:p>
    <w:p w:rsidR="009D574E" w:rsidRDefault="009D574E" w:rsidP="009D574E">
      <w:pPr>
        <w:pStyle w:val="Odstavecseseznamem"/>
        <w:numPr>
          <w:ilvl w:val="0"/>
          <w:numId w:val="49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Podklady z KN</w:t>
      </w:r>
    </w:p>
    <w:p w:rsidR="009D574E" w:rsidRDefault="009D574E" w:rsidP="009D574E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Podklady</w:t>
      </w:r>
    </w:p>
    <w:p w:rsidR="009D574E" w:rsidRDefault="009D574E" w:rsidP="009D574E">
      <w:pPr>
        <w:pStyle w:val="Odstavecseseznamem"/>
        <w:numPr>
          <w:ilvl w:val="0"/>
          <w:numId w:val="50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Zápisníky</w:t>
      </w:r>
    </w:p>
    <w:p w:rsidR="009D574E" w:rsidRDefault="009D574E" w:rsidP="009D574E">
      <w:pPr>
        <w:pStyle w:val="Odstavecseseznamem"/>
        <w:numPr>
          <w:ilvl w:val="0"/>
          <w:numId w:val="50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Protokoly</w:t>
      </w:r>
    </w:p>
    <w:p w:rsidR="009D574E" w:rsidRDefault="009D574E" w:rsidP="009D574E">
      <w:pPr>
        <w:pStyle w:val="Odstavecseseznamem"/>
        <w:numPr>
          <w:ilvl w:val="0"/>
          <w:numId w:val="50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Ostatní</w:t>
      </w:r>
    </w:p>
    <w:p w:rsidR="00DA5F3A" w:rsidRDefault="00DA5F3A" w:rsidP="00A57231">
      <w:pPr>
        <w:spacing w:after="0" w:line="240" w:lineRule="auto"/>
        <w:rPr>
          <w:rStyle w:val="VrazncittChar"/>
          <w:b w:val="0"/>
          <w:sz w:val="16"/>
          <w:szCs w:val="16"/>
        </w:rPr>
      </w:pPr>
    </w:p>
    <w:p w:rsidR="00DA5F3A" w:rsidRDefault="00DA5F3A" w:rsidP="00A57231">
      <w:pPr>
        <w:spacing w:after="0" w:line="240" w:lineRule="auto"/>
        <w:rPr>
          <w:rStyle w:val="VrazncittChar"/>
          <w:b w:val="0"/>
          <w:sz w:val="16"/>
          <w:szCs w:val="16"/>
        </w:rPr>
      </w:pPr>
    </w:p>
    <w:p w:rsidR="00771576" w:rsidRDefault="00771576" w:rsidP="004702FE">
      <w:pPr>
        <w:spacing w:after="0" w:line="276" w:lineRule="auto"/>
        <w:jc w:val="both"/>
        <w:rPr>
          <w:rStyle w:val="VrazncittChar"/>
          <w:b w:val="0"/>
        </w:rPr>
      </w:pPr>
    </w:p>
    <w:p w:rsidR="00771576" w:rsidRDefault="00771576" w:rsidP="004702FE">
      <w:pPr>
        <w:spacing w:after="0" w:line="276" w:lineRule="auto"/>
        <w:jc w:val="both"/>
        <w:rPr>
          <w:rStyle w:val="VrazncittChar"/>
          <w:b w:val="0"/>
        </w:rPr>
      </w:pPr>
    </w:p>
    <w:p w:rsidR="00256989" w:rsidRDefault="00256989" w:rsidP="004702FE">
      <w:pPr>
        <w:spacing w:after="0" w:line="276" w:lineRule="auto"/>
        <w:jc w:val="both"/>
        <w:rPr>
          <w:rStyle w:val="VrazncittChar"/>
          <w:b w:val="0"/>
        </w:rPr>
      </w:pPr>
    </w:p>
    <w:p w:rsidR="00256989" w:rsidRDefault="00256989" w:rsidP="004702FE">
      <w:pPr>
        <w:spacing w:after="0" w:line="276" w:lineRule="auto"/>
        <w:jc w:val="both"/>
        <w:rPr>
          <w:rStyle w:val="VrazncittChar"/>
          <w:b w:val="0"/>
        </w:rPr>
      </w:pPr>
    </w:p>
    <w:p w:rsidR="00256989" w:rsidRDefault="00256989" w:rsidP="004702FE">
      <w:pPr>
        <w:spacing w:after="0" w:line="276" w:lineRule="auto"/>
        <w:jc w:val="both"/>
        <w:rPr>
          <w:rStyle w:val="VrazncittChar"/>
          <w:b w:val="0"/>
        </w:rPr>
      </w:pPr>
    </w:p>
    <w:p w:rsidR="00900B34" w:rsidRDefault="00900B34" w:rsidP="004702FE">
      <w:pPr>
        <w:spacing w:after="0" w:line="276" w:lineRule="auto"/>
        <w:jc w:val="both"/>
        <w:rPr>
          <w:rStyle w:val="VrazncittChar"/>
          <w:b w:val="0"/>
        </w:rPr>
      </w:pPr>
    </w:p>
    <w:p w:rsidR="00AB415C" w:rsidRDefault="009D574E" w:rsidP="00900B34">
      <w:r>
        <w:t>Předal:</w:t>
      </w:r>
      <w:r w:rsidR="008143DE">
        <w:t xml:space="preserve"> </w:t>
      </w:r>
      <w:r w:rsidR="00A27C25">
        <w:t>13.5</w:t>
      </w:r>
      <w:r w:rsidR="008143DE" w:rsidRPr="00A27C25">
        <w:t>.2021</w:t>
      </w:r>
      <w:r w:rsidR="00BE1D08" w:rsidRPr="00A27C25">
        <w:t xml:space="preserve">                                  </w:t>
      </w:r>
      <w:r w:rsidR="00E9160D" w:rsidRPr="00A27C25">
        <w:t xml:space="preserve">                             </w:t>
      </w:r>
      <w:r w:rsidR="008143DE" w:rsidRPr="00A27C25">
        <w:t xml:space="preserve"> </w:t>
      </w:r>
      <w:r w:rsidR="00BE1D08" w:rsidRPr="00A27C25">
        <w:t>Převzal:</w:t>
      </w:r>
      <w:r w:rsidR="00A27C25">
        <w:t xml:space="preserve"> 13.5</w:t>
      </w:r>
      <w:bookmarkStart w:id="2" w:name="_GoBack"/>
      <w:bookmarkEnd w:id="2"/>
      <w:r w:rsidR="008143DE" w:rsidRPr="00A27C25">
        <w:t>.2021</w:t>
      </w:r>
    </w:p>
    <w:p w:rsidR="009D574E" w:rsidRDefault="009D574E" w:rsidP="00900B34">
      <w:r>
        <w:t>Ing. Martin Votoupal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D6085A">
        <w:t>Miroslav Pazlar</w:t>
      </w:r>
    </w:p>
    <w:sectPr w:rsidR="009D574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18A" w:rsidRDefault="003A418A" w:rsidP="00962258">
      <w:pPr>
        <w:spacing w:after="0" w:line="240" w:lineRule="auto"/>
      </w:pPr>
      <w:r>
        <w:separator/>
      </w:r>
    </w:p>
  </w:endnote>
  <w:endnote w:type="continuationSeparator" w:id="0">
    <w:p w:rsidR="003A418A" w:rsidRDefault="003A41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0B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18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C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C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8478C" w:rsidP="009547FE">
          <w:pPr>
            <w:pStyle w:val="Zpat"/>
            <w:rPr>
              <w:b/>
            </w:rPr>
          </w:pPr>
          <w:r>
            <w:rPr>
              <w:b/>
            </w:rPr>
            <w:t>spravazeleznic</w:t>
          </w:r>
          <w:r w:rsidR="00D5646A" w:rsidRPr="00D5646A">
            <w:rPr>
              <w:b/>
            </w:rPr>
            <w:t>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60288" behindDoc="0" locked="1" layoutInCell="0" allowOverlap="1" wp14:anchorId="7D1CE27C" wp14:editId="5829971F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18A" w:rsidRDefault="003A418A" w:rsidP="00962258">
      <w:pPr>
        <w:spacing w:after="0" w:line="240" w:lineRule="auto"/>
      </w:pPr>
      <w:r>
        <w:separator/>
      </w:r>
    </w:p>
  </w:footnote>
  <w:footnote w:type="continuationSeparator" w:id="0">
    <w:p w:rsidR="003A418A" w:rsidRDefault="003A41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8DA7B09" id="Half Frame 8" o:spid="_x0000_s1026" style="position:absolute;margin-left:251.15pt;margin-top:82.45pt;width:12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FC11B0" id="Half Frame 11" o:spid="_x0000_s1026" style="position:absolute;margin-left:428.7pt;margin-top:187.05pt;width:12.75pt;height:12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4D5AB0"/>
    <w:multiLevelType w:val="hybridMultilevel"/>
    <w:tmpl w:val="CF0EE244"/>
    <w:lvl w:ilvl="0" w:tplc="6352DD28">
      <w:start w:val="1"/>
      <w:numFmt w:val="lowerLetter"/>
      <w:lvlText w:val="%1)"/>
      <w:lvlJc w:val="left"/>
      <w:pPr>
        <w:ind w:left="38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17" w:hanging="360"/>
      </w:pPr>
    </w:lvl>
    <w:lvl w:ilvl="2" w:tplc="0405001B" w:tentative="1">
      <w:start w:val="1"/>
      <w:numFmt w:val="lowerRoman"/>
      <w:lvlText w:val="%3."/>
      <w:lvlJc w:val="right"/>
      <w:pPr>
        <w:ind w:left="5337" w:hanging="180"/>
      </w:pPr>
    </w:lvl>
    <w:lvl w:ilvl="3" w:tplc="0405000F" w:tentative="1">
      <w:start w:val="1"/>
      <w:numFmt w:val="decimal"/>
      <w:lvlText w:val="%4."/>
      <w:lvlJc w:val="left"/>
      <w:pPr>
        <w:ind w:left="6057" w:hanging="360"/>
      </w:pPr>
    </w:lvl>
    <w:lvl w:ilvl="4" w:tplc="04050019" w:tentative="1">
      <w:start w:val="1"/>
      <w:numFmt w:val="lowerLetter"/>
      <w:lvlText w:val="%5."/>
      <w:lvlJc w:val="left"/>
      <w:pPr>
        <w:ind w:left="6777" w:hanging="360"/>
      </w:pPr>
    </w:lvl>
    <w:lvl w:ilvl="5" w:tplc="0405001B" w:tentative="1">
      <w:start w:val="1"/>
      <w:numFmt w:val="lowerRoman"/>
      <w:lvlText w:val="%6."/>
      <w:lvlJc w:val="right"/>
      <w:pPr>
        <w:ind w:left="7497" w:hanging="180"/>
      </w:pPr>
    </w:lvl>
    <w:lvl w:ilvl="6" w:tplc="0405000F" w:tentative="1">
      <w:start w:val="1"/>
      <w:numFmt w:val="decimal"/>
      <w:lvlText w:val="%7."/>
      <w:lvlJc w:val="left"/>
      <w:pPr>
        <w:ind w:left="8217" w:hanging="360"/>
      </w:pPr>
    </w:lvl>
    <w:lvl w:ilvl="7" w:tplc="04050019" w:tentative="1">
      <w:start w:val="1"/>
      <w:numFmt w:val="lowerLetter"/>
      <w:lvlText w:val="%8."/>
      <w:lvlJc w:val="left"/>
      <w:pPr>
        <w:ind w:left="8937" w:hanging="360"/>
      </w:pPr>
    </w:lvl>
    <w:lvl w:ilvl="8" w:tplc="0405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3" w15:restartNumberingAfterBreak="0">
    <w:nsid w:val="13804E88"/>
    <w:multiLevelType w:val="hybridMultilevel"/>
    <w:tmpl w:val="D6BC9122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86E08"/>
    <w:multiLevelType w:val="hybridMultilevel"/>
    <w:tmpl w:val="0EFE7A4E"/>
    <w:lvl w:ilvl="0" w:tplc="698A40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6808AF"/>
    <w:multiLevelType w:val="hybridMultilevel"/>
    <w:tmpl w:val="E4BC85EC"/>
    <w:lvl w:ilvl="0" w:tplc="D12405B8">
      <w:start w:val="1"/>
      <w:numFmt w:val="decimal"/>
      <w:lvlText w:val="%1)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6229B"/>
    <w:multiLevelType w:val="hybridMultilevel"/>
    <w:tmpl w:val="2BEC8244"/>
    <w:lvl w:ilvl="0" w:tplc="0405000F"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3"/>
  </w:num>
  <w:num w:numId="29">
    <w:abstractNumId w:val="5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9"/>
  </w:num>
  <w:num w:numId="35">
    <w:abstractNumId w:val="1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13"/>
  </w:num>
  <w:num w:numId="41">
    <w:abstractNumId w:val="5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3"/>
  </w:num>
  <w:num w:numId="47">
    <w:abstractNumId w:val="8"/>
  </w:num>
  <w:num w:numId="48">
    <w:abstractNumId w:val="4"/>
  </w:num>
  <w:num w:numId="49">
    <w:abstractNumId w:val="6"/>
  </w:num>
  <w:num w:numId="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465FB"/>
    <w:rsid w:val="00064CC6"/>
    <w:rsid w:val="00072C1E"/>
    <w:rsid w:val="000B2E07"/>
    <w:rsid w:val="000B7907"/>
    <w:rsid w:val="000C0429"/>
    <w:rsid w:val="000D3A95"/>
    <w:rsid w:val="000F6FF1"/>
    <w:rsid w:val="00105E95"/>
    <w:rsid w:val="00114472"/>
    <w:rsid w:val="00170EC5"/>
    <w:rsid w:val="001747C1"/>
    <w:rsid w:val="0018596A"/>
    <w:rsid w:val="001C4DA0"/>
    <w:rsid w:val="001D2955"/>
    <w:rsid w:val="001F743D"/>
    <w:rsid w:val="00207DF5"/>
    <w:rsid w:val="00256989"/>
    <w:rsid w:val="0026785D"/>
    <w:rsid w:val="002823CE"/>
    <w:rsid w:val="00290002"/>
    <w:rsid w:val="002A1547"/>
    <w:rsid w:val="002C31BF"/>
    <w:rsid w:val="002E0CD7"/>
    <w:rsid w:val="002F026B"/>
    <w:rsid w:val="003243E8"/>
    <w:rsid w:val="00357BC6"/>
    <w:rsid w:val="0037179F"/>
    <w:rsid w:val="0037279A"/>
    <w:rsid w:val="003956C6"/>
    <w:rsid w:val="003A418A"/>
    <w:rsid w:val="003E02BB"/>
    <w:rsid w:val="003E75CE"/>
    <w:rsid w:val="00401826"/>
    <w:rsid w:val="0041380F"/>
    <w:rsid w:val="00435E06"/>
    <w:rsid w:val="00450F07"/>
    <w:rsid w:val="00453CD3"/>
    <w:rsid w:val="00455BC7"/>
    <w:rsid w:val="00460660"/>
    <w:rsid w:val="00460CCB"/>
    <w:rsid w:val="004702FE"/>
    <w:rsid w:val="00477370"/>
    <w:rsid w:val="004833E2"/>
    <w:rsid w:val="00486107"/>
    <w:rsid w:val="00491827"/>
    <w:rsid w:val="004926B0"/>
    <w:rsid w:val="004A7C69"/>
    <w:rsid w:val="004B63A9"/>
    <w:rsid w:val="004C079B"/>
    <w:rsid w:val="004C261E"/>
    <w:rsid w:val="004C4399"/>
    <w:rsid w:val="004C69ED"/>
    <w:rsid w:val="004C787C"/>
    <w:rsid w:val="004E0EE7"/>
    <w:rsid w:val="004F4B9B"/>
    <w:rsid w:val="00511AB9"/>
    <w:rsid w:val="00514692"/>
    <w:rsid w:val="00523EA7"/>
    <w:rsid w:val="005462B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5C2546"/>
    <w:rsid w:val="005C3BF2"/>
    <w:rsid w:val="00602034"/>
    <w:rsid w:val="00607BF2"/>
    <w:rsid w:val="0061068E"/>
    <w:rsid w:val="0064532C"/>
    <w:rsid w:val="00660AD3"/>
    <w:rsid w:val="00680220"/>
    <w:rsid w:val="00681FAC"/>
    <w:rsid w:val="0068424F"/>
    <w:rsid w:val="0069210C"/>
    <w:rsid w:val="00694707"/>
    <w:rsid w:val="006A5570"/>
    <w:rsid w:val="006A689C"/>
    <w:rsid w:val="006B3D79"/>
    <w:rsid w:val="006E0578"/>
    <w:rsid w:val="006E314D"/>
    <w:rsid w:val="00710723"/>
    <w:rsid w:val="00723ED1"/>
    <w:rsid w:val="00743525"/>
    <w:rsid w:val="00743921"/>
    <w:rsid w:val="00762391"/>
    <w:rsid w:val="0076286B"/>
    <w:rsid w:val="00764595"/>
    <w:rsid w:val="00766846"/>
    <w:rsid w:val="00771576"/>
    <w:rsid w:val="0077673A"/>
    <w:rsid w:val="007846E1"/>
    <w:rsid w:val="007B570C"/>
    <w:rsid w:val="007E4A6E"/>
    <w:rsid w:val="007F56A7"/>
    <w:rsid w:val="0080569A"/>
    <w:rsid w:val="00807DD0"/>
    <w:rsid w:val="00813F11"/>
    <w:rsid w:val="008143DE"/>
    <w:rsid w:val="00823A1B"/>
    <w:rsid w:val="008A3568"/>
    <w:rsid w:val="008D03B9"/>
    <w:rsid w:val="008F18D6"/>
    <w:rsid w:val="00900B34"/>
    <w:rsid w:val="0090429B"/>
    <w:rsid w:val="00904780"/>
    <w:rsid w:val="009059F3"/>
    <w:rsid w:val="009113A8"/>
    <w:rsid w:val="00922385"/>
    <w:rsid w:val="009223DF"/>
    <w:rsid w:val="00936091"/>
    <w:rsid w:val="00940D8A"/>
    <w:rsid w:val="00943FDA"/>
    <w:rsid w:val="00953597"/>
    <w:rsid w:val="009547FE"/>
    <w:rsid w:val="00962122"/>
    <w:rsid w:val="00962258"/>
    <w:rsid w:val="0096388E"/>
    <w:rsid w:val="00966B93"/>
    <w:rsid w:val="009678B7"/>
    <w:rsid w:val="00982411"/>
    <w:rsid w:val="00992D9C"/>
    <w:rsid w:val="00996CB8"/>
    <w:rsid w:val="009A7568"/>
    <w:rsid w:val="009B2E97"/>
    <w:rsid w:val="009B72CC"/>
    <w:rsid w:val="009C21E9"/>
    <w:rsid w:val="009D574E"/>
    <w:rsid w:val="009E07F4"/>
    <w:rsid w:val="009F392E"/>
    <w:rsid w:val="00A27C25"/>
    <w:rsid w:val="00A44328"/>
    <w:rsid w:val="00A57231"/>
    <w:rsid w:val="00A6177B"/>
    <w:rsid w:val="00A66136"/>
    <w:rsid w:val="00A72AB8"/>
    <w:rsid w:val="00AA4CBB"/>
    <w:rsid w:val="00AA65FA"/>
    <w:rsid w:val="00AA7351"/>
    <w:rsid w:val="00AB415C"/>
    <w:rsid w:val="00AD056F"/>
    <w:rsid w:val="00AD6731"/>
    <w:rsid w:val="00AD781E"/>
    <w:rsid w:val="00B15D0D"/>
    <w:rsid w:val="00B305C2"/>
    <w:rsid w:val="00B45E34"/>
    <w:rsid w:val="00B45E9E"/>
    <w:rsid w:val="00B5517E"/>
    <w:rsid w:val="00B55F9C"/>
    <w:rsid w:val="00B75EE1"/>
    <w:rsid w:val="00B77481"/>
    <w:rsid w:val="00B8518B"/>
    <w:rsid w:val="00B85FEB"/>
    <w:rsid w:val="00B941EC"/>
    <w:rsid w:val="00B96B4B"/>
    <w:rsid w:val="00BB2267"/>
    <w:rsid w:val="00BB3740"/>
    <w:rsid w:val="00BD605F"/>
    <w:rsid w:val="00BD7E91"/>
    <w:rsid w:val="00BD7F1B"/>
    <w:rsid w:val="00BE1D08"/>
    <w:rsid w:val="00BF374D"/>
    <w:rsid w:val="00BF44BE"/>
    <w:rsid w:val="00C02D0A"/>
    <w:rsid w:val="00C03A6E"/>
    <w:rsid w:val="00C263F1"/>
    <w:rsid w:val="00C2735E"/>
    <w:rsid w:val="00C30759"/>
    <w:rsid w:val="00C44F6A"/>
    <w:rsid w:val="00C64512"/>
    <w:rsid w:val="00C76361"/>
    <w:rsid w:val="00C8207D"/>
    <w:rsid w:val="00C873F2"/>
    <w:rsid w:val="00CB2193"/>
    <w:rsid w:val="00CC4430"/>
    <w:rsid w:val="00CD1FC4"/>
    <w:rsid w:val="00CD6248"/>
    <w:rsid w:val="00CE371D"/>
    <w:rsid w:val="00D01A29"/>
    <w:rsid w:val="00D02A4D"/>
    <w:rsid w:val="00D175CC"/>
    <w:rsid w:val="00D21061"/>
    <w:rsid w:val="00D316A7"/>
    <w:rsid w:val="00D4108E"/>
    <w:rsid w:val="00D415FF"/>
    <w:rsid w:val="00D5646A"/>
    <w:rsid w:val="00D6085A"/>
    <w:rsid w:val="00D6163D"/>
    <w:rsid w:val="00D831A3"/>
    <w:rsid w:val="00D8478C"/>
    <w:rsid w:val="00DA5F3A"/>
    <w:rsid w:val="00DA6FFE"/>
    <w:rsid w:val="00DB4166"/>
    <w:rsid w:val="00DC3110"/>
    <w:rsid w:val="00DD46F3"/>
    <w:rsid w:val="00DD58A6"/>
    <w:rsid w:val="00DE41D0"/>
    <w:rsid w:val="00DE56F2"/>
    <w:rsid w:val="00DF116D"/>
    <w:rsid w:val="00E20CAD"/>
    <w:rsid w:val="00E32D0C"/>
    <w:rsid w:val="00E45A54"/>
    <w:rsid w:val="00E51EAE"/>
    <w:rsid w:val="00E824F1"/>
    <w:rsid w:val="00E9160D"/>
    <w:rsid w:val="00EB104F"/>
    <w:rsid w:val="00EC795B"/>
    <w:rsid w:val="00ED14BD"/>
    <w:rsid w:val="00EF3123"/>
    <w:rsid w:val="00EF7D7C"/>
    <w:rsid w:val="00F01440"/>
    <w:rsid w:val="00F061CA"/>
    <w:rsid w:val="00F12DEC"/>
    <w:rsid w:val="00F1715C"/>
    <w:rsid w:val="00F21F96"/>
    <w:rsid w:val="00F310F8"/>
    <w:rsid w:val="00F35939"/>
    <w:rsid w:val="00F45607"/>
    <w:rsid w:val="00F64786"/>
    <w:rsid w:val="00F659EB"/>
    <w:rsid w:val="00F85AE8"/>
    <w:rsid w:val="00F862D6"/>
    <w:rsid w:val="00F86BA6"/>
    <w:rsid w:val="00FC3646"/>
    <w:rsid w:val="00FC6389"/>
    <w:rsid w:val="00FD1A87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86CB111"/>
  <w14:defaultImageDpi w14:val="32767"/>
  <w15:docId w15:val="{C4C1C315-061C-49C0-A1C1-90B78D4F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4AF329-FD2C-4F67-94B3-479A204B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101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Votoupal Martin, Ing.</cp:lastModifiedBy>
  <cp:revision>31</cp:revision>
  <cp:lastPrinted>2020-10-13T06:43:00Z</cp:lastPrinted>
  <dcterms:created xsi:type="dcterms:W3CDTF">2020-06-15T06:47:00Z</dcterms:created>
  <dcterms:modified xsi:type="dcterms:W3CDTF">2021-05-12T06:21:00Z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