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04E8CA1" w14:textId="77777777" w:rsidR="00BC2C4D" w:rsidRDefault="00BC2C4D" w:rsidP="006E5C6C"/>
    <w:p w14:paraId="523FE11F" w14:textId="3A082252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57474A">
        <w:rPr>
          <w:b/>
          <w:color w:val="FF5200" w:themeColor="accent2"/>
          <w:sz w:val="36"/>
          <w:szCs w:val="36"/>
        </w:rPr>
        <w:t>Krycí list nabídky</w:t>
      </w:r>
      <w:r w:rsidR="0031280B" w:rsidRPr="0057474A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57474A" w:rsidRPr="0057474A">
        <w:rPr>
          <w:b/>
          <w:color w:val="FF5200" w:themeColor="accent2"/>
          <w:sz w:val="36"/>
          <w:szCs w:val="36"/>
        </w:rPr>
        <w:t xml:space="preserve">„Cyklická obnova trati v úseku Roudnice n. L. – Hrobce (PD mostních objektů)“ </w:t>
      </w:r>
      <w:r w:rsidR="000128D4" w:rsidRPr="0057474A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57474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7474A" w:rsidRPr="0057474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14410/2025-SŽ-OŘ UNL-OVZ </w:t>
      </w:r>
      <w:r w:rsidR="000128D4" w:rsidRPr="0057474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(č.j. dokumentu výzvy)</w:t>
      </w:r>
    </w:p>
    <w:p w14:paraId="1C44337A" w14:textId="77777777" w:rsidR="008436C8" w:rsidRDefault="008436C8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</w:p>
    <w:p w14:paraId="27155B75" w14:textId="77777777" w:rsidR="008436C8" w:rsidRPr="00B87D91" w:rsidRDefault="008436C8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4EE44E1D" w14:textId="3927124C" w:rsidR="008436C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8647091" w:history="1">
            <w:r w:rsidR="008436C8" w:rsidRPr="00DD55C6">
              <w:rPr>
                <w:rStyle w:val="Hypertextovodkaz"/>
                <w:noProof/>
              </w:rPr>
              <w:t>Kapitola 1.</w:t>
            </w:r>
            <w:r w:rsidR="008436C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436C8" w:rsidRPr="00DD55C6">
              <w:rPr>
                <w:rStyle w:val="Hypertextovodkaz"/>
                <w:noProof/>
              </w:rPr>
              <w:t>Základní údaje k nabídce</w:t>
            </w:r>
            <w:r w:rsidR="008436C8">
              <w:rPr>
                <w:noProof/>
                <w:webHidden/>
              </w:rPr>
              <w:tab/>
            </w:r>
            <w:r w:rsidR="008436C8">
              <w:rPr>
                <w:noProof/>
                <w:webHidden/>
              </w:rPr>
              <w:fldChar w:fldCharType="begin"/>
            </w:r>
            <w:r w:rsidR="008436C8">
              <w:rPr>
                <w:noProof/>
                <w:webHidden/>
              </w:rPr>
              <w:instrText xml:space="preserve"> PAGEREF _Toc198647091 \h </w:instrText>
            </w:r>
            <w:r w:rsidR="008436C8">
              <w:rPr>
                <w:noProof/>
                <w:webHidden/>
              </w:rPr>
            </w:r>
            <w:r w:rsidR="008436C8">
              <w:rPr>
                <w:noProof/>
                <w:webHidden/>
              </w:rPr>
              <w:fldChar w:fldCharType="separate"/>
            </w:r>
            <w:r w:rsidR="008436C8">
              <w:rPr>
                <w:noProof/>
                <w:webHidden/>
              </w:rPr>
              <w:t>2</w:t>
            </w:r>
            <w:r w:rsidR="008436C8">
              <w:rPr>
                <w:noProof/>
                <w:webHidden/>
              </w:rPr>
              <w:fldChar w:fldCharType="end"/>
            </w:r>
          </w:hyperlink>
        </w:p>
        <w:p w14:paraId="2795902B" w14:textId="4E19D302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092" w:history="1">
            <w:r w:rsidRPr="00DD55C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88F19" w14:textId="709488E3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093" w:history="1">
            <w:r w:rsidRPr="00DD55C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684E1" w14:textId="063B51D2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094" w:history="1">
            <w:r w:rsidRPr="00DD55C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47A90" w14:textId="53959491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095" w:history="1">
            <w:r w:rsidRPr="00DD55C6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9EC374" w14:textId="1CF1A48A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096" w:history="1">
            <w:r w:rsidRPr="00DD55C6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BCE426" w14:textId="454E5F67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097" w:history="1">
            <w:r w:rsidRPr="00DD55C6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969AF" w14:textId="66D73CCD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098" w:history="1">
            <w:r w:rsidRPr="00DD55C6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Čestné</w:t>
            </w:r>
            <w:r w:rsidRPr="00DD55C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A83D48" w14:textId="4DA54333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099" w:history="1">
            <w:r w:rsidRPr="00DD55C6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Čestné</w:t>
            </w:r>
            <w:r w:rsidRPr="00DD55C6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3E3C5" w14:textId="6AE60422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100" w:history="1">
            <w:r w:rsidRPr="00DD55C6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5FCFE" w14:textId="48B94139" w:rsidR="008436C8" w:rsidRDefault="008436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7101" w:history="1">
            <w:r w:rsidRPr="00DD55C6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D55C6">
              <w:rPr>
                <w:rStyle w:val="Hypertextovodkaz"/>
                <w:noProof/>
              </w:rPr>
              <w:t>Čestné</w:t>
            </w:r>
            <w:r w:rsidRPr="00DD55C6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_Toc198647101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F47830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9864709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092D24DB" w14:textId="77777777" w:rsidR="0057474A" w:rsidRPr="0057474A" w:rsidRDefault="00EA444A" w:rsidP="005747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57474A" w:rsidRPr="0057474A">
        <w:rPr>
          <w:rFonts w:eastAsia="Times New Roman" w:cs="Times New Roman"/>
          <w:lang w:eastAsia="cs-CZ"/>
        </w:rPr>
        <w:t>Zastoupená Ing. Martinem Kašparem, ředitelem organizační jednotky,</w:t>
      </w:r>
    </w:p>
    <w:p w14:paraId="51E167B5" w14:textId="23EBAA45" w:rsidR="00EA444A" w:rsidRDefault="0057474A" w:rsidP="005747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7474A">
        <w:rPr>
          <w:rFonts w:eastAsia="Times New Roman" w:cs="Times New Roman"/>
          <w:lang w:eastAsia="cs-CZ"/>
        </w:rPr>
        <w:tab/>
      </w:r>
      <w:r w:rsidRPr="0057474A">
        <w:rPr>
          <w:rFonts w:eastAsia="Times New Roman" w:cs="Times New Roman"/>
          <w:lang w:eastAsia="cs-CZ"/>
        </w:rPr>
        <w:tab/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2EFE233" w:rsidR="00A93A74" w:rsidRDefault="00A93A74" w:rsidP="008B1A2C">
      <w:r w:rsidRPr="0057474A">
        <w:t xml:space="preserve">Účastník prohlašuje, že veškeré údaje uvedené v tomto krycím listu, který je přílohou č. </w:t>
      </w:r>
      <w:r w:rsidR="00B87D91" w:rsidRPr="0057474A">
        <w:t xml:space="preserve">1 </w:t>
      </w:r>
      <w:r w:rsidRPr="0057474A">
        <w:t>Výzvy k podání nabíd</w:t>
      </w:r>
      <w:r w:rsidR="004C76E9" w:rsidRPr="0057474A">
        <w:t>ky</w:t>
      </w:r>
      <w:r w:rsidRPr="0057474A">
        <w:t xml:space="preserve"> na veřejnou zakázku zadávanou</w:t>
      </w:r>
      <w:r w:rsidR="004C76E9" w:rsidRPr="0057474A">
        <w:t xml:space="preserve"> jako </w:t>
      </w:r>
      <w:r w:rsidR="000128D4" w:rsidRPr="0057474A">
        <w:rPr>
          <w:rFonts w:eastAsia="Times New Roman" w:cs="Times New Roman"/>
          <w:lang w:eastAsia="cs-CZ"/>
        </w:rPr>
        <w:t>podlimitní sektorovou veřejnou zakázku</w:t>
      </w:r>
      <w:r w:rsidRPr="0057474A">
        <w:t>, jsou pravdivé</w:t>
      </w:r>
      <w:r w:rsidR="009771C9" w:rsidRPr="0057474A">
        <w:t>, úplné a odpovídají skutečnosti</w:t>
      </w:r>
      <w:r w:rsidRPr="0057474A">
        <w:t xml:space="preserve">. Účastník si je vědom důsledků záměrného uvedení nepravdivých údajů, které v rovině tohoto </w:t>
      </w:r>
      <w:r w:rsidR="00626DB3" w:rsidRPr="0057474A">
        <w:t xml:space="preserve">výběrového </w:t>
      </w:r>
      <w:r w:rsidRPr="0057474A">
        <w:t xml:space="preserve">řízení </w:t>
      </w:r>
      <w:r w:rsidR="009771C9" w:rsidRPr="0057474A">
        <w:t>mohou vést až k</w:t>
      </w:r>
      <w:r w:rsidRPr="0057474A">
        <w:t xml:space="preserve"> vyloučení Účastníka z </w:t>
      </w:r>
      <w:r w:rsidR="00626DB3" w:rsidRPr="0057474A">
        <w:t xml:space="preserve">výběrového </w:t>
      </w:r>
      <w:r w:rsidRPr="0057474A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42A9D6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57474A">
        <w:t xml:space="preserve"> </w:t>
      </w:r>
      <w:proofErr w:type="spellStart"/>
      <w:r w:rsidR="0057474A" w:rsidRPr="0057474A">
        <w:rPr>
          <w:highlight w:val="green"/>
        </w:rPr>
        <w:t>xxxxxxxxxxxxxxxxxx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C2C4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C2C4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9864709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98647093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9864709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98647095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04D73E2" w:rsidR="00E85D44" w:rsidRDefault="0057474A" w:rsidP="0057474A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NEPOŽADOVÁNO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9864709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1"/>
        <w:gridCol w:w="4341"/>
      </w:tblGrid>
      <w:tr w:rsidR="00F44645" w14:paraId="23E1AAD0" w14:textId="77777777" w:rsidTr="005747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083B475F" w14:textId="77777777" w:rsidR="00F44645" w:rsidRPr="0057474A" w:rsidRDefault="00F44645" w:rsidP="00A327CB">
            <w:pPr>
              <w:rPr>
                <w:rFonts w:eastAsia="Times New Roman" w:cs="Times New Roman"/>
                <w:b/>
                <w:bCs/>
                <w:sz w:val="18"/>
                <w:lang w:eastAsia="cs-CZ"/>
              </w:rPr>
            </w:pPr>
            <w:r w:rsidRPr="0057474A">
              <w:rPr>
                <w:rFonts w:eastAsia="Times New Roman" w:cs="Times New Roman"/>
                <w:b/>
                <w:bCs/>
                <w:sz w:val="18"/>
                <w:lang w:eastAsia="cs-CZ"/>
              </w:rPr>
              <w:t>Funkce</w:t>
            </w:r>
          </w:p>
        </w:tc>
        <w:tc>
          <w:tcPr>
            <w:tcW w:w="4341" w:type="dxa"/>
            <w:shd w:val="clear" w:color="auto" w:fill="auto"/>
          </w:tcPr>
          <w:p w14:paraId="652DAA0D" w14:textId="77777777" w:rsidR="00F44645" w:rsidRPr="0057474A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lang w:eastAsia="cs-CZ"/>
              </w:rPr>
            </w:pPr>
            <w:r w:rsidRPr="0057474A">
              <w:rPr>
                <w:rFonts w:eastAsia="Times New Roman" w:cs="Times New Roman"/>
                <w:b/>
                <w:bCs/>
                <w:sz w:val="18"/>
                <w:lang w:eastAsia="cs-CZ"/>
              </w:rPr>
              <w:t>Jméno a příjmení</w:t>
            </w:r>
          </w:p>
        </w:tc>
      </w:tr>
      <w:tr w:rsidR="00F44645" w14:paraId="5D07A0DB" w14:textId="77777777" w:rsidTr="005747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2362AB3B" w14:textId="063C030E" w:rsidR="00F44645" w:rsidRPr="0057474A" w:rsidRDefault="0057474A" w:rsidP="00A327CB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57474A">
              <w:rPr>
                <w:rFonts w:eastAsia="Times New Roman" w:cs="Times New Roman"/>
                <w:sz w:val="18"/>
                <w:lang w:eastAsia="cs-CZ"/>
              </w:rPr>
              <w:t>Specialista na mosty a inženýrské konstrukce</w:t>
            </w:r>
          </w:p>
        </w:tc>
        <w:tc>
          <w:tcPr>
            <w:tcW w:w="4341" w:type="dxa"/>
            <w:shd w:val="clear" w:color="auto" w:fill="auto"/>
          </w:tcPr>
          <w:p w14:paraId="51B66D9D" w14:textId="77777777" w:rsid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  <w:p w14:paraId="1B4FBCB8" w14:textId="77777777" w:rsidR="00831EEB" w:rsidRPr="0057474A" w:rsidRDefault="00831EEB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</w:tc>
      </w:tr>
      <w:tr w:rsidR="00F44645" w14:paraId="030DEE8B" w14:textId="77777777" w:rsidTr="005747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8B2CC60" w14:textId="50684B09" w:rsidR="00F44645" w:rsidRPr="0057474A" w:rsidRDefault="00831EEB" w:rsidP="00A327CB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A</w:t>
            </w:r>
            <w:r w:rsidR="0057474A" w:rsidRPr="0057474A">
              <w:rPr>
                <w:rFonts w:eastAsia="Times New Roman" w:cs="Times New Roman"/>
                <w:sz w:val="18"/>
                <w:lang w:eastAsia="cs-CZ"/>
              </w:rPr>
              <w:t xml:space="preserve">utorizovaný/úředně oprávněný zeměměřický inženýr  </w:t>
            </w:r>
          </w:p>
        </w:tc>
        <w:tc>
          <w:tcPr>
            <w:tcW w:w="4341" w:type="dxa"/>
          </w:tcPr>
          <w:p w14:paraId="4E57380B" w14:textId="77777777" w:rsidR="00F44645" w:rsidRPr="0057474A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</w:tc>
      </w:tr>
      <w:tr w:rsidR="00F44645" w14:paraId="274AC354" w14:textId="77777777" w:rsidTr="005747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8617EB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8617EB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8617EB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5747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831EEB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31EEB">
        <w:rPr>
          <w:rFonts w:eastAsia="Times New Roman" w:cs="Times New Roman"/>
          <w:lang w:eastAsia="cs-CZ"/>
        </w:rPr>
        <w:t>Přílohy:</w:t>
      </w:r>
    </w:p>
    <w:p w14:paraId="23E77F5D" w14:textId="5B23F7AF" w:rsidR="00F44645" w:rsidRPr="00831EEB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proofErr w:type="gramStart"/>
      <w:r w:rsidRPr="00831EEB">
        <w:rPr>
          <w:rFonts w:eastAsia="Times New Roman" w:cs="Times New Roman"/>
          <w:lang w:eastAsia="cs-CZ"/>
        </w:rPr>
        <w:t xml:space="preserve">Životopis </w:t>
      </w:r>
      <w:r w:rsidR="0057474A" w:rsidRPr="00831EEB">
        <w:rPr>
          <w:rFonts w:eastAsia="Times New Roman" w:cs="Times New Roman"/>
          <w:lang w:eastAsia="cs-CZ"/>
        </w:rPr>
        <w:t>- Specialista</w:t>
      </w:r>
      <w:proofErr w:type="gramEnd"/>
      <w:r w:rsidR="0057474A" w:rsidRPr="00831EEB">
        <w:rPr>
          <w:rFonts w:eastAsia="Times New Roman" w:cs="Times New Roman"/>
          <w:lang w:eastAsia="cs-CZ"/>
        </w:rPr>
        <w:t xml:space="preserve"> na mosty a inženýrské konstrukce</w:t>
      </w:r>
    </w:p>
    <w:p w14:paraId="32A27CB1" w14:textId="1FB19D7F" w:rsidR="000128D4" w:rsidRDefault="00831EEB" w:rsidP="00F44645">
      <w:pPr>
        <w:spacing w:after="0"/>
        <w:rPr>
          <w:rFonts w:eastAsia="Times New Roman" w:cs="Times New Roman"/>
          <w:lang w:eastAsia="cs-CZ"/>
        </w:rPr>
      </w:pPr>
      <w:proofErr w:type="gramStart"/>
      <w:r w:rsidRPr="00831EEB">
        <w:rPr>
          <w:rFonts w:eastAsia="Times New Roman" w:cs="Times New Roman"/>
          <w:lang w:eastAsia="cs-CZ"/>
        </w:rPr>
        <w:t>Životopis - Autorizovaný</w:t>
      </w:r>
      <w:proofErr w:type="gramEnd"/>
      <w:r w:rsidRPr="00831EEB">
        <w:rPr>
          <w:rFonts w:eastAsia="Times New Roman" w:cs="Times New Roman"/>
          <w:lang w:eastAsia="cs-CZ"/>
        </w:rPr>
        <w:t>/úředně oprávněný zeměměřický inženýr</w:t>
      </w:r>
      <w:r w:rsidRPr="0057474A">
        <w:rPr>
          <w:rFonts w:eastAsia="Times New Roman" w:cs="Times New Roman"/>
          <w:lang w:eastAsia="cs-CZ"/>
        </w:rPr>
        <w:t xml:space="preserve">  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98647097"/>
      <w:r w:rsidRPr="000128D4"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B059D94" w14:textId="72E27224" w:rsidR="000128D4" w:rsidRDefault="00831EEB" w:rsidP="00831EEB">
      <w:pPr>
        <w:spacing w:line="240" w:lineRule="auto"/>
        <w:jc w:val="center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NEPOŽADOVÁNO</w:t>
      </w:r>
    </w:p>
    <w:p w14:paraId="7FAA3B71" w14:textId="1AEA03CE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98647098"/>
      <w:r w:rsidRPr="002126E7"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98647099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1B7D7A58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 w:rsidRPr="00831EEB">
        <w:rPr>
          <w:rFonts w:ascii="Verdana" w:hAnsi="Verdana"/>
        </w:rPr>
        <w:t>p</w:t>
      </w:r>
      <w:r w:rsidRPr="00831EEB">
        <w:rPr>
          <w:rFonts w:ascii="Verdana" w:hAnsi="Verdana"/>
        </w:rPr>
        <w:t xml:space="preserve">ři plnění veřejné zakázky s názvem </w:t>
      </w:r>
      <w:r w:rsidR="00831EEB" w:rsidRPr="00831EEB">
        <w:rPr>
          <w:rFonts w:ascii="Verdana" w:hAnsi="Verdana"/>
        </w:rPr>
        <w:t xml:space="preserve">„Cyklická obnova trati v úseku Roudnice n. L. – Hrobce (PD mostních objektů)“ </w:t>
      </w:r>
      <w:r w:rsidRPr="00831EEB">
        <w:rPr>
          <w:rFonts w:ascii="Verdana" w:hAnsi="Verdana"/>
        </w:rPr>
        <w:t>nepoužije žádné poddodavatele</w:t>
      </w:r>
      <w:r w:rsidRPr="00831EEB">
        <w:rPr>
          <w:rStyle w:val="Znakapoznpodarou"/>
          <w:rFonts w:ascii="Verdana" w:hAnsi="Verdana"/>
        </w:rPr>
        <w:footnoteReference w:id="6"/>
      </w:r>
      <w:r w:rsidRPr="00831EEB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614952ED" w14:textId="4D0C5848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831EEB" w:rsidRPr="00831EEB">
        <w:rPr>
          <w:rFonts w:ascii="Verdana" w:hAnsi="Verdana"/>
        </w:rPr>
        <w:t xml:space="preserve">„Cyklická obnova trati v úseku Roudnice n. L. – Hrobce (PD mostních objektů)“ </w:t>
      </w:r>
      <w:r>
        <w:rPr>
          <w:rFonts w:ascii="Verdana" w:hAnsi="Verdana"/>
        </w:rPr>
        <w:t>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9864710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98647101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2F0A620C" w14:textId="77777777" w:rsidR="008617EB" w:rsidRPr="008617EB" w:rsidRDefault="008617EB" w:rsidP="008617EB">
      <w:pPr>
        <w:rPr>
          <w:highlight w:val="green"/>
          <w:lang w:eastAsia="cs-CZ"/>
        </w:rPr>
      </w:pPr>
      <w:r w:rsidRPr="008617EB">
        <w:rPr>
          <w:highlight w:val="green"/>
          <w:lang w:eastAsia="cs-CZ"/>
        </w:rPr>
        <w:t>V …………………… dne ………………………</w:t>
      </w:r>
    </w:p>
    <w:p w14:paraId="3C603110" w14:textId="77777777" w:rsidR="008617EB" w:rsidRPr="008617EB" w:rsidRDefault="008617EB" w:rsidP="008617EB">
      <w:pPr>
        <w:rPr>
          <w:highlight w:val="green"/>
        </w:rPr>
      </w:pPr>
    </w:p>
    <w:p w14:paraId="51471053" w14:textId="77777777" w:rsidR="008617EB" w:rsidRPr="008617EB" w:rsidRDefault="008617EB" w:rsidP="008617EB">
      <w:pPr>
        <w:rPr>
          <w:highlight w:val="green"/>
        </w:rPr>
      </w:pPr>
      <w:r w:rsidRPr="008617EB">
        <w:rPr>
          <w:highlight w:val="green"/>
        </w:rPr>
        <w:t>Jméno a Příjmení</w:t>
      </w:r>
    </w:p>
    <w:p w14:paraId="2E4A0E01" w14:textId="77777777" w:rsidR="008617EB" w:rsidRDefault="008617EB" w:rsidP="008617E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617EB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5"/>
      <w:headerReference w:type="default" r:id="rId16"/>
      <w:headerReference w:type="first" r:id="rId17"/>
      <w:footerReference w:type="first" r:id="rId18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0FCDA53D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EF529" w14:textId="40C2E4BB" w:rsidR="00831EEB" w:rsidRDefault="00831E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A572" w14:textId="6CEC4FEB" w:rsidR="00831EEB" w:rsidRDefault="00831E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1D55500A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A0064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474A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11FB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31EEB"/>
    <w:rsid w:val="008436C8"/>
    <w:rsid w:val="0084684F"/>
    <w:rsid w:val="008617EB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C2C4D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1A46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6B11FB"/>
    <w:rsid w:val="00702C56"/>
    <w:rsid w:val="00845CFC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100</TotalTime>
  <Pages>13</Pages>
  <Words>1807</Words>
  <Characters>10663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19</cp:revision>
  <cp:lastPrinted>2017-11-28T17:18:00Z</cp:lastPrinted>
  <dcterms:created xsi:type="dcterms:W3CDTF">2023-03-01T08:18:00Z</dcterms:created>
  <dcterms:modified xsi:type="dcterms:W3CDTF">2025-05-20T13:25:00Z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