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91882" w14:textId="74100A5F" w:rsidR="00A756D0" w:rsidRDefault="001C01C8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24149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4149D" w:rsidRPr="0024149D">
        <w:rPr>
          <w:rFonts w:asciiTheme="majorHAnsi" w:eastAsia="Times New Roman" w:hAnsiTheme="majorHAnsi" w:cs="Times New Roman"/>
          <w:lang w:eastAsia="cs-CZ"/>
        </w:rPr>
        <w:t>2</w:t>
      </w:r>
      <w:r w:rsidR="00A756D0" w:rsidRPr="0024149D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CBE1010" w14:textId="087662EA" w:rsidR="000E63D6" w:rsidRPr="000E63D6" w:rsidRDefault="000E63D6" w:rsidP="00FB6574">
      <w:pPr>
        <w:pStyle w:val="Nadpis1"/>
        <w:rPr>
          <w:rFonts w:eastAsia="Times New Roman"/>
          <w:lang w:eastAsia="cs-CZ"/>
        </w:rPr>
      </w:pPr>
      <w:r w:rsidRPr="000E63D6">
        <w:rPr>
          <w:rFonts w:eastAsia="Times New Roman"/>
          <w:lang w:eastAsia="cs-CZ"/>
        </w:rPr>
        <w:t xml:space="preserve">Cena </w:t>
      </w:r>
      <w:r w:rsidR="00B008BF">
        <w:rPr>
          <w:rFonts w:eastAsia="Times New Roman"/>
          <w:lang w:eastAsia="cs-CZ"/>
        </w:rPr>
        <w:t>P</w:t>
      </w:r>
      <w:r w:rsidRPr="000E63D6">
        <w:rPr>
          <w:rFonts w:eastAsia="Times New Roman"/>
          <w:lang w:eastAsia="cs-CZ"/>
        </w:rPr>
        <w:t>lnění</w:t>
      </w:r>
    </w:p>
    <w:p w14:paraId="127B11AD" w14:textId="3476992C" w:rsidR="00336BEC" w:rsidRDefault="00336BEC" w:rsidP="006E7B52">
      <w:pPr>
        <w:pStyle w:val="1lnek"/>
        <w:numPr>
          <w:ilvl w:val="0"/>
          <w:numId w:val="0"/>
        </w:numPr>
        <w:ind w:left="567" w:hanging="567"/>
      </w:pPr>
      <w:bookmarkStart w:id="0" w:name="_Toc517353605"/>
      <w:bookmarkStart w:id="1" w:name="_Toc518140497"/>
    </w:p>
    <w:bookmarkStart w:id="2" w:name="_MON_1805179910"/>
    <w:bookmarkEnd w:id="2"/>
    <w:p w14:paraId="77A4A24A" w14:textId="675CB4A7" w:rsidR="006E7B52" w:rsidRPr="00346133" w:rsidRDefault="00D965D1" w:rsidP="006E7B52">
      <w:pPr>
        <w:pStyle w:val="1lnek"/>
        <w:numPr>
          <w:ilvl w:val="0"/>
          <w:numId w:val="0"/>
        </w:numPr>
        <w:ind w:left="567" w:hanging="567"/>
      </w:pPr>
      <w:r>
        <w:object w:dxaOrig="8868" w:dyaOrig="2938" w14:anchorId="3EA645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4pt;height:146.9pt" o:ole="">
            <v:imagedata r:id="rId11" o:title=""/>
          </v:shape>
          <o:OLEObject Type="Embed" ProgID="Excel.Sheet.12" ShapeID="_x0000_i1025" DrawAspect="Content" ObjectID="_1806399084" r:id="rId12"/>
        </w:object>
      </w:r>
    </w:p>
    <w:p w14:paraId="789D73CE" w14:textId="44DEF178" w:rsidR="009F392E" w:rsidRPr="00F0533E" w:rsidRDefault="009F392E" w:rsidP="006E7B52">
      <w:pPr>
        <w:pStyle w:val="11odst"/>
        <w:numPr>
          <w:ilvl w:val="0"/>
          <w:numId w:val="0"/>
        </w:num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0"/>
      <w:bookmarkEnd w:id="1"/>
      <w:bookmarkEnd w:id="3"/>
      <w:bookmarkEnd w:id="4"/>
      <w:bookmarkEnd w:id="5"/>
      <w:bookmarkEnd w:id="6"/>
      <w:bookmarkEnd w:id="7"/>
    </w:p>
    <w:sectPr w:rsidR="009F392E" w:rsidRPr="00F0533E" w:rsidSect="00FC638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5E758" w14:textId="77777777" w:rsidR="002E36A3" w:rsidRDefault="002E36A3" w:rsidP="00962258">
      <w:pPr>
        <w:spacing w:after="0" w:line="240" w:lineRule="auto"/>
      </w:pPr>
      <w:r>
        <w:separator/>
      </w:r>
    </w:p>
  </w:endnote>
  <w:endnote w:type="continuationSeparator" w:id="0">
    <w:p w14:paraId="13C899F8" w14:textId="77777777" w:rsidR="002E36A3" w:rsidRDefault="002E36A3" w:rsidP="00962258">
      <w:pPr>
        <w:spacing w:after="0" w:line="240" w:lineRule="auto"/>
      </w:pPr>
      <w:r>
        <w:continuationSeparator/>
      </w:r>
    </w:p>
  </w:endnote>
  <w:endnote w:type="continuationNotice" w:id="1">
    <w:p w14:paraId="2CE1CCEF" w14:textId="77777777" w:rsidR="002E36A3" w:rsidRDefault="002E36A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7F0907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629F4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8432F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A409F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1F3992" w14:textId="77777777" w:rsidR="00F1715C" w:rsidRDefault="00F1715C" w:rsidP="00D831A3">
          <w:pPr>
            <w:pStyle w:val="Zpat"/>
          </w:pPr>
        </w:p>
      </w:tc>
    </w:tr>
  </w:tbl>
  <w:p w14:paraId="62E3444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3FD5251" wp14:editId="184BC6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111C0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E142E48" wp14:editId="574050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B5F2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BBB414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56355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811D5" w14:textId="77777777" w:rsidR="00F1715C" w:rsidRDefault="00F1715C" w:rsidP="00FB6574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E0F511" w14:textId="77777777" w:rsidR="00F1715C" w:rsidRDefault="00F1715C" w:rsidP="00FB6574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265B19" w14:textId="77777777" w:rsidR="00F1715C" w:rsidRDefault="00F1715C" w:rsidP="00FB6574">
          <w:pPr>
            <w:pStyle w:val="Zpat"/>
            <w:jc w:val="left"/>
          </w:pPr>
          <w:r>
            <w:t>Sídlo: Dlážděná 1003/7, 110 00 Praha 1</w:t>
          </w:r>
        </w:p>
        <w:p w14:paraId="2E81CAB0" w14:textId="77777777" w:rsidR="00F1715C" w:rsidRDefault="00F1715C" w:rsidP="00FB6574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499E66" w14:textId="77777777" w:rsidR="00F1715C" w:rsidRDefault="00FA3E1C" w:rsidP="00FB6574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74E8E70" w14:textId="77777777" w:rsidR="00F1715C" w:rsidRDefault="00F1715C" w:rsidP="00460660">
          <w:pPr>
            <w:pStyle w:val="Zpat"/>
          </w:pPr>
        </w:p>
      </w:tc>
    </w:tr>
  </w:tbl>
  <w:p w14:paraId="59C4B5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B458A9D" wp14:editId="75E37C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117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337C786" wp14:editId="7DEE2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C6A9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76FF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F635A" w14:textId="77777777" w:rsidR="002E36A3" w:rsidRDefault="002E36A3" w:rsidP="00962258">
      <w:pPr>
        <w:spacing w:after="0" w:line="240" w:lineRule="auto"/>
      </w:pPr>
      <w:r>
        <w:separator/>
      </w:r>
    </w:p>
  </w:footnote>
  <w:footnote w:type="continuationSeparator" w:id="0">
    <w:p w14:paraId="1DCE6943" w14:textId="77777777" w:rsidR="002E36A3" w:rsidRDefault="002E36A3" w:rsidP="00962258">
      <w:pPr>
        <w:spacing w:after="0" w:line="240" w:lineRule="auto"/>
      </w:pPr>
      <w:r>
        <w:continuationSeparator/>
      </w:r>
    </w:p>
  </w:footnote>
  <w:footnote w:type="continuationNotice" w:id="1">
    <w:p w14:paraId="762605AB" w14:textId="77777777" w:rsidR="002E36A3" w:rsidRDefault="002E36A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A1D7F" w14:textId="59444801" w:rsidR="009242EA" w:rsidRDefault="005041C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2B8B39AA" wp14:editId="087C269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896520581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9EA3DB" w14:textId="33011221" w:rsidR="005041C5" w:rsidRPr="005041C5" w:rsidRDefault="005041C5" w:rsidP="005041C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041C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B39AA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5824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7A9EA3DB" w14:textId="33011221" w:rsidR="005041C5" w:rsidRPr="005041C5" w:rsidRDefault="005041C5" w:rsidP="005041C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041C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1E1CE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3696DA" w14:textId="6F3D03C9" w:rsidR="00F1715C" w:rsidRPr="00B8518B" w:rsidRDefault="005041C5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58247" behindDoc="0" locked="0" layoutInCell="1" allowOverlap="1" wp14:anchorId="12C73B52" wp14:editId="007450B8">
                    <wp:simplePos x="450850" y="4127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50016661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1F48A66" w14:textId="1D6E15E7" w:rsidR="005041C5" w:rsidRPr="005041C5" w:rsidRDefault="005041C5" w:rsidP="005041C5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5041C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2C73B5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58247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textbox style="mso-fit-shape-to-text:t" inset="0,15pt,0,0">
                      <w:txbxContent>
                        <w:p w14:paraId="01F48A66" w14:textId="1D6E15E7" w:rsidR="005041C5" w:rsidRPr="005041C5" w:rsidRDefault="005041C5" w:rsidP="005041C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041C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4616B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E34014" w14:textId="77777777" w:rsidR="00F1715C" w:rsidRPr="00D6163D" w:rsidRDefault="00F1715C" w:rsidP="00D6163D">
          <w:pPr>
            <w:pStyle w:val="Druhdokumentu"/>
          </w:pPr>
        </w:p>
      </w:tc>
    </w:tr>
  </w:tbl>
  <w:p w14:paraId="3D488C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C9A59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F62EDA" w14:textId="6B4FC65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702C3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5C738C" w14:textId="77777777" w:rsidR="00F1715C" w:rsidRPr="00D6163D" w:rsidRDefault="00F1715C" w:rsidP="00FC6389">
          <w:pPr>
            <w:pStyle w:val="Druhdokumentu"/>
          </w:pPr>
        </w:p>
      </w:tc>
    </w:tr>
    <w:tr w:rsidR="009F392E" w14:paraId="09607D8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6E262A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8CF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A378DD" w14:textId="77777777" w:rsidR="009F392E" w:rsidRPr="00D6163D" w:rsidRDefault="009F392E" w:rsidP="00FC6389">
          <w:pPr>
            <w:pStyle w:val="Druhdokumentu"/>
          </w:pPr>
        </w:p>
      </w:tc>
    </w:tr>
  </w:tbl>
  <w:p w14:paraId="55BD0D5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94B0E82" wp14:editId="51E64C32">
          <wp:simplePos x="0" y="0"/>
          <wp:positionH relativeFrom="page">
            <wp:posOffset>478790</wp:posOffset>
          </wp:positionH>
          <wp:positionV relativeFrom="page">
            <wp:posOffset>405765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B6C1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5D74B542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 w16cid:durableId="1501310702">
    <w:abstractNumId w:val="2"/>
  </w:num>
  <w:num w:numId="2" w16cid:durableId="349378283">
    <w:abstractNumId w:val="1"/>
  </w:num>
  <w:num w:numId="3" w16cid:durableId="16477067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3969">
    <w:abstractNumId w:val="8"/>
  </w:num>
  <w:num w:numId="5" w16cid:durableId="1231235041">
    <w:abstractNumId w:val="3"/>
  </w:num>
  <w:num w:numId="6" w16cid:durableId="1185628020">
    <w:abstractNumId w:val="4"/>
  </w:num>
  <w:num w:numId="7" w16cid:durableId="442918063">
    <w:abstractNumId w:val="0"/>
  </w:num>
  <w:num w:numId="8" w16cid:durableId="1157960668">
    <w:abstractNumId w:val="5"/>
  </w:num>
  <w:num w:numId="9" w16cid:durableId="13393884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071277">
    <w:abstractNumId w:val="4"/>
  </w:num>
  <w:num w:numId="11" w16cid:durableId="6055307">
    <w:abstractNumId w:val="1"/>
  </w:num>
  <w:num w:numId="12" w16cid:durableId="860124357">
    <w:abstractNumId w:val="4"/>
  </w:num>
  <w:num w:numId="13" w16cid:durableId="1911037222">
    <w:abstractNumId w:val="4"/>
  </w:num>
  <w:num w:numId="14" w16cid:durableId="857812900">
    <w:abstractNumId w:val="4"/>
  </w:num>
  <w:num w:numId="15" w16cid:durableId="627123375">
    <w:abstractNumId w:val="4"/>
  </w:num>
  <w:num w:numId="16" w16cid:durableId="736243411">
    <w:abstractNumId w:val="9"/>
  </w:num>
  <w:num w:numId="17" w16cid:durableId="1990548276">
    <w:abstractNumId w:val="2"/>
  </w:num>
  <w:num w:numId="18" w16cid:durableId="1262760986">
    <w:abstractNumId w:val="9"/>
  </w:num>
  <w:num w:numId="19" w16cid:durableId="1072775073">
    <w:abstractNumId w:val="9"/>
  </w:num>
  <w:num w:numId="20" w16cid:durableId="346449462">
    <w:abstractNumId w:val="9"/>
  </w:num>
  <w:num w:numId="21" w16cid:durableId="563217353">
    <w:abstractNumId w:val="9"/>
  </w:num>
  <w:num w:numId="22" w16cid:durableId="1452672756">
    <w:abstractNumId w:val="4"/>
  </w:num>
  <w:num w:numId="23" w16cid:durableId="2064016677">
    <w:abstractNumId w:val="1"/>
  </w:num>
  <w:num w:numId="24" w16cid:durableId="698624644">
    <w:abstractNumId w:val="4"/>
  </w:num>
  <w:num w:numId="25" w16cid:durableId="2045791235">
    <w:abstractNumId w:val="4"/>
  </w:num>
  <w:num w:numId="26" w16cid:durableId="585187875">
    <w:abstractNumId w:val="4"/>
  </w:num>
  <w:num w:numId="27" w16cid:durableId="3630724">
    <w:abstractNumId w:val="4"/>
  </w:num>
  <w:num w:numId="28" w16cid:durableId="732967183">
    <w:abstractNumId w:val="9"/>
  </w:num>
  <w:num w:numId="29" w16cid:durableId="897087712">
    <w:abstractNumId w:val="2"/>
  </w:num>
  <w:num w:numId="30" w16cid:durableId="1842504930">
    <w:abstractNumId w:val="9"/>
  </w:num>
  <w:num w:numId="31" w16cid:durableId="813259582">
    <w:abstractNumId w:val="9"/>
  </w:num>
  <w:num w:numId="32" w16cid:durableId="1609041338">
    <w:abstractNumId w:val="9"/>
  </w:num>
  <w:num w:numId="33" w16cid:durableId="528642671">
    <w:abstractNumId w:val="9"/>
  </w:num>
  <w:num w:numId="34" w16cid:durableId="1534152852">
    <w:abstractNumId w:val="7"/>
  </w:num>
  <w:num w:numId="35" w16cid:durableId="198496803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1D76D0"/>
    <w:rsid w:val="001F1D7B"/>
    <w:rsid w:val="00207DF5"/>
    <w:rsid w:val="0024149D"/>
    <w:rsid w:val="00276769"/>
    <w:rsid w:val="00280E07"/>
    <w:rsid w:val="002C31BF"/>
    <w:rsid w:val="002C3AB3"/>
    <w:rsid w:val="002D08B1"/>
    <w:rsid w:val="002E0CD7"/>
    <w:rsid w:val="002E36A3"/>
    <w:rsid w:val="00336BEC"/>
    <w:rsid w:val="00341DCF"/>
    <w:rsid w:val="00346133"/>
    <w:rsid w:val="00357BC6"/>
    <w:rsid w:val="003956C6"/>
    <w:rsid w:val="003A75E9"/>
    <w:rsid w:val="003B71C1"/>
    <w:rsid w:val="00441430"/>
    <w:rsid w:val="00450F07"/>
    <w:rsid w:val="00453CD3"/>
    <w:rsid w:val="00460660"/>
    <w:rsid w:val="00486107"/>
    <w:rsid w:val="00491827"/>
    <w:rsid w:val="00497E52"/>
    <w:rsid w:val="004A392E"/>
    <w:rsid w:val="004B348C"/>
    <w:rsid w:val="004C4399"/>
    <w:rsid w:val="004C787C"/>
    <w:rsid w:val="004D36BF"/>
    <w:rsid w:val="004E143C"/>
    <w:rsid w:val="004E3A53"/>
    <w:rsid w:val="004F20BC"/>
    <w:rsid w:val="004F4B9B"/>
    <w:rsid w:val="004F69EA"/>
    <w:rsid w:val="005041C5"/>
    <w:rsid w:val="00511AB9"/>
    <w:rsid w:val="00523EA7"/>
    <w:rsid w:val="00553375"/>
    <w:rsid w:val="00557C28"/>
    <w:rsid w:val="005736B7"/>
    <w:rsid w:val="00575E5A"/>
    <w:rsid w:val="005A35BB"/>
    <w:rsid w:val="005B7BF3"/>
    <w:rsid w:val="005F1404"/>
    <w:rsid w:val="0061068E"/>
    <w:rsid w:val="00647008"/>
    <w:rsid w:val="00660AD3"/>
    <w:rsid w:val="00661786"/>
    <w:rsid w:val="00666B08"/>
    <w:rsid w:val="00677B7F"/>
    <w:rsid w:val="00695198"/>
    <w:rsid w:val="006A5570"/>
    <w:rsid w:val="006A689C"/>
    <w:rsid w:val="006B3D79"/>
    <w:rsid w:val="006D7AFE"/>
    <w:rsid w:val="006E0578"/>
    <w:rsid w:val="006E314D"/>
    <w:rsid w:val="006E7B52"/>
    <w:rsid w:val="00710723"/>
    <w:rsid w:val="007152F2"/>
    <w:rsid w:val="00716B0F"/>
    <w:rsid w:val="00723ED1"/>
    <w:rsid w:val="00743525"/>
    <w:rsid w:val="00743AFD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058F"/>
    <w:rsid w:val="008A3568"/>
    <w:rsid w:val="008D03B9"/>
    <w:rsid w:val="008E6DFB"/>
    <w:rsid w:val="008F18D6"/>
    <w:rsid w:val="00904780"/>
    <w:rsid w:val="009205B1"/>
    <w:rsid w:val="00922385"/>
    <w:rsid w:val="009223DF"/>
    <w:rsid w:val="00923DE9"/>
    <w:rsid w:val="009242EA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3172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AE2697"/>
    <w:rsid w:val="00B008BF"/>
    <w:rsid w:val="00B15D0D"/>
    <w:rsid w:val="00B567F4"/>
    <w:rsid w:val="00B62559"/>
    <w:rsid w:val="00B75EE1"/>
    <w:rsid w:val="00B77481"/>
    <w:rsid w:val="00B8518B"/>
    <w:rsid w:val="00BC52D3"/>
    <w:rsid w:val="00BD7E91"/>
    <w:rsid w:val="00BE3B7F"/>
    <w:rsid w:val="00BF3C7E"/>
    <w:rsid w:val="00C02D0A"/>
    <w:rsid w:val="00C03A6E"/>
    <w:rsid w:val="00C44F6A"/>
    <w:rsid w:val="00C47AE3"/>
    <w:rsid w:val="00C626F0"/>
    <w:rsid w:val="00CD1FC4"/>
    <w:rsid w:val="00D21061"/>
    <w:rsid w:val="00D321CB"/>
    <w:rsid w:val="00D4108E"/>
    <w:rsid w:val="00D6163D"/>
    <w:rsid w:val="00D73D46"/>
    <w:rsid w:val="00D831A3"/>
    <w:rsid w:val="00D878BC"/>
    <w:rsid w:val="00D965D1"/>
    <w:rsid w:val="00DC75F3"/>
    <w:rsid w:val="00DD46F3"/>
    <w:rsid w:val="00DE56F2"/>
    <w:rsid w:val="00DF116D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447"/>
    <w:rsid w:val="00F659EB"/>
    <w:rsid w:val="00F825BD"/>
    <w:rsid w:val="00F86BA6"/>
    <w:rsid w:val="00FA3E1C"/>
    <w:rsid w:val="00FB657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A1C8C94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52F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7152F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52F2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1D76D0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152F2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1D76D0"/>
    <w:pPr>
      <w:keepNext/>
      <w:numPr>
        <w:numId w:val="34"/>
      </w:numPr>
      <w:outlineLvl w:val="0"/>
    </w:pPr>
    <w:rPr>
      <w:rFonts w:asciiTheme="majorHAnsi" w:eastAsia="Times New Roman" w:hAnsiTheme="majorHAnsi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1D76D0"/>
    <w:rPr>
      <w:rFonts w:asciiTheme="majorHAnsi" w:eastAsia="Times New Roman" w:hAnsiTheme="majorHAnsi" w:cs="Arial"/>
      <w:b/>
      <w:bCs/>
      <w:caps/>
      <w:kern w:val="32"/>
    </w:rPr>
  </w:style>
  <w:style w:type="paragraph" w:customStyle="1" w:styleId="11odst">
    <w:name w:val="1.1. odst."/>
    <w:basedOn w:val="1lnek"/>
    <w:link w:val="11odstChar"/>
    <w:qFormat/>
    <w:rsid w:val="001D76D0"/>
    <w:pPr>
      <w:numPr>
        <w:ilvl w:val="1"/>
      </w:numPr>
    </w:pPr>
    <w:rPr>
      <w:rFonts w:asciiTheme="minorHAnsi" w:hAnsiTheme="minorHAnsi"/>
      <w:b w:val="0"/>
      <w:caps w:val="0"/>
    </w:rPr>
  </w:style>
  <w:style w:type="character" w:customStyle="1" w:styleId="11odstChar">
    <w:name w:val="1.1. odst. Char"/>
    <w:basedOn w:val="1lnekChar"/>
    <w:link w:val="11odst"/>
    <w:rsid w:val="001D76D0"/>
    <w:rPr>
      <w:rFonts w:asciiTheme="majorHAnsi" w:eastAsia="Times New Roman" w:hAnsiTheme="majorHAnsi" w:cs="Arial"/>
      <w:b w:val="0"/>
      <w:bCs/>
      <w:caps w:val="0"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AE26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26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26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6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6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0085B54B37D849AE1C6486AE700F39" ma:contentTypeVersion="6" ma:contentTypeDescription="Vytvoří nový dokument" ma:contentTypeScope="" ma:versionID="967740b2f3c6e8905ee21b7b9b5e9691">
  <xsd:schema xmlns:xsd="http://www.w3.org/2001/XMLSchema" xmlns:xs="http://www.w3.org/2001/XMLSchema" xmlns:p="http://schemas.microsoft.com/office/2006/metadata/properties" xmlns:ns2="1caecc7d-724a-4139-8f70-66ed1076711e" xmlns:ns3="26b93c16-a32e-4401-90f8-3febde5105f4" targetNamespace="http://schemas.microsoft.com/office/2006/metadata/properties" ma:root="true" ma:fieldsID="1e994e89236cff7d9bc8db5782b85d54" ns2:_="" ns3:_="">
    <xsd:import namespace="1caecc7d-724a-4139-8f70-66ed1076711e"/>
    <xsd:import namespace="26b93c16-a32e-4401-90f8-3febde5105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ecc7d-724a-4139-8f70-66ed107671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3c16-a32e-4401-90f8-3febde510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1E4ED-4499-42B6-8740-197917EAAA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70A15C-2739-4A75-8864-4B7B03CF1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ecc7d-724a-4139-8f70-66ed1076711e"/>
    <ds:schemaRef ds:uri="26b93c16-a32e-4401-90f8-3febde51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11</cp:revision>
  <cp:lastPrinted>2017-11-28T17:18:00Z</cp:lastPrinted>
  <dcterms:created xsi:type="dcterms:W3CDTF">2025-04-02T12:12:00Z</dcterms:created>
  <dcterms:modified xsi:type="dcterms:W3CDTF">2025-04-17T10:45:00Z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L">
    <vt:lpwstr/>
  </property>
  <property fmtid="{D5CDD505-2E9C-101B-9397-08002B2CF9AE}" pid="3" name="ClassificationContentMarkingHeaderShapeIds">
    <vt:lpwstr>37b652b7,356fd185,2fb3195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  <property fmtid="{D5CDD505-2E9C-101B-9397-08002B2CF9AE}" pid="6" name="ContentTypeId">
    <vt:lpwstr>0x010100680085B54B37D849AE1C6486AE700F39</vt:lpwstr>
  </property>
</Properties>
</file>