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64AB7EAA" w:rsidR="00B702D2" w:rsidRPr="008B5521" w:rsidRDefault="00BB5E7C" w:rsidP="00D33D99">
      <w:r w:rsidRPr="008B5521">
        <w:rPr>
          <w:rFonts w:cstheme="minorHAnsi"/>
          <w:szCs w:val="18"/>
        </w:rPr>
        <w:t xml:space="preserve">Příloha č. </w:t>
      </w:r>
      <w:r w:rsidR="004D0435">
        <w:rPr>
          <w:rFonts w:cstheme="minorHAnsi"/>
          <w:szCs w:val="18"/>
        </w:rPr>
        <w:t>2</w:t>
      </w:r>
      <w:r w:rsidR="005E6DAB" w:rsidRPr="008B5521">
        <w:rPr>
          <w:rFonts w:cstheme="minorHAnsi"/>
          <w:szCs w:val="18"/>
        </w:rPr>
        <w:t xml:space="preserve"> </w:t>
      </w:r>
      <w:r w:rsidR="004D0435">
        <w:rPr>
          <w:rFonts w:cstheme="minorHAnsi"/>
          <w:bCs/>
          <w:szCs w:val="18"/>
        </w:rPr>
        <w:t xml:space="preserve">Výzvy k podání </w:t>
      </w:r>
      <w:r w:rsidR="007C3112">
        <w:rPr>
          <w:rFonts w:cstheme="minorHAnsi"/>
          <w:bCs/>
          <w:szCs w:val="18"/>
        </w:rPr>
        <w:t xml:space="preserve">nabídky </w:t>
      </w:r>
    </w:p>
    <w:p w14:paraId="164DA97C" w14:textId="4DA1AF1D"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r w:rsidR="00E153D3">
        <w:t>mazací</w:t>
      </w:r>
      <w:r w:rsidR="00DB6925">
        <w:t>ho</w:t>
      </w:r>
      <w:r w:rsidR="00E153D3">
        <w:t xml:space="preserve"> olej</w:t>
      </w:r>
      <w:r w:rsidR="00DB6925">
        <w:t>e</w:t>
      </w:r>
      <w:r w:rsidR="001751A6">
        <w:t xml:space="preserve"> k ošetřování kluzných stoliček a závěrů výhybek – 2025 </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77777777" w:rsidR="0022127F" w:rsidRDefault="0022127F" w:rsidP="00D33D99">
      <w:pPr>
        <w:widowControl w:val="0"/>
        <w:spacing w:before="240"/>
        <w:rPr>
          <w:rFonts w:cstheme="minorHAnsi"/>
          <w:szCs w:val="18"/>
        </w:rPr>
      </w:pPr>
      <w:r w:rsidRPr="004D0435">
        <w:rPr>
          <w:rFonts w:cstheme="minorHAnsi"/>
          <w:szCs w:val="18"/>
        </w:rPr>
        <w:t>uzavřená analogicky k ustanovení § 131 zákona č. 134/2016 Sb., o zadávání veřejných zakázek, ve znění pozdějších předpisů (dále jen „</w:t>
      </w:r>
      <w:r w:rsidRPr="004D0435">
        <w:rPr>
          <w:rStyle w:val="Kurzvatun0"/>
        </w:rPr>
        <w:t>zákon</w:t>
      </w:r>
      <w:r w:rsidRPr="004D0435">
        <w:rPr>
          <w:rFonts w:cstheme="minorHAnsi"/>
          <w:szCs w:val="18"/>
        </w:rPr>
        <w:t>“), dle ustanovení § 2079 a násl. zákona č. 89/2012 Sb., občanský zákoník, ve znění pozdějších předpisů (dále jen „</w:t>
      </w:r>
      <w:r w:rsidRPr="004D0435">
        <w:rPr>
          <w:rStyle w:val="Kurzvatun0"/>
        </w:rPr>
        <w:t>občanský zákoník</w:t>
      </w:r>
      <w:r w:rsidRPr="004D0435">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121826">
      <w:pPr>
        <w:pStyle w:val="Nzevsmluvnstrany"/>
        <w:ind w:left="1701" w:hanging="1701"/>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121826">
      <w:pPr>
        <w:pStyle w:val="Identifikace"/>
        <w:ind w:left="1701" w:hanging="1701"/>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121826">
      <w:pPr>
        <w:pStyle w:val="Identifikace"/>
        <w:ind w:left="1701" w:hanging="1701"/>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121826">
      <w:pPr>
        <w:pStyle w:val="Identifikace"/>
        <w:ind w:left="1701" w:hanging="1701"/>
      </w:pPr>
      <w:r w:rsidRPr="008B5521">
        <w:t>DIČ:</w:t>
      </w:r>
      <w:r w:rsidR="005675BC">
        <w:tab/>
      </w:r>
      <w:r w:rsidRPr="008B5521">
        <w:t>CZ70994234</w:t>
      </w:r>
    </w:p>
    <w:p w14:paraId="164DA988" w14:textId="5F041C03" w:rsidR="00D734CC" w:rsidRPr="008B5521" w:rsidRDefault="000A5BC6" w:rsidP="00121826">
      <w:pPr>
        <w:pStyle w:val="Identifikace"/>
        <w:ind w:left="1701" w:hanging="1701"/>
      </w:pPr>
      <w:r w:rsidRPr="008B5521">
        <w:t>Z</w:t>
      </w:r>
      <w:r w:rsidR="001D394C" w:rsidRPr="008B5521">
        <w:t>apsá</w:t>
      </w:r>
      <w:r w:rsidR="00987103" w:rsidRPr="008B5521">
        <w:t>n</w:t>
      </w:r>
      <w:r w:rsidR="001D394C" w:rsidRPr="008B5521">
        <w:t>a</w:t>
      </w:r>
      <w:r w:rsidR="00121826">
        <w:t>:</w:t>
      </w:r>
      <w:r w:rsidR="00121826">
        <w:tab/>
      </w:r>
      <w:r w:rsidR="00D734CC" w:rsidRPr="008B5521">
        <w:t xml:space="preserve">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02233F99" w:rsidR="00D734CC" w:rsidRPr="008B5521" w:rsidRDefault="00D734CC" w:rsidP="00121826">
      <w:pPr>
        <w:pStyle w:val="Identifikace"/>
        <w:ind w:left="1701" w:hanging="1701"/>
      </w:pPr>
      <w:r w:rsidRPr="008B5521">
        <w:t>Zastoupena:</w:t>
      </w:r>
      <w:r w:rsidR="005675BC">
        <w:tab/>
      </w:r>
      <w:r w:rsidR="004D0435" w:rsidRPr="004D0435">
        <w:t>Ing. Karlem Švejdou, MBA, náměstkem GŘ pro provozuschopnost dráhy</w:t>
      </w:r>
    </w:p>
    <w:p w14:paraId="164DA98E" w14:textId="61E588D1" w:rsidR="00CC5257" w:rsidRPr="008B5521" w:rsidRDefault="00CC5257" w:rsidP="00EF610F">
      <w:pPr>
        <w:pStyle w:val="acnormal"/>
        <w:widowControl w:val="0"/>
        <w:spacing w:before="240" w:after="240" w:line="240" w:lineRule="auto"/>
        <w:rPr>
          <w:rFonts w:cstheme="minorHAnsi"/>
          <w:sz w:val="18"/>
          <w:szCs w:val="18"/>
        </w:rPr>
      </w:pPr>
      <w:r w:rsidRPr="008B5521">
        <w:rPr>
          <w:rFonts w:cstheme="minorHAnsi"/>
          <w:sz w:val="18"/>
          <w:szCs w:val="18"/>
        </w:rPr>
        <w:t>jako „</w:t>
      </w:r>
      <w:r w:rsidR="00CB26F1" w:rsidRPr="00EF610F">
        <w:rPr>
          <w:rFonts w:cstheme="minorHAnsi"/>
          <w:b/>
          <w:bCs/>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F610F">
      <w:pPr>
        <w:pStyle w:val="Nzevsmluvnstrany"/>
        <w:ind w:left="1701" w:hanging="1701"/>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F610F">
      <w:pPr>
        <w:pStyle w:val="Identifikace"/>
        <w:ind w:left="1701" w:hanging="1701"/>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F610F">
      <w:pPr>
        <w:pStyle w:val="Identifikace"/>
        <w:ind w:left="1701" w:hanging="1701"/>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F610F">
      <w:pPr>
        <w:pStyle w:val="Identifikace"/>
        <w:ind w:left="1701" w:hanging="1701"/>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F610F">
      <w:pPr>
        <w:pStyle w:val="Identifikace"/>
        <w:ind w:left="1701" w:hanging="1701"/>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F610F">
      <w:pPr>
        <w:pStyle w:val="Identifikace"/>
        <w:ind w:left="1701" w:hanging="1701"/>
        <w:rPr>
          <w:highlight w:val="yellow"/>
        </w:rPr>
      </w:pPr>
      <w:r w:rsidRPr="00EE5AE6">
        <w:t>Číslo účtu:</w:t>
      </w:r>
      <w:r w:rsidR="005675BC">
        <w:tab/>
      </w:r>
      <w:r w:rsidRPr="005675BC">
        <w:rPr>
          <w:highlight w:val="green"/>
        </w:rPr>
        <w:t>[DOPLNÍ PRODÁVAJÍCÍ]</w:t>
      </w:r>
    </w:p>
    <w:p w14:paraId="0FA8CAD4" w14:textId="26650921" w:rsidR="005C1AF3" w:rsidRPr="005675BC" w:rsidRDefault="005C1AF3" w:rsidP="00EF610F">
      <w:pPr>
        <w:pStyle w:val="Identifikace"/>
        <w:ind w:left="1701" w:hanging="1701"/>
      </w:pPr>
      <w:r w:rsidRPr="005675BC">
        <w:t>Zapsán</w:t>
      </w:r>
      <w:r w:rsidR="00121826">
        <w:t>:</w:t>
      </w:r>
      <w:r w:rsidR="00121826">
        <w:tab/>
      </w:r>
      <w:r w:rsidRPr="005675BC">
        <w:t xml:space="preserve">v obchodním rejstříku vedeném </w:t>
      </w:r>
      <w:r w:rsidRPr="005675BC">
        <w:rPr>
          <w:highlight w:val="green"/>
        </w:rPr>
        <w:t>[DOPLNÍ PRODÁVAJÍCÍ]</w:t>
      </w:r>
    </w:p>
    <w:p w14:paraId="5979E056" w14:textId="6D4DA82B" w:rsidR="005C1AF3" w:rsidRPr="005675BC" w:rsidRDefault="005C1AF3" w:rsidP="00EF610F">
      <w:pPr>
        <w:pStyle w:val="Identifikace"/>
        <w:ind w:left="1701" w:hanging="1701"/>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004DA4F" w14:textId="77777777" w:rsidR="000C55BF" w:rsidRDefault="00CC5257" w:rsidP="00121826">
      <w:pPr>
        <w:spacing w:before="240" w:after="240"/>
      </w:pPr>
      <w:r w:rsidRPr="008B5521">
        <w:t>jako „</w:t>
      </w:r>
      <w:r w:rsidR="000B560C" w:rsidRPr="00EE5AE6">
        <w:rPr>
          <w:rStyle w:val="Kurzvatun"/>
        </w:rPr>
        <w:t>Prodávající</w:t>
      </w:r>
      <w:r w:rsidRPr="008B5521">
        <w:t>“ na straně druhé</w:t>
      </w:r>
    </w:p>
    <w:p w14:paraId="164DA99D" w14:textId="0E02B322" w:rsidR="00574368" w:rsidRDefault="000C55BF" w:rsidP="00EF610F">
      <w:pPr>
        <w:spacing w:before="240" w:after="240"/>
      </w:pPr>
      <w:r>
        <w:t>(Kupující a Prodávající dále též jako „</w:t>
      </w:r>
      <w:r w:rsidRPr="00EF610F">
        <w:rPr>
          <w:b/>
          <w:bCs/>
          <w:i/>
          <w:iCs/>
        </w:rPr>
        <w:t>Smluvní</w:t>
      </w:r>
      <w:r>
        <w:t xml:space="preserve"> </w:t>
      </w:r>
      <w:r w:rsidRPr="00EF610F">
        <w:rPr>
          <w:b/>
          <w:bCs/>
          <w:i/>
          <w:iCs/>
        </w:rPr>
        <w:t>strany</w:t>
      </w:r>
      <w:r>
        <w:t>“ či „</w:t>
      </w:r>
      <w:r w:rsidRPr="00EF610F">
        <w:rPr>
          <w:b/>
          <w:bCs/>
          <w:i/>
          <w:iCs/>
        </w:rPr>
        <w:t>Strany</w:t>
      </w:r>
      <w:r>
        <w:t>“)</w:t>
      </w:r>
      <w:r w:rsidR="00CC5257" w:rsidRPr="008B5521">
        <w:t xml:space="preserve"> </w:t>
      </w:r>
    </w:p>
    <w:p w14:paraId="4D1EBD52" w14:textId="77777777" w:rsidR="00A142E6" w:rsidRPr="00A142E6" w:rsidRDefault="00A142E6" w:rsidP="00EE5AE6"/>
    <w:p w14:paraId="53CA9DAE" w14:textId="77777777" w:rsidR="000C55BF" w:rsidRDefault="000C55BF" w:rsidP="00EE5AE6">
      <w:r>
        <w:br w:type="page"/>
      </w:r>
    </w:p>
    <w:p w14:paraId="164DA99F" w14:textId="3DE4A1FE" w:rsidR="00CC5257" w:rsidRPr="008B5521" w:rsidRDefault="000C55BF" w:rsidP="00EE5AE6">
      <w:r>
        <w:lastRenderedPageBreak/>
        <w:t xml:space="preserve">Smluvní strany </w:t>
      </w:r>
      <w:r w:rsidR="00E5485A" w:rsidRPr="008B5521">
        <w:t>uzavřeli</w:t>
      </w:r>
      <w:r w:rsidR="00CC5257" w:rsidRPr="008B5521">
        <w:t xml:space="preserve"> níže uvedeného dne, měsíce a roku tuto </w:t>
      </w:r>
      <w:r w:rsidR="00881560" w:rsidRPr="008B5521">
        <w:t xml:space="preserve">Rámcovou </w:t>
      </w:r>
      <w:r w:rsidR="00712561" w:rsidRPr="008B5521">
        <w:t>dohodu</w:t>
      </w:r>
      <w:r>
        <w:t>.</w:t>
      </w:r>
    </w:p>
    <w:p w14:paraId="164DA9A0" w14:textId="4EC7D841" w:rsidR="000C4186" w:rsidRPr="008B5521" w:rsidRDefault="000B560C" w:rsidP="00EE5AE6">
      <w:pPr>
        <w:pStyle w:val="Preambule"/>
      </w:pPr>
      <w:r w:rsidRPr="008B5521">
        <w:t xml:space="preserve">Tato </w:t>
      </w:r>
      <w:r w:rsidR="007A1D6A" w:rsidRPr="008B5521">
        <w:t xml:space="preserve">Rámcová </w:t>
      </w:r>
      <w:r w:rsidRPr="004D0435">
        <w:t xml:space="preserve">dohoda je uzavřena na základě výsledků </w:t>
      </w:r>
      <w:r w:rsidR="0030101F" w:rsidRPr="004D0435">
        <w:t>výběrového</w:t>
      </w:r>
      <w:r w:rsidRPr="004D0435">
        <w:t xml:space="preserve"> řízení </w:t>
      </w:r>
      <w:r w:rsidR="000A53AE" w:rsidRPr="004D0435">
        <w:t xml:space="preserve">na uzavření </w:t>
      </w:r>
      <w:r w:rsidR="007A1D6A" w:rsidRPr="004D0435">
        <w:t xml:space="preserve">Rámcové </w:t>
      </w:r>
      <w:r w:rsidR="000A53AE" w:rsidRPr="004D0435">
        <w:t>dohody odpovídající</w:t>
      </w:r>
      <w:r w:rsidR="00E01062" w:rsidRPr="004D0435">
        <w:t xml:space="preserve"> </w:t>
      </w:r>
      <w:r w:rsidR="0030101F" w:rsidRPr="004D0435">
        <w:t>výběrovému</w:t>
      </w:r>
      <w:r w:rsidR="000A53AE" w:rsidRPr="004D0435">
        <w:t xml:space="preserve"> řízení na </w:t>
      </w:r>
      <w:r w:rsidR="005E6DAB" w:rsidRPr="004D0435">
        <w:t>podlimitní sektorov</w:t>
      </w:r>
      <w:r w:rsidR="000A53AE" w:rsidRPr="004D0435">
        <w:t>ou</w:t>
      </w:r>
      <w:r w:rsidR="005E6DAB" w:rsidRPr="004D0435">
        <w:t xml:space="preserve"> veřejn</w:t>
      </w:r>
      <w:r w:rsidR="000A53AE" w:rsidRPr="004D0435">
        <w:t>ou</w:t>
      </w:r>
      <w:r w:rsidR="005E6DAB" w:rsidRPr="004D0435">
        <w:t xml:space="preserve"> zakázk</w:t>
      </w:r>
      <w:r w:rsidR="000A53AE" w:rsidRPr="004D0435">
        <w:t>u</w:t>
      </w:r>
      <w:r w:rsidR="001D78A4" w:rsidRPr="004D0435">
        <w:t xml:space="preserve"> </w:t>
      </w:r>
      <w:r w:rsidR="00030FD1" w:rsidRPr="004D0435">
        <w:t>zadávan</w:t>
      </w:r>
      <w:r w:rsidR="000A53AE" w:rsidRPr="004D0435">
        <w:t>ou</w:t>
      </w:r>
      <w:r w:rsidR="00030FD1" w:rsidRPr="004D0435">
        <w:t xml:space="preserve"> v</w:t>
      </w:r>
      <w:r w:rsidR="007A7E29">
        <w:t>e výběrovém řízení</w:t>
      </w:r>
      <w:r w:rsidR="00030FD1" w:rsidRPr="004D0435">
        <w:t xml:space="preserve"> </w:t>
      </w:r>
      <w:r w:rsidRPr="004D0435">
        <w:t xml:space="preserve">s názvem </w:t>
      </w:r>
      <w:r w:rsidR="004D0435" w:rsidRPr="004D0435">
        <w:t>„</w:t>
      </w:r>
      <w:r w:rsidR="00F80393">
        <w:rPr>
          <w:rFonts w:eastAsia="Times New Roman" w:cs="Times New Roman"/>
          <w:b/>
          <w:lang w:eastAsia="cs-CZ"/>
        </w:rPr>
        <w:t>M</w:t>
      </w:r>
      <w:r w:rsidR="00E153D3">
        <w:rPr>
          <w:rFonts w:eastAsia="Times New Roman" w:cs="Times New Roman"/>
          <w:b/>
          <w:lang w:eastAsia="cs-CZ"/>
        </w:rPr>
        <w:t>azací olej</w:t>
      </w:r>
      <w:r w:rsidR="001751A6">
        <w:rPr>
          <w:rFonts w:eastAsia="Times New Roman" w:cs="Times New Roman"/>
          <w:b/>
          <w:lang w:eastAsia="cs-CZ"/>
        </w:rPr>
        <w:t xml:space="preserve"> k ošetřování kluzných stoliček a závěrů výhybek – 2025, </w:t>
      </w:r>
      <w:r w:rsidRPr="004D0435">
        <w:t xml:space="preserve">č.j. </w:t>
      </w:r>
      <w:r w:rsidR="00934CA6">
        <w:t>16133</w:t>
      </w:r>
      <w:r w:rsidR="004D0435" w:rsidRPr="004D0435">
        <w:t>/202</w:t>
      </w:r>
      <w:r w:rsidR="001751A6">
        <w:t>5</w:t>
      </w:r>
      <w:r w:rsidR="004D0435" w:rsidRPr="004D0435">
        <w:t>-SŽ-GŘ-O8</w:t>
      </w:r>
      <w:r w:rsidRPr="004D0435">
        <w:t xml:space="preserve"> (dále </w:t>
      </w:r>
      <w:r w:rsidR="0094477D" w:rsidRPr="004D0435">
        <w:t>jen „</w:t>
      </w:r>
      <w:r w:rsidR="00A82C34" w:rsidRPr="004D0435">
        <w:rPr>
          <w:rStyle w:val="Kurzvatun0"/>
        </w:rPr>
        <w:t>V</w:t>
      </w:r>
      <w:r w:rsidR="0030101F" w:rsidRPr="004D0435">
        <w:rPr>
          <w:rStyle w:val="Kurzvatun0"/>
        </w:rPr>
        <w:t>ýběrové řízení</w:t>
      </w:r>
      <w:r w:rsidR="0030101F" w:rsidRPr="004D0435">
        <w:t>“</w:t>
      </w:r>
      <w:r w:rsidRPr="004D0435">
        <w:t xml:space="preserve">). Jednotlivá ustanovení této </w:t>
      </w:r>
      <w:r w:rsidR="00881560" w:rsidRPr="004D0435">
        <w:t xml:space="preserve">Rámcové </w:t>
      </w:r>
      <w:r w:rsidRPr="004D0435">
        <w:t xml:space="preserve">dohody tak budou vykládána v souladu se zadávacími podmínkami </w:t>
      </w:r>
      <w:r w:rsidR="00A82C34" w:rsidRPr="004D0435">
        <w:t>V</w:t>
      </w:r>
      <w:r w:rsidR="0030101F" w:rsidRPr="004D0435">
        <w:t>ýběrového</w:t>
      </w:r>
      <w:r w:rsidR="000A53AE" w:rsidRPr="004D0435">
        <w:t xml:space="preserve"> řízen</w:t>
      </w:r>
      <w:r w:rsidR="009801AE" w:rsidRPr="004D0435">
        <w:t>í</w:t>
      </w:r>
      <w:r w:rsidRPr="004D0435">
        <w:t>.</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2C6544">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2D029760" w14:textId="6100758B" w:rsidR="00643145" w:rsidRPr="00643145" w:rsidRDefault="00AD664A" w:rsidP="00643145">
      <w:pPr>
        <w:pStyle w:val="1odstavec"/>
      </w:pPr>
      <w:r w:rsidRPr="00CB6761">
        <w:t xml:space="preserve">Předmětem dílčích veřejných zakázek </w:t>
      </w:r>
      <w:r w:rsidRPr="00FB44A3">
        <w:t xml:space="preserve">zadávaných na základě uzavřené rámcové dohody (dále jen „dílčí zakázky“) </w:t>
      </w:r>
      <w:r w:rsidR="00643145">
        <w:t>jsou dodávky</w:t>
      </w:r>
      <w:r w:rsidR="00E153D3">
        <w:t xml:space="preserve"> mazací</w:t>
      </w:r>
      <w:r w:rsidR="00DB6925">
        <w:t>ho</w:t>
      </w:r>
      <w:r w:rsidR="00E153D3">
        <w:t xml:space="preserve"> olej</w:t>
      </w:r>
      <w:r w:rsidR="00DB6925">
        <w:t>e</w:t>
      </w:r>
      <w:r>
        <w:t xml:space="preserve"> k ošetřování kluzných stoliček a závěrů výhybek</w:t>
      </w:r>
      <w:r w:rsidRPr="00C86833">
        <w:t xml:space="preserve"> (dále jen „materiál“ nebo „</w:t>
      </w:r>
      <w:r>
        <w:t>zboží</w:t>
      </w:r>
      <w:r w:rsidRPr="00C86833">
        <w:t xml:space="preserve">“) v rozsahu přílohy č. </w:t>
      </w:r>
      <w:r w:rsidRPr="000C545A">
        <w:t>2</w:t>
      </w:r>
      <w:r w:rsidRPr="00C86833">
        <w:t xml:space="preserve"> této Rámcové dohody</w:t>
      </w:r>
      <w:r>
        <w:t>.</w:t>
      </w:r>
    </w:p>
    <w:p w14:paraId="01A4C12B" w14:textId="3D7C350B" w:rsidR="00565B3E" w:rsidRPr="0028027F" w:rsidRDefault="00565B3E" w:rsidP="00565B3E">
      <w:pPr>
        <w:pStyle w:val="1odstavec"/>
      </w:pPr>
      <w:r w:rsidRPr="0028027F">
        <w:t>Technickou specifikací dodávek</w:t>
      </w:r>
      <w:r w:rsidR="00E153D3">
        <w:t xml:space="preserve"> mazací</w:t>
      </w:r>
      <w:r w:rsidR="00DB6925">
        <w:t>ho</w:t>
      </w:r>
      <w:r w:rsidR="00E153D3">
        <w:t xml:space="preserve"> olej</w:t>
      </w:r>
      <w:r w:rsidR="00DB6925">
        <w:t>e</w:t>
      </w:r>
      <w:r w:rsidR="001751A6">
        <w:t xml:space="preserve"> </w:t>
      </w:r>
      <w:r w:rsidRPr="00587A35">
        <w:t>jsou Technické podmínky dodací (dále jen „</w:t>
      </w:r>
      <w:r w:rsidRPr="00587A35">
        <w:rPr>
          <w:b/>
          <w:bCs/>
          <w:i/>
          <w:iCs/>
        </w:rPr>
        <w:t>TPD</w:t>
      </w:r>
      <w:r w:rsidRPr="00587A35">
        <w:t xml:space="preserve">“), </w:t>
      </w:r>
      <w:r w:rsidR="00643145" w:rsidRPr="00643145">
        <w:t xml:space="preserve">včetně jejich dodatků a změn v platném znění, přičemž čísla příslušných TPD jsou uvedena v příloze č. </w:t>
      </w:r>
      <w:r w:rsidR="00643145">
        <w:t>5</w:t>
      </w:r>
      <w:r w:rsidR="00643145" w:rsidRPr="00643145">
        <w:t xml:space="preserve"> této Rámcové dohody a dále jsou technickou specifikací dodávaného zboží technické listy, které jsou uvedeny v příloze č. 3 této Rámcové </w:t>
      </w:r>
      <w:r w:rsidRPr="0028027F">
        <w:t>dohody.</w:t>
      </w:r>
    </w:p>
    <w:p w14:paraId="63B8E1D2" w14:textId="77777777" w:rsidR="00AD664A" w:rsidRDefault="00AD664A" w:rsidP="00AD664A">
      <w:pPr>
        <w:pStyle w:val="1odstavec"/>
      </w:pPr>
      <w:r w:rsidRPr="009847B1">
        <w:t>Dodávané zboží, na které se vztahují TPD, musí být dodáváno zcela v souladu s</w:t>
      </w:r>
      <w:r>
        <w:t> </w:t>
      </w:r>
      <w:r w:rsidRPr="009847B1">
        <w:t>TPD</w:t>
      </w:r>
      <w:r>
        <w:t>. Kupující není povinen akceptovat dodané zboží, jež není v souladu s TPD. N</w:t>
      </w:r>
      <w:r w:rsidRPr="009847B1">
        <w:t>esplnění této podmínky znamená neposkytnutí součinnosti ze strany Prodávajícího a je důvodem pro vypovězení této Rámcové dohody ze strany Kupujícího</w:t>
      </w:r>
      <w:r>
        <w:t xml:space="preserve">. </w:t>
      </w:r>
      <w:r w:rsidRPr="00C86833">
        <w:t>Kupující vypoví Rámcovou dohodu dle předchozí věty pouze vůči Prodávajícímu, který naplní důvod pro vypovězení Rámcové dohody dle předchozí věty. Výpovědní doba v takovém případě činí 3 měsíce ode dne doručení této výpovědi Prodávajícímu a závazek zaniká uplynutím této výpovědní doby.</w:t>
      </w:r>
      <w:r>
        <w:t xml:space="preserve"> Vypovězení této rámcové dohody nemá vliv na uzavření dílčí smlouvy. </w:t>
      </w:r>
    </w:p>
    <w:p w14:paraId="46BC3245" w14:textId="77777777" w:rsidR="00AD664A" w:rsidRPr="00C86833" w:rsidRDefault="00AD664A" w:rsidP="00AD664A">
      <w:pPr>
        <w:pStyle w:val="1odstavec"/>
      </w:pPr>
      <w:r w:rsidRPr="00A34F98">
        <w:t>Seznamy uzavřených TPD</w:t>
      </w:r>
      <w:r>
        <w:t xml:space="preserve"> </w:t>
      </w:r>
      <w:r w:rsidRPr="00A34F98">
        <w:t xml:space="preserve">jsou k dispozici zde </w:t>
      </w:r>
      <w:hyperlink r:id="rId11" w:history="1">
        <w:r w:rsidRPr="00275C3B">
          <w:rPr>
            <w:rFonts w:eastAsiaTheme="minorHAnsi" w:cstheme="minorBidi"/>
            <w:color w:val="0000FF"/>
            <w:szCs w:val="22"/>
            <w:u w:val="single"/>
          </w:rPr>
          <w:t>37f7dbb1-6c86-</w:t>
        </w:r>
        <w:proofErr w:type="gramStart"/>
        <w:r w:rsidRPr="00275C3B">
          <w:rPr>
            <w:rFonts w:eastAsiaTheme="minorHAnsi" w:cstheme="minorBidi"/>
            <w:color w:val="0000FF"/>
            <w:szCs w:val="22"/>
            <w:u w:val="single"/>
          </w:rPr>
          <w:t>4502-9b72</w:t>
        </w:r>
        <w:proofErr w:type="gramEnd"/>
        <w:r w:rsidRPr="00275C3B">
          <w:rPr>
            <w:rFonts w:eastAsiaTheme="minorHAnsi" w:cstheme="minorBidi"/>
            <w:color w:val="0000FF"/>
            <w:szCs w:val="22"/>
            <w:u w:val="single"/>
          </w:rPr>
          <w:t>-e72fb8ebe0d8</w:t>
        </w:r>
      </w:hyperlink>
      <w:r>
        <w:t xml:space="preserve"> .</w:t>
      </w:r>
    </w:p>
    <w:p w14:paraId="3CE15A02" w14:textId="77777777" w:rsidR="00AD664A" w:rsidRPr="00DD0866" w:rsidRDefault="00AD664A" w:rsidP="00AD664A">
      <w:pPr>
        <w:pStyle w:val="1odstavec"/>
      </w:pPr>
      <w:r>
        <w:t>V příloze č. 2 této R</w:t>
      </w:r>
      <w:r w:rsidRPr="00DD0866">
        <w:t xml:space="preserve">ámcové </w:t>
      </w:r>
      <w:proofErr w:type="gramStart"/>
      <w:r w:rsidRPr="00DD0866">
        <w:t xml:space="preserve">dohody - </w:t>
      </w:r>
      <w:r>
        <w:t>Ceník</w:t>
      </w:r>
      <w:proofErr w:type="gramEnd"/>
      <w:r>
        <w:t xml:space="preserve"> a konkrétní nabízené položky</w:t>
      </w:r>
      <w:r w:rsidRPr="00DD0866">
        <w:t xml:space="preserve">, která je nedílnou součástí této </w:t>
      </w:r>
      <w:r>
        <w:t>R</w:t>
      </w:r>
      <w:r w:rsidRPr="00DD0866">
        <w:t xml:space="preserve">ámcové dohody, </w:t>
      </w:r>
      <w:r>
        <w:t>je uvedeno zboží</w:t>
      </w:r>
      <w:r w:rsidRPr="00DD0866">
        <w:t xml:space="preserve"> a</w:t>
      </w:r>
      <w:r>
        <w:t> sjednané ceny zboží</w:t>
      </w:r>
      <w:r w:rsidRPr="00DD0866">
        <w:t xml:space="preserve"> p</w:t>
      </w:r>
      <w:r>
        <w:t>o dobu účinnosti této R</w:t>
      </w:r>
      <w:r w:rsidRPr="00DD0866">
        <w:t>ámcové dohody</w:t>
      </w:r>
      <w:r>
        <w:t xml:space="preserve"> a dílčích veřejných zakázek</w:t>
      </w:r>
      <w:r w:rsidRPr="00DD0866">
        <w:t xml:space="preserve">. </w:t>
      </w:r>
      <w:r>
        <w:t>Příloha č. 2 této Rámcové dohody je tvořena Seznamem položek zboží</w:t>
      </w:r>
      <w:r w:rsidRPr="00DD0866">
        <w:t xml:space="preserve"> včetně technické specifikace a</w:t>
      </w:r>
      <w:r>
        <w:t> </w:t>
      </w:r>
      <w:r w:rsidRPr="00DD0866">
        <w:t>jednotkových cen</w:t>
      </w:r>
      <w:r>
        <w:t xml:space="preserve"> jednotlivých Prodávajících. </w:t>
      </w:r>
    </w:p>
    <w:p w14:paraId="6F6E2373" w14:textId="77777777" w:rsidR="00AD664A" w:rsidRPr="00A34F98" w:rsidRDefault="00AD664A" w:rsidP="00AD664A">
      <w:pPr>
        <w:pStyle w:val="1odstavec"/>
        <w:rPr>
          <w:lang w:eastAsia="cs-CZ"/>
        </w:rPr>
      </w:pPr>
      <w:r w:rsidRPr="00414FB5">
        <w:rPr>
          <w:lang w:eastAsia="cs-CZ"/>
        </w:rPr>
        <w:t>Prodávající odpovídá za to, že dodané zboží plně odpovídá požadavkům zákona č. 22/1997 Sb., o technických požadavcích na výrobky, ve znění pozdějších předpisů, a disponuje platnými certifikáty a osvědčeními potvrzujícími, že dodané zboží splňuje požadavky zákona č. 22/1997 Sb</w:t>
      </w:r>
      <w:r w:rsidRPr="00A34F98">
        <w:rPr>
          <w:lang w:eastAsia="cs-CZ"/>
        </w:rPr>
        <w:t>., o technických požadavcích na výrobky, ve znění pozdějších předpisů a dalších platných českých právních norem, popřípadě převzatých mezinárodních norem a předpisů týkajících se</w:t>
      </w:r>
      <w:r>
        <w:rPr>
          <w:lang w:eastAsia="cs-CZ"/>
        </w:rPr>
        <w:t> </w:t>
      </w:r>
      <w:r w:rsidRPr="00A34F98">
        <w:rPr>
          <w:lang w:eastAsia="cs-CZ"/>
        </w:rPr>
        <w:t>oprávněného zájmu na bezpečnost výrobků. Příslušné certifikáty a osvědčení jsou ve</w:t>
      </w:r>
      <w:r>
        <w:rPr>
          <w:lang w:eastAsia="cs-CZ"/>
        </w:rPr>
        <w:t> </w:t>
      </w:r>
      <w:r w:rsidRPr="00A34F98">
        <w:rPr>
          <w:lang w:eastAsia="cs-CZ"/>
        </w:rPr>
        <w:t>fotokopiích k nahlédnutí u Prodávajícího.</w:t>
      </w:r>
    </w:p>
    <w:p w14:paraId="612153E5" w14:textId="1C46DC3A" w:rsidR="00565B3E" w:rsidRPr="0028027F" w:rsidRDefault="00565B3E" w:rsidP="00565B3E">
      <w:pPr>
        <w:pStyle w:val="1odstavec"/>
      </w:pPr>
      <w:r w:rsidRPr="0028027F">
        <w:t xml:space="preserve">Kupujícímu musí být umožněno ověření kvality </w:t>
      </w:r>
      <w:r w:rsidR="008E1719">
        <w:t xml:space="preserve">Zboží </w:t>
      </w:r>
      <w:r w:rsidRPr="0028027F">
        <w:t xml:space="preserve">pověřeným útvarem dle příslušných TPD. Ke každé dodávce </w:t>
      </w:r>
      <w:r w:rsidR="005B4F99">
        <w:t>z</w:t>
      </w:r>
      <w:r w:rsidR="008E1719">
        <w:t>boží</w:t>
      </w:r>
      <w:r w:rsidRPr="0028027F">
        <w:t xml:space="preserve"> budou Prodávajícím zaslány Kupujícímu sjednané doklady o kvalitě dle ustanovení příslušných TPD.</w:t>
      </w:r>
    </w:p>
    <w:p w14:paraId="164DA9A4" w14:textId="77777777" w:rsidR="00893290" w:rsidRPr="008B5521" w:rsidRDefault="008B5521" w:rsidP="00EE5AE6">
      <w:pPr>
        <w:pStyle w:val="Inadpis"/>
      </w:pPr>
      <w:r w:rsidRPr="008B5521">
        <w:t>ZPŮSOB ZADÁVÁNÍ VEŘEJNÝCH ZAKÁZEK NA ZÁKLADĚ TÉTO RÁMCOVÉ DOHODY</w:t>
      </w:r>
    </w:p>
    <w:p w14:paraId="1F3B5C46" w14:textId="1C3BD558" w:rsidR="005B4F99" w:rsidRPr="005B4F99" w:rsidRDefault="005B4F99" w:rsidP="00C032EE">
      <w:pPr>
        <w:pStyle w:val="Odstavecseseznamem"/>
        <w:numPr>
          <w:ilvl w:val="0"/>
          <w:numId w:val="6"/>
        </w:numPr>
        <w:rPr>
          <w:rFonts w:cstheme="minorHAnsi"/>
          <w:szCs w:val="18"/>
        </w:rPr>
      </w:pPr>
      <w:bookmarkStart w:id="0" w:name="_Hlk158921233"/>
      <w:r w:rsidRPr="005B4F99">
        <w:rPr>
          <w:rFonts w:cstheme="minorHAnsi"/>
          <w:szCs w:val="18"/>
        </w:rPr>
        <w:t>Před zahájením dílčí veřejné zakázky zašle Kupující kontaktní osobě Prodávajícího požadavek, ve kterém bude uveden požadovaný druh zboží uvedený v příloze č. 2 této Rámcové dohody, vč. uvedení množství a termínu dodání (dále jen „</w:t>
      </w:r>
      <w:r w:rsidRPr="005B4F99">
        <w:rPr>
          <w:rFonts w:cstheme="minorHAnsi"/>
          <w:b/>
          <w:bCs/>
          <w:i/>
          <w:iCs/>
          <w:szCs w:val="18"/>
        </w:rPr>
        <w:t>Požadavek</w:t>
      </w:r>
      <w:r w:rsidRPr="005B4F99">
        <w:rPr>
          <w:rFonts w:cstheme="minorHAnsi"/>
          <w:szCs w:val="18"/>
        </w:rPr>
        <w:t xml:space="preserve">“). Prodávající je povinen Kupujícímu do tří pracovních dnů ode dne odeslání každého Požadavku Kupujícímu písemně </w:t>
      </w:r>
      <w:r w:rsidRPr="005B4F99">
        <w:rPr>
          <w:rFonts w:cstheme="minorHAnsi"/>
          <w:szCs w:val="18"/>
        </w:rPr>
        <w:lastRenderedPageBreak/>
        <w:t xml:space="preserve">sdělit, zdali uvedený rozsah plnění vč. termínu bude schopen až do jeho maximální oznámené výše garantovat k dodání. Po potvrzení Požadavku ze strany Prodávajícího bude následně zadávána dílčí veřejná zakázka. </w:t>
      </w:r>
    </w:p>
    <w:p w14:paraId="164DA9A5" w14:textId="491E01E4" w:rsidR="00893290" w:rsidRPr="008B5521" w:rsidRDefault="00893290" w:rsidP="00C032EE">
      <w:pPr>
        <w:pStyle w:val="1odstavec"/>
        <w:numPr>
          <w:ilvl w:val="0"/>
          <w:numId w:val="6"/>
        </w:numPr>
      </w:pPr>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w:t>
      </w:r>
      <w:r w:rsidR="008E19B6">
        <w:t>O</w:t>
      </w:r>
      <w:r w:rsidRPr="008B5521">
        <w:t xml:space="preserve">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w:t>
      </w:r>
      <w:proofErr w:type="gramStart"/>
      <w:r w:rsidRPr="008B5521">
        <w:t>základě</w:t>
      </w:r>
      <w:proofErr w:type="gramEnd"/>
      <w:r w:rsidRPr="008B5521">
        <w:t xml:space="preserve"> které </w:t>
      </w:r>
      <w:r w:rsidR="00D608AA" w:rsidRPr="008B5521">
        <w:t>Prodávající</w:t>
      </w:r>
      <w:r w:rsidR="009601AA" w:rsidRPr="008B5521">
        <w:t xml:space="preserve"> dodá </w:t>
      </w:r>
      <w:r w:rsidR="001F7B3B">
        <w:t>Zbo</w:t>
      </w:r>
      <w:r w:rsidR="009601AA" w:rsidRPr="008B5521">
        <w:t>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0"/>
    <w:p w14:paraId="164DA9A6" w14:textId="77777777" w:rsidR="00B74412" w:rsidRPr="008B5521" w:rsidRDefault="00D608AA" w:rsidP="00C032EE">
      <w:pPr>
        <w:pStyle w:val="1odstavec"/>
        <w:numPr>
          <w:ilvl w:val="0"/>
          <w:numId w:val="6"/>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Default="005C1AF3" w:rsidP="00EE5AE6">
      <w:pPr>
        <w:pStyle w:val="Odstbez"/>
      </w:pPr>
      <w:r w:rsidRPr="008D37FE">
        <w:t xml:space="preserve">Prodávající: </w:t>
      </w:r>
      <w:bookmarkStart w:id="1" w:name="_Hlk166234719"/>
      <w:r w:rsidRPr="008D37FE">
        <w:rPr>
          <w:highlight w:val="green"/>
        </w:rPr>
        <w:t>[DOPLNÍ PRODÁVAJÍCÍ]</w:t>
      </w:r>
      <w:bookmarkEnd w:id="1"/>
    </w:p>
    <w:p w14:paraId="164DA9A9" w14:textId="4A5C7F43" w:rsidR="00893290" w:rsidRPr="008B5521" w:rsidRDefault="00893290" w:rsidP="00C032EE">
      <w:pPr>
        <w:pStyle w:val="1odstavec"/>
        <w:numPr>
          <w:ilvl w:val="0"/>
          <w:numId w:val="6"/>
        </w:numPr>
      </w:pPr>
      <w:r w:rsidRPr="008B5521">
        <w:t xml:space="preserve">Objednávky </w:t>
      </w:r>
      <w:r w:rsidR="00D608AA" w:rsidRPr="008B5521">
        <w:t>Kupujícího</w:t>
      </w:r>
      <w:r w:rsidRPr="008B5521">
        <w:t xml:space="preserve"> dle odstavce 2 tohoto článku této </w:t>
      </w:r>
      <w:r w:rsidR="008E1719">
        <w:t xml:space="preserve">Rámcové </w:t>
      </w:r>
      <w:r w:rsidRPr="008B5521">
        <w:t>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53E0178D" w:rsidR="00893290" w:rsidRPr="008B5521" w:rsidRDefault="00893290" w:rsidP="00EE5AE6">
      <w:pPr>
        <w:pStyle w:val="aodst0"/>
      </w:pPr>
      <w:r w:rsidRPr="008B5521">
        <w:t xml:space="preserve">specifikaci a množství požadovaného </w:t>
      </w:r>
      <w:r w:rsidR="00D10D0B">
        <w:t>z</w:t>
      </w:r>
      <w:r w:rsidRPr="008B5521">
        <w:t>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65E07053" w:rsidR="00893290" w:rsidRPr="00D35186" w:rsidRDefault="00893290" w:rsidP="00EE5AE6">
      <w:pPr>
        <w:pStyle w:val="aodst0"/>
      </w:pPr>
      <w:r w:rsidRPr="00D35186">
        <w:t xml:space="preserve">cenu za plnění dílčí smlouvy vypočtenou dle jednotkových cen v příloze č. </w:t>
      </w:r>
      <w:r w:rsidR="007A7E29">
        <w:t>2</w:t>
      </w:r>
      <w:r w:rsidR="007465F2" w:rsidRPr="00D35186">
        <w:t xml:space="preserve"> </w:t>
      </w:r>
      <w:r w:rsidRPr="00D35186">
        <w:t xml:space="preserve">této </w:t>
      </w:r>
      <w:r w:rsidR="00881560" w:rsidRPr="00D35186">
        <w:t>Rámcové</w:t>
      </w:r>
      <w:r w:rsidRPr="00D35186">
        <w:t xml:space="preserve"> dohody a množství požadovaných položek </w:t>
      </w:r>
      <w:r w:rsidR="001F7B3B">
        <w:t>Zbo</w:t>
      </w:r>
      <w:r w:rsidRPr="00D35186">
        <w:t xml:space="preserve">ží, pokud je možné s ohledem na množství požadovaných položek </w:t>
      </w:r>
      <w:r w:rsidR="008E1719">
        <w:t>Z</w:t>
      </w:r>
      <w:r w:rsidRPr="00D35186">
        <w:t>boží cenu v objednávce přesně stanovit,</w:t>
      </w:r>
    </w:p>
    <w:p w14:paraId="164DA9B0" w14:textId="76AD7472" w:rsidR="00893290" w:rsidRPr="008B5521" w:rsidRDefault="00893290" w:rsidP="00EE5AE6">
      <w:pPr>
        <w:pStyle w:val="aodst0"/>
      </w:pPr>
      <w:r w:rsidRPr="008B5521">
        <w:t xml:space="preserve">požadovaný termín </w:t>
      </w:r>
      <w:r w:rsidR="00D608AA" w:rsidRPr="008B5521">
        <w:t xml:space="preserve">dodání </w:t>
      </w:r>
      <w:r w:rsidR="00D10D0B">
        <w:t>z</w:t>
      </w:r>
      <w:r w:rsidR="00D608AA" w:rsidRPr="008B5521">
        <w:t>boží</w:t>
      </w:r>
      <w:r w:rsidRPr="008B5521">
        <w:t>,</w:t>
      </w:r>
    </w:p>
    <w:p w14:paraId="164DA9B1" w14:textId="5CF4BBAC" w:rsidR="00893290" w:rsidRPr="008B5521" w:rsidRDefault="00893290" w:rsidP="00EE5AE6">
      <w:pPr>
        <w:pStyle w:val="aodst0"/>
      </w:pPr>
      <w:r w:rsidRPr="008B5521">
        <w:t>místo dodání</w:t>
      </w:r>
      <w:r w:rsidR="00D10D0B">
        <w:t xml:space="preserve"> z</w:t>
      </w:r>
      <w:r w:rsidRPr="008B5521">
        <w:t>boží,</w:t>
      </w:r>
    </w:p>
    <w:p w14:paraId="164DA9B4" w14:textId="77777777" w:rsidR="00893290" w:rsidRPr="008B5521" w:rsidRDefault="00893290" w:rsidP="00EE5AE6">
      <w:pPr>
        <w:pStyle w:val="aodst0"/>
      </w:pPr>
      <w:r w:rsidRPr="008B5521">
        <w:t>případně další nezbytné údaje ohledně předmětu plnění dílčí smlouvy.</w:t>
      </w:r>
    </w:p>
    <w:p w14:paraId="68D4470E" w14:textId="77777777" w:rsidR="00D702F8" w:rsidRPr="008B5521" w:rsidRDefault="00D702F8" w:rsidP="00C032EE">
      <w:pPr>
        <w:pStyle w:val="1odstavec"/>
        <w:numPr>
          <w:ilvl w:val="0"/>
          <w:numId w:val="6"/>
        </w:numPr>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17018BB4" w:rsidR="00D702F8" w:rsidRDefault="00D702F8" w:rsidP="00C032EE">
      <w:pPr>
        <w:pStyle w:val="1odstavec"/>
        <w:numPr>
          <w:ilvl w:val="0"/>
          <w:numId w:val="6"/>
        </w:numPr>
      </w:pPr>
      <w:r w:rsidRPr="008B5521">
        <w:t>Prodávající je povinen na objednávku Kupujícího reagovat písemně na emailovou adresu Kupujícího uvedenou v</w:t>
      </w:r>
      <w:r w:rsidR="00C032EE">
        <w:t xml:space="preserve"> dílčí smlouvě </w:t>
      </w:r>
      <w:r w:rsidRPr="008B5521">
        <w:t xml:space="preserve">nejpozději </w:t>
      </w:r>
      <w:r w:rsidRPr="00DE7B97">
        <w:t xml:space="preserve">do </w:t>
      </w:r>
      <w:r w:rsidR="0058567D" w:rsidRPr="00DE7B97">
        <w:t>2</w:t>
      </w:r>
      <w:r w:rsidRPr="00DE7B97">
        <w:t xml:space="preserve"> pracovních</w:t>
      </w:r>
      <w:r w:rsidRPr="008B5521">
        <w:t xml:space="preserve"> dnů od jejího doručení, anebo ve lhůtě uvedené Kupujícím v</w:t>
      </w:r>
      <w:r w:rsidR="00811D6E">
        <w:t> </w:t>
      </w:r>
      <w:r w:rsidRPr="008B5521">
        <w:t>objednávce</w:t>
      </w:r>
      <w:r w:rsidR="00811D6E">
        <w:t xml:space="preserve">. </w:t>
      </w:r>
      <w:r w:rsidRPr="008B5521">
        <w:t>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5208790A" w14:textId="6E92F326" w:rsidR="00630788" w:rsidRPr="0058567D" w:rsidRDefault="00630788" w:rsidP="00C032EE">
      <w:pPr>
        <w:pStyle w:val="1odstavec"/>
        <w:numPr>
          <w:ilvl w:val="0"/>
          <w:numId w:val="6"/>
        </w:numPr>
      </w:pPr>
      <w:r w:rsidRPr="0058567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8567D">
        <w:t>ust</w:t>
      </w:r>
      <w:proofErr w:type="spellEnd"/>
      <w:r w:rsidRPr="0058567D">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w:t>
      </w:r>
      <w:r w:rsidR="00D10D0B">
        <w:t>3</w:t>
      </w:r>
      <w:r w:rsidRPr="0058567D">
        <w:t xml:space="preserve"> a</w:t>
      </w:r>
      <w:r w:rsidR="00AB3887" w:rsidRPr="0058567D">
        <w:t>ž</w:t>
      </w:r>
      <w:r w:rsidRPr="0058567D">
        <w:t xml:space="preserve"> </w:t>
      </w:r>
      <w:r w:rsidR="00D10D0B">
        <w:t>6</w:t>
      </w:r>
      <w:r w:rsidR="002C6544" w:rsidRPr="0058567D">
        <w:t xml:space="preserve"> </w:t>
      </w:r>
      <w:r w:rsidRPr="0058567D">
        <w:t xml:space="preserve">této </w:t>
      </w:r>
      <w:r w:rsidR="0072227E">
        <w:t xml:space="preserve">Rámcové </w:t>
      </w:r>
      <w:r w:rsidRPr="0058567D">
        <w:t xml:space="preserve">dohody, přičemž výzvou k uzavření dílčí smlouvy se rozumí objednávka. </w:t>
      </w:r>
      <w:r w:rsidRPr="0058567D">
        <w:lastRenderedPageBreak/>
        <w:t xml:space="preserve">Prodávající je povinen výzvu k uzavření dílčí smlouvy akceptovat a smlouvu uzavřít ve lhůtě uvedené v článku II. odst. </w:t>
      </w:r>
      <w:r w:rsidR="00D10D0B">
        <w:t>6</w:t>
      </w:r>
      <w:r w:rsidR="002C6544" w:rsidRPr="0058567D">
        <w:t xml:space="preserve"> </w:t>
      </w:r>
      <w:r w:rsidRPr="0058567D">
        <w:t xml:space="preserve">této </w:t>
      </w:r>
      <w:r w:rsidR="00D10D0B">
        <w:t xml:space="preserve">Rámcové </w:t>
      </w:r>
      <w:r w:rsidRPr="0058567D">
        <w:t xml:space="preserve">dohody. Ujednanou lhůtou pro uzavírání budoucích smluv je doba trvání této Rámcové dohody. Oprávněnou smluvní stranou je Kupující. </w:t>
      </w:r>
    </w:p>
    <w:p w14:paraId="164DA9B8" w14:textId="77777777" w:rsidR="00CC5257" w:rsidRPr="008B5521" w:rsidRDefault="008B5521" w:rsidP="00EE5AE6">
      <w:pPr>
        <w:pStyle w:val="Inadpis"/>
      </w:pPr>
      <w:r w:rsidRPr="008B5521">
        <w:t>DOBA, MÍSTO, ZPŮSOB A LHŮTY PLNĚNÍ</w:t>
      </w:r>
    </w:p>
    <w:p w14:paraId="164DA9B9" w14:textId="76CC378A" w:rsidR="00D608AA" w:rsidRPr="00D35186" w:rsidRDefault="00D608AA" w:rsidP="00C032EE">
      <w:pPr>
        <w:pStyle w:val="1odstavec"/>
        <w:numPr>
          <w:ilvl w:val="0"/>
          <w:numId w:val="7"/>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D35186">
        <w:rPr>
          <w:rFonts w:eastAsiaTheme="majorEastAsia"/>
          <w:bCs/>
        </w:rPr>
        <w:t xml:space="preserve">dobu </w:t>
      </w:r>
      <w:r w:rsidR="00D35186" w:rsidRPr="00D35186">
        <w:rPr>
          <w:rFonts w:eastAsiaTheme="majorEastAsia"/>
          <w:bCs/>
        </w:rPr>
        <w:t>1</w:t>
      </w:r>
      <w:r w:rsidR="00EF610F">
        <w:rPr>
          <w:rFonts w:eastAsiaTheme="majorEastAsia"/>
          <w:bCs/>
        </w:rPr>
        <w:t>2</w:t>
      </w:r>
      <w:r w:rsidRPr="00D35186">
        <w:rPr>
          <w:rFonts w:eastAsiaTheme="majorEastAsia"/>
          <w:bCs/>
        </w:rPr>
        <w:t xml:space="preserve"> měsíců od nabytí její účinnosti, </w:t>
      </w:r>
      <w:r w:rsidRPr="00D35186">
        <w:t xml:space="preserve">anebo do doby uzavření dílčí smlouvy, na základě </w:t>
      </w:r>
      <w:r w:rsidRPr="00EF610F">
        <w:t>které dojde k</w:t>
      </w:r>
      <w:r w:rsidR="000D441F" w:rsidRPr="00EF610F">
        <w:t> </w:t>
      </w:r>
      <w:r w:rsidRPr="00EF610F">
        <w:t xml:space="preserve">objednání </w:t>
      </w:r>
      <w:r w:rsidR="001F7B3B" w:rsidRPr="00EF610F">
        <w:t>Zbo</w:t>
      </w:r>
      <w:r w:rsidRPr="00EF610F">
        <w:t xml:space="preserve">ží dle této </w:t>
      </w:r>
      <w:r w:rsidR="00881560" w:rsidRPr="00EF610F">
        <w:t>Rámcové</w:t>
      </w:r>
      <w:r w:rsidRPr="00EF610F">
        <w:t xml:space="preserve"> dohody (v součtu všech dílčích smluv) v</w:t>
      </w:r>
      <w:r w:rsidR="000D441F" w:rsidRPr="00EF610F">
        <w:t> </w:t>
      </w:r>
      <w:r w:rsidRPr="00EF610F">
        <w:t xml:space="preserve">částce převyšující </w:t>
      </w:r>
      <w:proofErr w:type="gramStart"/>
      <w:r w:rsidR="00934CA6">
        <w:t>3</w:t>
      </w:r>
      <w:r w:rsidR="00EF610F" w:rsidRPr="00EF610F">
        <w:t>.</w:t>
      </w:r>
      <w:r w:rsidR="00934CA6">
        <w:t>4</w:t>
      </w:r>
      <w:r w:rsidR="00EF610F" w:rsidRPr="00EF610F">
        <w:t>95.000</w:t>
      </w:r>
      <w:r w:rsidR="007A7E29" w:rsidRPr="00EF610F">
        <w:t>,-</w:t>
      </w:r>
      <w:proofErr w:type="gramEnd"/>
      <w:r w:rsidR="007A7E29" w:rsidRPr="00EF610F">
        <w:t xml:space="preserve"> </w:t>
      </w:r>
      <w:r w:rsidRPr="00EF610F">
        <w:t>Kč</w:t>
      </w:r>
      <w:r w:rsidRPr="00EF610F">
        <w:rPr>
          <w:b/>
        </w:rPr>
        <w:t xml:space="preserve"> </w:t>
      </w:r>
      <w:r w:rsidRPr="00EF610F">
        <w:t>bez DPH. V</w:t>
      </w:r>
      <w:r w:rsidR="000D441F" w:rsidRPr="00EF610F">
        <w:t> </w:t>
      </w:r>
      <w:r w:rsidRPr="00EF610F">
        <w:t>případě, že dojde k</w:t>
      </w:r>
      <w:r w:rsidR="000D441F" w:rsidRPr="00EF610F">
        <w:t> </w:t>
      </w:r>
      <w:r w:rsidRPr="00EF610F">
        <w:t xml:space="preserve">ukončení účinnosti této </w:t>
      </w:r>
      <w:r w:rsidR="00881560" w:rsidRPr="00EF610F">
        <w:t>Rámcové</w:t>
      </w:r>
      <w:r w:rsidRPr="00EF610F">
        <w:t xml:space="preserve"> dohody dle předchozí věty, nemá toto ukončení vliv na účinnost dílčích smluv, které byly na základě této </w:t>
      </w:r>
      <w:r w:rsidR="00881560" w:rsidRPr="00EF610F">
        <w:t>Rámcové</w:t>
      </w:r>
      <w:r w:rsidRPr="00EF610F">
        <w:t xml:space="preserve"> dohody uzavřeny. Kupující není oprávněn na základě této </w:t>
      </w:r>
      <w:r w:rsidR="00881560" w:rsidRPr="00EF610F">
        <w:t>Rámcové</w:t>
      </w:r>
      <w:r w:rsidRPr="00EF610F">
        <w:t xml:space="preserve"> dohody učinit objednávky (v součtu všech objednávek) přesahující částku </w:t>
      </w:r>
      <w:proofErr w:type="gramStart"/>
      <w:r w:rsidR="00934CA6">
        <w:t>3</w:t>
      </w:r>
      <w:r w:rsidR="00EF610F" w:rsidRPr="00EF610F">
        <w:t>.</w:t>
      </w:r>
      <w:r w:rsidR="00934CA6">
        <w:t>5</w:t>
      </w:r>
      <w:r w:rsidR="00EF610F" w:rsidRPr="00EF610F">
        <w:t>00.000</w:t>
      </w:r>
      <w:r w:rsidRPr="00EF610F">
        <w:t>,-</w:t>
      </w:r>
      <w:proofErr w:type="gramEnd"/>
      <w:r w:rsidRPr="00EF610F">
        <w:t>Kč</w:t>
      </w:r>
      <w:r w:rsidRPr="00EF610F">
        <w:rPr>
          <w:b/>
        </w:rPr>
        <w:t xml:space="preserve"> </w:t>
      </w:r>
      <w:r w:rsidRPr="00EF610F">
        <w:t>bez DPH</w:t>
      </w:r>
      <w:r w:rsidRPr="00D35186">
        <w:rPr>
          <w:rFonts w:eastAsiaTheme="majorEastAsia"/>
          <w:bCs/>
        </w:rPr>
        <w:t>.</w:t>
      </w:r>
    </w:p>
    <w:p w14:paraId="164DA9BA" w14:textId="538A0DC8" w:rsidR="00062B10" w:rsidRDefault="00D608AA" w:rsidP="00C032EE">
      <w:pPr>
        <w:pStyle w:val="1odstavec"/>
        <w:numPr>
          <w:ilvl w:val="0"/>
          <w:numId w:val="22"/>
        </w:numPr>
      </w:pPr>
      <w:r w:rsidRPr="00D35186">
        <w:t>Míst</w:t>
      </w:r>
      <w:r w:rsidR="00474AD3" w:rsidRPr="00D35186">
        <w:t>o</w:t>
      </w:r>
      <w:r w:rsidRPr="00D35186">
        <w:t xml:space="preserve"> plnění dílčích smluv je uvedeno v</w:t>
      </w:r>
      <w:r w:rsidR="000D441F" w:rsidRPr="00D35186">
        <w:t> </w:t>
      </w:r>
      <w:r w:rsidRPr="00D35186">
        <w:t xml:space="preserve">dílčí smlouvě. </w:t>
      </w:r>
      <w:r w:rsidR="00062B10" w:rsidRPr="00D35186">
        <w:rPr>
          <w:rFonts w:eastAsiaTheme="majorEastAsia"/>
          <w:bCs/>
        </w:rPr>
        <w:t xml:space="preserve">Dopravu požadovaného </w:t>
      </w:r>
      <w:r w:rsidR="00D10D0B">
        <w:rPr>
          <w:rFonts w:eastAsiaTheme="majorEastAsia"/>
          <w:bCs/>
        </w:rPr>
        <w:t>z</w:t>
      </w:r>
      <w:r w:rsidR="001F7B3B">
        <w:rPr>
          <w:rFonts w:eastAsiaTheme="majorEastAsia"/>
          <w:bCs/>
        </w:rPr>
        <w:t>bo</w:t>
      </w:r>
      <w:r w:rsidR="00062B10" w:rsidRPr="00D35186">
        <w:rPr>
          <w:rFonts w:eastAsiaTheme="majorEastAsia"/>
          <w:bCs/>
        </w:rPr>
        <w:t>ží do místa plnění zajišťuje Prodávající.</w:t>
      </w:r>
      <w:r w:rsidR="00062B10" w:rsidRPr="00D35186">
        <w:t xml:space="preserve"> </w:t>
      </w:r>
    </w:p>
    <w:p w14:paraId="1BE5EFEF" w14:textId="143D6607" w:rsidR="00D35186" w:rsidRPr="00DE7B97" w:rsidRDefault="00D35186" w:rsidP="00C032EE">
      <w:pPr>
        <w:pStyle w:val="1odstavec"/>
        <w:numPr>
          <w:ilvl w:val="0"/>
          <w:numId w:val="22"/>
        </w:numPr>
        <w:spacing w:line="276" w:lineRule="auto"/>
      </w:pPr>
      <w:r w:rsidRPr="00D35186">
        <w:t xml:space="preserve">Místem plnění jsou </w:t>
      </w:r>
      <w:r w:rsidR="00824194">
        <w:t xml:space="preserve">sklady organizačních jednotek </w:t>
      </w:r>
      <w:r w:rsidR="00B61023">
        <w:t xml:space="preserve">na území České republiky Kupujícího. </w:t>
      </w:r>
      <w:r w:rsidRPr="00DE7B97">
        <w:t xml:space="preserve"> Dopravu požadovaného </w:t>
      </w:r>
      <w:r w:rsidR="001F7B3B">
        <w:t>Zbo</w:t>
      </w:r>
      <w:r w:rsidRPr="00DE7B97">
        <w:t xml:space="preserve">ží do místa plnění zajišťuje Prodávající na vlastní náklady, </w:t>
      </w:r>
      <w:r w:rsidR="00D10D0B">
        <w:t xml:space="preserve">resp. </w:t>
      </w:r>
      <w:r w:rsidRPr="00DE7B97">
        <w:t xml:space="preserve">tyto náklady jsou součástí cen uvedených v příloze č. 2 této </w:t>
      </w:r>
      <w:r w:rsidR="00753618">
        <w:t>R</w:t>
      </w:r>
      <w:r w:rsidRPr="00DE7B97">
        <w:t>ámcové dohody.</w:t>
      </w:r>
    </w:p>
    <w:p w14:paraId="164DA9BB" w14:textId="266DE16F" w:rsidR="00D034CB" w:rsidRPr="008B5521" w:rsidRDefault="00D034CB" w:rsidP="00EE5AE6">
      <w:pPr>
        <w:pStyle w:val="1odstavec"/>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 smlouvě</w:t>
      </w:r>
      <w:r w:rsidRPr="008B5521">
        <w:t>. Prodávající je povinen tyto lhůty dodržet.</w:t>
      </w:r>
    </w:p>
    <w:p w14:paraId="164DA9BC" w14:textId="5CA252FF" w:rsidR="00062B10" w:rsidRPr="008B5521" w:rsidRDefault="00062B10" w:rsidP="00EE5AE6">
      <w:pPr>
        <w:pStyle w:val="1odstavec"/>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7F4DB0">
        <w:t>3</w:t>
      </w:r>
      <w:r w:rsidR="000E5180">
        <w:t xml:space="preserve"> dny</w:t>
      </w:r>
      <w:r w:rsidR="007F4DB0" w:rsidRPr="008B5521">
        <w:t xml:space="preserve"> </w:t>
      </w:r>
      <w:r w:rsidRPr="008B5521">
        <w:t>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22F27820" w14:textId="77777777" w:rsidR="00883939" w:rsidRDefault="00883939" w:rsidP="00883939">
      <w:pPr>
        <w:pStyle w:val="1odstavec"/>
        <w:rPr>
          <w:noProof/>
        </w:rPr>
      </w:pPr>
      <w:bookmarkStart w:id="2" w:name="_Hlk189807211"/>
      <w:r w:rsidRPr="00133A2A">
        <w:rPr>
          <w:noProof/>
        </w:rPr>
        <w:t xml:space="preserve">Převzetím dodávky </w:t>
      </w:r>
      <w:r>
        <w:rPr>
          <w:noProof/>
        </w:rPr>
        <w:t>zboží</w:t>
      </w:r>
      <w:r w:rsidRPr="00133A2A">
        <w:rPr>
          <w:noProof/>
        </w:rPr>
        <w:t xml:space="preserve">  (potvrzením dodacího listu Kupujícím) ze strany Kupujícího se rozumí převzetí bezvadného </w:t>
      </w:r>
      <w:r>
        <w:rPr>
          <w:noProof/>
        </w:rPr>
        <w:t>zboží</w:t>
      </w:r>
      <w:r w:rsidRPr="00133A2A">
        <w:rPr>
          <w:noProof/>
        </w:rPr>
        <w:t xml:space="preserve"> k</w:t>
      </w:r>
      <w:r>
        <w:rPr>
          <w:noProof/>
        </w:rPr>
        <w:t> </w:t>
      </w:r>
      <w:r w:rsidRPr="00133A2A">
        <w:rPr>
          <w:noProof/>
        </w:rPr>
        <w:t>užívání</w:t>
      </w:r>
      <w:r>
        <w:rPr>
          <w:noProof/>
        </w:rPr>
        <w:t xml:space="preserve"> včetně všech souvisejících dokladů dle přílohy č. 1 této Rámcové dohody či dokumentů, na které příloha č. 1 odkazuje,</w:t>
      </w:r>
      <w:r w:rsidRPr="00133A2A">
        <w:rPr>
          <w:noProof/>
        </w:rPr>
        <w:t xml:space="preserve"> po kontrole a přepočtu </w:t>
      </w:r>
      <w:r>
        <w:rPr>
          <w:noProof/>
        </w:rPr>
        <w:t>zboží</w:t>
      </w:r>
      <w:r w:rsidRPr="00133A2A">
        <w:rPr>
          <w:noProof/>
        </w:rPr>
        <w:t xml:space="preserve"> </w:t>
      </w:r>
      <w:r w:rsidRPr="00F81D81">
        <w:rPr>
          <w:noProof/>
        </w:rPr>
        <w:t xml:space="preserve">dle ustanovení TPD. </w:t>
      </w:r>
    </w:p>
    <w:p w14:paraId="2C63194C" w14:textId="06EB342F" w:rsidR="007F4DB0" w:rsidRPr="00CA095A" w:rsidRDefault="007F4DB0" w:rsidP="007F4DB0">
      <w:pPr>
        <w:pStyle w:val="1odstavec"/>
      </w:pPr>
      <w:r w:rsidRPr="00CA095A">
        <w:t xml:space="preserve">Zjistí-li příjemce </w:t>
      </w:r>
      <w:r w:rsidR="001F7B3B" w:rsidRPr="00CA095A">
        <w:t>Zbo</w:t>
      </w:r>
      <w:r w:rsidRPr="00CA095A">
        <w:t xml:space="preserve">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w:t>
      </w:r>
      <w:r w:rsidR="001F7B3B" w:rsidRPr="00CA095A">
        <w:t>Zbo</w:t>
      </w:r>
      <w:r w:rsidRPr="00CA095A">
        <w:t>ží povinen dodávku převzít.</w:t>
      </w:r>
    </w:p>
    <w:bookmarkEnd w:id="2"/>
    <w:p w14:paraId="041694AD" w14:textId="77777777" w:rsidR="00883939" w:rsidRPr="00F81D81" w:rsidRDefault="00883939" w:rsidP="00883939">
      <w:pPr>
        <w:pStyle w:val="1odstavec"/>
        <w:rPr>
          <w:noProof/>
        </w:rPr>
      </w:pPr>
      <w:r w:rsidRPr="00F81D81">
        <w:rPr>
          <w:noProof/>
        </w:rPr>
        <w:t xml:space="preserve">Prodávající je povinen vyrozumět určeného zaměstnance Kupujícího uvedeného v dílčí smlouvě jako „kontaktní osoba“ o datu a době dodání zboží (v pracovní dny v čase 08:00 – 13:00 hod.). Předání a převzetí </w:t>
      </w:r>
      <w:r>
        <w:rPr>
          <w:noProof/>
        </w:rPr>
        <w:t>zboží</w:t>
      </w:r>
      <w:r w:rsidRPr="00F81D81">
        <w:rPr>
          <w:noProof/>
        </w:rPr>
        <w:t xml:space="preserve"> probíhá v rámci předávacího řízení potvrzením Dodacího listu ze strany Kupujícího a Prodávajícího.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164DA9BF" w14:textId="12AD0C6D" w:rsidR="00062B10" w:rsidRPr="00DE7B97" w:rsidRDefault="00062B10" w:rsidP="00EE5AE6">
      <w:pPr>
        <w:pStyle w:val="1odstavec"/>
      </w:pPr>
      <w:r w:rsidRPr="00DE7B97">
        <w:t xml:space="preserve">Pojištění se u </w:t>
      </w:r>
      <w:r w:rsidR="001F7B3B">
        <w:t>Zbo</w:t>
      </w:r>
      <w:r w:rsidRPr="00DE7B97">
        <w:t>ží nevyžaduje.</w:t>
      </w:r>
      <w:r w:rsidR="00685D2E" w:rsidRPr="00DE7B97">
        <w:t xml:space="preserve"> </w:t>
      </w:r>
    </w:p>
    <w:p w14:paraId="164DA9C1" w14:textId="77777777" w:rsidR="00211202" w:rsidRPr="008B5521" w:rsidRDefault="008B5521" w:rsidP="00EE5AE6">
      <w:pPr>
        <w:pStyle w:val="Inadpis"/>
      </w:pPr>
      <w:r w:rsidRPr="008B5521">
        <w:t>CENA DODÁVEK A PLATEBNÍ PODMÍNKY</w:t>
      </w:r>
    </w:p>
    <w:p w14:paraId="164DA9C2" w14:textId="3EB40EB7" w:rsidR="00CB26F1" w:rsidRPr="008B5521" w:rsidRDefault="00496E5D" w:rsidP="00C032EE">
      <w:pPr>
        <w:pStyle w:val="1odstavec"/>
        <w:numPr>
          <w:ilvl w:val="0"/>
          <w:numId w:val="8"/>
        </w:numPr>
      </w:pPr>
      <w:r w:rsidRPr="00DE7B97">
        <w:t>Cena za plnění dílčí smlouvy je zpravidla uvedena v</w:t>
      </w:r>
      <w:r w:rsidR="000D441F" w:rsidRPr="00DE7B97">
        <w:t> </w:t>
      </w:r>
      <w:r w:rsidRPr="00DE7B97">
        <w:t>dílčí smlouvě, přičemž v</w:t>
      </w:r>
      <w:r w:rsidR="000D441F" w:rsidRPr="00DE7B97">
        <w:t> </w:t>
      </w:r>
      <w:r w:rsidRPr="00DE7B97">
        <w:t>případě, že v</w:t>
      </w:r>
      <w:r w:rsidR="000D441F" w:rsidRPr="00DE7B97">
        <w:t> </w:t>
      </w:r>
      <w:r w:rsidRPr="00DE7B97">
        <w:t>dílčí smlouvě uvedena není, je cena za plnění dílčí smlouvy</w:t>
      </w:r>
      <w:r w:rsidR="007804E9" w:rsidRPr="00DE7B97">
        <w:t xml:space="preserve"> stanovena</w:t>
      </w:r>
      <w:r w:rsidRPr="00DE7B97">
        <w:t xml:space="preserve"> dle </w:t>
      </w:r>
      <w:r w:rsidR="007804E9" w:rsidRPr="00DE7B97">
        <w:t>jednotkov</w:t>
      </w:r>
      <w:r w:rsidR="007804E9">
        <w:t>é</w:t>
      </w:r>
      <w:r w:rsidR="007804E9" w:rsidRPr="00DE7B97">
        <w:t xml:space="preserve"> </w:t>
      </w:r>
      <w:r w:rsidRPr="00DE7B97">
        <w:t>cen</w:t>
      </w:r>
      <w:r w:rsidR="007804E9">
        <w:t>y</w:t>
      </w:r>
      <w:r w:rsidRPr="00DE7B97">
        <w:t xml:space="preserve"> v</w:t>
      </w:r>
      <w:r w:rsidR="000D441F" w:rsidRPr="00DE7B97">
        <w:t> </w:t>
      </w:r>
      <w:r w:rsidRPr="00DE7B97">
        <w:t xml:space="preserve">příloze č. </w:t>
      </w:r>
      <w:r w:rsidR="00683467">
        <w:t>2</w:t>
      </w:r>
      <w:r w:rsidR="007465F2" w:rsidRPr="00DE7B97">
        <w:t xml:space="preserve"> </w:t>
      </w:r>
      <w:r w:rsidRPr="00DE7B97">
        <w:t xml:space="preserve">této </w:t>
      </w:r>
      <w:r w:rsidR="00881560" w:rsidRPr="00DE7B97">
        <w:t>Rámcové</w:t>
      </w:r>
      <w:r w:rsidRPr="00DE7B97">
        <w:t xml:space="preserve"> dohody a množství skutečně dodaného </w:t>
      </w:r>
      <w:r w:rsidR="002023D7">
        <w:t>z</w:t>
      </w:r>
      <w:r w:rsidR="001F7B3B">
        <w:t>bo</w:t>
      </w:r>
      <w:r w:rsidRPr="00DE7B97">
        <w:t xml:space="preserve">ží Kupujícímu. </w:t>
      </w:r>
    </w:p>
    <w:p w14:paraId="164DA9C3" w14:textId="1FD4100E" w:rsidR="00CB26F1" w:rsidRPr="008B5521" w:rsidRDefault="00DC0459" w:rsidP="00C032EE">
      <w:pPr>
        <w:pStyle w:val="1odstavec"/>
        <w:numPr>
          <w:ilvl w:val="0"/>
          <w:numId w:val="21"/>
        </w:numPr>
      </w:pPr>
      <w:bookmarkStart w:id="3" w:name="_Hlk189807483"/>
      <w:r>
        <w:t>Jednotlivé ceny uvedené</w:t>
      </w:r>
      <w:r w:rsidR="007804E9" w:rsidRPr="00DE7B97">
        <w:t xml:space="preserve"> </w:t>
      </w:r>
      <w:r w:rsidR="00CB26F1" w:rsidRPr="00DE7B97">
        <w:t>v</w:t>
      </w:r>
      <w:r w:rsidR="000D441F" w:rsidRPr="00DE7B97">
        <w:t> </w:t>
      </w:r>
      <w:r w:rsidR="007465F2" w:rsidRPr="00DE7B97">
        <w:t>jednotkovém ceníku</w:t>
      </w:r>
      <w:r w:rsidR="00CB26F1" w:rsidRPr="00DE7B97">
        <w:t xml:space="preserve">, který je přílohou č. </w:t>
      </w:r>
      <w:r w:rsidR="007804E9" w:rsidRPr="00DE7B97">
        <w:t xml:space="preserve">2 </w:t>
      </w:r>
      <w:r w:rsidR="00CB26F1" w:rsidRPr="00DE7B97">
        <w:t>této Rámcové dohody</w:t>
      </w:r>
      <w:r w:rsidR="00E6302B" w:rsidRPr="00DE7B97">
        <w:t xml:space="preserve">, </w:t>
      </w:r>
      <w:r w:rsidR="007804E9" w:rsidRPr="00DE7B97">
        <w:t>j</w:t>
      </w:r>
      <w:r>
        <w:t>sou</w:t>
      </w:r>
      <w:r w:rsidR="007804E9" w:rsidRPr="00DE7B97">
        <w:t xml:space="preserve"> cen</w:t>
      </w:r>
      <w:r>
        <w:t>ami</w:t>
      </w:r>
      <w:r w:rsidR="007804E9" w:rsidRPr="00DE7B97">
        <w:t xml:space="preserve"> kone</w:t>
      </w:r>
      <w:r>
        <w:t>čnými</w:t>
      </w:r>
      <w:r w:rsidR="00CB26F1" w:rsidRPr="00DE7B97">
        <w:t xml:space="preserve">, zahrnující veškeré náklady Prodávajícího, včetně nákladů na třídění, </w:t>
      </w:r>
      <w:r w:rsidR="00CB26F1" w:rsidRPr="00DE7B97">
        <w:lastRenderedPageBreak/>
        <w:t>balení, odběr prázdných obalů a jejich likvidaci, nakládání, dopravy do místa plnění, vyložení v</w:t>
      </w:r>
      <w:r w:rsidR="000D441F" w:rsidRPr="00DE7B97">
        <w:t> </w:t>
      </w:r>
      <w:r w:rsidR="00CB26F1" w:rsidRPr="00DE7B97">
        <w:t>místě plnění, včetně dalších nákladů Prodávajícího spojených s</w:t>
      </w:r>
      <w:r w:rsidR="000D441F" w:rsidRPr="00DE7B97">
        <w:t> </w:t>
      </w:r>
      <w:r w:rsidR="00CB26F1" w:rsidRPr="00DE7B97">
        <w:t>plněním veřejné zakázky.</w:t>
      </w:r>
    </w:p>
    <w:bookmarkEnd w:id="3"/>
    <w:p w14:paraId="164DA9C5" w14:textId="22A1079B" w:rsidR="00CB26F1" w:rsidRPr="00DE7B97" w:rsidRDefault="00CB26F1" w:rsidP="00EE5AE6">
      <w:pPr>
        <w:pStyle w:val="1odstavec"/>
      </w:pPr>
      <w:r w:rsidRPr="008B5521">
        <w:t xml:space="preserve">Cena </w:t>
      </w:r>
      <w:r w:rsidR="000A3CC2" w:rsidRPr="008B5521">
        <w:t xml:space="preserve">za plnění dílčí smlouvy </w:t>
      </w:r>
      <w:r w:rsidRPr="008B5521">
        <w:t>bude uhrazena bankovním převodem na bankovní účet Prodávajícího specifikovaný v</w:t>
      </w:r>
      <w:r w:rsidR="000D441F">
        <w:t> </w:t>
      </w:r>
      <w:r w:rsidRPr="008B5521">
        <w:t>záhlaví této</w:t>
      </w:r>
      <w:r w:rsidR="001228C5" w:rsidRPr="008B5521">
        <w:t xml:space="preserve"> </w:t>
      </w:r>
      <w:r w:rsidR="00881560" w:rsidRPr="008B5521">
        <w:t>Rámcové</w:t>
      </w:r>
      <w:r w:rsidRPr="008B5521">
        <w:t xml:space="preserve"> dohody po řádném splnění </w:t>
      </w:r>
      <w:r w:rsidR="000A3CC2" w:rsidRPr="008B5521">
        <w:t>dílčí smlouvy</w:t>
      </w:r>
      <w:r w:rsidRPr="008B5521">
        <w:t xml:space="preserve"> na základě </w:t>
      </w:r>
      <w:r w:rsidR="00A606A2" w:rsidRPr="001C01D4">
        <w:t>účetního/</w:t>
      </w:r>
      <w:r w:rsidRPr="001C01D4">
        <w:t>daňového</w:t>
      </w:r>
      <w:r w:rsidRPr="008B5521">
        <w:t xml:space="preserve"> dokladu (faktury) vystaveného Prodávajícím. Právo fakturovat vzniká Prodávajícímu </w:t>
      </w:r>
      <w:r w:rsidRPr="00DE7B97">
        <w:t xml:space="preserve">dnem převzetí </w:t>
      </w:r>
      <w:r w:rsidR="00A74DFE">
        <w:t>Z</w:t>
      </w:r>
      <w:r w:rsidR="006007E5" w:rsidRPr="00DE7B97">
        <w:t>boží Kupujícím</w:t>
      </w:r>
      <w:r w:rsidRPr="00DE7B97">
        <w:t xml:space="preserve">. Faktura musí mít náležitosti daňového dokladu, její přílohou musí být stejnopis </w:t>
      </w:r>
      <w:r w:rsidR="00A606A2" w:rsidRPr="00DE7B97">
        <w:t>D</w:t>
      </w:r>
      <w:r w:rsidRPr="00DE7B97">
        <w:t>odacího listu s</w:t>
      </w:r>
      <w:r w:rsidR="000D441F" w:rsidRPr="00DE7B97">
        <w:t> </w:t>
      </w:r>
      <w:r w:rsidRPr="00DE7B97">
        <w:t xml:space="preserve">potvrzením převzetí dodávky bez jakýchkoli vad </w:t>
      </w:r>
      <w:r w:rsidR="00681F22" w:rsidRPr="00DE7B97">
        <w:t>Kupujícím</w:t>
      </w:r>
      <w:r w:rsidRPr="00DE7B97">
        <w:t>. V</w:t>
      </w:r>
      <w:r w:rsidR="000D441F" w:rsidRPr="00DE7B97">
        <w:t> </w:t>
      </w:r>
      <w:r w:rsidRPr="00DE7B97">
        <w:t>záhlaví faktury je nutno taktéž uvést číslo objednávky</w:t>
      </w:r>
      <w:r w:rsidR="00A606A2" w:rsidRPr="00DE7B97">
        <w:t xml:space="preserve"> a této </w:t>
      </w:r>
      <w:r w:rsidR="00881560" w:rsidRPr="00DE7B97">
        <w:t>Rámcové</w:t>
      </w:r>
      <w:r w:rsidR="00A606A2" w:rsidRPr="00DE7B97">
        <w:t xml:space="preserve"> dohody</w:t>
      </w:r>
      <w:r w:rsidR="004F3758" w:rsidRPr="00DE7B97">
        <w:t>.</w:t>
      </w:r>
    </w:p>
    <w:p w14:paraId="164DA9C6" w14:textId="56F3CD1E" w:rsidR="00194826" w:rsidRPr="00DE7B97" w:rsidRDefault="00194826" w:rsidP="00EE5AE6">
      <w:pPr>
        <w:pStyle w:val="1odstavec"/>
      </w:pPr>
      <w:r w:rsidRPr="00DE7B97">
        <w:t xml:space="preserve">Daňové doklady, vč. všech příloh, budou zasílány pouze </w:t>
      </w:r>
      <w:r w:rsidRPr="00EF610F">
        <w:t>elektronicky na e-mailovou adresu pro doručování písemností</w:t>
      </w:r>
      <w:r w:rsidR="008E19B6" w:rsidRPr="00EF610F">
        <w:t xml:space="preserve"> uvedenou v Obchodních podmínkách</w:t>
      </w:r>
      <w:r w:rsidRPr="00EF610F">
        <w:t>. V</w:t>
      </w:r>
      <w:r w:rsidR="000D441F" w:rsidRPr="00EF610F">
        <w:t> </w:t>
      </w:r>
      <w:r w:rsidRPr="00EF610F">
        <w:t>případě technických problémů s</w:t>
      </w:r>
      <w:r w:rsidR="000D441F" w:rsidRPr="00EF610F">
        <w:t> </w:t>
      </w:r>
      <w:r w:rsidRPr="00EF610F">
        <w:t>vyhotovením elektronické podoby daňového dokladu či jeho př</w:t>
      </w:r>
      <w:r w:rsidRPr="00DE7B97">
        <w:t>íloh (např. nečitelnost skenu) bude objednatel akceptovat daňový doklad doručený v</w:t>
      </w:r>
      <w:r w:rsidR="000D441F" w:rsidRPr="00DE7B97">
        <w:t> </w:t>
      </w:r>
      <w:r w:rsidRPr="00DE7B97">
        <w:t>listinné podobě.</w:t>
      </w:r>
    </w:p>
    <w:p w14:paraId="164DA9C7" w14:textId="3D61B23C" w:rsidR="00CB26F1" w:rsidRPr="008B5521" w:rsidRDefault="00CB26F1" w:rsidP="00EE5AE6">
      <w:pPr>
        <w:pStyle w:val="1odstavec"/>
      </w:pPr>
      <w:bookmarkStart w:id="4" w:name="_Hlk189807601"/>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bookmarkEnd w:id="4"/>
    <w:p w14:paraId="164DA9C8" w14:textId="5025E914" w:rsidR="00CB26F1" w:rsidRPr="008B5521" w:rsidRDefault="008B5521" w:rsidP="00EE5AE6">
      <w:pPr>
        <w:pStyle w:val="Inadpis"/>
      </w:pPr>
      <w:r w:rsidRPr="008B5521">
        <w:t xml:space="preserve">ODPOVĚDNOST ZA VADY, </w:t>
      </w:r>
      <w:r w:rsidR="002023D7">
        <w:t>kvalita</w:t>
      </w:r>
      <w:r w:rsidRPr="008B5521">
        <w:t>, ZÁRUKA, ODPOVĚDNOST ZA ŠKODU</w:t>
      </w:r>
    </w:p>
    <w:p w14:paraId="164DA9C9" w14:textId="77777777" w:rsidR="00CB26F1" w:rsidRPr="002A791D" w:rsidRDefault="00CB26F1" w:rsidP="00C032EE">
      <w:pPr>
        <w:pStyle w:val="1odstavec"/>
        <w:numPr>
          <w:ilvl w:val="0"/>
          <w:numId w:val="9"/>
        </w:numPr>
      </w:pPr>
      <w:r w:rsidRPr="002A791D">
        <w:t xml:space="preserve">Prodávající je povinen realizovat veškerá plnění </w:t>
      </w:r>
      <w:r w:rsidR="000A3CC2" w:rsidRPr="002A791D">
        <w:t>dílčích smluv</w:t>
      </w:r>
      <w:r w:rsidRPr="002A791D">
        <w:t xml:space="preserve"> </w:t>
      </w:r>
      <w:r w:rsidR="000A3CC2" w:rsidRPr="002A791D">
        <w:t xml:space="preserve">uzavřených na základě této </w:t>
      </w:r>
      <w:r w:rsidR="00881560" w:rsidRPr="002A791D">
        <w:t>Rámcové</w:t>
      </w:r>
      <w:r w:rsidR="000A3CC2" w:rsidRPr="002A791D">
        <w:t xml:space="preserve"> dohody</w:t>
      </w:r>
      <w:r w:rsidRPr="002A791D">
        <w:t xml:space="preserve"> na svůj náklad a na své nebezpečí. </w:t>
      </w:r>
    </w:p>
    <w:p w14:paraId="5F85690D" w14:textId="5A10E423" w:rsidR="007F4DB0" w:rsidRPr="002A791D" w:rsidRDefault="002023D7" w:rsidP="00C032EE">
      <w:pPr>
        <w:pStyle w:val="Odstavecseseznamem"/>
        <w:numPr>
          <w:ilvl w:val="0"/>
          <w:numId w:val="7"/>
        </w:numPr>
        <w:contextualSpacing w:val="0"/>
        <w:rPr>
          <w:rFonts w:cstheme="minorHAnsi"/>
          <w:szCs w:val="18"/>
        </w:rPr>
      </w:pPr>
      <w:bookmarkStart w:id="5" w:name="_Hlk189808417"/>
      <w:r w:rsidRPr="002023D7">
        <w:rPr>
          <w:rFonts w:cstheme="minorHAnsi"/>
          <w:szCs w:val="18"/>
        </w:rPr>
        <w:t>Odpovědnost za vady, kvalitu a nároky z ní vyplývající se řídí příslušnými ustanoveními občanského zákoníku a dle platných TPD, včetně jejich dodatků a změn v platném znění, přičemž platné TPD včetně jejich dodatků a změn v platném znění mají přednost před aplikací ustanovení občanského zákoníku</w:t>
      </w:r>
      <w:r>
        <w:rPr>
          <w:rFonts w:cstheme="minorHAnsi"/>
          <w:szCs w:val="18"/>
        </w:rPr>
        <w:t>.</w:t>
      </w:r>
    </w:p>
    <w:bookmarkEnd w:id="5"/>
    <w:p w14:paraId="164DA9CA" w14:textId="10E9A44A" w:rsidR="00CB26F1" w:rsidRDefault="002023D7" w:rsidP="00C032EE">
      <w:pPr>
        <w:pStyle w:val="Odstavecseseznamem"/>
        <w:numPr>
          <w:ilvl w:val="0"/>
          <w:numId w:val="7"/>
        </w:numPr>
        <w:rPr>
          <w:rFonts w:cstheme="minorHAnsi"/>
          <w:szCs w:val="18"/>
        </w:rPr>
      </w:pPr>
      <w:r w:rsidRPr="002023D7">
        <w:rPr>
          <w:rFonts w:cstheme="minorHAnsi"/>
          <w:szCs w:val="18"/>
        </w:rPr>
        <w:t>Záruční doba za kvalitu předmětu dílčích zakázek se řídí platnými TPD včetně jejich dodatků změn v platném znění, které mají přednost před Obchodními podmínkami a občanským zákoníkem. Při řešení otázek, které nejsou upraveny TPD ani Obchodními podmínkami, se postupuje podle příslušných ustanovení občanského zákoníku.</w:t>
      </w:r>
    </w:p>
    <w:p w14:paraId="69980B6A" w14:textId="38A6929E" w:rsidR="00F3529A" w:rsidRDefault="00CB26F1" w:rsidP="00C032EE">
      <w:pPr>
        <w:pStyle w:val="1odstavec"/>
        <w:numPr>
          <w:ilvl w:val="0"/>
          <w:numId w:val="7"/>
        </w:numPr>
      </w:pPr>
      <w:r w:rsidRPr="008B5521">
        <w:t xml:space="preserve">Reklamaci </w:t>
      </w:r>
      <w:r w:rsidR="002023D7">
        <w:t>z</w:t>
      </w:r>
      <w:r w:rsidR="001F7B3B">
        <w:t>bo</w:t>
      </w:r>
      <w:r w:rsidRPr="008B5521">
        <w:t xml:space="preserve">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 xml:space="preserve">reklamaci přiloží vždy vadné </w:t>
      </w:r>
      <w:r w:rsidR="001F7B3B">
        <w:t>Zbo</w:t>
      </w:r>
      <w:r w:rsidRPr="008B5521">
        <w:t>ží, příp. i další dokumentaci (přejímací zápis, fotodokumentace, příp. kopie zkušebního protokolu notifikované zkušebny apod.).</w:t>
      </w:r>
      <w:r w:rsidR="00F3529A" w:rsidRPr="00F3529A">
        <w:t xml:space="preserve"> </w:t>
      </w:r>
    </w:p>
    <w:p w14:paraId="209E955B" w14:textId="3725BB19" w:rsidR="000E60EA" w:rsidRPr="008B5521" w:rsidRDefault="000E60EA" w:rsidP="00C032EE">
      <w:pPr>
        <w:pStyle w:val="1odstavec"/>
        <w:numPr>
          <w:ilvl w:val="0"/>
          <w:numId w:val="7"/>
        </w:numPr>
      </w:pPr>
      <w:r w:rsidRPr="008B5521">
        <w:t>V</w:t>
      </w:r>
      <w:r>
        <w:t> </w:t>
      </w:r>
      <w:r w:rsidRPr="008B5521">
        <w:t>případě, že dodávka nebude uskutečněna v</w:t>
      </w:r>
      <w:r>
        <w:t> </w:t>
      </w:r>
      <w:r w:rsidRPr="008B5521">
        <w:t>souladu s</w:t>
      </w:r>
      <w:r>
        <w:t> </w:t>
      </w:r>
      <w:r w:rsidRPr="008B5521">
        <w:t xml:space="preserve">dílčí smlouvou, je Kupující oprávněn požádat o výměnu vadného </w:t>
      </w:r>
      <w:r w:rsidR="001F7B3B">
        <w:t>Zbo</w:t>
      </w:r>
      <w:r w:rsidRPr="008B5521">
        <w:t xml:space="preserve">ží na náklady Prodávajícího. Platba za takovou dodávku bude uskutečněna až po odstranění vad. </w:t>
      </w:r>
    </w:p>
    <w:p w14:paraId="164DA9CB" w14:textId="407BC801" w:rsidR="00CB26F1" w:rsidRDefault="00F3529A" w:rsidP="00C032EE">
      <w:pPr>
        <w:pStyle w:val="1odstavec"/>
        <w:numPr>
          <w:ilvl w:val="0"/>
          <w:numId w:val="7"/>
        </w:numPr>
      </w:pPr>
      <w:bookmarkStart w:id="6" w:name="_Hlk189808481"/>
      <w:r w:rsidRPr="004A7553">
        <w:t xml:space="preserve">Pokud již bylo vadné </w:t>
      </w:r>
      <w:r w:rsidR="001F7B3B">
        <w:t>Zbo</w:t>
      </w:r>
      <w:r w:rsidRPr="004A7553">
        <w:t xml:space="preserve">ží vydáno uživatelům, je Prodávající povinen dodat nové </w:t>
      </w:r>
      <w:r w:rsidR="001F7B3B">
        <w:t>Zbo</w:t>
      </w:r>
      <w:r w:rsidRPr="004A7553">
        <w:t xml:space="preserve">ží bez vrácení původně dodaného vadného </w:t>
      </w:r>
      <w:r w:rsidR="001F7B3B">
        <w:t>Zbo</w:t>
      </w:r>
      <w:r w:rsidRPr="004A7553">
        <w:t xml:space="preserve">ží. Kupující je oprávněn vymáhat po prodávajícím náklady vynaložené na ověření kvality, jakož i další vzniklé náklady, a sankce dle </w:t>
      </w:r>
      <w:r w:rsidR="008E19B6">
        <w:t>O</w:t>
      </w:r>
      <w:r w:rsidRPr="004A7553">
        <w:t>bchodních podmínek.</w:t>
      </w:r>
    </w:p>
    <w:bookmarkEnd w:id="6"/>
    <w:p w14:paraId="0A974E6F" w14:textId="77777777" w:rsidR="007F4DB0" w:rsidRPr="00D906BE" w:rsidRDefault="007F4DB0" w:rsidP="007F4DB0">
      <w:pPr>
        <w:pStyle w:val="Inadpis"/>
      </w:pPr>
      <w:r w:rsidRPr="00D906BE">
        <w:t>ODPOVĚDNÉ ZADÁVÁNÍ</w:t>
      </w:r>
    </w:p>
    <w:p w14:paraId="292AC2AE" w14:textId="6505120E" w:rsidR="007F4DB0" w:rsidRDefault="007F4DB0" w:rsidP="00C032EE">
      <w:pPr>
        <w:pStyle w:val="Odstavecseseznamem"/>
        <w:numPr>
          <w:ilvl w:val="1"/>
          <w:numId w:val="27"/>
        </w:numPr>
        <w:spacing w:before="0" w:after="240"/>
        <w:ind w:left="567" w:hanging="567"/>
        <w:rPr>
          <w:szCs w:val="18"/>
        </w:rPr>
      </w:pPr>
      <w:r>
        <w:rPr>
          <w:szCs w:val="18"/>
        </w:rPr>
        <w:t xml:space="preserve">Kupující je povinen při vytváření zadávacích podmínek, včetně pravidel pro hodnocení nabídek, a výběru dodavatele veřejné zakázky, na </w:t>
      </w:r>
      <w:proofErr w:type="gramStart"/>
      <w:r>
        <w:rPr>
          <w:szCs w:val="18"/>
        </w:rPr>
        <w:t>základě</w:t>
      </w:r>
      <w:proofErr w:type="gramEnd"/>
      <w:r>
        <w:rPr>
          <w:szCs w:val="18"/>
        </w:rPr>
        <w:t xml:space="preserve"> které byla uzavřena tato Rámcová dohoda, dodržovat zásady sociálně odpovědného zadávání, environmentálně odpovědného zadávání a inovací jak jsou definovány v § 28 odst. 1 písm. p) až r) zákona č. 134/2016 Sb. o zadávání veřejných zakázek (dále jen „</w:t>
      </w:r>
      <w:r w:rsidRPr="00EF610F">
        <w:rPr>
          <w:b/>
          <w:bCs/>
          <w:i/>
          <w:iCs/>
          <w:szCs w:val="18"/>
        </w:rPr>
        <w:t>odpovědné zadávání</w:t>
      </w:r>
      <w:r>
        <w:rPr>
          <w:szCs w:val="18"/>
        </w:rPr>
        <w:t xml:space="preserve">“). Prodávající bere podpisem této Rámcové dohody výslovně na vědomí tuto povinnost Kupujícího, jakož i veškeré s tím </w:t>
      </w:r>
      <w:r>
        <w:rPr>
          <w:szCs w:val="18"/>
        </w:rPr>
        <w:lastRenderedPageBreak/>
        <w:t>související požadavky na Prodávajícího v daném ohledu kladené, které jsou jako jednotlivé prvky odpovědného zadávání uvedeny v následujících ustanovení tohoto článku Rámcové dohody.</w:t>
      </w:r>
      <w:bookmarkStart w:id="7" w:name="_Toc13818469"/>
      <w:bookmarkStart w:id="8" w:name="_Toc7527227"/>
    </w:p>
    <w:p w14:paraId="6B336413" w14:textId="77777777" w:rsidR="002023D7" w:rsidRPr="002023D7" w:rsidRDefault="002023D7" w:rsidP="002023D7">
      <w:pPr>
        <w:pStyle w:val="Odstavecseseznamem"/>
        <w:spacing w:before="0" w:after="240"/>
        <w:ind w:left="567"/>
        <w:rPr>
          <w:szCs w:val="18"/>
        </w:rPr>
      </w:pPr>
    </w:p>
    <w:p w14:paraId="687B5597" w14:textId="77777777" w:rsidR="007F4DB0" w:rsidRDefault="007F4DB0" w:rsidP="00C032EE">
      <w:pPr>
        <w:pStyle w:val="Odstavecseseznamem"/>
        <w:numPr>
          <w:ilvl w:val="1"/>
          <w:numId w:val="27"/>
        </w:numPr>
        <w:spacing w:before="0" w:after="240"/>
        <w:ind w:left="567" w:hanging="567"/>
        <w:rPr>
          <w:szCs w:val="18"/>
        </w:rPr>
      </w:pPr>
      <w:r>
        <w:rPr>
          <w:szCs w:val="18"/>
        </w:rPr>
        <w:t>Prodávající se zavazuje ujednat si s dalšími osobami, které se na jeho straně podílejí</w:t>
      </w:r>
      <w:r>
        <w:rPr>
          <w:szCs w:val="18"/>
        </w:rPr>
        <w:br/>
        <w:t>na plnění této Rámcové dohody, a jsou podnikateli (dále jen „</w:t>
      </w:r>
      <w:r w:rsidRPr="00EF610F">
        <w:rPr>
          <w:b/>
          <w:bCs/>
          <w:i/>
          <w:iCs/>
          <w:szCs w:val="18"/>
        </w:rPr>
        <w:t>smluvní partneři Prodávajícího</w:t>
      </w:r>
      <w:r>
        <w:rPr>
          <w:szCs w:val="18"/>
        </w:rPr>
        <w:t>“),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5E8F6D87" w14:textId="77777777" w:rsidR="007F4DB0" w:rsidRDefault="007F4DB0" w:rsidP="00EF610F">
      <w:pPr>
        <w:pStyle w:val="Odstavecseseznamem"/>
        <w:spacing w:after="240"/>
        <w:ind w:left="567" w:hanging="567"/>
        <w:rPr>
          <w:szCs w:val="18"/>
        </w:rPr>
      </w:pPr>
    </w:p>
    <w:p w14:paraId="3F69AE8F" w14:textId="33294D26" w:rsidR="007F4DB0" w:rsidRDefault="007F4DB0" w:rsidP="00C032EE">
      <w:pPr>
        <w:pStyle w:val="Odstavecseseznamem"/>
        <w:numPr>
          <w:ilvl w:val="1"/>
          <w:numId w:val="27"/>
        </w:numPr>
        <w:spacing w:before="0" w:after="240"/>
        <w:ind w:left="567" w:hanging="567"/>
        <w:rPr>
          <w:rFonts w:cstheme="minorHAnsi"/>
          <w:szCs w:val="18"/>
        </w:rPr>
      </w:pPr>
      <w:r>
        <w:rPr>
          <w:szCs w:val="18"/>
        </w:rPr>
        <w:t>Prodávající se zavazuje uhradit smluvní pokutu ve výši 1.000 Kč za každý započatý den prodlení se splněním povinnosti předložit smluvní dokumentaci dle předchozího odstavce smlouvy. Prodávající se dále zavazuje uhradit smluvní pokutu ve výši 1.000 Kč za každý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Pr>
          <w:rFonts w:cstheme="minorHAnsi"/>
          <w:szCs w:val="18"/>
        </w:rPr>
        <w:t>.</w:t>
      </w:r>
      <w:bookmarkEnd w:id="7"/>
      <w:bookmarkEnd w:id="8"/>
    </w:p>
    <w:p w14:paraId="0F052C29" w14:textId="77777777" w:rsidR="002023D7" w:rsidRPr="002023D7" w:rsidRDefault="002023D7" w:rsidP="002023D7">
      <w:pPr>
        <w:pStyle w:val="Odstavecseseznamem"/>
        <w:rPr>
          <w:rFonts w:cstheme="minorHAnsi"/>
          <w:szCs w:val="18"/>
        </w:rPr>
      </w:pPr>
    </w:p>
    <w:p w14:paraId="28E5B2B2" w14:textId="612A8D8D" w:rsidR="002023D7" w:rsidRPr="002023D7" w:rsidRDefault="002023D7" w:rsidP="00C032EE">
      <w:pPr>
        <w:pStyle w:val="Odstavecseseznamem"/>
        <w:numPr>
          <w:ilvl w:val="1"/>
          <w:numId w:val="27"/>
        </w:numPr>
        <w:spacing w:before="0" w:after="200" w:line="276" w:lineRule="auto"/>
        <w:ind w:left="567" w:hanging="567"/>
        <w:rPr>
          <w:szCs w:val="18"/>
        </w:rPr>
      </w:pPr>
      <w:bookmarkStart w:id="9" w:name="_Hlk189808646"/>
      <w:r>
        <w:rPr>
          <w:szCs w:val="18"/>
        </w:rPr>
        <w:t xml:space="preserve">Kupující požaduje </w:t>
      </w:r>
      <w:r w:rsidRPr="00E153D3">
        <w:rPr>
          <w:szCs w:val="18"/>
        </w:rPr>
        <w:t>zpětný odběr</w:t>
      </w:r>
      <w:r>
        <w:rPr>
          <w:szCs w:val="18"/>
        </w:rPr>
        <w:t xml:space="preserve"> prázdných obalů k likvidaci. Prodávající bude prázdné obaly odebírat dvakrát ročně na výzvu (e-mailem, telefonem, faxem) příslušné organizační jednotky – Oblastního ředitelství (OŘ) Kupujícího.</w:t>
      </w:r>
      <w:bookmarkEnd w:id="9"/>
    </w:p>
    <w:p w14:paraId="164DA9CE" w14:textId="6115FEC1" w:rsidR="00EF6A9D" w:rsidRPr="008B5521" w:rsidRDefault="008B5521" w:rsidP="00EE5AE6">
      <w:pPr>
        <w:pStyle w:val="Inadpis"/>
      </w:pPr>
      <w:r w:rsidRPr="008B5521">
        <w:t>DALŠÍ UJEDNÁNÍ</w:t>
      </w:r>
    </w:p>
    <w:p w14:paraId="164DA9CF" w14:textId="2048102C" w:rsidR="00935934" w:rsidRPr="008B5521" w:rsidRDefault="00935934" w:rsidP="00C032EE">
      <w:pPr>
        <w:pStyle w:val="1odstavec"/>
        <w:numPr>
          <w:ilvl w:val="0"/>
          <w:numId w:val="10"/>
        </w:numPr>
      </w:pPr>
      <w:r w:rsidRPr="008B5521">
        <w:t xml:space="preserve">Smluvní strany berou na vědomí, že tato </w:t>
      </w:r>
      <w:r w:rsidR="00881560" w:rsidRPr="008B5521">
        <w:t>Rámcová</w:t>
      </w:r>
      <w:r w:rsidRPr="008B5521">
        <w:t xml:space="preserve"> dohoda</w:t>
      </w:r>
      <w:r w:rsidR="00517872">
        <w:t>, jakož i všechny</w:t>
      </w:r>
      <w:r w:rsidRPr="008B5521">
        <w:t xml:space="preserve"> dílčí sml</w:t>
      </w:r>
      <w:r w:rsidR="00517872">
        <w:t>o</w:t>
      </w:r>
      <w:r w:rsidRPr="008B5521">
        <w:t>uv</w:t>
      </w:r>
      <w:r w:rsidR="00517872">
        <w:t xml:space="preserve">y </w:t>
      </w:r>
      <w:r w:rsidRPr="008B5521">
        <w:t>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w:t>
      </w:r>
      <w:r w:rsidR="00517872" w:rsidRPr="008B5521">
        <w:t xml:space="preserve"> </w:t>
      </w:r>
      <w:r w:rsidR="00517872">
        <w:t>na jejím základě uzavřené</w:t>
      </w:r>
      <w:r w:rsidRPr="008B5521">
        <w:t>, podléh</w:t>
      </w:r>
      <w:r w:rsidR="00517872">
        <w:t>ají</w:t>
      </w:r>
      <w:r w:rsidRPr="008B5521">
        <w:t xml:space="preserve">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2CA95F6F" w:rsidR="00935934" w:rsidRPr="008B5521" w:rsidRDefault="00935934" w:rsidP="00C032EE">
      <w:pPr>
        <w:pStyle w:val="1odstavec"/>
        <w:numPr>
          <w:ilvl w:val="0"/>
          <w:numId w:val="17"/>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517872">
        <w:t>s</w:t>
      </w:r>
      <w:r w:rsidR="004C3347" w:rsidRPr="008B5521">
        <w:t xml:space="preserve">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78BEE0BD" w:rsidR="00935934" w:rsidRPr="008B5521" w:rsidRDefault="00935934" w:rsidP="00EE5AE6">
      <w:pPr>
        <w:pStyle w:val="1odstavec"/>
      </w:pPr>
      <w:r w:rsidRPr="008B5521">
        <w:t xml:space="preserve">Jestliže </w:t>
      </w:r>
      <w:r w:rsidR="00517872">
        <w:t>s</w:t>
      </w:r>
      <w:r w:rsidR="004C3347" w:rsidRPr="008B5521">
        <w:t xml:space="preserve">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517872">
        <w:t>s</w:t>
      </w:r>
      <w:r w:rsidR="00881560" w:rsidRPr="008B5521">
        <w:t xml:space="preserve">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w:t>
      </w:r>
      <w:r w:rsidR="00881560" w:rsidRPr="008B5521">
        <w:lastRenderedPageBreak/>
        <w:t xml:space="preserve">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w:t>
      </w:r>
      <w:r w:rsidR="00681D55">
        <w:t>Prodávající</w:t>
      </w:r>
      <w:r w:rsidRPr="008B5521">
        <w:t xml:space="preserve">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681D55">
        <w:t>smluvní straně, jež bude obsahovat</w:t>
      </w:r>
      <w:r w:rsidRPr="008B5521">
        <w:t xml:space="preserve"> přesnou identifikaci dotčených částí </w:t>
      </w:r>
      <w:r w:rsidR="00881560" w:rsidRPr="008B5521">
        <w:t xml:space="preserve">této Rámcové </w:t>
      </w:r>
      <w:r w:rsidRPr="008B5521">
        <w:t xml:space="preserve">dohody nebo dílčí smlouvy včetně odůvodnění, proč jsou za obchodní tajemství považovány. </w:t>
      </w:r>
      <w:r w:rsidR="004C3347" w:rsidRPr="008B5521">
        <w:t xml:space="preserve">Smluvní </w:t>
      </w:r>
      <w:r w:rsidRPr="008B5521">
        <w:t xml:space="preserve">strana </w:t>
      </w:r>
      <w:r w:rsidR="00681D55">
        <w:t xml:space="preserve">dovolávající se označení části Rámcové dohody nebo dílčí smlouvy jako obchodního tajemství </w:t>
      </w:r>
      <w:r w:rsidRPr="008B5521">
        <w:t>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w:t>
      </w:r>
      <w:r w:rsidR="00681D55">
        <w:t>druhé smluvní straně</w:t>
      </w:r>
      <w:r w:rsidR="00681D55" w:rsidRPr="008B5521">
        <w:t xml:space="preserve"> </w:t>
      </w:r>
      <w:r w:rsidRPr="008B5521">
        <w:t xml:space="preserve">skutečnost, že takto označené informace přestaly naplňovat znaky obchodního tajemství. </w:t>
      </w:r>
    </w:p>
    <w:p w14:paraId="164DA9D3" w14:textId="5AD66808"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4 této </w:t>
      </w:r>
      <w:r w:rsidR="00881560" w:rsidRPr="008B5521">
        <w:t xml:space="preserve">Rámcové </w:t>
      </w:r>
      <w:r w:rsidR="000A53AE" w:rsidRPr="008B5521">
        <w:t>dohody. Poddodavatele neuvedeného v</w:t>
      </w:r>
      <w:r w:rsidR="000D441F">
        <w:t> </w:t>
      </w:r>
      <w:r w:rsidR="000A53AE" w:rsidRPr="008B5521">
        <w:t xml:space="preserve">příloze č. 4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4 této </w:t>
      </w:r>
      <w:r w:rsidR="00881560" w:rsidRPr="008B5521">
        <w:t xml:space="preserve">Rámcové </w:t>
      </w:r>
      <w:r w:rsidR="000A53AE" w:rsidRPr="008B5521">
        <w:t xml:space="preserve">dohody, prostřednictvím kterého prokazoval část kvalifikace </w:t>
      </w:r>
      <w:r w:rsidR="000A53AE" w:rsidRPr="0094477D">
        <w:t>v</w:t>
      </w:r>
      <w:r w:rsidR="0030101F" w:rsidRPr="0094477D">
        <w:t>e</w:t>
      </w:r>
      <w:r w:rsidR="000A53AE" w:rsidRPr="0094477D">
        <w:t> </w:t>
      </w:r>
      <w:r w:rsidR="000D5413" w:rsidRPr="0094477D">
        <w:t>Výběrovém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4382B5D0" w:rsidR="0060092C" w:rsidRPr="00CF3ED5" w:rsidRDefault="00696032" w:rsidP="00C032EE">
      <w:pPr>
        <w:pStyle w:val="1odstavec"/>
        <w:numPr>
          <w:ilvl w:val="0"/>
          <w:numId w:val="11"/>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94477D" w:rsidRPr="00CF3ED5">
        <w:t>v</w:t>
      </w:r>
      <w:r w:rsidR="0094477D">
        <w:t>e Výběrovém</w:t>
      </w:r>
      <w:r w:rsidR="000D5413" w:rsidRPr="00CF3ED5">
        <w:t xml:space="preserve"> </w:t>
      </w:r>
      <w:r w:rsidR="0060092C" w:rsidRPr="00CF3ED5">
        <w:t>řízení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C032EE">
      <w:pPr>
        <w:pStyle w:val="1odstavec"/>
        <w:numPr>
          <w:ilvl w:val="0"/>
          <w:numId w:val="18"/>
        </w:numPr>
      </w:pPr>
      <w:r w:rsidRPr="00F63B52">
        <w:t>Prodávající</w:t>
      </w:r>
      <w:r w:rsidR="00843A42" w:rsidRPr="00F63B52">
        <w:t xml:space="preserve"> prohlašuje, že</w:t>
      </w:r>
      <w:r w:rsidR="00BA7C40">
        <w:t>:</w:t>
      </w:r>
    </w:p>
    <w:p w14:paraId="48351FDF" w14:textId="0BBFD17B" w:rsidR="00421EFB" w:rsidRPr="003B16F0" w:rsidRDefault="00421EFB" w:rsidP="00C032EE">
      <w:pPr>
        <w:pStyle w:val="aodst0"/>
        <w:numPr>
          <w:ilvl w:val="0"/>
          <w:numId w:val="1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C032EE">
      <w:pPr>
        <w:pStyle w:val="aodst0"/>
        <w:numPr>
          <w:ilvl w:val="0"/>
          <w:numId w:val="24"/>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6E89B5ED"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 xml:space="preserve">činnostem narušujícím nebo ohrožujícím územní celistvost, svrchovanost a nezávislost Ukrajiny, ve znění pozdějších předpisů, a dalších prováděcích předpisů </w:t>
      </w:r>
      <w:r w:rsidRPr="003B16F0">
        <w:lastRenderedPageBreak/>
        <w:t>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EE287A">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54AF47C7"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w:t>
      </w:r>
      <w:r w:rsidR="001268FD">
        <w:t xml:space="preserve"> čl. VIII.</w:t>
      </w:r>
      <w:r w:rsidRPr="00CF3ED5">
        <w:t xml:space="preserve">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sdružené</w:t>
      </w:r>
      <w:r w:rsidR="007804E9">
        <w:t>,</w:t>
      </w:r>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10"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10"/>
    </w:p>
    <w:p w14:paraId="6A6332A6" w14:textId="08FD1EF3" w:rsidR="00843A42" w:rsidRPr="00CF3ED5" w:rsidRDefault="00696032" w:rsidP="00EE5AE6">
      <w:pPr>
        <w:pStyle w:val="1odstavec"/>
      </w:pPr>
      <w:r>
        <w:t>Prodávající</w:t>
      </w:r>
      <w:r w:rsidDel="00696032">
        <w:t xml:space="preserve"> </w:t>
      </w:r>
      <w:r w:rsidR="00843A42" w:rsidRPr="00CF3ED5">
        <w:t xml:space="preserve">se dále </w:t>
      </w:r>
      <w:bookmarkStart w:id="11" w:name="_Hlk156814447"/>
      <w:r w:rsidR="00BB4F00" w:rsidRPr="007A08B0">
        <w:t xml:space="preserve">zavazuje, že finanční prostředky ani hospodářské zdroje, které obdrží od </w:t>
      </w:r>
      <w:r w:rsidR="00BB4F00">
        <w:t>Kupujícího</w:t>
      </w:r>
      <w:r w:rsidR="00BB4F00" w:rsidRPr="007A08B0">
        <w:t xml:space="preserve"> na základě této </w:t>
      </w:r>
      <w:r w:rsidR="001268FD">
        <w:t xml:space="preserve">Rámcové dohody </w:t>
      </w:r>
      <w:r w:rsidR="00BB4F00" w:rsidRPr="007A08B0">
        <w:t>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11"/>
      <w:r w:rsidR="00843A42" w:rsidRPr="00CF3ED5">
        <w:t>.</w:t>
      </w:r>
    </w:p>
    <w:p w14:paraId="71F75CAE" w14:textId="6716E9A9" w:rsidR="009F69B6" w:rsidRPr="0094477D" w:rsidRDefault="00843A42" w:rsidP="0094477D">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w:t>
      </w:r>
      <w:r w:rsidRPr="00BA61BA">
        <w:t xml:space="preserve">ny. </w:t>
      </w:r>
      <w:r w:rsidR="00DA5DB6" w:rsidRPr="00BA61BA">
        <w:t>Kupující</w:t>
      </w:r>
      <w:r w:rsidRPr="00BA61BA">
        <w:t xml:space="preserve"> je oprávněn odstoupit od smluv dle předchozí věty </w:t>
      </w:r>
      <w:r w:rsidR="00CF67BB" w:rsidRPr="00BA61BA">
        <w:t xml:space="preserve">i </w:t>
      </w:r>
      <w:r w:rsidRPr="00BA61BA">
        <w:t>ohledně</w:t>
      </w:r>
      <w:r w:rsidR="00CF67BB" w:rsidRPr="00BA61BA">
        <w:t xml:space="preserve"> </w:t>
      </w:r>
      <w:r w:rsidRPr="00BA61BA">
        <w:t>celého plnění.</w:t>
      </w:r>
      <w:r w:rsidRPr="00CF3ED5">
        <w:t xml:space="preserve"> </w:t>
      </w:r>
      <w:r>
        <w:t>P</w:t>
      </w:r>
      <w:r w:rsidR="00530A14">
        <w:t>rodávající</w:t>
      </w:r>
      <w:r w:rsidRPr="00CF3ED5">
        <w:t xml:space="preserve"> je dále povinen zaplatit za každé jednotlivé porušení povinností </w:t>
      </w:r>
      <w:r w:rsidR="00530A14" w:rsidRPr="00CF3ED5">
        <w:t>dle</w:t>
      </w:r>
      <w:r w:rsidR="00530A14">
        <w:t xml:space="preserve"> věty první</w:t>
      </w:r>
      <w:r w:rsidR="00530A14" w:rsidRPr="00CF3ED5">
        <w:t xml:space="preserve"> </w:t>
      </w:r>
      <w:r w:rsidR="00530A14">
        <w:t>tohoto odstavce</w:t>
      </w:r>
      <w:r w:rsidRPr="00CF3ED5">
        <w:t xml:space="preserve"> smluvní pokutu ve výši </w:t>
      </w:r>
      <w:r w:rsidR="00BA61BA">
        <w:t>300.000,</w:t>
      </w:r>
      <w:r w:rsidRPr="00DE7B97">
        <w:t>-</w:t>
      </w:r>
      <w:r w:rsidR="00BA61BA">
        <w:t xml:space="preserve"> </w:t>
      </w:r>
      <w:r w:rsidRPr="00DE7B97">
        <w:t>Kč (</w:t>
      </w:r>
      <w:r w:rsidR="00BA61BA">
        <w:t>tři sta</w:t>
      </w:r>
      <w:r w:rsidRPr="00DE7B97">
        <w:t xml:space="preserve"> tisíc korun českých)</w:t>
      </w:r>
      <w:r>
        <w:t xml:space="preserve">. </w:t>
      </w:r>
      <w:r w:rsidRPr="00CF3ED5">
        <w:t xml:space="preserve">Ustanovení </w:t>
      </w:r>
      <w:r>
        <w:t xml:space="preserve">§ </w:t>
      </w:r>
      <w:r w:rsidRPr="00CF3ED5">
        <w:t xml:space="preserve">2050 Občanského zákoníku se </w:t>
      </w:r>
      <w:r>
        <w:t>nepoužije</w:t>
      </w:r>
      <w:r w:rsidRPr="00CF3ED5">
        <w:t>.</w:t>
      </w:r>
    </w:p>
    <w:p w14:paraId="1665DD2C" w14:textId="35F213B0" w:rsidR="00151F6D" w:rsidRDefault="00151F6D" w:rsidP="00421EFB">
      <w:pPr>
        <w:pStyle w:val="Inadpis"/>
      </w:pPr>
      <w:r w:rsidRPr="00421EFB">
        <w:t>Compliance</w:t>
      </w:r>
    </w:p>
    <w:p w14:paraId="1A7F5916" w14:textId="610F8D37" w:rsidR="00151F6D" w:rsidRDefault="00151F6D" w:rsidP="00C032EE">
      <w:pPr>
        <w:pStyle w:val="1odstavec"/>
        <w:numPr>
          <w:ilvl w:val="0"/>
          <w:numId w:val="14"/>
        </w:numPr>
      </w:pPr>
      <w:r>
        <w:t xml:space="preserve">Smluvní strany stvrzují, že při uzavírání této </w:t>
      </w:r>
      <w:r w:rsidR="001268FD">
        <w:t xml:space="preserve">Rámcové dohody </w:t>
      </w:r>
      <w:r>
        <w:t xml:space="preserve">jednaly a postupovaly čestně a transparentně a zavazují se tak jednat i při plnění této </w:t>
      </w:r>
      <w:r w:rsidR="001268FD">
        <w:t xml:space="preserve">Rámcové dohody </w:t>
      </w:r>
      <w:r>
        <w:t xml:space="preserve">a veškerých činnostech s ní souvisejících. Každá ze </w:t>
      </w:r>
      <w:r w:rsidR="001268FD">
        <w:t>S</w:t>
      </w:r>
      <w:r>
        <w:t xml:space="preserve">mluvních stran se zavazuje jednat v souladu se zásadami, hodnotami a cíli </w:t>
      </w:r>
      <w:proofErr w:type="spellStart"/>
      <w:r>
        <w:t>compliance</w:t>
      </w:r>
      <w:proofErr w:type="spellEnd"/>
      <w:r>
        <w:t xml:space="preserve"> programů a etických hodnot druhé smluvní strany, pakliže těmito dokumenty dotčené </w:t>
      </w:r>
      <w:r w:rsidR="001268FD">
        <w:t>S</w:t>
      </w:r>
      <w:r>
        <w:t xml:space="preserve">mluvní strany disponují, a jsou uveřejněny na webových stránkách </w:t>
      </w:r>
      <w:r w:rsidR="001268FD">
        <w:t>S</w:t>
      </w:r>
      <w:r>
        <w:t>mluvních stran (společností).</w:t>
      </w:r>
    </w:p>
    <w:p w14:paraId="095E9D84" w14:textId="6B5B0FE8" w:rsidR="00151F6D" w:rsidRDefault="00151F6D" w:rsidP="00C032EE">
      <w:pPr>
        <w:pStyle w:val="1odstavec"/>
        <w:numPr>
          <w:ilvl w:val="0"/>
          <w:numId w:val="19"/>
        </w:numPr>
      </w:pPr>
      <w:r>
        <w:t xml:space="preserve">Správa železnic, státní organizace, má výše uvedené dokumenty k dispozici na webových stránkách: </w:t>
      </w:r>
      <w:hyperlink r:id="rId12" w:history="1">
        <w:r w:rsidRPr="00151F6D">
          <w:rPr>
            <w:rStyle w:val="Hypertextovodkaz"/>
          </w:rPr>
          <w:t>https://www.spravazeleznic.cz/o-nas/nazadouci-jednani-a-boj-s-korupci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C032EE">
      <w:pPr>
        <w:pStyle w:val="1odstavec"/>
        <w:numPr>
          <w:ilvl w:val="0"/>
          <w:numId w:val="12"/>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C032EE">
      <w:pPr>
        <w:pStyle w:val="aodst0"/>
        <w:numPr>
          <w:ilvl w:val="0"/>
          <w:numId w:val="13"/>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3" w:history="1">
        <w:r w:rsidR="007F03C6" w:rsidRPr="00151F6D">
          <w:rPr>
            <w:rStyle w:val="Hypertextovodkaz"/>
            <w:highlight w:val="yellow"/>
          </w:rPr>
          <w:t>……………..@............</w:t>
        </w:r>
      </w:hyperlink>
      <w:r w:rsidR="007F03C6" w:rsidRPr="00151F6D">
        <w:rPr>
          <w:highlight w:val="yellow"/>
        </w:rPr>
        <w:t>, tel.: ……………..</w:t>
      </w:r>
    </w:p>
    <w:p w14:paraId="164DA9D9" w14:textId="4A5590F6" w:rsidR="008135F0" w:rsidRPr="00737ABD" w:rsidRDefault="008135F0" w:rsidP="00C032EE">
      <w:pPr>
        <w:pStyle w:val="aodst0"/>
        <w:numPr>
          <w:ilvl w:val="0"/>
          <w:numId w:val="25"/>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8F634A9" w:rsidR="00966347" w:rsidRPr="008B5521" w:rsidRDefault="00935934" w:rsidP="00C032EE">
      <w:pPr>
        <w:pStyle w:val="1odstavec"/>
        <w:numPr>
          <w:ilvl w:val="0"/>
          <w:numId w:val="20"/>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dohodu před jejím podpisem přečetly, a</w:t>
      </w:r>
      <w:r w:rsidR="004E146F">
        <w:t> </w:t>
      </w:r>
      <w:r w:rsidRPr="008B5521">
        <w:t xml:space="preserve">že byla uzavřena po vzájemném projednání jako projev jejich svobodné vůle určitě, vážně </w:t>
      </w:r>
      <w:r w:rsidRPr="008B5521">
        <w:lastRenderedPageBreak/>
        <w:t>a</w:t>
      </w:r>
      <w:r w:rsidR="004E146F">
        <w:t> </w:t>
      </w:r>
      <w:r w:rsidRPr="008B5521">
        <w:t xml:space="preserve">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6A3DF7C7" w:rsidR="0070422F" w:rsidRPr="008B5521" w:rsidRDefault="008135F0" w:rsidP="004E146F">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w:t>
      </w:r>
      <w:r w:rsidR="001268FD">
        <w:t>ými</w:t>
      </w:r>
      <w:r w:rsidR="00BA2BFC" w:rsidRPr="008D37FE">
        <w:t xml:space="preserve"> v</w:t>
      </w:r>
      <w:r w:rsidR="004E146F">
        <w:t> </w:t>
      </w:r>
      <w:r w:rsidR="00BA2BFC" w:rsidRPr="008D37FE">
        <w:t>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r w:rsidR="004E146F" w:rsidRPr="004E146F">
        <w:t>Odchylná ujednání v TPD, mají přednost před zněním Rámcové dohody a</w:t>
      </w:r>
      <w:r w:rsidR="004E146F">
        <w:t> </w:t>
      </w:r>
      <w:r w:rsidR="004E146F" w:rsidRPr="004E146F">
        <w:t>Obchodních podmínek.</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47F311C6"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bránily v</w:t>
      </w:r>
      <w:r w:rsidR="004E146F">
        <w:t> </w:t>
      </w:r>
      <w:r w:rsidR="006F1EC7" w:rsidRPr="008B5521">
        <w:t xml:space="preserve">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0A7A5A68"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w:t>
      </w:r>
      <w:r w:rsidR="004E146F">
        <w:t> </w:t>
      </w:r>
      <w:r w:rsidRPr="008B5521">
        <w:t>takovými zvláštními podmínkami.</w:t>
      </w:r>
    </w:p>
    <w:p w14:paraId="164DA9E2" w14:textId="77777777" w:rsidR="00F14996" w:rsidRPr="008B5521" w:rsidRDefault="00F14996" w:rsidP="00BD2083">
      <w:pPr>
        <w:pStyle w:val="1odstavec"/>
        <w:spacing w:before="100" w:beforeAutospacing="1" w:after="0"/>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32A520C6" w:rsidR="00CC5257" w:rsidRPr="008B5521" w:rsidRDefault="00A02B02" w:rsidP="00BD2083">
      <w:pPr>
        <w:pStyle w:val="Plohynadpis"/>
        <w:spacing w:before="100" w:beforeAutospacing="1" w:after="0"/>
      </w:pPr>
      <w:r w:rsidRPr="008B5521">
        <w:t>Přílohy</w:t>
      </w:r>
      <w:r w:rsidR="00904D7D" w:rsidRPr="008B5521">
        <w:t xml:space="preserve"> tvořící nedílnou součást této </w:t>
      </w:r>
      <w:r w:rsidR="00F1551D">
        <w:t>R</w:t>
      </w:r>
      <w:r w:rsidR="00904D7D" w:rsidRPr="008B5521">
        <w:t>ámcové dohody</w:t>
      </w:r>
    </w:p>
    <w:p w14:paraId="018D411C" w14:textId="77777777" w:rsidR="007C3112" w:rsidRPr="008B5521" w:rsidRDefault="007C3112" w:rsidP="007C3112">
      <w:pPr>
        <w:pStyle w:val="Plohy"/>
      </w:pPr>
      <w:r w:rsidRPr="008B5521">
        <w:t>Příloha č. 1 – Obchodní podmínky k rámcové dohodě</w:t>
      </w:r>
    </w:p>
    <w:p w14:paraId="230789B1" w14:textId="610BC122" w:rsidR="007C3112" w:rsidRPr="008B5521" w:rsidRDefault="007C3112" w:rsidP="007C3112">
      <w:pPr>
        <w:pStyle w:val="Plohy"/>
      </w:pPr>
      <w:r w:rsidRPr="008B5521">
        <w:t xml:space="preserve">Příloha č. 2 – </w:t>
      </w:r>
      <w:r w:rsidR="00622E68">
        <w:t>Ceník</w:t>
      </w:r>
      <w:r w:rsidR="00622E68" w:rsidRPr="000B47E6">
        <w:t xml:space="preserve"> – </w:t>
      </w:r>
      <w:r w:rsidR="00622E68" w:rsidRPr="00F56118">
        <w:t xml:space="preserve">ceny a konkrétní </w:t>
      </w:r>
      <w:r w:rsidR="00E153D3">
        <w:t>mazací olej</w:t>
      </w:r>
      <w:r w:rsidR="00622E68" w:rsidRPr="00F56118">
        <w:t xml:space="preserve"> (</w:t>
      </w:r>
      <w:r w:rsidR="00622E68" w:rsidRPr="004F38C9">
        <w:rPr>
          <w:highlight w:val="green"/>
        </w:rPr>
        <w:t>doplní Prodávající</w:t>
      </w:r>
      <w:r w:rsidR="00622E68">
        <w:t>)</w:t>
      </w:r>
    </w:p>
    <w:p w14:paraId="733A1FD1" w14:textId="71856504" w:rsidR="007C3112" w:rsidRDefault="007C3112" w:rsidP="007C3112">
      <w:pPr>
        <w:pStyle w:val="Plohy"/>
      </w:pPr>
      <w:r w:rsidRPr="00EE5AE6">
        <w:t xml:space="preserve">Příloha č. 3 – </w:t>
      </w:r>
      <w:r w:rsidR="00622E68">
        <w:t>Technické listy k</w:t>
      </w:r>
      <w:r w:rsidR="00DB6925">
        <w:t> nabízenému mazacímu oleji</w:t>
      </w:r>
      <w:r w:rsidR="00622E68">
        <w:t xml:space="preserve"> (</w:t>
      </w:r>
      <w:r w:rsidR="00622E68">
        <w:rPr>
          <w:highlight w:val="green"/>
        </w:rPr>
        <w:t>poskytne</w:t>
      </w:r>
      <w:r w:rsidR="00622E68" w:rsidRPr="004F38C9">
        <w:rPr>
          <w:highlight w:val="green"/>
        </w:rPr>
        <w:t xml:space="preserve"> Prodávající</w:t>
      </w:r>
      <w:r w:rsidR="00622E68">
        <w:t>)</w:t>
      </w:r>
    </w:p>
    <w:p w14:paraId="6185EED3" w14:textId="5639F830" w:rsidR="007F33DF" w:rsidRDefault="007C3112" w:rsidP="007F33DF">
      <w:pPr>
        <w:pStyle w:val="Plohy"/>
      </w:pPr>
      <w:r w:rsidRPr="008B5521">
        <w:t xml:space="preserve">Příloha č. </w:t>
      </w:r>
      <w:r w:rsidR="001751A6">
        <w:t>4</w:t>
      </w:r>
      <w:r w:rsidRPr="008B5521">
        <w:t xml:space="preserve"> – </w:t>
      </w:r>
      <w:r w:rsidR="00622E68">
        <w:t>Seznam poddodavatelů (</w:t>
      </w:r>
      <w:r w:rsidR="00622E68" w:rsidRPr="004F38C9">
        <w:rPr>
          <w:highlight w:val="green"/>
        </w:rPr>
        <w:t>doplní Prodávající</w:t>
      </w:r>
      <w:r w:rsidR="00622E68">
        <w:t>)</w:t>
      </w:r>
    </w:p>
    <w:p w14:paraId="04AF50A2" w14:textId="3DB1B778" w:rsidR="00643145" w:rsidRPr="008B5521" w:rsidRDefault="00643145" w:rsidP="00643145">
      <w:pPr>
        <w:pStyle w:val="Plohy"/>
      </w:pPr>
      <w:r>
        <w:t xml:space="preserve">Příloha č. 5 - </w:t>
      </w:r>
      <w:r w:rsidRPr="00A713C1">
        <w:t xml:space="preserve">Čestné prohlášení k TPD </w:t>
      </w:r>
      <w:r>
        <w:t>(</w:t>
      </w:r>
      <w:r w:rsidRPr="004F38C9">
        <w:rPr>
          <w:highlight w:val="green"/>
        </w:rPr>
        <w:t>doplní Prodávající</w:t>
      </w:r>
      <w:r>
        <w:t>)</w:t>
      </w:r>
    </w:p>
    <w:p w14:paraId="78326F01" w14:textId="77777777" w:rsidR="00643145" w:rsidRDefault="00643145" w:rsidP="007F33DF">
      <w:pPr>
        <w:pStyle w:val="Plohy"/>
      </w:pPr>
    </w:p>
    <w:p w14:paraId="1FB09CB1" w14:textId="1711CF5D" w:rsidR="00BD2083" w:rsidRDefault="007C3112" w:rsidP="007C3112">
      <w:pPr>
        <w:pStyle w:val="Podpisovoprvnn"/>
        <w:keepNext/>
        <w:keepLines/>
        <w:widowControl/>
        <w:spacing w:before="0" w:after="0" w:line="276" w:lineRule="auto"/>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73A595BD" w14:textId="77777777" w:rsidR="00BD2083" w:rsidRDefault="00BD2083" w:rsidP="007C3112">
      <w:pPr>
        <w:pStyle w:val="Podpisovoprvnn"/>
        <w:keepNext/>
        <w:keepLines/>
        <w:widowControl/>
        <w:spacing w:before="0" w:after="0" w:line="276" w:lineRule="auto"/>
      </w:pPr>
    </w:p>
    <w:p w14:paraId="7BD78D82" w14:textId="77777777" w:rsidR="00BD2083" w:rsidRDefault="00BD2083" w:rsidP="007C3112">
      <w:pPr>
        <w:pStyle w:val="Podpisovoprvnn"/>
        <w:keepNext/>
        <w:keepLines/>
        <w:widowControl/>
        <w:spacing w:before="0" w:after="0" w:line="276" w:lineRule="auto"/>
      </w:pPr>
    </w:p>
    <w:p w14:paraId="1D4441D5" w14:textId="77777777" w:rsidR="00E153D3" w:rsidRDefault="00E153D3" w:rsidP="007C3112">
      <w:pPr>
        <w:pStyle w:val="Podpisovoprvnn"/>
        <w:keepNext/>
        <w:keepLines/>
        <w:widowControl/>
        <w:spacing w:before="0" w:after="0" w:line="276" w:lineRule="auto"/>
      </w:pPr>
    </w:p>
    <w:p w14:paraId="1EC5FA23" w14:textId="77777777" w:rsidR="007F33DF" w:rsidRDefault="007F33DF" w:rsidP="007C3112">
      <w:pPr>
        <w:pStyle w:val="Podpisovoprvnn"/>
        <w:keepNext/>
        <w:keepLines/>
        <w:widowControl/>
        <w:spacing w:before="0" w:after="0" w:line="276" w:lineRule="auto"/>
      </w:pPr>
    </w:p>
    <w:p w14:paraId="76E2FEFC" w14:textId="681F95E2" w:rsidR="007C3112" w:rsidRPr="0019294B" w:rsidRDefault="007C3112" w:rsidP="007C3112">
      <w:pPr>
        <w:pStyle w:val="Podpisovoprvnn"/>
        <w:keepNext/>
        <w:keepLines/>
        <w:widowControl/>
        <w:spacing w:before="0" w:after="0" w:line="276" w:lineRule="auto"/>
        <w:rPr>
          <w:b/>
        </w:rPr>
      </w:pPr>
      <w:r w:rsidRPr="00E21B35">
        <w:t>--------------------------------</w:t>
      </w:r>
      <w:r w:rsidRPr="00E21B35">
        <w:tab/>
      </w:r>
      <w:r w:rsidRPr="00E21B35">
        <w:tab/>
      </w:r>
      <w:r w:rsidRPr="00E21B35">
        <w:tab/>
      </w:r>
      <w:r w:rsidRPr="00E21B35">
        <w:tab/>
        <w:t>-------------------------------</w:t>
      </w:r>
      <w:r>
        <w:br/>
      </w:r>
      <w:r w:rsidRPr="0019294B">
        <w:rPr>
          <w:rStyle w:val="Tun"/>
        </w:rPr>
        <w:t>Ing. Karel Švejda, MBA</w:t>
      </w:r>
      <w:r w:rsidRPr="00EE5AE6">
        <w:rPr>
          <w:rStyle w:val="Tun"/>
        </w:rPr>
        <w:tab/>
      </w:r>
      <w:r w:rsidRPr="00EE5AE6">
        <w:rPr>
          <w:rStyle w:val="Tun"/>
        </w:rPr>
        <w:tab/>
      </w:r>
      <w:r w:rsidRPr="00EE5AE6">
        <w:rPr>
          <w:rStyle w:val="Tun"/>
        </w:rPr>
        <w:tab/>
      </w:r>
      <w:r w:rsidRPr="00EE5AE6">
        <w:rPr>
          <w:rStyle w:val="Tun"/>
        </w:rPr>
        <w:tab/>
      </w:r>
      <w:r w:rsidRPr="00EE5AE6">
        <w:rPr>
          <w:rStyle w:val="Tun"/>
          <w:highlight w:val="green"/>
        </w:rPr>
        <w:t>[DOPLNÍ PRODÁVAJÍCÍ]</w:t>
      </w:r>
      <w:r w:rsidRPr="00EE5AE6">
        <w:rPr>
          <w:rStyle w:val="Tun"/>
        </w:rPr>
        <w:br/>
      </w:r>
      <w:r w:rsidRPr="0019294B">
        <w:rPr>
          <w:rStyle w:val="Tun"/>
          <w:b w:val="0"/>
        </w:rPr>
        <w:t xml:space="preserve">náměstek GŘ </w:t>
      </w:r>
    </w:p>
    <w:p w14:paraId="7D5CFBE2" w14:textId="77777777" w:rsidR="007C3112" w:rsidRPr="0019294B" w:rsidRDefault="007C3112" w:rsidP="007C3112">
      <w:pPr>
        <w:keepNext/>
        <w:keepLines/>
        <w:spacing w:before="0" w:after="0" w:line="276" w:lineRule="auto"/>
        <w:jc w:val="left"/>
        <w:rPr>
          <w:rStyle w:val="Tun"/>
          <w:b w:val="0"/>
        </w:rPr>
      </w:pPr>
      <w:r w:rsidRPr="0019294B">
        <w:rPr>
          <w:rStyle w:val="Tun"/>
          <w:b w:val="0"/>
        </w:rPr>
        <w:t>pro provozuschopnost dráhy</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414609">
      <w:footerReference w:type="default" r:id="rId14"/>
      <w:headerReference w:type="first" r:id="rId15"/>
      <w:footerReference w:type="first" r:id="rId16"/>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2B8E2" w14:textId="77777777" w:rsidR="004C41F9" w:rsidRDefault="004C41F9" w:rsidP="003706CB">
      <w:pPr>
        <w:spacing w:after="0" w:line="240" w:lineRule="auto"/>
      </w:pPr>
      <w:r>
        <w:separator/>
      </w:r>
    </w:p>
  </w:endnote>
  <w:endnote w:type="continuationSeparator" w:id="0">
    <w:p w14:paraId="6197B081" w14:textId="77777777" w:rsidR="004C41F9" w:rsidRDefault="004C41F9" w:rsidP="003706CB">
      <w:pPr>
        <w:spacing w:after="0" w:line="240" w:lineRule="auto"/>
      </w:pPr>
      <w:r>
        <w:continuationSeparator/>
      </w:r>
    </w:p>
  </w:endnote>
  <w:endnote w:type="continuationNotice" w:id="1">
    <w:p w14:paraId="2B453F16" w14:textId="77777777" w:rsidR="004C41F9" w:rsidRDefault="004C41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B2629" w14:textId="77777777" w:rsidR="004C41F9" w:rsidRDefault="004C41F9" w:rsidP="003706CB">
      <w:pPr>
        <w:spacing w:after="0" w:line="240" w:lineRule="auto"/>
      </w:pPr>
      <w:r>
        <w:separator/>
      </w:r>
    </w:p>
  </w:footnote>
  <w:footnote w:type="continuationSeparator" w:id="0">
    <w:p w14:paraId="73C1571F" w14:textId="77777777" w:rsidR="004C41F9" w:rsidRDefault="004C41F9" w:rsidP="003706CB">
      <w:pPr>
        <w:spacing w:after="0" w:line="240" w:lineRule="auto"/>
      </w:pPr>
      <w:r>
        <w:continuationSeparator/>
      </w:r>
    </w:p>
  </w:footnote>
  <w:footnote w:type="continuationNotice" w:id="1">
    <w:p w14:paraId="15E5FFD0" w14:textId="77777777" w:rsidR="004C41F9" w:rsidRDefault="004C41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DF81B55"/>
    <w:multiLevelType w:val="multilevel"/>
    <w:tmpl w:val="2D2077F0"/>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multilevel"/>
    <w:tmpl w:val="9B269D4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831681825">
    <w:abstractNumId w:val="9"/>
  </w:num>
  <w:num w:numId="2" w16cid:durableId="2129549210">
    <w:abstractNumId w:val="1"/>
  </w:num>
  <w:num w:numId="3" w16cid:durableId="1201749723">
    <w:abstractNumId w:val="4"/>
  </w:num>
  <w:num w:numId="4" w16cid:durableId="572619275">
    <w:abstractNumId w:val="0"/>
  </w:num>
  <w:num w:numId="5" w16cid:durableId="3363597">
    <w:abstractNumId w:val="6"/>
  </w:num>
  <w:num w:numId="6" w16cid:durableId="679042629">
    <w:abstractNumId w:val="10"/>
  </w:num>
  <w:num w:numId="7" w16cid:durableId="6857100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12780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29574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15117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446863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6609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89124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01535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2327255">
    <w:abstractNumId w:val="3"/>
  </w:num>
  <w:num w:numId="16" w16cid:durableId="17913163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017935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368767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699214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943345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29733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703812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5217460">
    <w:abstractNumId w:val="11"/>
  </w:num>
  <w:num w:numId="24" w16cid:durableId="86359294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9110329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97583877">
    <w:abstractNumId w:val="2"/>
  </w:num>
  <w:num w:numId="27" w16cid:durableId="5367471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15FFA"/>
    <w:rsid w:val="00020FF6"/>
    <w:rsid w:val="00021634"/>
    <w:rsid w:val="00022D53"/>
    <w:rsid w:val="00025AEC"/>
    <w:rsid w:val="00025E36"/>
    <w:rsid w:val="000266FE"/>
    <w:rsid w:val="00030FD1"/>
    <w:rsid w:val="00031989"/>
    <w:rsid w:val="00033446"/>
    <w:rsid w:val="00034F63"/>
    <w:rsid w:val="00040CB0"/>
    <w:rsid w:val="00042633"/>
    <w:rsid w:val="00053B1E"/>
    <w:rsid w:val="0005503E"/>
    <w:rsid w:val="00055411"/>
    <w:rsid w:val="00062B10"/>
    <w:rsid w:val="000647F6"/>
    <w:rsid w:val="00070D89"/>
    <w:rsid w:val="00071E57"/>
    <w:rsid w:val="000726C6"/>
    <w:rsid w:val="00072FD9"/>
    <w:rsid w:val="0007344E"/>
    <w:rsid w:val="00082657"/>
    <w:rsid w:val="00083201"/>
    <w:rsid w:val="00084463"/>
    <w:rsid w:val="00084795"/>
    <w:rsid w:val="000866D2"/>
    <w:rsid w:val="00097BF7"/>
    <w:rsid w:val="00097F79"/>
    <w:rsid w:val="000A0C14"/>
    <w:rsid w:val="000A3CC2"/>
    <w:rsid w:val="000A53AE"/>
    <w:rsid w:val="000A5BC6"/>
    <w:rsid w:val="000B4045"/>
    <w:rsid w:val="000B560C"/>
    <w:rsid w:val="000B6260"/>
    <w:rsid w:val="000C4186"/>
    <w:rsid w:val="000C55BF"/>
    <w:rsid w:val="000C5A20"/>
    <w:rsid w:val="000C7132"/>
    <w:rsid w:val="000C737A"/>
    <w:rsid w:val="000D441F"/>
    <w:rsid w:val="000D5413"/>
    <w:rsid w:val="000D59B0"/>
    <w:rsid w:val="000D5B52"/>
    <w:rsid w:val="000D5E27"/>
    <w:rsid w:val="000E14E0"/>
    <w:rsid w:val="000E43FD"/>
    <w:rsid w:val="000E48AB"/>
    <w:rsid w:val="000E5180"/>
    <w:rsid w:val="000E5DAD"/>
    <w:rsid w:val="000E60EA"/>
    <w:rsid w:val="000E63D9"/>
    <w:rsid w:val="000F65D4"/>
    <w:rsid w:val="00100AFD"/>
    <w:rsid w:val="001043F1"/>
    <w:rsid w:val="00110C41"/>
    <w:rsid w:val="001119A2"/>
    <w:rsid w:val="00111D51"/>
    <w:rsid w:val="00113027"/>
    <w:rsid w:val="00117B54"/>
    <w:rsid w:val="00121826"/>
    <w:rsid w:val="001228C5"/>
    <w:rsid w:val="0012414B"/>
    <w:rsid w:val="00125333"/>
    <w:rsid w:val="00125AD6"/>
    <w:rsid w:val="001268FD"/>
    <w:rsid w:val="001302AD"/>
    <w:rsid w:val="00137760"/>
    <w:rsid w:val="00137BD3"/>
    <w:rsid w:val="00151F6D"/>
    <w:rsid w:val="00152055"/>
    <w:rsid w:val="00152CF0"/>
    <w:rsid w:val="00157D66"/>
    <w:rsid w:val="001711F8"/>
    <w:rsid w:val="00173841"/>
    <w:rsid w:val="00173E08"/>
    <w:rsid w:val="00174612"/>
    <w:rsid w:val="001751A6"/>
    <w:rsid w:val="0017765F"/>
    <w:rsid w:val="00182BAA"/>
    <w:rsid w:val="00184807"/>
    <w:rsid w:val="0018499F"/>
    <w:rsid w:val="00190A1B"/>
    <w:rsid w:val="00192544"/>
    <w:rsid w:val="00194826"/>
    <w:rsid w:val="001A0EC9"/>
    <w:rsid w:val="001A3204"/>
    <w:rsid w:val="001A3DB4"/>
    <w:rsid w:val="001A487E"/>
    <w:rsid w:val="001B06B7"/>
    <w:rsid w:val="001C012F"/>
    <w:rsid w:val="001C01D4"/>
    <w:rsid w:val="001C7A89"/>
    <w:rsid w:val="001C7FC3"/>
    <w:rsid w:val="001D394C"/>
    <w:rsid w:val="001D65ED"/>
    <w:rsid w:val="001D78A4"/>
    <w:rsid w:val="001E20FA"/>
    <w:rsid w:val="001F3F33"/>
    <w:rsid w:val="001F7B3B"/>
    <w:rsid w:val="00201D14"/>
    <w:rsid w:val="002023D7"/>
    <w:rsid w:val="002045B1"/>
    <w:rsid w:val="0021052B"/>
    <w:rsid w:val="00211202"/>
    <w:rsid w:val="00212E4A"/>
    <w:rsid w:val="00215097"/>
    <w:rsid w:val="002171E6"/>
    <w:rsid w:val="00220472"/>
    <w:rsid w:val="0022127F"/>
    <w:rsid w:val="0022305B"/>
    <w:rsid w:val="0022507E"/>
    <w:rsid w:val="00226B88"/>
    <w:rsid w:val="00227803"/>
    <w:rsid w:val="0023151B"/>
    <w:rsid w:val="00235748"/>
    <w:rsid w:val="0024088D"/>
    <w:rsid w:val="0024121F"/>
    <w:rsid w:val="002422A1"/>
    <w:rsid w:val="00242EE0"/>
    <w:rsid w:val="002479F3"/>
    <w:rsid w:val="002510A3"/>
    <w:rsid w:val="00252D09"/>
    <w:rsid w:val="00253C01"/>
    <w:rsid w:val="00254661"/>
    <w:rsid w:val="002573D5"/>
    <w:rsid w:val="00263E00"/>
    <w:rsid w:val="00270E16"/>
    <w:rsid w:val="002739E8"/>
    <w:rsid w:val="00277C3D"/>
    <w:rsid w:val="0028212C"/>
    <w:rsid w:val="00282490"/>
    <w:rsid w:val="00285759"/>
    <w:rsid w:val="00287BC5"/>
    <w:rsid w:val="00290815"/>
    <w:rsid w:val="002A11CD"/>
    <w:rsid w:val="002A6636"/>
    <w:rsid w:val="002A7690"/>
    <w:rsid w:val="002A791D"/>
    <w:rsid w:val="002B152E"/>
    <w:rsid w:val="002B51FC"/>
    <w:rsid w:val="002B5ECC"/>
    <w:rsid w:val="002B6DFB"/>
    <w:rsid w:val="002B75C6"/>
    <w:rsid w:val="002C32BA"/>
    <w:rsid w:val="002C3B29"/>
    <w:rsid w:val="002C4F9C"/>
    <w:rsid w:val="002C50C8"/>
    <w:rsid w:val="002C5B14"/>
    <w:rsid w:val="002C635F"/>
    <w:rsid w:val="002C6544"/>
    <w:rsid w:val="002D5CFE"/>
    <w:rsid w:val="002D5D10"/>
    <w:rsid w:val="002D5EE8"/>
    <w:rsid w:val="002E7C9A"/>
    <w:rsid w:val="0030101F"/>
    <w:rsid w:val="00303F31"/>
    <w:rsid w:val="00306FC6"/>
    <w:rsid w:val="00310D7B"/>
    <w:rsid w:val="003120FE"/>
    <w:rsid w:val="00312CAC"/>
    <w:rsid w:val="00324DFF"/>
    <w:rsid w:val="003343F5"/>
    <w:rsid w:val="00342BE3"/>
    <w:rsid w:val="00346D6A"/>
    <w:rsid w:val="003509D2"/>
    <w:rsid w:val="00360F80"/>
    <w:rsid w:val="00362102"/>
    <w:rsid w:val="003706CB"/>
    <w:rsid w:val="00371CA0"/>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421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4609"/>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33DA"/>
    <w:rsid w:val="004A5633"/>
    <w:rsid w:val="004B0429"/>
    <w:rsid w:val="004B257C"/>
    <w:rsid w:val="004B403E"/>
    <w:rsid w:val="004B4891"/>
    <w:rsid w:val="004B71BA"/>
    <w:rsid w:val="004B744D"/>
    <w:rsid w:val="004C3347"/>
    <w:rsid w:val="004C41F9"/>
    <w:rsid w:val="004D0435"/>
    <w:rsid w:val="004D235B"/>
    <w:rsid w:val="004D3F5F"/>
    <w:rsid w:val="004E146F"/>
    <w:rsid w:val="004E44C7"/>
    <w:rsid w:val="004E6499"/>
    <w:rsid w:val="004F14F3"/>
    <w:rsid w:val="004F194C"/>
    <w:rsid w:val="004F22C3"/>
    <w:rsid w:val="004F23DD"/>
    <w:rsid w:val="004F3758"/>
    <w:rsid w:val="00500E21"/>
    <w:rsid w:val="005166BE"/>
    <w:rsid w:val="00517872"/>
    <w:rsid w:val="00517F20"/>
    <w:rsid w:val="00527752"/>
    <w:rsid w:val="005306D8"/>
    <w:rsid w:val="00530A14"/>
    <w:rsid w:val="005311A5"/>
    <w:rsid w:val="00534DBA"/>
    <w:rsid w:val="00537DC0"/>
    <w:rsid w:val="00544144"/>
    <w:rsid w:val="00544B8E"/>
    <w:rsid w:val="00546176"/>
    <w:rsid w:val="00551317"/>
    <w:rsid w:val="00560216"/>
    <w:rsid w:val="00562A02"/>
    <w:rsid w:val="00563670"/>
    <w:rsid w:val="005647C4"/>
    <w:rsid w:val="00565B3E"/>
    <w:rsid w:val="00566F57"/>
    <w:rsid w:val="005675BC"/>
    <w:rsid w:val="00570C8D"/>
    <w:rsid w:val="00572B36"/>
    <w:rsid w:val="00574368"/>
    <w:rsid w:val="00576A2A"/>
    <w:rsid w:val="0058567D"/>
    <w:rsid w:val="00587A35"/>
    <w:rsid w:val="005957FB"/>
    <w:rsid w:val="005962BE"/>
    <w:rsid w:val="0059769D"/>
    <w:rsid w:val="005A40FB"/>
    <w:rsid w:val="005A4E1A"/>
    <w:rsid w:val="005A5D1F"/>
    <w:rsid w:val="005B4F99"/>
    <w:rsid w:val="005C0F02"/>
    <w:rsid w:val="005C1AF3"/>
    <w:rsid w:val="005C5BBB"/>
    <w:rsid w:val="005C64B7"/>
    <w:rsid w:val="005C776A"/>
    <w:rsid w:val="005D27DF"/>
    <w:rsid w:val="005D4748"/>
    <w:rsid w:val="005D4FDA"/>
    <w:rsid w:val="005D7C2C"/>
    <w:rsid w:val="005E3788"/>
    <w:rsid w:val="005E6DAB"/>
    <w:rsid w:val="005F45C7"/>
    <w:rsid w:val="006007E5"/>
    <w:rsid w:val="0060092C"/>
    <w:rsid w:val="006054D7"/>
    <w:rsid w:val="00610175"/>
    <w:rsid w:val="0061415F"/>
    <w:rsid w:val="00616498"/>
    <w:rsid w:val="006174C9"/>
    <w:rsid w:val="00622E68"/>
    <w:rsid w:val="006257CE"/>
    <w:rsid w:val="00630788"/>
    <w:rsid w:val="006354DB"/>
    <w:rsid w:val="00636907"/>
    <w:rsid w:val="00640C8A"/>
    <w:rsid w:val="006413C4"/>
    <w:rsid w:val="00641AC8"/>
    <w:rsid w:val="00643145"/>
    <w:rsid w:val="00645093"/>
    <w:rsid w:val="006452A8"/>
    <w:rsid w:val="00645F7F"/>
    <w:rsid w:val="00653576"/>
    <w:rsid w:val="00662FB9"/>
    <w:rsid w:val="006653C8"/>
    <w:rsid w:val="006672B1"/>
    <w:rsid w:val="00671051"/>
    <w:rsid w:val="00672030"/>
    <w:rsid w:val="00672D80"/>
    <w:rsid w:val="00675602"/>
    <w:rsid w:val="00677F40"/>
    <w:rsid w:val="0068035D"/>
    <w:rsid w:val="00681D55"/>
    <w:rsid w:val="00681F22"/>
    <w:rsid w:val="0068231E"/>
    <w:rsid w:val="00683467"/>
    <w:rsid w:val="006848CF"/>
    <w:rsid w:val="00685D2E"/>
    <w:rsid w:val="00687186"/>
    <w:rsid w:val="00696032"/>
    <w:rsid w:val="006A2D61"/>
    <w:rsid w:val="006A488A"/>
    <w:rsid w:val="006A4A0B"/>
    <w:rsid w:val="006C21B2"/>
    <w:rsid w:val="006C3217"/>
    <w:rsid w:val="006D1ACE"/>
    <w:rsid w:val="006D2C0C"/>
    <w:rsid w:val="006D3CD7"/>
    <w:rsid w:val="006D4716"/>
    <w:rsid w:val="006E2605"/>
    <w:rsid w:val="006E381A"/>
    <w:rsid w:val="006F1EC7"/>
    <w:rsid w:val="006F2696"/>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2227E"/>
    <w:rsid w:val="00730DAD"/>
    <w:rsid w:val="00730FA9"/>
    <w:rsid w:val="00737ABD"/>
    <w:rsid w:val="00737EAD"/>
    <w:rsid w:val="00742CFF"/>
    <w:rsid w:val="00745DB8"/>
    <w:rsid w:val="007465F2"/>
    <w:rsid w:val="007503FC"/>
    <w:rsid w:val="0075097D"/>
    <w:rsid w:val="00753618"/>
    <w:rsid w:val="00757FBB"/>
    <w:rsid w:val="00762D8F"/>
    <w:rsid w:val="0076361F"/>
    <w:rsid w:val="00764F8D"/>
    <w:rsid w:val="007666DE"/>
    <w:rsid w:val="00770533"/>
    <w:rsid w:val="00772E48"/>
    <w:rsid w:val="007804E9"/>
    <w:rsid w:val="00781A98"/>
    <w:rsid w:val="0078646A"/>
    <w:rsid w:val="007A1D6A"/>
    <w:rsid w:val="007A3036"/>
    <w:rsid w:val="007A7666"/>
    <w:rsid w:val="007A7E29"/>
    <w:rsid w:val="007B2AB1"/>
    <w:rsid w:val="007C1338"/>
    <w:rsid w:val="007C3112"/>
    <w:rsid w:val="007C320A"/>
    <w:rsid w:val="007C5684"/>
    <w:rsid w:val="007C6153"/>
    <w:rsid w:val="007D439F"/>
    <w:rsid w:val="007E11A3"/>
    <w:rsid w:val="007E2B43"/>
    <w:rsid w:val="007E3252"/>
    <w:rsid w:val="007E6C88"/>
    <w:rsid w:val="007F03C6"/>
    <w:rsid w:val="007F062A"/>
    <w:rsid w:val="007F0F0A"/>
    <w:rsid w:val="007F1A30"/>
    <w:rsid w:val="007F2C74"/>
    <w:rsid w:val="007F33DF"/>
    <w:rsid w:val="007F3E0C"/>
    <w:rsid w:val="007F4DB0"/>
    <w:rsid w:val="007F6C9D"/>
    <w:rsid w:val="007F73AD"/>
    <w:rsid w:val="00803077"/>
    <w:rsid w:val="00811D6E"/>
    <w:rsid w:val="008121AC"/>
    <w:rsid w:val="008135F0"/>
    <w:rsid w:val="00815E99"/>
    <w:rsid w:val="00824194"/>
    <w:rsid w:val="00827EDF"/>
    <w:rsid w:val="008310FB"/>
    <w:rsid w:val="0083297A"/>
    <w:rsid w:val="0083458B"/>
    <w:rsid w:val="00835B2F"/>
    <w:rsid w:val="00843A42"/>
    <w:rsid w:val="00844542"/>
    <w:rsid w:val="0084459D"/>
    <w:rsid w:val="00845AE6"/>
    <w:rsid w:val="00850D57"/>
    <w:rsid w:val="00853CA3"/>
    <w:rsid w:val="00854F3E"/>
    <w:rsid w:val="00856B7D"/>
    <w:rsid w:val="0086119D"/>
    <w:rsid w:val="008611B5"/>
    <w:rsid w:val="00865640"/>
    <w:rsid w:val="00865B25"/>
    <w:rsid w:val="00873007"/>
    <w:rsid w:val="00873939"/>
    <w:rsid w:val="008741BE"/>
    <w:rsid w:val="00875DFA"/>
    <w:rsid w:val="00876A3E"/>
    <w:rsid w:val="00877AFF"/>
    <w:rsid w:val="00881560"/>
    <w:rsid w:val="00882F39"/>
    <w:rsid w:val="00883939"/>
    <w:rsid w:val="00883C95"/>
    <w:rsid w:val="00885EE8"/>
    <w:rsid w:val="0088748B"/>
    <w:rsid w:val="00891F95"/>
    <w:rsid w:val="00893290"/>
    <w:rsid w:val="00894353"/>
    <w:rsid w:val="008954EA"/>
    <w:rsid w:val="008A3D61"/>
    <w:rsid w:val="008A6F26"/>
    <w:rsid w:val="008B105B"/>
    <w:rsid w:val="008B1A0A"/>
    <w:rsid w:val="008B2A9F"/>
    <w:rsid w:val="008B5521"/>
    <w:rsid w:val="008B608E"/>
    <w:rsid w:val="008C0AC4"/>
    <w:rsid w:val="008C1439"/>
    <w:rsid w:val="008C1DEB"/>
    <w:rsid w:val="008C566E"/>
    <w:rsid w:val="008D0F83"/>
    <w:rsid w:val="008D7572"/>
    <w:rsid w:val="008E1719"/>
    <w:rsid w:val="008E19B6"/>
    <w:rsid w:val="008F0BD7"/>
    <w:rsid w:val="008F0D1F"/>
    <w:rsid w:val="008F0E4A"/>
    <w:rsid w:val="008F191D"/>
    <w:rsid w:val="008F1BAF"/>
    <w:rsid w:val="008F2A93"/>
    <w:rsid w:val="00904D7D"/>
    <w:rsid w:val="009070BA"/>
    <w:rsid w:val="009070D6"/>
    <w:rsid w:val="009107B4"/>
    <w:rsid w:val="009126E8"/>
    <w:rsid w:val="009142B6"/>
    <w:rsid w:val="00925A19"/>
    <w:rsid w:val="00926059"/>
    <w:rsid w:val="009313FD"/>
    <w:rsid w:val="00933111"/>
    <w:rsid w:val="00934CA6"/>
    <w:rsid w:val="00935934"/>
    <w:rsid w:val="00940817"/>
    <w:rsid w:val="0094477D"/>
    <w:rsid w:val="00953CAE"/>
    <w:rsid w:val="00956933"/>
    <w:rsid w:val="009601AA"/>
    <w:rsid w:val="00964953"/>
    <w:rsid w:val="00966347"/>
    <w:rsid w:val="00970550"/>
    <w:rsid w:val="0097142F"/>
    <w:rsid w:val="00971895"/>
    <w:rsid w:val="00972745"/>
    <w:rsid w:val="00976F5F"/>
    <w:rsid w:val="009801AE"/>
    <w:rsid w:val="00981807"/>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39BA"/>
    <w:rsid w:val="009F54B7"/>
    <w:rsid w:val="009F582F"/>
    <w:rsid w:val="009F69B6"/>
    <w:rsid w:val="00A02B02"/>
    <w:rsid w:val="00A0411C"/>
    <w:rsid w:val="00A0526B"/>
    <w:rsid w:val="00A07413"/>
    <w:rsid w:val="00A076CE"/>
    <w:rsid w:val="00A1357E"/>
    <w:rsid w:val="00A142E6"/>
    <w:rsid w:val="00A316C1"/>
    <w:rsid w:val="00A316C8"/>
    <w:rsid w:val="00A323DE"/>
    <w:rsid w:val="00A33754"/>
    <w:rsid w:val="00A34CB2"/>
    <w:rsid w:val="00A46AAE"/>
    <w:rsid w:val="00A54DD4"/>
    <w:rsid w:val="00A55DB1"/>
    <w:rsid w:val="00A606A2"/>
    <w:rsid w:val="00A65560"/>
    <w:rsid w:val="00A72DB9"/>
    <w:rsid w:val="00A7353F"/>
    <w:rsid w:val="00A74DFE"/>
    <w:rsid w:val="00A7658C"/>
    <w:rsid w:val="00A77CA7"/>
    <w:rsid w:val="00A82C34"/>
    <w:rsid w:val="00A853EC"/>
    <w:rsid w:val="00A92E45"/>
    <w:rsid w:val="00A976F4"/>
    <w:rsid w:val="00AA25B3"/>
    <w:rsid w:val="00AA2A2D"/>
    <w:rsid w:val="00AA435D"/>
    <w:rsid w:val="00AA7FE5"/>
    <w:rsid w:val="00AB0714"/>
    <w:rsid w:val="00AB09AF"/>
    <w:rsid w:val="00AB3887"/>
    <w:rsid w:val="00AC26DD"/>
    <w:rsid w:val="00AC5679"/>
    <w:rsid w:val="00AC61E7"/>
    <w:rsid w:val="00AC677F"/>
    <w:rsid w:val="00AC78D0"/>
    <w:rsid w:val="00AC7EF9"/>
    <w:rsid w:val="00AD42A8"/>
    <w:rsid w:val="00AD664A"/>
    <w:rsid w:val="00AD7B17"/>
    <w:rsid w:val="00AE146B"/>
    <w:rsid w:val="00AE213A"/>
    <w:rsid w:val="00AE25F7"/>
    <w:rsid w:val="00AE3DAC"/>
    <w:rsid w:val="00AE7952"/>
    <w:rsid w:val="00AF0F95"/>
    <w:rsid w:val="00AF2C1B"/>
    <w:rsid w:val="00B03468"/>
    <w:rsid w:val="00B10516"/>
    <w:rsid w:val="00B1114B"/>
    <w:rsid w:val="00B122AD"/>
    <w:rsid w:val="00B14409"/>
    <w:rsid w:val="00B148AD"/>
    <w:rsid w:val="00B176EA"/>
    <w:rsid w:val="00B22F67"/>
    <w:rsid w:val="00B24A1F"/>
    <w:rsid w:val="00B2530C"/>
    <w:rsid w:val="00B26887"/>
    <w:rsid w:val="00B26E20"/>
    <w:rsid w:val="00B270F0"/>
    <w:rsid w:val="00B32A80"/>
    <w:rsid w:val="00B36B13"/>
    <w:rsid w:val="00B36EB8"/>
    <w:rsid w:val="00B37744"/>
    <w:rsid w:val="00B42F11"/>
    <w:rsid w:val="00B447EA"/>
    <w:rsid w:val="00B44E13"/>
    <w:rsid w:val="00B53428"/>
    <w:rsid w:val="00B53C04"/>
    <w:rsid w:val="00B55BD0"/>
    <w:rsid w:val="00B61023"/>
    <w:rsid w:val="00B63F9B"/>
    <w:rsid w:val="00B702D2"/>
    <w:rsid w:val="00B74412"/>
    <w:rsid w:val="00B838EF"/>
    <w:rsid w:val="00B84455"/>
    <w:rsid w:val="00B8533D"/>
    <w:rsid w:val="00B86657"/>
    <w:rsid w:val="00BA19C0"/>
    <w:rsid w:val="00BA2BFC"/>
    <w:rsid w:val="00BA3F41"/>
    <w:rsid w:val="00BA4430"/>
    <w:rsid w:val="00BA5837"/>
    <w:rsid w:val="00BA61BA"/>
    <w:rsid w:val="00BA7C40"/>
    <w:rsid w:val="00BA7E2F"/>
    <w:rsid w:val="00BB00E1"/>
    <w:rsid w:val="00BB0757"/>
    <w:rsid w:val="00BB0A3A"/>
    <w:rsid w:val="00BB1A24"/>
    <w:rsid w:val="00BB4F00"/>
    <w:rsid w:val="00BB5E7C"/>
    <w:rsid w:val="00BC380A"/>
    <w:rsid w:val="00BC5D86"/>
    <w:rsid w:val="00BD2083"/>
    <w:rsid w:val="00BD7195"/>
    <w:rsid w:val="00BE0FA7"/>
    <w:rsid w:val="00BE24DE"/>
    <w:rsid w:val="00BE2F73"/>
    <w:rsid w:val="00BF15AD"/>
    <w:rsid w:val="00BF2011"/>
    <w:rsid w:val="00BF4D4D"/>
    <w:rsid w:val="00C01FDB"/>
    <w:rsid w:val="00C032EE"/>
    <w:rsid w:val="00C06AF0"/>
    <w:rsid w:val="00C108FE"/>
    <w:rsid w:val="00C10A21"/>
    <w:rsid w:val="00C12CBA"/>
    <w:rsid w:val="00C16730"/>
    <w:rsid w:val="00C16BAC"/>
    <w:rsid w:val="00C17879"/>
    <w:rsid w:val="00C20498"/>
    <w:rsid w:val="00C234CA"/>
    <w:rsid w:val="00C24777"/>
    <w:rsid w:val="00C26221"/>
    <w:rsid w:val="00C26995"/>
    <w:rsid w:val="00C26E78"/>
    <w:rsid w:val="00C31D5B"/>
    <w:rsid w:val="00C32729"/>
    <w:rsid w:val="00C43F40"/>
    <w:rsid w:val="00C448C0"/>
    <w:rsid w:val="00C45382"/>
    <w:rsid w:val="00C45706"/>
    <w:rsid w:val="00C52F0E"/>
    <w:rsid w:val="00C53862"/>
    <w:rsid w:val="00C54309"/>
    <w:rsid w:val="00C563AC"/>
    <w:rsid w:val="00C61475"/>
    <w:rsid w:val="00C63B6D"/>
    <w:rsid w:val="00C63B85"/>
    <w:rsid w:val="00C70772"/>
    <w:rsid w:val="00C90BCF"/>
    <w:rsid w:val="00C90FEE"/>
    <w:rsid w:val="00C928F9"/>
    <w:rsid w:val="00C951D3"/>
    <w:rsid w:val="00CA095A"/>
    <w:rsid w:val="00CA5E7B"/>
    <w:rsid w:val="00CA7B4A"/>
    <w:rsid w:val="00CA7C40"/>
    <w:rsid w:val="00CB09BC"/>
    <w:rsid w:val="00CB26F1"/>
    <w:rsid w:val="00CB6B7E"/>
    <w:rsid w:val="00CB7790"/>
    <w:rsid w:val="00CC2D9E"/>
    <w:rsid w:val="00CC5257"/>
    <w:rsid w:val="00CC76B6"/>
    <w:rsid w:val="00CD14C0"/>
    <w:rsid w:val="00CE0374"/>
    <w:rsid w:val="00CE041C"/>
    <w:rsid w:val="00CE488A"/>
    <w:rsid w:val="00CF1282"/>
    <w:rsid w:val="00CF23DD"/>
    <w:rsid w:val="00CF66BA"/>
    <w:rsid w:val="00CF67BB"/>
    <w:rsid w:val="00D01A96"/>
    <w:rsid w:val="00D02F57"/>
    <w:rsid w:val="00D034CB"/>
    <w:rsid w:val="00D04FD1"/>
    <w:rsid w:val="00D07008"/>
    <w:rsid w:val="00D10D0B"/>
    <w:rsid w:val="00D13D04"/>
    <w:rsid w:val="00D162B6"/>
    <w:rsid w:val="00D25082"/>
    <w:rsid w:val="00D278BD"/>
    <w:rsid w:val="00D279CA"/>
    <w:rsid w:val="00D30AD6"/>
    <w:rsid w:val="00D31EC2"/>
    <w:rsid w:val="00D323A6"/>
    <w:rsid w:val="00D33D99"/>
    <w:rsid w:val="00D35186"/>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5EC7"/>
    <w:rsid w:val="00D76B88"/>
    <w:rsid w:val="00D804BE"/>
    <w:rsid w:val="00D864DF"/>
    <w:rsid w:val="00D9437C"/>
    <w:rsid w:val="00D97481"/>
    <w:rsid w:val="00DA0093"/>
    <w:rsid w:val="00DA0469"/>
    <w:rsid w:val="00DA5DB6"/>
    <w:rsid w:val="00DB324F"/>
    <w:rsid w:val="00DB33CD"/>
    <w:rsid w:val="00DB6925"/>
    <w:rsid w:val="00DC0459"/>
    <w:rsid w:val="00DC2D4A"/>
    <w:rsid w:val="00DC4AD5"/>
    <w:rsid w:val="00DC7261"/>
    <w:rsid w:val="00DD7514"/>
    <w:rsid w:val="00DE5EFD"/>
    <w:rsid w:val="00DE7B97"/>
    <w:rsid w:val="00DF104A"/>
    <w:rsid w:val="00DF38A2"/>
    <w:rsid w:val="00DF57ED"/>
    <w:rsid w:val="00DF61E5"/>
    <w:rsid w:val="00E003B8"/>
    <w:rsid w:val="00E01062"/>
    <w:rsid w:val="00E02756"/>
    <w:rsid w:val="00E0320C"/>
    <w:rsid w:val="00E03ECF"/>
    <w:rsid w:val="00E0446B"/>
    <w:rsid w:val="00E05929"/>
    <w:rsid w:val="00E11477"/>
    <w:rsid w:val="00E1230C"/>
    <w:rsid w:val="00E153D3"/>
    <w:rsid w:val="00E209B0"/>
    <w:rsid w:val="00E30FDB"/>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2321"/>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7AEE"/>
    <w:rsid w:val="00EE07E0"/>
    <w:rsid w:val="00EE18A0"/>
    <w:rsid w:val="00EE287A"/>
    <w:rsid w:val="00EE5AE6"/>
    <w:rsid w:val="00EE77D8"/>
    <w:rsid w:val="00EF0BF5"/>
    <w:rsid w:val="00EF610F"/>
    <w:rsid w:val="00EF6A9D"/>
    <w:rsid w:val="00EF7489"/>
    <w:rsid w:val="00F0075C"/>
    <w:rsid w:val="00F04558"/>
    <w:rsid w:val="00F04A6E"/>
    <w:rsid w:val="00F07C3C"/>
    <w:rsid w:val="00F14996"/>
    <w:rsid w:val="00F1551D"/>
    <w:rsid w:val="00F16701"/>
    <w:rsid w:val="00F16C52"/>
    <w:rsid w:val="00F22E45"/>
    <w:rsid w:val="00F22ECE"/>
    <w:rsid w:val="00F2499A"/>
    <w:rsid w:val="00F265E8"/>
    <w:rsid w:val="00F3529A"/>
    <w:rsid w:val="00F37200"/>
    <w:rsid w:val="00F416B4"/>
    <w:rsid w:val="00F50EB5"/>
    <w:rsid w:val="00F50F24"/>
    <w:rsid w:val="00F52DA1"/>
    <w:rsid w:val="00F57C05"/>
    <w:rsid w:val="00F62F39"/>
    <w:rsid w:val="00F63B52"/>
    <w:rsid w:val="00F64E0B"/>
    <w:rsid w:val="00F6593A"/>
    <w:rsid w:val="00F66549"/>
    <w:rsid w:val="00F72785"/>
    <w:rsid w:val="00F73E78"/>
    <w:rsid w:val="00F80393"/>
    <w:rsid w:val="00F832D7"/>
    <w:rsid w:val="00F85922"/>
    <w:rsid w:val="00F90339"/>
    <w:rsid w:val="00F91956"/>
    <w:rsid w:val="00F935C4"/>
    <w:rsid w:val="00F9370C"/>
    <w:rsid w:val="00F9718B"/>
    <w:rsid w:val="00FA799E"/>
    <w:rsid w:val="00FB04E8"/>
    <w:rsid w:val="00FB04E9"/>
    <w:rsid w:val="00FB062D"/>
    <w:rsid w:val="00FB0920"/>
    <w:rsid w:val="00FB0B0B"/>
    <w:rsid w:val="00FB2D4F"/>
    <w:rsid w:val="00FB589F"/>
    <w:rsid w:val="00FB7FF8"/>
    <w:rsid w:val="00FC00AD"/>
    <w:rsid w:val="00FC0310"/>
    <w:rsid w:val="00FC3FE1"/>
    <w:rsid w:val="00FD1161"/>
    <w:rsid w:val="00FE3EA1"/>
    <w:rsid w:val="00FF0BD3"/>
    <w:rsid w:val="00FF14B8"/>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4"/>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3"/>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1"/>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5"/>
      </w:numPr>
      <w:ind w:left="1560" w:hanging="567"/>
    </w:pPr>
    <w:rPr>
      <w:rFonts w:eastAsia="Times New Roman"/>
      <w:szCs w:val="18"/>
    </w:rPr>
  </w:style>
  <w:style w:type="paragraph" w:customStyle="1" w:styleId="Claneki">
    <w:name w:val="Clanek (i)"/>
    <w:basedOn w:val="Normln"/>
    <w:autoRedefine/>
    <w:qFormat/>
    <w:rsid w:val="0030101F"/>
    <w:pPr>
      <w:numPr>
        <w:ilvl w:val="3"/>
        <w:numId w:val="5"/>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2"/>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26"/>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23"/>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26"/>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1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cuments/50004227/50176627/Schv%C3%A1len%C3%A9+mazac%C3%AD+prost%C5%99edky+k+o%C5%A1et%C5%99ov%C3%A1n%C3%AD+v%C3%BDhybek+a+v%C3%BDhybkov%C3%BDch+konstrukc%C3%AD+02_2024.pdf/37f7dbb1-6c86-4502-9b72-e72fb8ebe0d8"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2.xml><?xml version="1.0" encoding="utf-8"?>
<ds:datastoreItem xmlns:ds="http://schemas.openxmlformats.org/officeDocument/2006/customXml" ds:itemID="{7A81F984-D337-48C9-BE9C-151C282FE5AA}">
  <ds:schemaRefs>
    <ds:schemaRef ds:uri="http://schemas.openxmlformats.org/officeDocument/2006/bibliography"/>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9</Pages>
  <Words>4456</Words>
  <Characters>26296</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Pavelková Ivana, Ing.</cp:lastModifiedBy>
  <cp:revision>26</cp:revision>
  <cp:lastPrinted>2025-03-18T09:26:00Z</cp:lastPrinted>
  <dcterms:created xsi:type="dcterms:W3CDTF">2024-05-07T09:11:00Z</dcterms:created>
  <dcterms:modified xsi:type="dcterms:W3CDTF">2025-03-18T09:26:00Z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