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EC055C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EC055C">
        <w:t>podání nabídky</w:t>
      </w:r>
    </w:p>
    <w:p w14:paraId="10E016D5" w14:textId="621CFB07" w:rsidR="003F1BC8" w:rsidRPr="00905651" w:rsidRDefault="008B1A2C" w:rsidP="00905651">
      <w:pPr>
        <w:pStyle w:val="Obsah2"/>
        <w:tabs>
          <w:tab w:val="left" w:pos="1320"/>
          <w:tab w:val="right" w:leader="dot" w:pos="8692"/>
        </w:tabs>
        <w:rPr>
          <w:b/>
          <w:color w:val="FF5200" w:themeColor="accent2"/>
          <w:sz w:val="36"/>
          <w:szCs w:val="36"/>
        </w:rPr>
      </w:pPr>
      <w:r w:rsidRPr="00EC055C">
        <w:rPr>
          <w:b/>
          <w:color w:val="FF5200" w:themeColor="accent2"/>
          <w:sz w:val="36"/>
          <w:szCs w:val="36"/>
        </w:rPr>
        <w:t>Krycí list nabídky</w:t>
      </w:r>
      <w:r w:rsidR="0031280B" w:rsidRPr="00EC05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CC7E21" w:rsidRPr="00CC7E21">
        <w:rPr>
          <w:b/>
          <w:color w:val="FF5200" w:themeColor="accent2"/>
          <w:sz w:val="36"/>
          <w:szCs w:val="36"/>
        </w:rPr>
        <w:t>Dodávka speciálního vozidla s hydraulickou rukou, nosičem kontejnerů pro OŘ UNL 2025</w:t>
      </w:r>
      <w:r w:rsidR="0031280B" w:rsidRPr="003F1BC8">
        <w:rPr>
          <w:b/>
          <w:color w:val="FF5200" w:themeColor="accent2"/>
          <w:sz w:val="36"/>
          <w:szCs w:val="36"/>
        </w:rPr>
        <w:t>“</w:t>
      </w:r>
      <w:r w:rsidR="000128D4" w:rsidRPr="003F1BC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4746C" w:rsidRPr="00C4746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8838/2025-SŽ-OŘ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A4C0171" w:rsidR="00633D9C" w:rsidRDefault="00A93A74" w:rsidP="003F1BC8">
          <w:r>
            <w:t>Obsah</w:t>
          </w:r>
        </w:p>
        <w:p w14:paraId="1C46C3E3" w14:textId="07269881" w:rsidR="00530588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898183" w:history="1">
            <w:r w:rsidR="00530588" w:rsidRPr="006867A4">
              <w:rPr>
                <w:rStyle w:val="Hypertextovodkaz"/>
                <w:noProof/>
              </w:rPr>
              <w:t>Kapitola 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Základní údaje k nabídce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1D59682" w14:textId="543AE006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4" w:history="1">
            <w:r w:rsidRPr="006867A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BD829" w14:textId="6A9B9F7D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5" w:history="1">
            <w:r w:rsidRPr="006867A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07C0E" w14:textId="4EA0DE0C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6" w:history="1">
            <w:r w:rsidRPr="006867A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C3F2CA" w14:textId="557E5CD7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7" w:history="1">
            <w:r w:rsidRPr="006867A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5F0B8" w14:textId="46E0A59B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8" w:history="1">
            <w:r w:rsidRPr="006867A4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0ABAC" w14:textId="224ADA20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9" w:history="1">
            <w:r w:rsidRPr="006867A4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36A8FF" w14:textId="3B8738D5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0" w:history="1">
            <w:r w:rsidRPr="006867A4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</w:t>
            </w:r>
            <w:r w:rsidRPr="006867A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FE0B5C" w14:textId="5E360CD7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1" w:history="1">
            <w:r w:rsidRPr="006867A4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</w:t>
            </w:r>
            <w:r w:rsidRPr="006867A4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06C89F" w14:textId="7FCBF601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2" w:history="1">
            <w:r w:rsidRPr="006867A4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4B73DF" w14:textId="12E37835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3" w:history="1">
            <w:r w:rsidRPr="006867A4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</w:t>
            </w:r>
            <w:r w:rsidRPr="006867A4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rStyle w:val="Hypertextovodkaz"/>
                <w:rFonts w:eastAsia="Times New Roman"/>
                <w:noProof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4A9125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6889818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BDF0109" w:rsidR="00EA444A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C055C" w:rsidRPr="00EC055C">
        <w:t xml:space="preserve">Ing. Martinem Kašparem, ředitelem organizační jednotky, na základě pověření </w:t>
      </w:r>
      <w:r w:rsidR="00EC055C" w:rsidRPr="004D2C06">
        <w:t>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2023F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C055C">
        <w:t>Výzvy k podání nabíd</w:t>
      </w:r>
      <w:r w:rsidR="004C76E9" w:rsidRPr="00EC055C">
        <w:t>ky</w:t>
      </w:r>
      <w:r w:rsidRPr="00EC055C">
        <w:t xml:space="preserve"> na veřejnou zakázku zadávanou</w:t>
      </w:r>
      <w:r w:rsidR="004C76E9" w:rsidRPr="00EC055C">
        <w:t xml:space="preserve"> jako </w:t>
      </w:r>
      <w:r w:rsidR="000128D4" w:rsidRPr="00EC055C">
        <w:rPr>
          <w:rFonts w:eastAsia="Times New Roman" w:cs="Times New Roman"/>
          <w:lang w:eastAsia="cs-CZ"/>
        </w:rPr>
        <w:t>podlimitní sektorovou veřejnou zakázku</w:t>
      </w:r>
      <w:r w:rsidRPr="00EC055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27F2081" w14:textId="66E00057" w:rsidR="00FF3A1D" w:rsidRDefault="00FF3A1D" w:rsidP="00FF3A1D">
      <w:r>
        <w:t>Celková nabídková cena v Kč bez DPH</w:t>
      </w:r>
      <w:r w:rsidR="004D2C06">
        <w:t>:</w:t>
      </w:r>
      <w:r>
        <w:t xml:space="preserve">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720ECFE6" w14:textId="77777777" w:rsidR="00FF3A1D" w:rsidRDefault="00FF3A1D" w:rsidP="00FF3A1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3D4A9EFE" w14:textId="77777777" w:rsidR="00FF3A1D" w:rsidRDefault="00FF3A1D" w:rsidP="00FF3A1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4746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4746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889818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889818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3BDE508E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6889818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68898187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5A91128D" w:rsidR="00FF3A1D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</w:t>
      </w:r>
      <w:r w:rsidR="007961B9">
        <w:rPr>
          <w:rFonts w:eastAsia="Times New Roman" w:cs="Times New Roman"/>
          <w:lang w:eastAsia="cs-CZ"/>
        </w:rPr>
        <w:t>ne</w:t>
      </w:r>
      <w:r>
        <w:rPr>
          <w:rFonts w:eastAsia="Times New Roman" w:cs="Times New Roman"/>
          <w:lang w:eastAsia="cs-CZ"/>
        </w:rPr>
        <w:t>požaduje</w:t>
      </w:r>
      <w:r w:rsidR="007961B9">
        <w:rPr>
          <w:rFonts w:eastAsia="Times New Roman" w:cs="Times New Roman"/>
          <w:lang w:eastAsia="cs-CZ"/>
        </w:rPr>
        <w:t>.</w:t>
      </w:r>
    </w:p>
    <w:p w14:paraId="71002640" w14:textId="18165173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54A5E86E" w:rsidR="00E85D44" w:rsidRDefault="00F44645" w:rsidP="0053058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68898188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68898189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5E730C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6889819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68898191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6F070E6C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D61BD2" w:rsidRPr="00D61BD2">
        <w:rPr>
          <w:rFonts w:ascii="Verdana" w:hAnsi="Verdana"/>
          <w:b/>
          <w:bCs/>
        </w:rPr>
        <w:t>Dodávka speciálního vozidla s hydraulickou rukou, nosičem kontejnerů pro OŘ UNL 2025</w:t>
      </w:r>
      <w:r w:rsidR="00281B1A">
        <w:rPr>
          <w:rFonts w:ascii="Verdana" w:hAnsi="Verdana"/>
          <w:b/>
          <w:bCs/>
        </w:rPr>
        <w:t>“</w:t>
      </w:r>
      <w:r w:rsidR="00281B1A" w:rsidRPr="00281B1A"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6303B4EB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D61BD2" w:rsidRPr="00D61BD2">
        <w:rPr>
          <w:rFonts w:ascii="Verdana" w:hAnsi="Verdana"/>
          <w:b/>
          <w:bCs/>
        </w:rPr>
        <w:t>Dodávka speciálního vozidla s hydraulickou rukou, nosičem kontejnerů pro OŘ UNL 2025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68898192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8F3F07B" w14:textId="77777777" w:rsidR="007D1C9E" w:rsidRDefault="007D1C9E" w:rsidP="007D1C9E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2B82B845" w14:textId="77777777" w:rsidR="007D1C9E" w:rsidRDefault="007D1C9E" w:rsidP="002126E7">
      <w:pPr>
        <w:rPr>
          <w:lang w:eastAsia="cs-CZ"/>
        </w:rPr>
      </w:pPr>
    </w:p>
    <w:p w14:paraId="5692A553" w14:textId="77777777" w:rsidR="007D1C9E" w:rsidRDefault="007D1C9E" w:rsidP="002126E7">
      <w:pPr>
        <w:rPr>
          <w:lang w:eastAsia="cs-CZ"/>
        </w:rPr>
      </w:pPr>
    </w:p>
    <w:p w14:paraId="0CD0CC94" w14:textId="77777777" w:rsidR="007D1C9E" w:rsidRDefault="007D1C9E" w:rsidP="002126E7">
      <w:pPr>
        <w:rPr>
          <w:lang w:eastAsia="cs-CZ"/>
        </w:rPr>
      </w:pPr>
    </w:p>
    <w:p w14:paraId="0DEDAE1F" w14:textId="77777777" w:rsidR="007D1C9E" w:rsidRDefault="007D1C9E" w:rsidP="002126E7">
      <w:pPr>
        <w:rPr>
          <w:lang w:eastAsia="cs-CZ"/>
        </w:rPr>
      </w:pPr>
    </w:p>
    <w:p w14:paraId="40E6FFD2" w14:textId="77777777" w:rsidR="007D1C9E" w:rsidRDefault="007D1C9E" w:rsidP="002126E7">
      <w:pPr>
        <w:rPr>
          <w:lang w:eastAsia="cs-CZ"/>
        </w:rPr>
      </w:pPr>
    </w:p>
    <w:p w14:paraId="4ECAC6BB" w14:textId="77777777" w:rsidR="007D1C9E" w:rsidRDefault="007D1C9E" w:rsidP="002126E7">
      <w:pPr>
        <w:rPr>
          <w:lang w:eastAsia="cs-CZ"/>
        </w:rPr>
      </w:pPr>
    </w:p>
    <w:p w14:paraId="53D789BE" w14:textId="77777777" w:rsidR="007D1C9E" w:rsidRDefault="007D1C9E" w:rsidP="002126E7">
      <w:pPr>
        <w:rPr>
          <w:lang w:eastAsia="cs-CZ"/>
        </w:rPr>
      </w:pPr>
    </w:p>
    <w:p w14:paraId="46159275" w14:textId="77777777" w:rsidR="007D1C9E" w:rsidRDefault="007D1C9E" w:rsidP="002126E7">
      <w:pPr>
        <w:rPr>
          <w:lang w:eastAsia="cs-CZ"/>
        </w:rPr>
      </w:pPr>
    </w:p>
    <w:p w14:paraId="5AAB2F28" w14:textId="77777777" w:rsidR="007D1C9E" w:rsidRDefault="007D1C9E" w:rsidP="002126E7">
      <w:pPr>
        <w:rPr>
          <w:lang w:eastAsia="cs-CZ"/>
        </w:rPr>
      </w:pPr>
    </w:p>
    <w:p w14:paraId="5FDF3007" w14:textId="77777777" w:rsidR="007D1C9E" w:rsidRDefault="007D1C9E" w:rsidP="002126E7">
      <w:pPr>
        <w:rPr>
          <w:lang w:eastAsia="cs-CZ"/>
        </w:rPr>
      </w:pPr>
    </w:p>
    <w:p w14:paraId="5DFE27FE" w14:textId="77777777" w:rsidR="007D1C9E" w:rsidRDefault="007D1C9E" w:rsidP="002126E7">
      <w:pPr>
        <w:rPr>
          <w:lang w:eastAsia="cs-CZ"/>
        </w:rPr>
      </w:pPr>
    </w:p>
    <w:p w14:paraId="1763E004" w14:textId="77777777" w:rsidR="007D1C9E" w:rsidRDefault="007D1C9E" w:rsidP="002126E7">
      <w:pPr>
        <w:rPr>
          <w:lang w:eastAsia="cs-CZ"/>
        </w:rPr>
      </w:pPr>
    </w:p>
    <w:p w14:paraId="22B8F0E5" w14:textId="77777777" w:rsidR="007D1C9E" w:rsidRDefault="007D1C9E" w:rsidP="002126E7">
      <w:pPr>
        <w:rPr>
          <w:lang w:eastAsia="cs-CZ"/>
        </w:rPr>
      </w:pPr>
    </w:p>
    <w:p w14:paraId="5214D758" w14:textId="77777777" w:rsidR="007D1C9E" w:rsidRDefault="007D1C9E" w:rsidP="002126E7">
      <w:pPr>
        <w:rPr>
          <w:lang w:eastAsia="cs-CZ"/>
        </w:rPr>
      </w:pPr>
    </w:p>
    <w:p w14:paraId="10A71883" w14:textId="77777777" w:rsidR="007D1C9E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B10C861" w14:textId="77777777" w:rsidR="00530588" w:rsidRDefault="00530588" w:rsidP="002126E7">
      <w:pPr>
        <w:rPr>
          <w:lang w:eastAsia="cs-CZ"/>
        </w:rPr>
      </w:pPr>
    </w:p>
    <w:p w14:paraId="0916BDBF" w14:textId="77777777" w:rsidR="00530588" w:rsidRDefault="00530588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8898193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Default="007D1C9E" w:rsidP="006827CF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0B34B067" w14:textId="528CE68C" w:rsidR="002126E7" w:rsidRDefault="002126E7" w:rsidP="002126E7">
      <w:pPr>
        <w:rPr>
          <w:lang w:eastAsia="cs-CZ"/>
        </w:rPr>
      </w:pPr>
      <w:r w:rsidRPr="00BF053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D3FEA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1C38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81B1A"/>
    <w:rsid w:val="00293E5A"/>
    <w:rsid w:val="002A4201"/>
    <w:rsid w:val="002B65F0"/>
    <w:rsid w:val="002C31BF"/>
    <w:rsid w:val="002D0642"/>
    <w:rsid w:val="002D08B1"/>
    <w:rsid w:val="002E0CD7"/>
    <w:rsid w:val="002F50CD"/>
    <w:rsid w:val="00304B06"/>
    <w:rsid w:val="0031280B"/>
    <w:rsid w:val="00315F44"/>
    <w:rsid w:val="00321D98"/>
    <w:rsid w:val="003221F2"/>
    <w:rsid w:val="00331D93"/>
    <w:rsid w:val="00341DCF"/>
    <w:rsid w:val="00354C5C"/>
    <w:rsid w:val="00357BC6"/>
    <w:rsid w:val="0036634F"/>
    <w:rsid w:val="003956C6"/>
    <w:rsid w:val="003B0281"/>
    <w:rsid w:val="003B596F"/>
    <w:rsid w:val="003F1BC8"/>
    <w:rsid w:val="00417301"/>
    <w:rsid w:val="004176F1"/>
    <w:rsid w:val="00420609"/>
    <w:rsid w:val="00441430"/>
    <w:rsid w:val="00450F07"/>
    <w:rsid w:val="00452072"/>
    <w:rsid w:val="00453CD3"/>
    <w:rsid w:val="00460660"/>
    <w:rsid w:val="00486107"/>
    <w:rsid w:val="00487AC9"/>
    <w:rsid w:val="00491827"/>
    <w:rsid w:val="004B348C"/>
    <w:rsid w:val="004B5930"/>
    <w:rsid w:val="004C4399"/>
    <w:rsid w:val="004C76E9"/>
    <w:rsid w:val="004C787C"/>
    <w:rsid w:val="004D2C06"/>
    <w:rsid w:val="004D65B6"/>
    <w:rsid w:val="004E143C"/>
    <w:rsid w:val="004E3A53"/>
    <w:rsid w:val="004F20BC"/>
    <w:rsid w:val="004F4B9B"/>
    <w:rsid w:val="004F69EA"/>
    <w:rsid w:val="00503866"/>
    <w:rsid w:val="0051019F"/>
    <w:rsid w:val="00511AB9"/>
    <w:rsid w:val="00523EA7"/>
    <w:rsid w:val="00530588"/>
    <w:rsid w:val="00553375"/>
    <w:rsid w:val="00553E26"/>
    <w:rsid w:val="00557C28"/>
    <w:rsid w:val="005736B7"/>
    <w:rsid w:val="00575E5A"/>
    <w:rsid w:val="005B219F"/>
    <w:rsid w:val="005D7E39"/>
    <w:rsid w:val="005E730C"/>
    <w:rsid w:val="005F1404"/>
    <w:rsid w:val="006064AF"/>
    <w:rsid w:val="0061068E"/>
    <w:rsid w:val="00613242"/>
    <w:rsid w:val="00626DB3"/>
    <w:rsid w:val="00633D9C"/>
    <w:rsid w:val="00647363"/>
    <w:rsid w:val="00654420"/>
    <w:rsid w:val="00660AD3"/>
    <w:rsid w:val="0066322E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43525"/>
    <w:rsid w:val="00744F3E"/>
    <w:rsid w:val="00760D81"/>
    <w:rsid w:val="0076286B"/>
    <w:rsid w:val="007652E6"/>
    <w:rsid w:val="00766846"/>
    <w:rsid w:val="0077673A"/>
    <w:rsid w:val="00784411"/>
    <w:rsid w:val="007846E1"/>
    <w:rsid w:val="00794BC7"/>
    <w:rsid w:val="007961B9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DD0"/>
    <w:rsid w:val="00822DC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05651"/>
    <w:rsid w:val="00913092"/>
    <w:rsid w:val="009138A5"/>
    <w:rsid w:val="00920F55"/>
    <w:rsid w:val="00922385"/>
    <w:rsid w:val="009223DF"/>
    <w:rsid w:val="00923DE9"/>
    <w:rsid w:val="00924ACC"/>
    <w:rsid w:val="00936091"/>
    <w:rsid w:val="00940D8A"/>
    <w:rsid w:val="00962258"/>
    <w:rsid w:val="009642AA"/>
    <w:rsid w:val="00965050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50BC3"/>
    <w:rsid w:val="00A6177B"/>
    <w:rsid w:val="00A66136"/>
    <w:rsid w:val="00A92E7F"/>
    <w:rsid w:val="00A93A74"/>
    <w:rsid w:val="00AA4CBB"/>
    <w:rsid w:val="00AA65FA"/>
    <w:rsid w:val="00AA7351"/>
    <w:rsid w:val="00AB5A73"/>
    <w:rsid w:val="00AC029F"/>
    <w:rsid w:val="00AC1810"/>
    <w:rsid w:val="00AC4D2D"/>
    <w:rsid w:val="00AD056F"/>
    <w:rsid w:val="00AD6731"/>
    <w:rsid w:val="00B15D0D"/>
    <w:rsid w:val="00B276E1"/>
    <w:rsid w:val="00B468D2"/>
    <w:rsid w:val="00B53A89"/>
    <w:rsid w:val="00B75EE1"/>
    <w:rsid w:val="00B77481"/>
    <w:rsid w:val="00B8518B"/>
    <w:rsid w:val="00B87D91"/>
    <w:rsid w:val="00B93EF0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46C"/>
    <w:rsid w:val="00C47AE3"/>
    <w:rsid w:val="00C636FB"/>
    <w:rsid w:val="00C70145"/>
    <w:rsid w:val="00C87B78"/>
    <w:rsid w:val="00CB377A"/>
    <w:rsid w:val="00CC7E21"/>
    <w:rsid w:val="00CD1FC4"/>
    <w:rsid w:val="00CF0DCA"/>
    <w:rsid w:val="00D02A4E"/>
    <w:rsid w:val="00D21061"/>
    <w:rsid w:val="00D231E1"/>
    <w:rsid w:val="00D26C69"/>
    <w:rsid w:val="00D4108E"/>
    <w:rsid w:val="00D6163D"/>
    <w:rsid w:val="00D61BD2"/>
    <w:rsid w:val="00D73D46"/>
    <w:rsid w:val="00D831A3"/>
    <w:rsid w:val="00D8683B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95015"/>
    <w:rsid w:val="00EA02CF"/>
    <w:rsid w:val="00EA444A"/>
    <w:rsid w:val="00EB104F"/>
    <w:rsid w:val="00EC055C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2FA1"/>
    <w:rsid w:val="00FB7211"/>
    <w:rsid w:val="00FC4B68"/>
    <w:rsid w:val="00FC5583"/>
    <w:rsid w:val="00FC6389"/>
    <w:rsid w:val="00FD54F3"/>
    <w:rsid w:val="00FD5E0C"/>
    <w:rsid w:val="00FE0E7D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191C38"/>
    <w:rsid w:val="002D0642"/>
    <w:rsid w:val="00331D93"/>
    <w:rsid w:val="004176F1"/>
    <w:rsid w:val="00420609"/>
    <w:rsid w:val="0042266B"/>
    <w:rsid w:val="00452072"/>
    <w:rsid w:val="00495FA0"/>
    <w:rsid w:val="00503866"/>
    <w:rsid w:val="00553E26"/>
    <w:rsid w:val="005E17D6"/>
    <w:rsid w:val="00647363"/>
    <w:rsid w:val="00702C56"/>
    <w:rsid w:val="00845CFC"/>
    <w:rsid w:val="00920F55"/>
    <w:rsid w:val="00964FB4"/>
    <w:rsid w:val="009B2F31"/>
    <w:rsid w:val="00A04586"/>
    <w:rsid w:val="00AB5A73"/>
    <w:rsid w:val="00AE45FC"/>
    <w:rsid w:val="00B276E1"/>
    <w:rsid w:val="00CF0DCA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12</Pages>
  <Words>1534</Words>
  <Characters>9051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7</cp:revision>
  <cp:lastPrinted>2017-11-28T17:18:00Z</cp:lastPrinted>
  <dcterms:created xsi:type="dcterms:W3CDTF">2025-03-13T09:17:00Z</dcterms:created>
  <dcterms:modified xsi:type="dcterms:W3CDTF">2025-03-24T08:45:00Z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