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4F0649" w14:textId="267C1853" w:rsidR="0015782D" w:rsidRDefault="0015782D" w:rsidP="0015782D">
      <w:r>
        <w:t xml:space="preserve">Příloha č. </w:t>
      </w:r>
      <w:r w:rsidR="001F111F">
        <w:t>5</w:t>
      </w:r>
      <w:r w:rsidR="006937DA">
        <w:t xml:space="preserve"> </w:t>
      </w:r>
      <w:r>
        <w:t>Rámcové dohody</w:t>
      </w:r>
    </w:p>
    <w:p w14:paraId="27B0FBCF" w14:textId="77777777" w:rsidR="0015782D" w:rsidRDefault="0015782D" w:rsidP="0015782D">
      <w:pPr>
        <w:pStyle w:val="Nadpis"/>
      </w:pPr>
      <w:r w:rsidRPr="009F4204">
        <w:t>Oprávněné</w:t>
      </w:r>
      <w:r>
        <w:t xml:space="preserve"> osoby</w:t>
      </w:r>
    </w:p>
    <w:p w14:paraId="4BB8ED25" w14:textId="77777777" w:rsidR="0015782D" w:rsidRPr="001F111F" w:rsidRDefault="0015782D" w:rsidP="0015782D">
      <w:pPr>
        <w:pStyle w:val="Nadpis"/>
      </w:pPr>
      <w:r w:rsidRPr="001F111F">
        <w:rPr>
          <w:highlight w:val="green"/>
        </w:rPr>
        <w:t>[</w:t>
      </w:r>
      <w:r>
        <w:rPr>
          <w:highlight w:val="green"/>
        </w:rPr>
        <w:t xml:space="preserve">ZADAVATEL UPRAVÍ Oprávněné osoby Zhotovitele dle charakteru služby a dle technické </w:t>
      </w:r>
      <w:r w:rsidRPr="009F4204">
        <w:rPr>
          <w:highlight w:val="green"/>
        </w:rPr>
        <w:t>kvalifikace</w:t>
      </w:r>
      <w:r>
        <w:rPr>
          <w:highlight w:val="green"/>
        </w:rPr>
        <w:t xml:space="preserve"> - požadavků na odbornost Zhotovitele</w:t>
      </w:r>
      <w:r w:rsidRPr="001F111F">
        <w:rPr>
          <w:highlight w:val="green"/>
        </w:rPr>
        <w:t>]</w:t>
      </w:r>
    </w:p>
    <w:p w14:paraId="106E8015" w14:textId="77777777" w:rsidR="0015782D" w:rsidRPr="00EF7E21" w:rsidRDefault="0015782D" w:rsidP="0015782D">
      <w:pPr>
        <w:rPr>
          <w:rStyle w:val="Siln"/>
          <w:rFonts w:asciiTheme="majorHAnsi" w:hAnsiTheme="majorHAnsi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>Za Objednatele:</w:t>
      </w:r>
    </w:p>
    <w:p w14:paraId="7A345EB9" w14:textId="77777777" w:rsidR="0015782D" w:rsidRPr="00EF7E21" w:rsidRDefault="0015782D" w:rsidP="0015782D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 w:rsidRPr="00EF7E21">
        <w:rPr>
          <w:rFonts w:asciiTheme="majorHAnsi" w:hAnsiTheme="majorHAnsi"/>
          <w:szCs w:val="18"/>
        </w:rPr>
        <w:t>ve věcech smluvních a obchodních: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4B6F7035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2C8C8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D77F3" w14:textId="77777777" w:rsidR="0015782D" w:rsidRPr="00DD31A6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DD31A6">
              <w:rPr>
                <w:rFonts w:asciiTheme="majorHAnsi" w:hAnsiTheme="majorHAnsi"/>
                <w:szCs w:val="18"/>
                <w:highlight w:val="yellow"/>
              </w:rPr>
              <w:fldChar w:fldCharType="begin"/>
            </w:r>
            <w:r w:rsidRPr="00DD31A6">
              <w:rPr>
                <w:rFonts w:asciiTheme="majorHAnsi" w:hAnsiTheme="majorHAnsi"/>
                <w:szCs w:val="18"/>
                <w:highlight w:val="yellow"/>
              </w:rPr>
              <w:instrText xml:space="preserve"> MACROBUTTON  VložitŠirokouMezeru "[VLOŽÍ OBJEDNATEL]" </w:instrText>
            </w:r>
            <w:r w:rsidRPr="00DD31A6">
              <w:rPr>
                <w:rFonts w:asciiTheme="majorHAnsi" w:hAnsiTheme="majorHAnsi"/>
                <w:szCs w:val="18"/>
                <w:highlight w:val="yellow"/>
              </w:rPr>
              <w:fldChar w:fldCharType="end"/>
            </w:r>
          </w:p>
        </w:tc>
      </w:tr>
      <w:tr w:rsidR="0015782D" w:rsidRPr="0015782D" w14:paraId="0811CED7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06D4F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3130" w14:textId="77777777" w:rsidR="0015782D" w:rsidRPr="00DD31A6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DD31A6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DD31A6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DD31A6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  <w:tr w:rsidR="0015782D" w:rsidRPr="0015782D" w14:paraId="66737370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8BDC3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4A965" w14:textId="77777777" w:rsidR="0015782D" w:rsidRPr="00DD31A6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DD31A6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DD31A6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DD31A6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55A26486" w14:textId="77777777" w:rsidR="0015782D" w:rsidRPr="00EF7E21" w:rsidRDefault="0015782D" w:rsidP="0015782D">
      <w:pPr>
        <w:pStyle w:val="1l"/>
        <w:rPr>
          <w:rFonts w:asciiTheme="majorHAnsi" w:hAnsiTheme="majorHAnsi"/>
          <w:b/>
          <w:bCs/>
          <w:i/>
          <w:iCs/>
          <w:szCs w:val="18"/>
        </w:rPr>
      </w:pPr>
      <w:r w:rsidRPr="00EF7E21">
        <w:rPr>
          <w:rFonts w:asciiTheme="majorHAnsi" w:hAnsiTheme="majorHAnsi"/>
          <w:szCs w:val="18"/>
        </w:rPr>
        <w:t>ve věcech technických:</w:t>
      </w:r>
    </w:p>
    <w:tbl>
      <w:tblPr>
        <w:tblW w:w="7938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05"/>
        <w:gridCol w:w="5833"/>
      </w:tblGrid>
      <w:tr w:rsidR="0015782D" w:rsidRPr="0015782D" w14:paraId="5BB5968D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743B7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DB7EC" w14:textId="77777777" w:rsidR="0015782D" w:rsidRPr="00DD31A6" w:rsidRDefault="0015782D" w:rsidP="000571A1">
            <w:pPr>
              <w:rPr>
                <w:rFonts w:asciiTheme="majorHAnsi" w:hAnsiTheme="majorHAnsi"/>
                <w:szCs w:val="18"/>
                <w:highlight w:val="yellow"/>
              </w:rPr>
            </w:pPr>
            <w:r w:rsidRPr="00DD31A6">
              <w:rPr>
                <w:rFonts w:asciiTheme="majorHAnsi" w:hAnsiTheme="majorHAnsi"/>
                <w:szCs w:val="18"/>
                <w:highlight w:val="yellow"/>
              </w:rPr>
              <w:fldChar w:fldCharType="begin"/>
            </w:r>
            <w:r w:rsidRPr="00DD31A6">
              <w:rPr>
                <w:rFonts w:asciiTheme="majorHAnsi" w:hAnsiTheme="majorHAnsi"/>
                <w:szCs w:val="18"/>
                <w:highlight w:val="yellow"/>
              </w:rPr>
              <w:instrText xml:space="preserve"> MACROBUTTON  VložitŠirokouMezeru "[VLOŽÍ OBJEDNATEL]" </w:instrText>
            </w:r>
            <w:r w:rsidRPr="00DD31A6">
              <w:rPr>
                <w:rFonts w:asciiTheme="majorHAnsi" w:hAnsiTheme="majorHAnsi"/>
                <w:szCs w:val="18"/>
                <w:highlight w:val="yellow"/>
              </w:rPr>
              <w:fldChar w:fldCharType="end"/>
            </w:r>
          </w:p>
        </w:tc>
      </w:tr>
      <w:tr w:rsidR="0015782D" w:rsidRPr="0015782D" w14:paraId="55E864A3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D7371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2962E" w14:textId="77777777" w:rsidR="0015782D" w:rsidRPr="00DD31A6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DD31A6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DD31A6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DD31A6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  <w:tr w:rsidR="0015782D" w:rsidRPr="0015782D" w14:paraId="3844029E" w14:textId="77777777" w:rsidTr="00EF7E21"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6999DB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03BD4" w14:textId="77777777" w:rsidR="0015782D" w:rsidRPr="00DD31A6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highlight w:val="yellow"/>
                <w:lang w:eastAsia="en-US"/>
              </w:rPr>
            </w:pPr>
            <w:r w:rsidRPr="00DD31A6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begin"/>
            </w:r>
            <w:r w:rsidRPr="00DD31A6">
              <w:rPr>
                <w:rFonts w:asciiTheme="majorHAnsi" w:hAnsiTheme="majorHAnsi" w:cstheme="minorHAnsi"/>
                <w:highlight w:val="yellow"/>
                <w:lang w:eastAsia="en-US"/>
              </w:rPr>
              <w:instrText xml:space="preserve"> MACROBUTTON  VložitŠirokouMezeru "[VLOŽÍ OBJEDNATEL]" </w:instrText>
            </w:r>
            <w:r w:rsidRPr="00DD31A6">
              <w:rPr>
                <w:rFonts w:asciiTheme="majorHAnsi" w:hAnsiTheme="majorHAnsi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41A11139" w14:textId="77777777" w:rsidR="0015782D" w:rsidRPr="00EF7E21" w:rsidRDefault="0015782D" w:rsidP="0015782D">
      <w:pPr>
        <w:rPr>
          <w:rStyle w:val="Siln"/>
          <w:rFonts w:asciiTheme="majorHAnsi" w:hAnsiTheme="majorHAnsi"/>
          <w:szCs w:val="18"/>
        </w:rPr>
      </w:pPr>
      <w:r w:rsidRPr="00EF7E21">
        <w:rPr>
          <w:rStyle w:val="Siln"/>
          <w:rFonts w:asciiTheme="majorHAnsi" w:hAnsiTheme="majorHAnsi"/>
          <w:szCs w:val="18"/>
        </w:rPr>
        <w:t>Za Zhotovitele:</w:t>
      </w:r>
    </w:p>
    <w:p w14:paraId="5B1E9A76" w14:textId="77777777" w:rsidR="0015782D" w:rsidRPr="00EF7E21" w:rsidRDefault="0015782D" w:rsidP="0015782D">
      <w:pPr>
        <w:pStyle w:val="1l"/>
        <w:numPr>
          <w:ilvl w:val="0"/>
          <w:numId w:val="36"/>
        </w:numPr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t xml:space="preserve">ve věcech smluvních a obchodních: 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0E58BB78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88A24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868CA" w14:textId="77777777" w:rsidR="0015782D" w:rsidRPr="00DD31A6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4C72515F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C92E7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9D7B" w14:textId="77777777" w:rsidR="0015782D" w:rsidRPr="00DD31A6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16F2E2D1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8939C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3A94D" w14:textId="77777777" w:rsidR="0015782D" w:rsidRPr="00DD31A6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31AE5E06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4185B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7503E" w14:textId="77777777" w:rsidR="0015782D" w:rsidRPr="00DD31A6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</w:tbl>
    <w:p w14:paraId="0959DDA1" w14:textId="47DCAF1A" w:rsidR="0015782D" w:rsidRDefault="0015782D" w:rsidP="0015782D">
      <w:pPr>
        <w:pStyle w:val="1l"/>
        <w:rPr>
          <w:rFonts w:asciiTheme="majorHAnsi" w:hAnsiTheme="majorHAnsi"/>
          <w:szCs w:val="18"/>
        </w:rPr>
      </w:pPr>
      <w:r w:rsidRPr="00EF7E21">
        <w:rPr>
          <w:rFonts w:asciiTheme="majorHAnsi" w:hAnsiTheme="majorHAnsi"/>
          <w:szCs w:val="18"/>
        </w:rPr>
        <w:t>ve věcech technických</w:t>
      </w:r>
      <w:r w:rsidR="0084484B">
        <w:rPr>
          <w:rFonts w:asciiTheme="majorHAnsi" w:hAnsiTheme="majorHAnsi"/>
          <w:szCs w:val="18"/>
        </w:rPr>
        <w:t xml:space="preserve"> (realizační tým)</w:t>
      </w:r>
      <w:r w:rsidRPr="00EF7E21">
        <w:rPr>
          <w:rFonts w:asciiTheme="majorHAnsi" w:hAnsiTheme="majorHAnsi"/>
          <w:szCs w:val="18"/>
        </w:rPr>
        <w:t>:</w:t>
      </w:r>
    </w:p>
    <w:p w14:paraId="61F466EF" w14:textId="7E6C59E5" w:rsidR="0084484B" w:rsidRPr="00EF7E21" w:rsidRDefault="0084484B" w:rsidP="00EF589A">
      <w:pPr>
        <w:pStyle w:val="1l"/>
        <w:numPr>
          <w:ilvl w:val="0"/>
          <w:numId w:val="0"/>
        </w:numPr>
        <w:ind w:left="567"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t xml:space="preserve">Art </w:t>
      </w:r>
      <w:proofErr w:type="spellStart"/>
      <w:r>
        <w:rPr>
          <w:rFonts w:asciiTheme="majorHAnsi" w:hAnsiTheme="majorHAnsi"/>
          <w:szCs w:val="18"/>
        </w:rPr>
        <w:t>director</w:t>
      </w:r>
      <w:proofErr w:type="spellEnd"/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15782D" w:rsidRPr="0015782D" w14:paraId="215E8AFD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82DF9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8840D" w14:textId="77777777" w:rsidR="0015782D" w:rsidRPr="00DD31A6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44037D6F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6E274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A4E1C" w14:textId="77777777" w:rsidR="0015782D" w:rsidRPr="00DD31A6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60AA91C3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FEF81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3FC16" w14:textId="77777777" w:rsidR="0015782D" w:rsidRPr="00DD31A6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15782D" w:rsidRPr="0015782D" w14:paraId="1F6A05FB" w14:textId="77777777" w:rsidTr="00EF7E21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6C168" w14:textId="77777777" w:rsidR="0015782D" w:rsidRPr="00EF7E21" w:rsidRDefault="0015782D" w:rsidP="000571A1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64E9" w14:textId="77777777" w:rsidR="0015782D" w:rsidRPr="00DD31A6" w:rsidRDefault="0015782D" w:rsidP="000571A1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</w:tbl>
    <w:p w14:paraId="353EA0D5" w14:textId="607BD6D8" w:rsidR="0084484B" w:rsidRDefault="0084484B" w:rsidP="002C063B">
      <w:pPr>
        <w:pStyle w:val="Odstbez"/>
      </w:pPr>
    </w:p>
    <w:p w14:paraId="791C5463" w14:textId="49DEF98E" w:rsidR="0084484B" w:rsidRPr="00EF7E21" w:rsidRDefault="0084484B" w:rsidP="00EF589A">
      <w:pPr>
        <w:pStyle w:val="1l"/>
        <w:keepNext/>
        <w:numPr>
          <w:ilvl w:val="0"/>
          <w:numId w:val="0"/>
        </w:numPr>
        <w:ind w:left="567"/>
        <w:rPr>
          <w:rFonts w:asciiTheme="majorHAnsi" w:hAnsiTheme="majorHAnsi"/>
          <w:szCs w:val="18"/>
        </w:rPr>
      </w:pPr>
      <w:r>
        <w:rPr>
          <w:rFonts w:asciiTheme="majorHAnsi" w:hAnsiTheme="majorHAnsi"/>
          <w:szCs w:val="18"/>
        </w:rPr>
        <w:lastRenderedPageBreak/>
        <w:t>Grafik</w:t>
      </w: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5892"/>
      </w:tblGrid>
      <w:tr w:rsidR="0084484B" w:rsidRPr="0015782D" w14:paraId="477FBCAA" w14:textId="77777777" w:rsidTr="0062163B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E4A35" w14:textId="77777777" w:rsidR="0084484B" w:rsidRPr="00EF7E21" w:rsidRDefault="0084484B" w:rsidP="0062163B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Jméno a příjmení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1B0FD" w14:textId="77777777" w:rsidR="0084484B" w:rsidRPr="00DD31A6" w:rsidRDefault="0084484B" w:rsidP="0062163B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84484B" w:rsidRPr="0015782D" w14:paraId="2FD3067B" w14:textId="77777777" w:rsidTr="0062163B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5AF09" w14:textId="77777777" w:rsidR="0084484B" w:rsidRPr="00EF7E21" w:rsidRDefault="0084484B" w:rsidP="0062163B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Adresa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A79C" w14:textId="77777777" w:rsidR="0084484B" w:rsidRPr="00DD31A6" w:rsidRDefault="0084484B" w:rsidP="0062163B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84484B" w:rsidRPr="0015782D" w14:paraId="02BCE861" w14:textId="77777777" w:rsidTr="0062163B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C6B5C" w14:textId="77777777" w:rsidR="0084484B" w:rsidRPr="00EF7E21" w:rsidRDefault="0084484B" w:rsidP="0062163B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E-mail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F779E" w14:textId="77777777" w:rsidR="0084484B" w:rsidRPr="00DD31A6" w:rsidRDefault="0084484B" w:rsidP="0062163B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  <w:tr w:rsidR="0084484B" w:rsidRPr="0015782D" w14:paraId="5E9F3D00" w14:textId="77777777" w:rsidTr="0062163B"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B8E02" w14:textId="77777777" w:rsidR="0084484B" w:rsidRPr="00EF7E21" w:rsidRDefault="0084484B" w:rsidP="0062163B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Theme="majorHAnsi" w:hAnsiTheme="majorHAnsi" w:cstheme="minorHAnsi"/>
                <w:lang w:eastAsia="en-US"/>
              </w:rPr>
            </w:pPr>
            <w:r w:rsidRPr="00EF7E21">
              <w:rPr>
                <w:rFonts w:asciiTheme="majorHAnsi" w:hAnsiTheme="majorHAnsi" w:cstheme="minorHAnsi"/>
                <w:lang w:eastAsia="en-US"/>
              </w:rPr>
              <w:t>Telefon</w:t>
            </w:r>
          </w:p>
        </w:tc>
        <w:tc>
          <w:tcPr>
            <w:tcW w:w="5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3A21F" w14:textId="77777777" w:rsidR="0084484B" w:rsidRPr="00DD31A6" w:rsidRDefault="0084484B" w:rsidP="0062163B">
            <w:pPr>
              <w:rPr>
                <w:rFonts w:asciiTheme="majorHAnsi" w:hAnsiTheme="majorHAnsi"/>
                <w:szCs w:val="18"/>
                <w:highlight w:val="green"/>
              </w:rPr>
            </w:pP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begin"/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instrText xml:space="preserve"> MACROBUTTON  VložitŠirokouMezeru "[VLOŽÍ ZHOTOVITEL]" </w:instrText>
            </w:r>
            <w:r w:rsidRPr="00DD31A6">
              <w:rPr>
                <w:rFonts w:asciiTheme="majorHAnsi" w:hAnsiTheme="majorHAnsi"/>
                <w:szCs w:val="18"/>
                <w:highlight w:val="green"/>
              </w:rPr>
              <w:fldChar w:fldCharType="end"/>
            </w:r>
          </w:p>
        </w:tc>
      </w:tr>
    </w:tbl>
    <w:p w14:paraId="09EDF8A2" w14:textId="77777777" w:rsidR="0084484B" w:rsidRDefault="0084484B" w:rsidP="002C063B">
      <w:pPr>
        <w:pStyle w:val="Odstbez"/>
      </w:pPr>
    </w:p>
    <w:p w14:paraId="41741EAA" w14:textId="2AF653FC" w:rsidR="0015782D" w:rsidRDefault="0015782D" w:rsidP="0084484B">
      <w:pPr>
        <w:pStyle w:val="Odstbez"/>
        <w:ind w:left="0"/>
      </w:pPr>
      <w:r>
        <w:t>Osoby oprávněné jednat ve věcech smluvních a obchodních jsou oprávněny jednat ve vztahu k</w:t>
      </w:r>
      <w:r w:rsidR="00B55F56">
        <w:t> </w:t>
      </w:r>
      <w:r>
        <w:t xml:space="preserve">této Rámcové dohodě, objednávkám a dílčím smlouvám uzavřeným na základě této Rámcové dohody, a v rámci dílčích smluv vést s druhou stranou jednání obchodního a smluvního </w:t>
      </w:r>
      <w:r w:rsidRPr="002C063B">
        <w:t>charakteru</w:t>
      </w:r>
      <w:r>
        <w:t>.</w:t>
      </w:r>
    </w:p>
    <w:p w14:paraId="4C451FB3" w14:textId="1EC9273E" w:rsidR="009F392E" w:rsidRPr="0015782D" w:rsidRDefault="0015782D" w:rsidP="002C063B">
      <w: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sectPr w:rsidR="009F392E" w:rsidRPr="0015782D" w:rsidSect="00EF7E21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C10966" w14:textId="77777777" w:rsidR="00F032A8" w:rsidRDefault="00F032A8" w:rsidP="00962258">
      <w:pPr>
        <w:spacing w:after="0" w:line="240" w:lineRule="auto"/>
      </w:pPr>
      <w:r>
        <w:separator/>
      </w:r>
    </w:p>
  </w:endnote>
  <w:endnote w:type="continuationSeparator" w:id="0">
    <w:p w14:paraId="7C0B9CD4" w14:textId="77777777" w:rsidR="00F032A8" w:rsidRDefault="00F032A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6EA209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F87133F" w14:textId="4543D1F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484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484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FA1A94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DA549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EC00DF" w14:textId="77777777" w:rsidR="00F1715C" w:rsidRDefault="00F1715C" w:rsidP="00D831A3">
          <w:pPr>
            <w:pStyle w:val="Zpat"/>
          </w:pPr>
        </w:p>
      </w:tc>
    </w:tr>
  </w:tbl>
  <w:p w14:paraId="1EF0EF7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DA776B2" wp14:editId="2C81614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97FA9D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7DE018" wp14:editId="4A0AE9D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56F13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5F44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D324A8" w14:textId="6F7F5E99" w:rsidR="00F1715C" w:rsidRPr="00B8518B" w:rsidRDefault="00F1715C" w:rsidP="0015782D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4484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4484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D320CB5" w14:textId="77777777" w:rsidR="00F1715C" w:rsidRDefault="00F1715C" w:rsidP="0015782D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41E6720" w14:textId="77777777" w:rsidR="00F1715C" w:rsidRDefault="00F1715C" w:rsidP="0015782D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D671BA0" w14:textId="77777777" w:rsidR="00F1715C" w:rsidRDefault="00F1715C" w:rsidP="0015782D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779BC3A1" w14:textId="77777777" w:rsidR="00F1715C" w:rsidRDefault="00F1715C" w:rsidP="0015782D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DACF718" w14:textId="5B098CCF" w:rsidR="00F1715C" w:rsidRDefault="00F1715C" w:rsidP="0015782D">
          <w:pPr>
            <w:pStyle w:val="Zpat"/>
            <w:spacing w:before="0"/>
            <w:jc w:val="left"/>
          </w:pPr>
          <w:r>
            <w:t>www.s</w:t>
          </w:r>
          <w:r w:rsidR="0015782D">
            <w:t>pravazeleznic</w:t>
          </w:r>
          <w:r>
            <w:t>.cz</w:t>
          </w:r>
        </w:p>
      </w:tc>
      <w:tc>
        <w:tcPr>
          <w:tcW w:w="2921" w:type="dxa"/>
        </w:tcPr>
        <w:p w14:paraId="5F901415" w14:textId="77777777" w:rsidR="00F1715C" w:rsidRDefault="00F1715C" w:rsidP="0015782D">
          <w:pPr>
            <w:pStyle w:val="Zpat"/>
            <w:spacing w:before="0"/>
          </w:pPr>
        </w:p>
      </w:tc>
    </w:tr>
  </w:tbl>
  <w:p w14:paraId="22D7425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B02533C" wp14:editId="034002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83A3D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49B0DE08" wp14:editId="2142BE1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3708AE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18527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0AD843" w14:textId="77777777" w:rsidR="00F032A8" w:rsidRDefault="00F032A8" w:rsidP="00962258">
      <w:pPr>
        <w:spacing w:after="0" w:line="240" w:lineRule="auto"/>
      </w:pPr>
      <w:r>
        <w:separator/>
      </w:r>
    </w:p>
  </w:footnote>
  <w:footnote w:type="continuationSeparator" w:id="0">
    <w:p w14:paraId="01F3FF0A" w14:textId="77777777" w:rsidR="00F032A8" w:rsidRDefault="00F032A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C9C5D3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0116F1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7DF070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21CF97E" w14:textId="77777777" w:rsidR="00F1715C" w:rsidRPr="00D6163D" w:rsidRDefault="00F1715C" w:rsidP="00D6163D">
          <w:pPr>
            <w:pStyle w:val="Druhdokumentu"/>
          </w:pPr>
        </w:p>
      </w:tc>
    </w:tr>
  </w:tbl>
  <w:p w14:paraId="75B01BE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AAE76A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F141B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7730C1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3A34C2F" w14:textId="77777777" w:rsidR="00F1715C" w:rsidRPr="00D6163D" w:rsidRDefault="00F1715C" w:rsidP="00FC6389">
          <w:pPr>
            <w:pStyle w:val="Druhdokumentu"/>
          </w:pPr>
        </w:p>
      </w:tc>
    </w:tr>
    <w:tr w:rsidR="009F392E" w14:paraId="34D67243" w14:textId="77777777" w:rsidTr="0015782D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14:paraId="520A94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EBDB9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53A464" w14:textId="77777777" w:rsidR="009F392E" w:rsidRPr="00D6163D" w:rsidRDefault="009F392E" w:rsidP="00FC6389">
          <w:pPr>
            <w:pStyle w:val="Druhdokumentu"/>
          </w:pPr>
        </w:p>
      </w:tc>
    </w:tr>
  </w:tbl>
  <w:p w14:paraId="21EA375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FBA818E" wp14:editId="5108D5E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739861825" name="Obrázek 17398618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15953D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27E1919"/>
    <w:multiLevelType w:val="multilevel"/>
    <w:tmpl w:val="890AA694"/>
    <w:lvl w:ilvl="0">
      <w:start w:val="1"/>
      <w:numFmt w:val="decimal"/>
      <w:pStyle w:val="1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 w16cid:durableId="395011881">
    <w:abstractNumId w:val="2"/>
  </w:num>
  <w:num w:numId="2" w16cid:durableId="618803523">
    <w:abstractNumId w:val="1"/>
  </w:num>
  <w:num w:numId="3" w16cid:durableId="2397537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83616514">
    <w:abstractNumId w:val="8"/>
  </w:num>
  <w:num w:numId="5" w16cid:durableId="1838038106">
    <w:abstractNumId w:val="3"/>
  </w:num>
  <w:num w:numId="6" w16cid:durableId="2011592648">
    <w:abstractNumId w:val="4"/>
  </w:num>
  <w:num w:numId="7" w16cid:durableId="605238468">
    <w:abstractNumId w:val="0"/>
  </w:num>
  <w:num w:numId="8" w16cid:durableId="1614676706">
    <w:abstractNumId w:val="5"/>
  </w:num>
  <w:num w:numId="9" w16cid:durableId="183626597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95039687">
    <w:abstractNumId w:val="4"/>
  </w:num>
  <w:num w:numId="11" w16cid:durableId="1764572148">
    <w:abstractNumId w:val="1"/>
  </w:num>
  <w:num w:numId="12" w16cid:durableId="1096710362">
    <w:abstractNumId w:val="4"/>
  </w:num>
  <w:num w:numId="13" w16cid:durableId="913663279">
    <w:abstractNumId w:val="4"/>
  </w:num>
  <w:num w:numId="14" w16cid:durableId="402412760">
    <w:abstractNumId w:val="4"/>
  </w:num>
  <w:num w:numId="15" w16cid:durableId="559218846">
    <w:abstractNumId w:val="4"/>
  </w:num>
  <w:num w:numId="16" w16cid:durableId="2031056861">
    <w:abstractNumId w:val="10"/>
  </w:num>
  <w:num w:numId="17" w16cid:durableId="923030392">
    <w:abstractNumId w:val="2"/>
  </w:num>
  <w:num w:numId="18" w16cid:durableId="2054845680">
    <w:abstractNumId w:val="10"/>
  </w:num>
  <w:num w:numId="19" w16cid:durableId="740062361">
    <w:abstractNumId w:val="10"/>
  </w:num>
  <w:num w:numId="20" w16cid:durableId="337277133">
    <w:abstractNumId w:val="10"/>
  </w:num>
  <w:num w:numId="21" w16cid:durableId="1736464651">
    <w:abstractNumId w:val="10"/>
  </w:num>
  <w:num w:numId="22" w16cid:durableId="1448816896">
    <w:abstractNumId w:val="4"/>
  </w:num>
  <w:num w:numId="23" w16cid:durableId="1506674850">
    <w:abstractNumId w:val="1"/>
  </w:num>
  <w:num w:numId="24" w16cid:durableId="979501775">
    <w:abstractNumId w:val="4"/>
  </w:num>
  <w:num w:numId="25" w16cid:durableId="153760751">
    <w:abstractNumId w:val="4"/>
  </w:num>
  <w:num w:numId="26" w16cid:durableId="1676226192">
    <w:abstractNumId w:val="4"/>
  </w:num>
  <w:num w:numId="27" w16cid:durableId="226570913">
    <w:abstractNumId w:val="4"/>
  </w:num>
  <w:num w:numId="28" w16cid:durableId="1300574732">
    <w:abstractNumId w:val="10"/>
  </w:num>
  <w:num w:numId="29" w16cid:durableId="1897275565">
    <w:abstractNumId w:val="2"/>
  </w:num>
  <w:num w:numId="30" w16cid:durableId="306788631">
    <w:abstractNumId w:val="10"/>
  </w:num>
  <w:num w:numId="31" w16cid:durableId="1214847310">
    <w:abstractNumId w:val="10"/>
  </w:num>
  <w:num w:numId="32" w16cid:durableId="975721011">
    <w:abstractNumId w:val="10"/>
  </w:num>
  <w:num w:numId="33" w16cid:durableId="269358204">
    <w:abstractNumId w:val="10"/>
  </w:num>
  <w:num w:numId="34" w16cid:durableId="13615420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99306922">
    <w:abstractNumId w:val="9"/>
  </w:num>
  <w:num w:numId="36" w16cid:durableId="139442842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782D"/>
    <w:rsid w:val="00056193"/>
    <w:rsid w:val="00072C1E"/>
    <w:rsid w:val="000E23A7"/>
    <w:rsid w:val="0010693F"/>
    <w:rsid w:val="00114472"/>
    <w:rsid w:val="001550BC"/>
    <w:rsid w:val="0015782D"/>
    <w:rsid w:val="001605B9"/>
    <w:rsid w:val="00160AB0"/>
    <w:rsid w:val="00170EC5"/>
    <w:rsid w:val="001747C1"/>
    <w:rsid w:val="00184743"/>
    <w:rsid w:val="001F111F"/>
    <w:rsid w:val="00207DF5"/>
    <w:rsid w:val="00280E07"/>
    <w:rsid w:val="002C063B"/>
    <w:rsid w:val="002C31BF"/>
    <w:rsid w:val="002D08B1"/>
    <w:rsid w:val="002E0CD7"/>
    <w:rsid w:val="00341DCF"/>
    <w:rsid w:val="00355AC7"/>
    <w:rsid w:val="00357BC6"/>
    <w:rsid w:val="003956C6"/>
    <w:rsid w:val="003C2AA3"/>
    <w:rsid w:val="003D04E0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15A"/>
    <w:rsid w:val="005736B7"/>
    <w:rsid w:val="00575E5A"/>
    <w:rsid w:val="005F1404"/>
    <w:rsid w:val="0061068E"/>
    <w:rsid w:val="00660AD3"/>
    <w:rsid w:val="00677B7F"/>
    <w:rsid w:val="006937DA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2EAE"/>
    <w:rsid w:val="00766846"/>
    <w:rsid w:val="0077673A"/>
    <w:rsid w:val="007846E1"/>
    <w:rsid w:val="007B570C"/>
    <w:rsid w:val="007C589B"/>
    <w:rsid w:val="007E4A6E"/>
    <w:rsid w:val="007F56A7"/>
    <w:rsid w:val="00807DD0"/>
    <w:rsid w:val="0084484B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45C90"/>
    <w:rsid w:val="00B55F56"/>
    <w:rsid w:val="00B6175B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CF091A"/>
    <w:rsid w:val="00D21061"/>
    <w:rsid w:val="00D4108E"/>
    <w:rsid w:val="00D6163D"/>
    <w:rsid w:val="00D669D5"/>
    <w:rsid w:val="00D73D46"/>
    <w:rsid w:val="00D831A3"/>
    <w:rsid w:val="00DC75F3"/>
    <w:rsid w:val="00DD31A6"/>
    <w:rsid w:val="00DD46F3"/>
    <w:rsid w:val="00DE56F2"/>
    <w:rsid w:val="00DF116D"/>
    <w:rsid w:val="00E36C4A"/>
    <w:rsid w:val="00E74F87"/>
    <w:rsid w:val="00EB104F"/>
    <w:rsid w:val="00ED14BD"/>
    <w:rsid w:val="00EF589A"/>
    <w:rsid w:val="00EF7E21"/>
    <w:rsid w:val="00F032A8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021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5D5A0"/>
  <w14:defaultImageDpi w14:val="32767"/>
  <w15:docId w15:val="{97903873-16BE-47CB-8345-71CC9CE67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782D"/>
    <w:pPr>
      <w:spacing w:before="120" w:after="120"/>
      <w:jc w:val="both"/>
    </w:pPr>
    <w:rPr>
      <w:rFonts w:ascii="Verdana" w:eastAsia="Calibri" w:hAnsi="Verdana" w:cs="Times New Roman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RLTextlnkuslovanChar">
    <w:name w:val="RL Text článku číslovaný Char"/>
    <w:link w:val="RLTextlnkuslovan"/>
    <w:locked/>
    <w:rsid w:val="0015782D"/>
    <w:rPr>
      <w:rFonts w:ascii="Calibri" w:eastAsia="Times New Roman" w:hAnsi="Calibri" w:cs="Calibri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15782D"/>
    <w:pPr>
      <w:numPr>
        <w:ilvl w:val="1"/>
        <w:numId w:val="34"/>
      </w:numPr>
      <w:spacing w:line="280" w:lineRule="exact"/>
    </w:pPr>
    <w:rPr>
      <w:rFonts w:ascii="Calibri" w:eastAsia="Times New Roman" w:hAnsi="Calibri" w:cs="Calibri"/>
      <w:szCs w:val="18"/>
      <w:lang w:eastAsia="cs-CZ"/>
    </w:rPr>
  </w:style>
  <w:style w:type="paragraph" w:customStyle="1" w:styleId="RLlneksmlouvy">
    <w:name w:val="RL Článek smlouvy"/>
    <w:basedOn w:val="Normln"/>
    <w:next w:val="RLTextlnkuslovan"/>
    <w:rsid w:val="0015782D"/>
    <w:pPr>
      <w:keepNext/>
      <w:numPr>
        <w:numId w:val="34"/>
      </w:numPr>
      <w:suppressAutoHyphens/>
      <w:spacing w:before="360" w:line="280" w:lineRule="exact"/>
      <w:outlineLvl w:val="0"/>
    </w:pPr>
    <w:rPr>
      <w:rFonts w:eastAsia="Times New Roman" w:cs="Calibri"/>
      <w:b/>
      <w:bCs/>
      <w:sz w:val="22"/>
    </w:rPr>
  </w:style>
  <w:style w:type="paragraph" w:customStyle="1" w:styleId="Pododstavecsmlouvy">
    <w:name w:val="Pododstavec smlouvy"/>
    <w:basedOn w:val="RLTextlnkuslovan"/>
    <w:qFormat/>
    <w:rsid w:val="0015782D"/>
    <w:pPr>
      <w:numPr>
        <w:ilvl w:val="2"/>
      </w:numPr>
      <w:tabs>
        <w:tab w:val="num" w:pos="360"/>
        <w:tab w:val="num" w:pos="1800"/>
        <w:tab w:val="num" w:pos="1843"/>
      </w:tabs>
      <w:ind w:left="1800" w:hanging="180"/>
    </w:pPr>
    <w:rPr>
      <w:lang w:eastAsia="en-US"/>
    </w:rPr>
  </w:style>
  <w:style w:type="paragraph" w:customStyle="1" w:styleId="Nadpis">
    <w:name w:val="Nadpis"/>
    <w:basedOn w:val="Normln"/>
    <w:link w:val="NadpisChar"/>
    <w:qFormat/>
    <w:rsid w:val="0015782D"/>
    <w:pPr>
      <w:jc w:val="center"/>
    </w:pPr>
    <w:rPr>
      <w:rFonts w:cstheme="minorHAnsi"/>
      <w:b/>
      <w:sz w:val="24"/>
    </w:rPr>
  </w:style>
  <w:style w:type="character" w:customStyle="1" w:styleId="NadpisChar">
    <w:name w:val="Nadpis Char"/>
    <w:basedOn w:val="Standardnpsmoodstavce"/>
    <w:link w:val="Nadpis"/>
    <w:rsid w:val="0015782D"/>
    <w:rPr>
      <w:rFonts w:ascii="Verdana" w:eastAsia="Calibri" w:hAnsi="Verdana" w:cstheme="minorHAnsi"/>
      <w:b/>
      <w:sz w:val="24"/>
      <w:szCs w:val="22"/>
    </w:rPr>
  </w:style>
  <w:style w:type="paragraph" w:customStyle="1" w:styleId="1l">
    <w:name w:val="1. čl."/>
    <w:basedOn w:val="Normln"/>
    <w:link w:val="1lChar"/>
    <w:qFormat/>
    <w:rsid w:val="0015782D"/>
    <w:pPr>
      <w:numPr>
        <w:numId w:val="35"/>
      </w:numPr>
    </w:pPr>
  </w:style>
  <w:style w:type="character" w:customStyle="1" w:styleId="1lChar">
    <w:name w:val="1. čl. Char"/>
    <w:basedOn w:val="Standardnpsmoodstavce"/>
    <w:link w:val="1l"/>
    <w:rsid w:val="0015782D"/>
    <w:rPr>
      <w:rFonts w:ascii="Verdana" w:eastAsia="Calibri" w:hAnsi="Verdana" w:cs="Times New Roman"/>
      <w:szCs w:val="22"/>
    </w:rPr>
  </w:style>
  <w:style w:type="paragraph" w:customStyle="1" w:styleId="Odstbez">
    <w:name w:val="Odst. bez č."/>
    <w:basedOn w:val="Normln"/>
    <w:link w:val="OdstbezChar"/>
    <w:qFormat/>
    <w:rsid w:val="0015782D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15782D"/>
    <w:rPr>
      <w:rFonts w:ascii="Verdana" w:eastAsia="Calibri" w:hAnsi="Verdana" w:cstheme="minorHAnsi"/>
      <w:szCs w:val="22"/>
    </w:rPr>
  </w:style>
  <w:style w:type="paragraph" w:styleId="Revize">
    <w:name w:val="Revision"/>
    <w:hidden/>
    <w:uiPriority w:val="99"/>
    <w:semiHidden/>
    <w:rsid w:val="0015782D"/>
    <w:pPr>
      <w:spacing w:after="0" w:line="240" w:lineRule="auto"/>
    </w:pPr>
    <w:rPr>
      <w:rFonts w:ascii="Verdana" w:eastAsia="Calibri" w:hAnsi="Verdana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1AF0CB-C712-4FBB-9A44-B4BAD06CDF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9A7EA2-EC89-443F-A5BD-9E58AC008F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307</Words>
  <Characters>1817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Půlpán Jiří</dc:creator>
  <cp:keywords/>
  <dc:description/>
  <cp:lastModifiedBy>Brandejsová Martina, Mgr.</cp:lastModifiedBy>
  <cp:revision>3</cp:revision>
  <cp:lastPrinted>2017-11-28T17:18:00Z</cp:lastPrinted>
  <dcterms:created xsi:type="dcterms:W3CDTF">2025-01-03T11:47:00Z</dcterms:created>
  <dcterms:modified xsi:type="dcterms:W3CDTF">2025-01-15T13:04:00Z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