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5E636865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č. </w:t>
      </w:r>
      <w:r w:rsidRPr="00302209">
        <w:t>2</w:t>
      </w:r>
      <w:r>
        <w:t xml:space="preserve"> Výzvy k podání nabídky a </w:t>
      </w:r>
      <w:r w:rsidR="009B6D48" w:rsidRPr="009B6D48">
        <w:t xml:space="preserve">Příloha č. </w:t>
      </w:r>
      <w:r w:rsidR="00302209" w:rsidRPr="00302209">
        <w:t>3</w:t>
      </w:r>
      <w:r w:rsidR="009B6D48" w:rsidRPr="00302209">
        <w:t xml:space="preserve"> </w:t>
      </w:r>
      <w:r w:rsidR="005E71DC" w:rsidRPr="00302209">
        <w:t>Rámcové dohody</w:t>
      </w:r>
    </w:p>
    <w:bookmarkEnd w:id="0"/>
    <w:p w14:paraId="5D1D0490" w14:textId="77777777" w:rsidR="005E71DC" w:rsidRDefault="005E71DC" w:rsidP="005E71DC">
      <w:pPr>
        <w:pStyle w:val="Nadpis2"/>
      </w:pPr>
      <w:r w:rsidRPr="00302209">
        <w:t>Ceník</w:t>
      </w:r>
      <w:bookmarkStart w:id="1" w:name="_Toc157504218"/>
      <w:bookmarkEnd w:id="1"/>
    </w:p>
    <w:bookmarkStart w:id="2" w:name="_MON_1798440078"/>
    <w:bookmarkEnd w:id="2"/>
    <w:p w14:paraId="56805431" w14:textId="483DA15C" w:rsidR="005E71DC" w:rsidRDefault="000122AF" w:rsidP="005E71DC">
      <w:pPr>
        <w:keepNext/>
        <w:rPr>
          <w:rStyle w:val="Siln"/>
          <w:highlight w:val="yellow"/>
        </w:rPr>
      </w:pPr>
      <w:r>
        <w:rPr>
          <w:rStyle w:val="Siln"/>
        </w:rPr>
        <w:object w:dxaOrig="11789" w:dyaOrig="3240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91.8pt;height:161.7pt" o:ole="">
            <v:imagedata r:id="rId9" o:title=""/>
          </v:shape>
          <o:OLEObject Type="Embed" ProgID="Excel.Sheet.12" ShapeID="_x0000_i1028" DrawAspect="Content" ObjectID="_1802676584" r:id="rId10"/>
        </w:object>
      </w:r>
    </w:p>
    <w:p w14:paraId="36FBD763" w14:textId="77777777" w:rsidR="003727EC" w:rsidRDefault="003727EC" w:rsidP="00DA17D3"/>
    <w:sectPr w:rsidR="003727EC" w:rsidSect="003424BF">
      <w:headerReference w:type="even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6655B" w14:textId="77777777" w:rsidR="00F9366A" w:rsidRDefault="00F9366A" w:rsidP="00E83903">
      <w:pPr>
        <w:spacing w:before="0" w:after="0" w:line="240" w:lineRule="auto"/>
      </w:pPr>
      <w:r>
        <w:separator/>
      </w:r>
    </w:p>
  </w:endnote>
  <w:endnote w:type="continuationSeparator" w:id="0">
    <w:p w14:paraId="38147497" w14:textId="77777777" w:rsidR="00F9366A" w:rsidRDefault="00F9366A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509B49CA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00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006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AF57FE" id="Straight Connector 7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C3BD8E" id="Straight Connector 10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BB803" w14:textId="77777777" w:rsidR="00F9366A" w:rsidRDefault="00F9366A" w:rsidP="00E83903">
      <w:pPr>
        <w:spacing w:before="0" w:after="0" w:line="240" w:lineRule="auto"/>
      </w:pPr>
      <w:r>
        <w:separator/>
      </w:r>
    </w:p>
  </w:footnote>
  <w:footnote w:type="continuationSeparator" w:id="0">
    <w:p w14:paraId="248CE524" w14:textId="77777777" w:rsidR="00F9366A" w:rsidRDefault="00F9366A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54292" w14:textId="7F593312" w:rsidR="00012502" w:rsidRDefault="000125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1C092C68" wp14:editId="1EA5B57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568652791" name="Textové pole 4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48721C" w14:textId="084E7557" w:rsidR="00012502" w:rsidRPr="00012502" w:rsidRDefault="00012502" w:rsidP="0001250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250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092C6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alt="SŽ: Interní" style="position:absolute;left:0;text-align:left;margin-left:0;margin-top:0;width:38.9pt;height:30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3A48721C" w14:textId="084E7557" w:rsidR="00012502" w:rsidRPr="00012502" w:rsidRDefault="00012502" w:rsidP="0001250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1250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C30C7" w14:textId="62F698A8" w:rsidR="00012502" w:rsidRDefault="00012502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294B5487" wp14:editId="3E25DC7B">
              <wp:simplePos x="933450" y="14382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02524674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B7388D" w14:textId="4C017D65" w:rsidR="00012502" w:rsidRPr="00012502" w:rsidRDefault="00012502" w:rsidP="0001250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250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4B548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left:0;text-align:left;margin-left:0;margin-top:0;width:38.9pt;height:30.35pt;z-index:25165875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<v:textbox style="mso-fit-shape-to-text:t" inset="0,15pt,0,0">
                <w:txbxContent>
                  <w:p w14:paraId="6CB7388D" w14:textId="4C017D65" w:rsidR="00012502" w:rsidRPr="00012502" w:rsidRDefault="00012502" w:rsidP="0001250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1250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4F0"/>
    <w:rsid w:val="000122AF"/>
    <w:rsid w:val="00012502"/>
    <w:rsid w:val="00031AD7"/>
    <w:rsid w:val="000426BF"/>
    <w:rsid w:val="000535AF"/>
    <w:rsid w:val="00056D0C"/>
    <w:rsid w:val="00056D2C"/>
    <w:rsid w:val="00127826"/>
    <w:rsid w:val="00160AB0"/>
    <w:rsid w:val="002845DF"/>
    <w:rsid w:val="002F613E"/>
    <w:rsid w:val="00302209"/>
    <w:rsid w:val="00322E12"/>
    <w:rsid w:val="003424BF"/>
    <w:rsid w:val="00355AC7"/>
    <w:rsid w:val="003727EC"/>
    <w:rsid w:val="0038230A"/>
    <w:rsid w:val="00493A15"/>
    <w:rsid w:val="004E4B79"/>
    <w:rsid w:val="00542F26"/>
    <w:rsid w:val="005E71DC"/>
    <w:rsid w:val="00652790"/>
    <w:rsid w:val="00705427"/>
    <w:rsid w:val="007B23BB"/>
    <w:rsid w:val="007B7573"/>
    <w:rsid w:val="007C6939"/>
    <w:rsid w:val="0080301E"/>
    <w:rsid w:val="00845E1C"/>
    <w:rsid w:val="008F34F0"/>
    <w:rsid w:val="009112E0"/>
    <w:rsid w:val="0094499A"/>
    <w:rsid w:val="009919D3"/>
    <w:rsid w:val="009B6D48"/>
    <w:rsid w:val="00A8407F"/>
    <w:rsid w:val="00AF0C3F"/>
    <w:rsid w:val="00B06F9F"/>
    <w:rsid w:val="00B1006C"/>
    <w:rsid w:val="00BF6A6B"/>
    <w:rsid w:val="00C64139"/>
    <w:rsid w:val="00CA1A91"/>
    <w:rsid w:val="00CF4AA8"/>
    <w:rsid w:val="00DA17D3"/>
    <w:rsid w:val="00E83903"/>
    <w:rsid w:val="00F250F8"/>
    <w:rsid w:val="00F27EF0"/>
    <w:rsid w:val="00F9366A"/>
    <w:rsid w:val="00FE7874"/>
    <w:rsid w:val="00FF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7EF0"/>
    <w:pPr>
      <w:spacing w:before="0"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7EF0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F49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F49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F49B8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9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9B8"/>
    <w:rPr>
      <w:b/>
      <w:bCs/>
      <w:szCs w:val="20"/>
    </w:rPr>
  </w:style>
  <w:style w:type="paragraph" w:styleId="Revize">
    <w:name w:val="Revision"/>
    <w:hidden/>
    <w:uiPriority w:val="99"/>
    <w:semiHidden/>
    <w:rsid w:val="003424BF"/>
    <w:pPr>
      <w:spacing w:after="0" w:line="240" w:lineRule="auto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12502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1250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641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Brandejsová Martina, Mgr.</cp:lastModifiedBy>
  <cp:revision>4</cp:revision>
  <dcterms:created xsi:type="dcterms:W3CDTF">2025-02-17T13:51:00Z</dcterms:created>
  <dcterms:modified xsi:type="dcterms:W3CDTF">2025-03-05T09:43:00Z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3d1c0614,21e4f3f7,a445aa5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