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6D7F450" w:rsidR="00F862D6" w:rsidRPr="003E6B9A" w:rsidRDefault="00513378" w:rsidP="0037111D">
            <w:r w:rsidRPr="00513378">
              <w:rPr>
                <w:rFonts w:ascii="Helvetica" w:hAnsi="Helvetica"/>
              </w:rPr>
              <w:t>3481/2025-SŽ-SSV-Ú3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40840F0E" w:rsidR="00C124DB" w:rsidRPr="003E6B9A" w:rsidRDefault="00785EBB" w:rsidP="00C124DB">
            <w:r>
              <w:t>5</w:t>
            </w:r>
            <w:r w:rsidR="00C124DB" w:rsidRPr="00D03D26">
              <w:t>/</w:t>
            </w:r>
            <w:r w:rsidR="00881165">
              <w:t>4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12F9A8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85EBB">
              <w:rPr>
                <w:noProof/>
              </w:rPr>
              <w:t>17.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6C7A86EE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81165">
        <w:rPr>
          <w:rFonts w:eastAsia="Calibri" w:cs="Times New Roman"/>
          <w:lang w:eastAsia="cs-CZ"/>
        </w:rPr>
        <w:t>9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8B5129" w14:textId="77777777" w:rsidR="009B6021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6619B72" w14:textId="77777777" w:rsidR="009B6021" w:rsidRPr="00E5284B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CD6534D" w14:textId="1B4CFF9F" w:rsidR="00F96AF7" w:rsidRPr="00E5284B" w:rsidRDefault="00F96AF7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Hlk192850536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="007E7208">
        <w:rPr>
          <w:rFonts w:eastAsia="Calibri" w:cs="Times New Roman"/>
          <w:b/>
          <w:lang w:eastAsia="cs-CZ"/>
        </w:rPr>
        <w:t>8</w:t>
      </w:r>
      <w:r w:rsidRPr="00E5284B">
        <w:rPr>
          <w:rFonts w:eastAsia="Calibri" w:cs="Times New Roman"/>
          <w:b/>
          <w:lang w:eastAsia="cs-CZ"/>
        </w:rPr>
        <w:t>:</w:t>
      </w:r>
    </w:p>
    <w:p w14:paraId="3A020C4B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b/>
          <w:bCs/>
          <w:lang w:eastAsia="cs-CZ"/>
        </w:rPr>
      </w:pPr>
      <w:r w:rsidRPr="0094469E">
        <w:rPr>
          <w:rFonts w:eastAsia="Calibri" w:cs="Times New Roman"/>
          <w:b/>
          <w:bCs/>
          <w:lang w:eastAsia="cs-CZ"/>
        </w:rPr>
        <w:t>Majetkoprávní část</w:t>
      </w:r>
    </w:p>
    <w:p w14:paraId="7B9E703D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Při kontrole Zadávací dokumentace "E.1.5.2 Majetkoprávní část" jsme zjistili, že jsou v "Katastrálních situačních výkresech" znázorněna budoucí věcná břemena.</w:t>
      </w:r>
    </w:p>
    <w:p w14:paraId="0844C096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Nenašli jsme však informaci o velikosti, délce, správci či nabyvateli věcných břemen.</w:t>
      </w:r>
    </w:p>
    <w:p w14:paraId="509CE7AC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Z toho důvodu je obtížné, ne-li nemožné odhadnout potřebný počet geometrických plánů, které budou na závěr stavby vyžadovány, což má dopad na kalkulaci ceny.</w:t>
      </w:r>
    </w:p>
    <w:p w14:paraId="2E709FA1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Např. E_1_5_2_2_001 velké množství věcných břemen v tabulce E_1_5_2_1 vůbec žádná informace o věcných břemenech.</w:t>
      </w:r>
    </w:p>
    <w:p w14:paraId="31A8BDC7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Na jiných stavbách bývá obsahem Majetkoprávní části zadávací dokumentace, že tyto břemena jsou vypsána v tabulce "Přehledná tabulka majetkoprávního vypořádání".</w:t>
      </w:r>
    </w:p>
    <w:p w14:paraId="662D938F" w14:textId="3185506A" w:rsidR="00D97388" w:rsidRPr="007E7208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Doplní zadavatel tuto tabulku?</w:t>
      </w:r>
      <w:r w:rsidR="00D97388" w:rsidRPr="007E7208">
        <w:rPr>
          <w:rFonts w:eastAsia="Calibri" w:cs="Times New Roman"/>
          <w:lang w:eastAsia="cs-CZ"/>
        </w:rPr>
        <w:t xml:space="preserve"> </w:t>
      </w:r>
    </w:p>
    <w:p w14:paraId="4FA22847" w14:textId="77777777" w:rsidR="00D97388" w:rsidRDefault="00D97388" w:rsidP="00F96AF7">
      <w:pPr>
        <w:spacing w:after="0"/>
        <w:rPr>
          <w:rFonts w:eastAsia="Calibri" w:cs="Times New Roman"/>
          <w:b/>
          <w:lang w:eastAsia="cs-CZ"/>
        </w:rPr>
      </w:pPr>
    </w:p>
    <w:p w14:paraId="6C25F7CE" w14:textId="1C49A095" w:rsidR="00F96AF7" w:rsidRPr="00E5284B" w:rsidRDefault="00F96AF7" w:rsidP="00F96AF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04726AA" w14:textId="77777777" w:rsidR="00F05097" w:rsidRPr="00811003" w:rsidRDefault="00F05097" w:rsidP="00F05097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Tabulka byla doplněna v rámci dotazu č. 187.</w:t>
      </w:r>
    </w:p>
    <w:p w14:paraId="33CCEB37" w14:textId="77777777" w:rsidR="00F96AF7" w:rsidRDefault="00F96AF7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bookmarkEnd w:id="1"/>
    <w:p w14:paraId="57685A45" w14:textId="77777777" w:rsidR="00F96AF7" w:rsidRDefault="00F96AF7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95BF93C" w14:textId="1F83A517" w:rsidR="00F96AF7" w:rsidRPr="00E5284B" w:rsidRDefault="00F96AF7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2" w:name="_Hlk192848472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="007E7208">
        <w:rPr>
          <w:rFonts w:eastAsia="Calibri" w:cs="Times New Roman"/>
          <w:b/>
          <w:lang w:eastAsia="cs-CZ"/>
        </w:rPr>
        <w:t>9</w:t>
      </w:r>
      <w:r w:rsidRPr="00E5284B">
        <w:rPr>
          <w:rFonts w:eastAsia="Calibri" w:cs="Times New Roman"/>
          <w:b/>
          <w:lang w:eastAsia="cs-CZ"/>
        </w:rPr>
        <w:t>:</w:t>
      </w:r>
    </w:p>
    <w:p w14:paraId="318AFA67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b/>
          <w:bCs/>
          <w:lang w:eastAsia="cs-CZ"/>
        </w:rPr>
      </w:pPr>
      <w:r w:rsidRPr="0094469E">
        <w:rPr>
          <w:rFonts w:eastAsia="Calibri" w:cs="Times New Roman"/>
          <w:b/>
          <w:bCs/>
          <w:lang w:eastAsia="cs-CZ"/>
        </w:rPr>
        <w:t xml:space="preserve">SO 27-17-01 Žst. Chropyně, železniční svršek </w:t>
      </w:r>
    </w:p>
    <w:p w14:paraId="3BB4FD36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 xml:space="preserve">Při kontrole Zadávací dokumentace jsme zjistili, že je v TZ zmíněna otázka zajištění PPK  „3.2.3.18 Zajištění PPK“ </w:t>
      </w:r>
    </w:p>
    <w:p w14:paraId="2962D883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 "4_SOUPIS PRACÍ S VÝKAZEM VÝMĚR" jsou obsaženy položky umístění pro zajišťovacích značek nikoliv však pro jejich zaměření a vypracování dokumentace zajištění prostorové polohy jako je tomu u SO 25-17-01 a SO 26-17-01.</w:t>
      </w:r>
    </w:p>
    <w:p w14:paraId="5018CF8A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02940</w:t>
      </w:r>
      <w:r w:rsidRPr="0094469E">
        <w:rPr>
          <w:rFonts w:eastAsia="Calibri" w:cs="Times New Roman"/>
          <w:lang w:eastAsia="cs-CZ"/>
        </w:rPr>
        <w:tab/>
        <w:t>OSTATNÍ POŽADAVKY - VYPRACOVÁNÍ DOKUMENTACE</w:t>
      </w:r>
      <w:r w:rsidRPr="0094469E">
        <w:rPr>
          <w:rFonts w:eastAsia="Calibri" w:cs="Times New Roman"/>
          <w:lang w:eastAsia="cs-CZ"/>
        </w:rPr>
        <w:tab/>
      </w:r>
      <w:r w:rsidRPr="0094469E">
        <w:rPr>
          <w:rFonts w:eastAsia="Calibri" w:cs="Times New Roman"/>
          <w:lang w:eastAsia="cs-CZ"/>
        </w:rPr>
        <w:tab/>
      </w:r>
      <w:r w:rsidRPr="0094469E">
        <w:rPr>
          <w:rFonts w:eastAsia="Calibri" w:cs="Times New Roman"/>
          <w:lang w:eastAsia="cs-CZ"/>
        </w:rPr>
        <w:tab/>
        <w:t xml:space="preserve">   KPL</w:t>
      </w:r>
    </w:p>
    <w:p w14:paraId="62DEB294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029711 OSTAT POŽADAVKY - GEOT MONIT NA POVRCHU - MĚŘ (GEODET) BODY</w:t>
      </w:r>
      <w:r w:rsidRPr="0094469E">
        <w:rPr>
          <w:rFonts w:eastAsia="Calibri" w:cs="Times New Roman"/>
          <w:lang w:eastAsia="cs-CZ"/>
        </w:rPr>
        <w:tab/>
        <w:t xml:space="preserve">   KUS</w:t>
      </w:r>
    </w:p>
    <w:p w14:paraId="0EE36056" w14:textId="1475C29E" w:rsidR="007E7208" w:rsidRPr="007E7208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Doplní zadavatel položky v odpovídajícím počtu do VV?</w:t>
      </w:r>
    </w:p>
    <w:p w14:paraId="0781CD98" w14:textId="77777777" w:rsidR="00D97388" w:rsidRDefault="00D97388" w:rsidP="00F96AF7">
      <w:pPr>
        <w:spacing w:after="0"/>
        <w:rPr>
          <w:rFonts w:eastAsia="Calibri" w:cs="Times New Roman"/>
          <w:b/>
          <w:lang w:eastAsia="cs-CZ"/>
        </w:rPr>
      </w:pPr>
    </w:p>
    <w:p w14:paraId="068E4074" w14:textId="1AF015D2" w:rsidR="00F96AF7" w:rsidRPr="00E5284B" w:rsidRDefault="00F96AF7" w:rsidP="00F96AF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6A2BEA9D" w14:textId="30D78FBE" w:rsidR="006A78B0" w:rsidRPr="00811003" w:rsidRDefault="006A78B0" w:rsidP="001D1F84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 xml:space="preserve">Výše uvedené položky jsou </w:t>
      </w:r>
      <w:r w:rsidR="00D86022" w:rsidRPr="00811003">
        <w:rPr>
          <w:rFonts w:eastAsia="Calibri" w:cs="Times New Roman"/>
          <w:bCs/>
          <w:lang w:eastAsia="cs-CZ"/>
        </w:rPr>
        <w:t xml:space="preserve">již </w:t>
      </w:r>
      <w:r w:rsidRPr="00811003">
        <w:rPr>
          <w:rFonts w:eastAsia="Calibri" w:cs="Times New Roman"/>
          <w:bCs/>
          <w:lang w:eastAsia="cs-CZ"/>
        </w:rPr>
        <w:t>v</w:t>
      </w:r>
      <w:r w:rsidR="00D86022" w:rsidRPr="00811003">
        <w:rPr>
          <w:rFonts w:eastAsia="Calibri" w:cs="Times New Roman"/>
          <w:bCs/>
          <w:lang w:eastAsia="cs-CZ"/>
        </w:rPr>
        <w:t xml:space="preserve"> dříve</w:t>
      </w:r>
      <w:r w:rsidR="00B7331B" w:rsidRPr="00811003">
        <w:rPr>
          <w:rFonts w:eastAsia="Calibri" w:cs="Times New Roman"/>
          <w:bCs/>
          <w:lang w:eastAsia="cs-CZ"/>
        </w:rPr>
        <w:t xml:space="preserve"> zveřejněném</w:t>
      </w:r>
      <w:r w:rsidRPr="00811003">
        <w:rPr>
          <w:rFonts w:eastAsia="Calibri" w:cs="Times New Roman"/>
          <w:bCs/>
          <w:lang w:eastAsia="cs-CZ"/>
        </w:rPr>
        <w:t xml:space="preserve"> soupisu prací.</w:t>
      </w:r>
    </w:p>
    <w:p w14:paraId="5A3AF519" w14:textId="77777777" w:rsidR="00F96AF7" w:rsidRDefault="00F96AF7" w:rsidP="0028726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275059" w14:textId="77777777" w:rsidR="00D97388" w:rsidRDefault="00D97388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CCBE65C" w14:textId="77777777" w:rsidR="00315DB5" w:rsidRDefault="00315DB5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CFA727" w14:textId="77777777" w:rsidR="00315DB5" w:rsidRDefault="00315DB5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6BC304" w14:textId="77777777" w:rsidR="00315DB5" w:rsidRDefault="00315DB5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910F09" w14:textId="77777777" w:rsidR="00315DB5" w:rsidRDefault="00315DB5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293779B" w14:textId="053EA91D" w:rsidR="00F96AF7" w:rsidRPr="00E5284B" w:rsidRDefault="00F96AF7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7E7208">
        <w:rPr>
          <w:rFonts w:eastAsia="Calibri" w:cs="Times New Roman"/>
          <w:b/>
          <w:lang w:eastAsia="cs-CZ"/>
        </w:rPr>
        <w:t>10</w:t>
      </w:r>
      <w:r w:rsidRPr="00E5284B">
        <w:rPr>
          <w:rFonts w:eastAsia="Calibri" w:cs="Times New Roman"/>
          <w:b/>
          <w:lang w:eastAsia="cs-CZ"/>
        </w:rPr>
        <w:t>:</w:t>
      </w:r>
    </w:p>
    <w:p w14:paraId="7B772351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b/>
          <w:bCs/>
          <w:lang w:eastAsia="cs-CZ"/>
        </w:rPr>
      </w:pPr>
      <w:r w:rsidRPr="0094469E">
        <w:rPr>
          <w:rFonts w:eastAsia="Calibri" w:cs="Times New Roman"/>
          <w:b/>
          <w:bCs/>
          <w:lang w:eastAsia="cs-CZ"/>
        </w:rPr>
        <w:t xml:space="preserve">SO 28-17-01 Chropyně - Přerov, železniční svršek </w:t>
      </w:r>
    </w:p>
    <w:p w14:paraId="2492C307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 xml:space="preserve">Při kontrole Zadávací dokumentace jsme zjistili, že je v TZ zmíněna otázka zajištění PPK  „3.2.3.15 Zajištění PPK“ </w:t>
      </w:r>
    </w:p>
    <w:p w14:paraId="2D50ACE6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 "4_SOUPIS PRACÍ S VÝKAZEM VÝMĚR" nejsou obsaženy položky pro umístění pro zajišťovacích značek, jejich zaměření a vypracování dokumentace zajištění prostorové polohy jako je tomu u SO 25-17-01 a SO 26-17-01.</w:t>
      </w:r>
    </w:p>
    <w:p w14:paraId="0B05C6BB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02940</w:t>
      </w:r>
      <w:r w:rsidRPr="0094469E">
        <w:rPr>
          <w:rFonts w:eastAsia="Calibri" w:cs="Times New Roman"/>
          <w:lang w:eastAsia="cs-CZ"/>
        </w:rPr>
        <w:tab/>
        <w:t>OSTATNÍ POŽADAVKY - VYPRACOVÁNÍ DOKUMENTACE</w:t>
      </w:r>
      <w:r w:rsidRPr="0094469E">
        <w:rPr>
          <w:rFonts w:eastAsia="Calibri" w:cs="Times New Roman"/>
          <w:lang w:eastAsia="cs-CZ"/>
        </w:rPr>
        <w:tab/>
      </w:r>
      <w:r w:rsidRPr="0094469E">
        <w:rPr>
          <w:rFonts w:eastAsia="Calibri" w:cs="Times New Roman"/>
          <w:lang w:eastAsia="cs-CZ"/>
        </w:rPr>
        <w:tab/>
      </w:r>
      <w:r w:rsidRPr="0094469E">
        <w:rPr>
          <w:rFonts w:eastAsia="Calibri" w:cs="Times New Roman"/>
          <w:lang w:eastAsia="cs-CZ"/>
        </w:rPr>
        <w:tab/>
        <w:t xml:space="preserve">           KPL</w:t>
      </w:r>
    </w:p>
    <w:p w14:paraId="77A598DF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029711 OSTAT POŽADAVKY - GEOT MONIT NA POVRCHU - MĚŘ (GEODET) BODY</w:t>
      </w:r>
      <w:r w:rsidRPr="0094469E">
        <w:rPr>
          <w:rFonts w:eastAsia="Calibri" w:cs="Times New Roman"/>
          <w:lang w:eastAsia="cs-CZ"/>
        </w:rPr>
        <w:tab/>
        <w:t xml:space="preserve">           KUS</w:t>
      </w:r>
    </w:p>
    <w:p w14:paraId="26E691E8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923971 ZAJIŠŤOVACÍ ZNAČKA KONZOLOVÁ (K) NA ZÁKLADU TRAKČNÍHO STOŽÁRU       KUS</w:t>
      </w:r>
    </w:p>
    <w:p w14:paraId="72377827" w14:textId="76784486" w:rsidR="007E7208" w:rsidRPr="007E7208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Doplní zadavatel položky v odpovídajícím počtu do VV?</w:t>
      </w:r>
      <w:r w:rsidR="007E7208" w:rsidRPr="007E7208">
        <w:rPr>
          <w:rFonts w:eastAsia="Calibri" w:cs="Times New Roman"/>
          <w:lang w:eastAsia="cs-CZ"/>
        </w:rPr>
        <w:t xml:space="preserve"> </w:t>
      </w:r>
    </w:p>
    <w:p w14:paraId="09C82437" w14:textId="77777777" w:rsidR="00D97388" w:rsidRDefault="00D97388" w:rsidP="00F96AF7">
      <w:pPr>
        <w:spacing w:after="0"/>
        <w:rPr>
          <w:rFonts w:eastAsia="Calibri" w:cs="Times New Roman"/>
          <w:b/>
          <w:lang w:eastAsia="cs-CZ"/>
        </w:rPr>
      </w:pPr>
    </w:p>
    <w:p w14:paraId="2C737CE3" w14:textId="66774CBF" w:rsidR="00F96AF7" w:rsidRPr="00E5284B" w:rsidRDefault="00F96AF7" w:rsidP="00F96AF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EBA692B" w14:textId="0B1F2792" w:rsidR="007901ED" w:rsidRPr="00811003" w:rsidRDefault="007901ED" w:rsidP="00F96AF7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Již bylo doplněno na základě dotazu č.203</w:t>
      </w:r>
    </w:p>
    <w:p w14:paraId="7061675F" w14:textId="77777777" w:rsidR="007901ED" w:rsidRDefault="007901ED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3F35A21" w14:textId="77777777" w:rsidR="00F96AF7" w:rsidRDefault="00F96AF7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9D583F8" w14:textId="04CCF227" w:rsidR="00F96AF7" w:rsidRPr="00E5284B" w:rsidRDefault="00F96AF7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7E7208">
        <w:rPr>
          <w:rFonts w:eastAsia="Calibri" w:cs="Times New Roman"/>
          <w:b/>
          <w:lang w:eastAsia="cs-CZ"/>
        </w:rPr>
        <w:t>11</w:t>
      </w:r>
      <w:r w:rsidRPr="00E5284B">
        <w:rPr>
          <w:rFonts w:eastAsia="Calibri" w:cs="Times New Roman"/>
          <w:b/>
          <w:lang w:eastAsia="cs-CZ"/>
        </w:rPr>
        <w:t>:</w:t>
      </w:r>
    </w:p>
    <w:p w14:paraId="3133AA3A" w14:textId="77777777" w:rsidR="0094469E" w:rsidRPr="0094469E" w:rsidRDefault="0094469E" w:rsidP="0094469E">
      <w:pPr>
        <w:spacing w:after="0"/>
        <w:rPr>
          <w:rFonts w:eastAsia="Calibri" w:cs="Times New Roman"/>
          <w:b/>
          <w:bCs/>
          <w:lang w:eastAsia="cs-CZ"/>
        </w:rPr>
      </w:pPr>
      <w:r w:rsidRPr="0094469E">
        <w:rPr>
          <w:rFonts w:eastAsia="Calibri" w:cs="Times New Roman"/>
          <w:b/>
          <w:bCs/>
          <w:lang w:eastAsia="cs-CZ"/>
        </w:rPr>
        <w:t>SO 31-17-01 Žst. Přerov, železniční svršek</w:t>
      </w:r>
    </w:p>
    <w:p w14:paraId="261644E5" w14:textId="77777777" w:rsidR="0094469E" w:rsidRPr="0094469E" w:rsidRDefault="0094469E" w:rsidP="0094469E">
      <w:pPr>
        <w:spacing w:after="0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 xml:space="preserve">Při kontrole Zadávací dokumentace jsme zjistili, že je v TZ zmíněna otázka zajištění PPK  „3.2.2.16 Zajištění PPK“ </w:t>
      </w:r>
    </w:p>
    <w:p w14:paraId="3F5DC628" w14:textId="77777777" w:rsidR="0094469E" w:rsidRPr="0094469E" w:rsidRDefault="0094469E" w:rsidP="0094469E">
      <w:pPr>
        <w:spacing w:after="0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 "4_SOUPIS PRACÍ S VÝKAZEM VÝMĚR" je obsažena položka pro vypracování dokumentace zajištění prostorové polohy, nikoliv však pro umístění pro zajišťovacích značek a jejich zaměření  jako je tomu u SO 25-17-01 a SO 26-17-01.</w:t>
      </w:r>
    </w:p>
    <w:p w14:paraId="0B87B285" w14:textId="77777777" w:rsidR="0094469E" w:rsidRPr="0094469E" w:rsidRDefault="0094469E" w:rsidP="0094469E">
      <w:pPr>
        <w:spacing w:after="0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029711  OSTAT POŽADAVKY - GEOT MONIT NA POVRCHU - MĚŘ (GEODET) BODY</w:t>
      </w:r>
      <w:r w:rsidRPr="0094469E">
        <w:rPr>
          <w:rFonts w:eastAsia="Calibri" w:cs="Times New Roman"/>
          <w:lang w:eastAsia="cs-CZ"/>
        </w:rPr>
        <w:tab/>
        <w:t xml:space="preserve">          KUS</w:t>
      </w:r>
    </w:p>
    <w:p w14:paraId="6FD83E74" w14:textId="77777777" w:rsidR="0094469E" w:rsidRPr="0094469E" w:rsidRDefault="0094469E" w:rsidP="0094469E">
      <w:pPr>
        <w:spacing w:after="0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923971  ZAJIŠŤOVACÍ ZNAČKA KONZOLOVÁ (K) NA ZÁKLADU TRAKČNÍHO STOŽÁRU     KUS</w:t>
      </w:r>
    </w:p>
    <w:p w14:paraId="5AE1C38B" w14:textId="55E0D370" w:rsidR="00D97388" w:rsidRDefault="0094469E" w:rsidP="0094469E">
      <w:pPr>
        <w:spacing w:after="0"/>
        <w:rPr>
          <w:rFonts w:eastAsia="Calibri" w:cs="Times New Roman"/>
          <w:b/>
          <w:lang w:eastAsia="cs-CZ"/>
        </w:rPr>
      </w:pPr>
      <w:r w:rsidRPr="0094469E">
        <w:rPr>
          <w:rFonts w:eastAsia="Calibri" w:cs="Times New Roman"/>
          <w:lang w:eastAsia="cs-CZ"/>
        </w:rPr>
        <w:t>Doplní zadavatel položky v odpovídajícím počtu do VV?</w:t>
      </w:r>
    </w:p>
    <w:p w14:paraId="67271899" w14:textId="77777777" w:rsidR="00811003" w:rsidRDefault="00811003" w:rsidP="00F96AF7">
      <w:pPr>
        <w:spacing w:after="0"/>
        <w:rPr>
          <w:rFonts w:eastAsia="Calibri" w:cs="Times New Roman"/>
          <w:b/>
          <w:lang w:eastAsia="cs-CZ"/>
        </w:rPr>
      </w:pPr>
    </w:p>
    <w:p w14:paraId="6413C75C" w14:textId="534DB50A" w:rsidR="00F96AF7" w:rsidRPr="00E5284B" w:rsidRDefault="00F96AF7" w:rsidP="00F96AF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D383245" w14:textId="61E788DC" w:rsidR="00C43ED1" w:rsidRPr="00811003" w:rsidRDefault="00C43ED1" w:rsidP="00C43ED1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Ano, výše uvedené chybějící položky byly do soupisu prací doplněny</w:t>
      </w:r>
      <w:r w:rsidR="00811003" w:rsidRPr="00811003">
        <w:rPr>
          <w:rFonts w:eastAsia="Calibri" w:cs="Times New Roman"/>
          <w:bCs/>
          <w:lang w:eastAsia="cs-CZ"/>
        </w:rPr>
        <w:t>.</w:t>
      </w:r>
    </w:p>
    <w:p w14:paraId="7C5B6123" w14:textId="77777777" w:rsidR="007901ED" w:rsidRDefault="007901ED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215E30" w14:textId="77777777" w:rsidR="007E7208" w:rsidRDefault="007E7208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C3F3E1" w14:textId="6B8E4A64" w:rsidR="00F96AF7" w:rsidRPr="00E5284B" w:rsidRDefault="00F96AF7" w:rsidP="00F96A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7E7208">
        <w:rPr>
          <w:rFonts w:eastAsia="Calibri" w:cs="Times New Roman"/>
          <w:b/>
          <w:lang w:eastAsia="cs-CZ"/>
        </w:rPr>
        <w:t>12</w:t>
      </w:r>
      <w:r w:rsidRPr="00E5284B">
        <w:rPr>
          <w:rFonts w:eastAsia="Calibri" w:cs="Times New Roman"/>
          <w:b/>
          <w:lang w:eastAsia="cs-CZ"/>
        </w:rPr>
        <w:t>:</w:t>
      </w:r>
    </w:p>
    <w:p w14:paraId="4CC8C98D" w14:textId="0AB230E1" w:rsidR="007E7208" w:rsidRPr="007E7208" w:rsidRDefault="0094469E" w:rsidP="007E7208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 SO 25-15-02.4, kde je uvedena pohltivost A3, přitom 4-7dB je pro A2 Pohltivé panely jsou navrženy jako oboustranně pohltivé A3/A3. Z absorpčního materiálu o zvukové pohltivosti min. A3 (DL</w:t>
      </w:r>
      <w:r w:rsidRPr="0094469E">
        <w:rPr>
          <w:rFonts w:eastAsia="Calibri" w:cs="Times New Roman"/>
          <w:lang w:val="en-US" w:eastAsia="cs-CZ"/>
        </w:rPr>
        <w:t>α</w:t>
      </w:r>
      <w:r w:rsidRPr="0094469E">
        <w:rPr>
          <w:rFonts w:eastAsia="Calibri" w:cs="Times New Roman"/>
          <w:lang w:eastAsia="cs-CZ"/>
        </w:rPr>
        <w:t xml:space="preserve"> 4-7dB), DLR vzduchová neprůzvučnost stěny min. 21 dB. Jaká je tedy požadována u daného SO pohltivost? </w:t>
      </w:r>
      <w:r w:rsidR="007E7208" w:rsidRPr="007E7208">
        <w:rPr>
          <w:rFonts w:eastAsia="Calibri" w:cs="Times New Roman"/>
          <w:lang w:eastAsia="cs-CZ"/>
        </w:rPr>
        <w:t xml:space="preserve"> </w:t>
      </w:r>
    </w:p>
    <w:p w14:paraId="3E2D6EDC" w14:textId="77777777" w:rsidR="00D97388" w:rsidRDefault="00D97388" w:rsidP="00D97388">
      <w:pPr>
        <w:spacing w:after="0"/>
        <w:rPr>
          <w:rFonts w:eastAsia="Calibri" w:cs="Times New Roman"/>
          <w:lang w:eastAsia="cs-CZ"/>
        </w:rPr>
      </w:pPr>
    </w:p>
    <w:p w14:paraId="313200EB" w14:textId="77777777" w:rsidR="003F0550" w:rsidRPr="00811003" w:rsidRDefault="003F0550" w:rsidP="003F0550">
      <w:pPr>
        <w:spacing w:after="0"/>
        <w:rPr>
          <w:rFonts w:cstheme="minorHAnsi"/>
        </w:rPr>
      </w:pPr>
      <w:r w:rsidRPr="00811003">
        <w:rPr>
          <w:rFonts w:eastAsia="Calibri" w:cs="Times New Roman"/>
          <w:b/>
          <w:lang w:eastAsia="cs-CZ"/>
        </w:rPr>
        <w:t xml:space="preserve">Odpověď: </w:t>
      </w:r>
    </w:p>
    <w:p w14:paraId="665A0DD6" w14:textId="77777777" w:rsidR="003F0550" w:rsidRPr="00811003" w:rsidRDefault="003F0550" w:rsidP="003F0550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Pro tuto stěnu je požadována pohltivost A3/A3 dle hlukové studie.</w:t>
      </w:r>
    </w:p>
    <w:p w14:paraId="27D1BC1C" w14:textId="77777777" w:rsidR="003F0550" w:rsidRDefault="003F0550" w:rsidP="003F055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2A5132" w14:textId="77777777" w:rsidR="003F0550" w:rsidRDefault="003F0550" w:rsidP="003F055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679A887" w14:textId="77777777" w:rsidR="003F0550" w:rsidRPr="00E5284B" w:rsidRDefault="003F0550" w:rsidP="003F05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213</w:t>
      </w:r>
      <w:r w:rsidRPr="00E5284B">
        <w:rPr>
          <w:rFonts w:eastAsia="Calibri" w:cs="Times New Roman"/>
          <w:b/>
          <w:lang w:eastAsia="cs-CZ"/>
        </w:rPr>
        <w:t>:</w:t>
      </w:r>
    </w:p>
    <w:p w14:paraId="14433A2F" w14:textId="77777777" w:rsidR="003F0550" w:rsidRPr="007E7208" w:rsidRDefault="003F0550" w:rsidP="003F0550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 xml:space="preserve">Proti úseku Nezamyslice – Kojetín se zde jedná o oboustranně pohltivé panely u všech SO PHS. Ze strany od kolejí bude požadován daný ortogonální rastr a barevné provedení pohltivé vrstvy? </w:t>
      </w:r>
      <w:r w:rsidRPr="007E7208">
        <w:rPr>
          <w:rFonts w:eastAsia="Calibri" w:cs="Times New Roman"/>
          <w:lang w:eastAsia="cs-CZ"/>
        </w:rPr>
        <w:t xml:space="preserve"> </w:t>
      </w:r>
    </w:p>
    <w:p w14:paraId="721BC934" w14:textId="77777777" w:rsidR="003F0550" w:rsidRPr="009B6581" w:rsidRDefault="003F0550" w:rsidP="003F0550">
      <w:pPr>
        <w:spacing w:after="0"/>
        <w:rPr>
          <w:rFonts w:eastAsia="Calibri" w:cs="Times New Roman"/>
          <w:lang w:eastAsia="cs-CZ"/>
        </w:rPr>
      </w:pPr>
    </w:p>
    <w:p w14:paraId="2F02CF92" w14:textId="77777777" w:rsidR="003F0550" w:rsidRPr="00E5284B" w:rsidRDefault="003F0550" w:rsidP="003F0550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9E1DB4C" w14:textId="77777777" w:rsidR="003F0550" w:rsidRPr="00811003" w:rsidRDefault="003F0550" w:rsidP="003F0550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Barevné řešení a ortogonální rastr jsou oboustranné.</w:t>
      </w:r>
    </w:p>
    <w:p w14:paraId="08A6C27D" w14:textId="77777777" w:rsidR="003F0550" w:rsidRDefault="003F0550" w:rsidP="003F055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07FDAA7" w14:textId="77777777" w:rsidR="003F0550" w:rsidRDefault="003F0550" w:rsidP="003F055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3F3F6B5" w14:textId="77777777" w:rsidR="003F0550" w:rsidRPr="00E5284B" w:rsidRDefault="003F0550" w:rsidP="003F05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214</w:t>
      </w:r>
      <w:r w:rsidRPr="00E5284B">
        <w:rPr>
          <w:rFonts w:eastAsia="Calibri" w:cs="Times New Roman"/>
          <w:b/>
          <w:lang w:eastAsia="cs-CZ"/>
        </w:rPr>
        <w:t>:</w:t>
      </w:r>
    </w:p>
    <w:p w14:paraId="014C66E2" w14:textId="77777777" w:rsidR="003F0550" w:rsidRPr="007E7208" w:rsidRDefault="003F0550" w:rsidP="003F0550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 SO 31-15-02.2 se v TZ píše o jednostranných panelech, v soupisu prvků jsou panely oboustranné. V řezu je také oboustranný panel. Bude tedy oboustranný panel? Pokud ano, jakých pohltivostí každá strana?</w:t>
      </w:r>
      <w:r w:rsidRPr="007E7208">
        <w:rPr>
          <w:rFonts w:eastAsia="Calibri" w:cs="Times New Roman"/>
          <w:lang w:eastAsia="cs-CZ"/>
        </w:rPr>
        <w:t xml:space="preserve"> </w:t>
      </w:r>
    </w:p>
    <w:p w14:paraId="6B13A4F8" w14:textId="77777777" w:rsidR="003F0550" w:rsidRDefault="003F0550" w:rsidP="003F0550">
      <w:pPr>
        <w:spacing w:after="0"/>
        <w:rPr>
          <w:rFonts w:eastAsia="Calibri" w:cs="Times New Roman"/>
          <w:lang w:eastAsia="cs-CZ"/>
        </w:rPr>
      </w:pPr>
    </w:p>
    <w:p w14:paraId="6BACB920" w14:textId="776207E2" w:rsidR="003F0550" w:rsidRPr="00811003" w:rsidRDefault="00811003" w:rsidP="003F0550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3E7B0A">
        <w:rPr>
          <w:rFonts w:eastAsia="Calibri" w:cs="Times New Roman"/>
          <w:b/>
          <w:lang w:eastAsia="cs-CZ"/>
        </w:rPr>
        <w:br/>
      </w:r>
      <w:r w:rsidR="003F0550" w:rsidRPr="00811003">
        <w:rPr>
          <w:rFonts w:eastAsia="Calibri" w:cs="Times New Roman"/>
          <w:b/>
          <w:lang w:eastAsia="cs-CZ"/>
        </w:rPr>
        <w:t xml:space="preserve">Odpověď: </w:t>
      </w:r>
    </w:p>
    <w:p w14:paraId="5C46EFBE" w14:textId="77777777" w:rsidR="003F0550" w:rsidRPr="00811003" w:rsidRDefault="003F0550" w:rsidP="003F0550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Stěna je navržena jako oboustranně poltivá. S pohltivostí A3/A2 dle hlukové studie.</w:t>
      </w:r>
    </w:p>
    <w:p w14:paraId="57634B92" w14:textId="77777777" w:rsidR="0094469E" w:rsidRDefault="0094469E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DD8761" w14:textId="1398805D" w:rsidR="007D278C" w:rsidRPr="00E5284B" w:rsidRDefault="0094469E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7D278C" w:rsidRPr="00E5284B">
        <w:rPr>
          <w:rFonts w:eastAsia="Calibri" w:cs="Times New Roman"/>
          <w:b/>
          <w:lang w:eastAsia="cs-CZ"/>
        </w:rPr>
        <w:t xml:space="preserve">Dotaz č. </w:t>
      </w:r>
      <w:r w:rsidR="007D278C">
        <w:rPr>
          <w:rFonts w:eastAsia="Calibri" w:cs="Times New Roman"/>
          <w:b/>
          <w:lang w:eastAsia="cs-CZ"/>
        </w:rPr>
        <w:t>215</w:t>
      </w:r>
      <w:r w:rsidR="007D278C" w:rsidRPr="00E5284B">
        <w:rPr>
          <w:rFonts w:eastAsia="Calibri" w:cs="Times New Roman"/>
          <w:b/>
          <w:lang w:eastAsia="cs-CZ"/>
        </w:rPr>
        <w:t>:</w:t>
      </w:r>
    </w:p>
    <w:p w14:paraId="051FC477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 PDPS SO 25-19-84 v příloze 2.005 je na výkrese popis konsolidačního násypu s textem „Prekonsolidační násyp do výšky 2,0 m nad niveletou (VIZ SO 25-18-01.1)“</w:t>
      </w:r>
    </w:p>
    <w:p w14:paraId="2EC0CE8A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PDPS SO 25-18-01.1 se o konsolidačním násypu u opěr SO 25-19-84 vůbec nezmiňuje.</w:t>
      </w:r>
    </w:p>
    <w:p w14:paraId="219F74AC" w14:textId="35C05EA6" w:rsidR="007D278C" w:rsidRPr="007E7208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Může Zadavatel uvést výše zmíněné do souladu?</w:t>
      </w:r>
      <w:r w:rsidR="007D278C" w:rsidRPr="007E7208">
        <w:rPr>
          <w:rFonts w:eastAsia="Calibri" w:cs="Times New Roman"/>
          <w:lang w:eastAsia="cs-CZ"/>
        </w:rPr>
        <w:t xml:space="preserve"> </w:t>
      </w:r>
    </w:p>
    <w:p w14:paraId="7D4BBB8E" w14:textId="77777777" w:rsidR="007D278C" w:rsidRDefault="007D278C" w:rsidP="007D278C">
      <w:pPr>
        <w:spacing w:after="0"/>
        <w:rPr>
          <w:rFonts w:eastAsia="Calibri" w:cs="Times New Roman"/>
          <w:b/>
          <w:lang w:eastAsia="cs-CZ"/>
        </w:rPr>
      </w:pPr>
    </w:p>
    <w:p w14:paraId="5D6724F4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C00CB4F" w14:textId="77777777" w:rsidR="007901ED" w:rsidRPr="00811003" w:rsidRDefault="00DB0825" w:rsidP="00DB0825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 xml:space="preserve">Budování prekonsolidačního násypu se dle ZOV odehrává ve stavebním postupu č. 0. Násyp je součástí zemního tělesa pozemní komunikace SO 25-18-01.1. Objekt mostu do násypu „vstupuje“ při jeho odtěžování pro zhotovení krajních opěr a přechodových oblastí mostu. </w:t>
      </w:r>
    </w:p>
    <w:p w14:paraId="034C739F" w14:textId="77777777" w:rsidR="007901ED" w:rsidRPr="00811003" w:rsidRDefault="007901ED" w:rsidP="00DB082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D0A14A2" w14:textId="707C7E72" w:rsidR="007B122E" w:rsidRPr="00811003" w:rsidRDefault="007901ED" w:rsidP="007B122E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 xml:space="preserve">Ve TZ i soupisu prací tento násyp </w:t>
      </w:r>
      <w:r w:rsidR="007B122E" w:rsidRPr="00811003">
        <w:rPr>
          <w:rFonts w:eastAsia="Calibri" w:cs="Times New Roman"/>
          <w:bCs/>
          <w:lang w:eastAsia="cs-CZ"/>
        </w:rPr>
        <w:t xml:space="preserve">nebyl uveden,  </w:t>
      </w:r>
      <w:r w:rsidR="000B2D51" w:rsidRPr="00811003">
        <w:rPr>
          <w:rFonts w:eastAsia="Calibri" w:cs="Times New Roman"/>
          <w:bCs/>
          <w:lang w:eastAsia="cs-CZ"/>
        </w:rPr>
        <w:t xml:space="preserve">nově </w:t>
      </w:r>
      <w:r w:rsidR="007B122E" w:rsidRPr="00811003">
        <w:rPr>
          <w:rFonts w:eastAsia="Calibri" w:cs="Times New Roman"/>
          <w:bCs/>
          <w:lang w:eastAsia="cs-CZ"/>
        </w:rPr>
        <w:t>v TZ viz příloha D_2_1_8_SO251801_1_1.001_TZ -  doplněn odstavec 2.9.5 a příloha č. 3</w:t>
      </w:r>
      <w:r w:rsidR="00874129" w:rsidRPr="00811003">
        <w:rPr>
          <w:rFonts w:eastAsia="Calibri" w:cs="Times New Roman"/>
          <w:bCs/>
          <w:lang w:eastAsia="cs-CZ"/>
        </w:rPr>
        <w:t>(str. 46)</w:t>
      </w:r>
      <w:r w:rsidR="007B122E" w:rsidRPr="00811003">
        <w:rPr>
          <w:rFonts w:eastAsia="Calibri" w:cs="Times New Roman"/>
          <w:bCs/>
          <w:lang w:eastAsia="cs-CZ"/>
        </w:rPr>
        <w:t xml:space="preserve">. V soupisu prací byly opraveny </w:t>
      </w:r>
      <w:r w:rsidR="000B2D51" w:rsidRPr="00811003">
        <w:rPr>
          <w:rFonts w:eastAsia="Calibri" w:cs="Times New Roman"/>
          <w:bCs/>
          <w:lang w:eastAsia="cs-CZ"/>
        </w:rPr>
        <w:t xml:space="preserve">množství </w:t>
      </w:r>
      <w:r w:rsidR="007B122E" w:rsidRPr="00811003">
        <w:rPr>
          <w:rFonts w:eastAsia="Calibri" w:cs="Times New Roman"/>
          <w:bCs/>
          <w:lang w:eastAsia="cs-CZ"/>
        </w:rPr>
        <w:t>příslušn</w:t>
      </w:r>
      <w:r w:rsidR="000B2D51" w:rsidRPr="00811003">
        <w:rPr>
          <w:rFonts w:eastAsia="Calibri" w:cs="Times New Roman"/>
          <w:bCs/>
          <w:lang w:eastAsia="cs-CZ"/>
        </w:rPr>
        <w:t>ých</w:t>
      </w:r>
      <w:r w:rsidR="007B122E" w:rsidRPr="00811003">
        <w:rPr>
          <w:rFonts w:eastAsia="Calibri" w:cs="Times New Roman"/>
          <w:bCs/>
          <w:lang w:eastAsia="cs-CZ"/>
        </w:rPr>
        <w:t xml:space="preserve"> polož</w:t>
      </w:r>
      <w:r w:rsidR="000B2D51" w:rsidRPr="00811003">
        <w:rPr>
          <w:rFonts w:eastAsia="Calibri" w:cs="Times New Roman"/>
          <w:bCs/>
          <w:lang w:eastAsia="cs-CZ"/>
        </w:rPr>
        <w:t xml:space="preserve">ek s kódem 12273 ODKOPÁVKY A PROKOPÁVKY OBECNÉ TŘ. I, 12573 VYKOPÁVKY ZE ZEMNÍKŮ A SKLÁDEK TŘ. I, 17110 ULOŽENÍ SYPANINY DO NÁSYPŮ SE ZHUTNĚNÍM a 17120 ULOŽENÍ SYPANINY DO NÁSYPŮ A NA SKLÁDKY BEZ ZHUTNĚNÍ, a doplněna položka R87530 PREFA PÁSOVÉ SVISLÉ GEODRÉNY. </w:t>
      </w:r>
    </w:p>
    <w:p w14:paraId="26C6521C" w14:textId="77777777" w:rsidR="007B122E" w:rsidRPr="007B122E" w:rsidRDefault="007B122E" w:rsidP="007B12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BDF056F" w14:textId="2148CC0C" w:rsidR="007901ED" w:rsidRDefault="007901ED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0A765FE" w14:textId="2511EB9F" w:rsidR="007D278C" w:rsidRPr="00E5284B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3" w:name="_Hlk192850779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216</w:t>
      </w:r>
      <w:r w:rsidRPr="00E5284B">
        <w:rPr>
          <w:rFonts w:eastAsia="Calibri" w:cs="Times New Roman"/>
          <w:b/>
          <w:lang w:eastAsia="cs-CZ"/>
        </w:rPr>
        <w:t>:</w:t>
      </w:r>
    </w:p>
    <w:p w14:paraId="3F524E58" w14:textId="6FF733A4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 xml:space="preserve">V PDPS SO 25-18-01.1 v odstavci 2.9.3, který se odkazuje na SO 25-19-82 se píše: „Konsolidace podloží oblasti opěr (OP1 a </w:t>
      </w:r>
      <w:r w:rsidRPr="0094469E">
        <w:rPr>
          <w:rFonts w:eastAsia="Calibri" w:cs="Times New Roman"/>
          <w:b/>
          <w:bCs/>
          <w:lang w:eastAsia="cs-CZ"/>
        </w:rPr>
        <w:t>OP4</w:t>
      </w:r>
      <w:r w:rsidRPr="0094469E">
        <w:rPr>
          <w:rFonts w:eastAsia="Calibri" w:cs="Times New Roman"/>
          <w:lang w:eastAsia="cs-CZ"/>
        </w:rPr>
        <w:t>) je doporučena…….“.</w:t>
      </w:r>
    </w:p>
    <w:p w14:paraId="539468A6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 xml:space="preserve">SO 25-19-82 neobsahuje OP4. </w:t>
      </w:r>
    </w:p>
    <w:p w14:paraId="6100A9A6" w14:textId="7F7F8A9B" w:rsidR="007D278C" w:rsidRPr="007E7208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Může Zadavatel uvést výše zmíněné do souladu?</w:t>
      </w:r>
      <w:r w:rsidR="007D278C" w:rsidRPr="007E7208">
        <w:rPr>
          <w:rFonts w:eastAsia="Calibri" w:cs="Times New Roman"/>
          <w:lang w:eastAsia="cs-CZ"/>
        </w:rPr>
        <w:t xml:space="preserve"> </w:t>
      </w:r>
    </w:p>
    <w:p w14:paraId="71792031" w14:textId="77777777" w:rsidR="007D278C" w:rsidRDefault="007D278C" w:rsidP="007D278C">
      <w:pPr>
        <w:spacing w:after="0"/>
        <w:rPr>
          <w:rFonts w:eastAsia="Calibri" w:cs="Times New Roman"/>
          <w:b/>
          <w:lang w:eastAsia="cs-CZ"/>
        </w:rPr>
      </w:pPr>
    </w:p>
    <w:p w14:paraId="4ED4DE4D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E77B0FC" w14:textId="41D54704" w:rsidR="007B122E" w:rsidRPr="00811003" w:rsidRDefault="00281399" w:rsidP="007B122E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Správně by</w:t>
      </w:r>
      <w:r w:rsidR="00C43ED1" w:rsidRPr="00811003">
        <w:rPr>
          <w:rFonts w:eastAsia="Calibri" w:cs="Times New Roman"/>
          <w:bCs/>
          <w:lang w:eastAsia="cs-CZ"/>
        </w:rPr>
        <w:t xml:space="preserve"> měla být v odstavci 2.9.3 uvedena </w:t>
      </w:r>
      <w:r w:rsidRPr="00811003">
        <w:rPr>
          <w:rFonts w:eastAsia="Calibri" w:cs="Times New Roman"/>
          <w:bCs/>
          <w:lang w:eastAsia="cs-CZ"/>
        </w:rPr>
        <w:t xml:space="preserve">opěra 7. Tato chyba vznikla z přílohy č.1 technické zprávy SO 25-18-01.1, kde v odstavci 2.2 je to nazvané jako opěra 4 a při psaní TZ 25-18-01.1 </w:t>
      </w:r>
      <w:r w:rsidR="008E0C87" w:rsidRPr="00811003">
        <w:rPr>
          <w:rFonts w:eastAsia="Calibri" w:cs="Times New Roman"/>
          <w:bCs/>
          <w:lang w:eastAsia="cs-CZ"/>
        </w:rPr>
        <w:t>došlo k překopírování chybného označení</w:t>
      </w:r>
      <w:r w:rsidRPr="00811003">
        <w:rPr>
          <w:rFonts w:eastAsia="Calibri" w:cs="Times New Roman"/>
          <w:bCs/>
          <w:lang w:eastAsia="cs-CZ"/>
        </w:rPr>
        <w:t>.</w:t>
      </w:r>
      <w:r w:rsidR="008E0C87" w:rsidRPr="00811003">
        <w:rPr>
          <w:rFonts w:eastAsia="Calibri" w:cs="Times New Roman"/>
          <w:bCs/>
          <w:lang w:eastAsia="cs-CZ"/>
        </w:rPr>
        <w:t xml:space="preserve"> Opraveno </w:t>
      </w:r>
      <w:r w:rsidR="007B122E" w:rsidRPr="00811003">
        <w:rPr>
          <w:rFonts w:eastAsia="Calibri" w:cs="Times New Roman"/>
          <w:bCs/>
          <w:lang w:eastAsia="cs-CZ"/>
        </w:rPr>
        <w:t xml:space="preserve"> </w:t>
      </w:r>
      <w:r w:rsidR="007B122E" w:rsidRPr="00811003">
        <w:rPr>
          <w:rFonts w:eastAsia="Calibri" w:cs="Times New Roman"/>
          <w:b/>
          <w:lang w:eastAsia="cs-CZ"/>
        </w:rPr>
        <w:t>v TZ viz příloha D_2_1_8_SO251801_1_1.001_TZ - byl doplněn odstavec 2.9.5 a příloha č. 3</w:t>
      </w:r>
      <w:r w:rsidR="00B7331B" w:rsidRPr="00811003">
        <w:rPr>
          <w:rFonts w:eastAsia="Calibri" w:cs="Times New Roman"/>
          <w:b/>
          <w:lang w:eastAsia="cs-CZ"/>
        </w:rPr>
        <w:t xml:space="preserve"> (str. 46)</w:t>
      </w:r>
      <w:r w:rsidR="007B122E" w:rsidRPr="00811003">
        <w:rPr>
          <w:rFonts w:eastAsia="Calibri" w:cs="Times New Roman"/>
          <w:b/>
          <w:lang w:eastAsia="cs-CZ"/>
        </w:rPr>
        <w:t>.</w:t>
      </w:r>
    </w:p>
    <w:p w14:paraId="10CD81A0" w14:textId="77777777" w:rsidR="007B122E" w:rsidRPr="007B122E" w:rsidRDefault="007B122E" w:rsidP="007B12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bookmarkEnd w:id="3"/>
    <w:p w14:paraId="4BAA6612" w14:textId="77777777" w:rsidR="007D278C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31A9EF2" w14:textId="279F0B59" w:rsidR="007D278C" w:rsidRPr="00E5284B" w:rsidRDefault="007D278C" w:rsidP="008110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217</w:t>
      </w:r>
      <w:r w:rsidRPr="00E5284B">
        <w:rPr>
          <w:rFonts w:eastAsia="Calibri" w:cs="Times New Roman"/>
          <w:b/>
          <w:lang w:eastAsia="cs-CZ"/>
        </w:rPr>
        <w:t>:</w:t>
      </w:r>
    </w:p>
    <w:p w14:paraId="2722B9F8" w14:textId="77777777" w:rsidR="0094469E" w:rsidRPr="0094469E" w:rsidRDefault="0094469E" w:rsidP="00811003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 PDPS SO 26-19-81 v kapitole 4.8 „Konsolidace“ je navržen pro urychlení konsolidace u OP1 a OP4 konsolidační násyp.</w:t>
      </w:r>
    </w:p>
    <w:p w14:paraId="7A4533D6" w14:textId="77777777" w:rsidR="0094469E" w:rsidRPr="0094469E" w:rsidRDefault="0094469E" w:rsidP="00811003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Uchazeč nikde v PDPS tohoto SO nenašel odhad času konsolidace.</w:t>
      </w:r>
    </w:p>
    <w:p w14:paraId="4BE2834A" w14:textId="77777777" w:rsidR="0094469E" w:rsidRPr="0094469E" w:rsidRDefault="0094469E" w:rsidP="00811003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Dále se v textu tohoto odstavce píše – „Vzhledem k takto vysokým hodnotám dosednutí podloží doporučujeme zvážit realizaci některé z metod urychlení konsolidace.“</w:t>
      </w:r>
    </w:p>
    <w:p w14:paraId="4BD3931C" w14:textId="77777777" w:rsidR="0094469E" w:rsidRPr="0094469E" w:rsidRDefault="0094469E" w:rsidP="00811003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Doplní Zadavatel odhad času konsolidace násypu?</w:t>
      </w:r>
    </w:p>
    <w:p w14:paraId="23D79B5E" w14:textId="0EBF823A" w:rsidR="007D278C" w:rsidRDefault="0094469E" w:rsidP="00811003">
      <w:pPr>
        <w:spacing w:after="0"/>
        <w:jc w:val="both"/>
        <w:rPr>
          <w:rFonts w:eastAsia="Calibri" w:cs="Times New Roman"/>
          <w:b/>
          <w:lang w:eastAsia="cs-CZ"/>
        </w:rPr>
      </w:pPr>
      <w:r w:rsidRPr="0094469E">
        <w:rPr>
          <w:rFonts w:eastAsia="Calibri" w:cs="Times New Roman"/>
          <w:lang w:eastAsia="cs-CZ"/>
        </w:rPr>
        <w:t>Má tedy uchazeč započítat do nabídkové ceny některou metodu pro urychlení konsolidace?</w:t>
      </w:r>
    </w:p>
    <w:p w14:paraId="326A21E0" w14:textId="77777777" w:rsidR="00811003" w:rsidRDefault="00811003" w:rsidP="00BA0C53">
      <w:pPr>
        <w:spacing w:after="0"/>
        <w:rPr>
          <w:rFonts w:eastAsia="Calibri" w:cs="Times New Roman"/>
          <w:b/>
          <w:lang w:eastAsia="cs-CZ"/>
        </w:rPr>
      </w:pPr>
    </w:p>
    <w:p w14:paraId="661CB065" w14:textId="45F71194" w:rsidR="007D278C" w:rsidRPr="00BA0C53" w:rsidRDefault="007D278C" w:rsidP="00BA0C53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DD75751" w14:textId="3CCF7BC6" w:rsidR="00281399" w:rsidRPr="00811003" w:rsidRDefault="00281399" w:rsidP="008110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Přesný výpočet konsolidace je proveden v rámci geotechnických výpočtů pro SO 26-18-02. Tento výpočet byl doplněn do technické zprávy SO 26-19-81 jako její příloha viz D_2_1_4_SO261981_1.101_TZ. V rámci výpočtu je uveden také časový průběh konsolidace. Je na zhotoviteli stavby, jestli s ohledem na urychlení a případnou úpravu postupu prací nezvolí některou z metod pro urychlení konsolidace. V rámci projektu se s tím nepočítalo. Návrh konsolidace je proveden v rámci SO 26-18-02.</w:t>
      </w:r>
    </w:p>
    <w:p w14:paraId="33A91666" w14:textId="0295DEAC" w:rsidR="00281399" w:rsidRPr="00811003" w:rsidRDefault="00281399" w:rsidP="00281399">
      <w:pPr>
        <w:spacing w:after="0" w:line="240" w:lineRule="auto"/>
        <w:rPr>
          <w:rFonts w:eastAsia="Calibri" w:cs="Times New Roman"/>
          <w:b/>
          <w:lang w:eastAsia="cs-CZ"/>
        </w:rPr>
      </w:pPr>
      <w:r w:rsidRPr="00811003">
        <w:rPr>
          <w:rFonts w:eastAsia="Calibri" w:cs="Times New Roman"/>
          <w:b/>
          <w:lang w:eastAsia="cs-CZ"/>
        </w:rPr>
        <w:t>Příloha</w:t>
      </w:r>
      <w:r w:rsidR="007901ED" w:rsidRPr="00811003">
        <w:rPr>
          <w:rFonts w:eastAsia="Calibri" w:cs="Times New Roman"/>
          <w:b/>
          <w:lang w:eastAsia="cs-CZ"/>
        </w:rPr>
        <w:t xml:space="preserve"> : D_2_1_4_SO261981_1.101_TZ.pdf</w:t>
      </w:r>
    </w:p>
    <w:p w14:paraId="75A80E18" w14:textId="77777777" w:rsidR="007D278C" w:rsidRDefault="007D278C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B31B524" w14:textId="77777777" w:rsidR="007D278C" w:rsidRDefault="007D278C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CFEFAD2" w14:textId="02F6FC09" w:rsidR="007D278C" w:rsidRPr="00E5284B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218</w:t>
      </w:r>
      <w:r w:rsidRPr="00E5284B">
        <w:rPr>
          <w:rFonts w:eastAsia="Calibri" w:cs="Times New Roman"/>
          <w:b/>
          <w:lang w:eastAsia="cs-CZ"/>
        </w:rPr>
        <w:t>:</w:t>
      </w:r>
    </w:p>
    <w:p w14:paraId="4BA32C19" w14:textId="77777777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 PDPS SO 27-19-17.1 v kapitole 4.4 „Spodní stavba“ se hovoří o dočasné konstrukci, která zamezí znečištění vyčnívající výztuže a pracovní spáry zeminou. Tato konstrukce není v PDPS blíže specifikována.</w:t>
      </w:r>
    </w:p>
    <w:p w14:paraId="6CE934D6" w14:textId="4DDF98D1" w:rsidR="007D278C" w:rsidRPr="007E7208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lastRenderedPageBreak/>
        <w:t>Poskytne Zadavatel bližší specifikaci této konstrukce?</w:t>
      </w:r>
      <w:r w:rsidR="007D278C" w:rsidRPr="007E7208">
        <w:rPr>
          <w:rFonts w:eastAsia="Calibri" w:cs="Times New Roman"/>
          <w:lang w:eastAsia="cs-CZ"/>
        </w:rPr>
        <w:t xml:space="preserve"> </w:t>
      </w:r>
    </w:p>
    <w:p w14:paraId="499CDAD2" w14:textId="77777777" w:rsidR="007D278C" w:rsidRDefault="007D278C" w:rsidP="007D278C">
      <w:pPr>
        <w:spacing w:after="0"/>
        <w:rPr>
          <w:rFonts w:eastAsia="Calibri" w:cs="Times New Roman"/>
          <w:b/>
          <w:lang w:eastAsia="cs-CZ"/>
        </w:rPr>
      </w:pPr>
    </w:p>
    <w:p w14:paraId="2183857B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DA47555" w14:textId="3F3F665D" w:rsidR="007D278C" w:rsidRPr="00811003" w:rsidRDefault="001D1F84" w:rsidP="008110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 xml:space="preserve">Pravděpodobně se jedná </w:t>
      </w:r>
      <w:r w:rsidR="001A3048" w:rsidRPr="00811003">
        <w:rPr>
          <w:rFonts w:eastAsia="Calibri" w:cs="Times New Roman"/>
          <w:bCs/>
          <w:lang w:eastAsia="cs-CZ"/>
        </w:rPr>
        <w:t>o přepis v čísle objektu</w:t>
      </w:r>
      <w:r w:rsidRPr="00811003">
        <w:rPr>
          <w:rFonts w:eastAsia="Calibri" w:cs="Times New Roman"/>
          <w:bCs/>
          <w:lang w:eastAsia="cs-CZ"/>
        </w:rPr>
        <w:t>, tzn. dotaz se týká SO 27-19-71.1.</w:t>
      </w:r>
    </w:p>
    <w:p w14:paraId="7F235100" w14:textId="77777777" w:rsidR="00315DB5" w:rsidRPr="00811003" w:rsidRDefault="00315DB5" w:rsidP="008110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U konstrukce je rozhodující, aby splnila na ni kladené požadavky, které v TZ ve stejném odstavci byly definovány. Tedy zamezit znečištění vyčnívající výztuže a pracovní spáry zeminou a odolat účinkům vyvozeným hutněním násypu. Konkrétní podoba konstrukce je na daném zhotoviteli.</w:t>
      </w:r>
    </w:p>
    <w:p w14:paraId="08E75CDF" w14:textId="77777777" w:rsidR="00315DB5" w:rsidRPr="00811003" w:rsidRDefault="00315DB5" w:rsidP="008110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Např. je možné využít systémového bednění s prostorovou tuhostí, které se postaví kolem hlavy dříku a horní povrch se uzavře překrytím silničním panelem. Alternativou je i prostorově měkká konstrukce a vnitřek bude vysypán hrubým kamenivem frakce 32/64, které zajistí chybějící prostorovou tuhost a po rozebrání konstrukce bude odstraněno. V obou případech bude povrch obalen geotextilii.</w:t>
      </w:r>
    </w:p>
    <w:p w14:paraId="393619D1" w14:textId="77777777" w:rsidR="007D278C" w:rsidRDefault="007D278C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893BE4" w14:textId="77777777" w:rsidR="007D278C" w:rsidRDefault="007D278C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ACB9949" w14:textId="29ECD0EB" w:rsidR="007D278C" w:rsidRPr="00E5284B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4" w:name="_Hlk192849862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219</w:t>
      </w:r>
      <w:r w:rsidRPr="00E5284B">
        <w:rPr>
          <w:rFonts w:eastAsia="Calibri" w:cs="Times New Roman"/>
          <w:b/>
          <w:lang w:eastAsia="cs-CZ"/>
        </w:rPr>
        <w:t>:</w:t>
      </w:r>
    </w:p>
    <w:p w14:paraId="40112070" w14:textId="77777777" w:rsidR="0094469E" w:rsidRDefault="0094469E" w:rsidP="007D278C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 technické zprávě ZOV je plocha ZS2c určena jako plocha zařízení stavby, účelem recyklační základna, deponie…. Pozemek 1337/53 je ve vlastnictví města Kojetín. V příloze ZTP 7.1.8. není evidována žádná nájemní smlouva k tomuto pozemku.</w:t>
      </w:r>
    </w:p>
    <w:p w14:paraId="3FC437F2" w14:textId="06532DCF" w:rsidR="007D278C" w:rsidRPr="007E7208" w:rsidRDefault="0094469E" w:rsidP="007D278C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Žádáme o informace, v jaké fázi projednávání je využívání tohoto pozemku stavbou, zejména jde o nájemní smlouvu a projednání umístění recyklační základny s příslušnými orgány.</w:t>
      </w:r>
      <w:r w:rsidR="007D278C" w:rsidRPr="007E7208">
        <w:rPr>
          <w:rFonts w:eastAsia="Calibri" w:cs="Times New Roman"/>
          <w:lang w:eastAsia="cs-CZ"/>
        </w:rPr>
        <w:t xml:space="preserve"> </w:t>
      </w:r>
    </w:p>
    <w:p w14:paraId="65A3221E" w14:textId="77777777" w:rsidR="007D278C" w:rsidRDefault="007D278C" w:rsidP="007D278C">
      <w:pPr>
        <w:spacing w:after="0"/>
        <w:rPr>
          <w:rFonts w:eastAsia="Calibri" w:cs="Times New Roman"/>
          <w:lang w:eastAsia="cs-CZ"/>
        </w:rPr>
      </w:pPr>
    </w:p>
    <w:p w14:paraId="3E60C59F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F3ACF2F" w14:textId="18408F06" w:rsidR="00EB25D1" w:rsidRPr="00811003" w:rsidRDefault="00EB25D1" w:rsidP="00EB25D1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Nájemní smlouva s vlastníkem pozemku je projednána a je na podpisu zúčastněných stran.</w:t>
      </w:r>
      <w:r w:rsidR="00D06C94" w:rsidRPr="00811003">
        <w:rPr>
          <w:rFonts w:eastAsia="Calibri" w:cs="Times New Roman"/>
          <w:bCs/>
          <w:lang w:eastAsia="cs-CZ"/>
        </w:rPr>
        <w:t xml:space="preserve"> </w:t>
      </w:r>
    </w:p>
    <w:p w14:paraId="50AA82F3" w14:textId="77777777" w:rsidR="00F96AF7" w:rsidRDefault="00F96AF7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9DF7587" w14:textId="77777777" w:rsidR="00437ADE" w:rsidRDefault="00437ADE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87E5A2C" w14:textId="500C8EF4" w:rsidR="007D278C" w:rsidRPr="00E5284B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220</w:t>
      </w:r>
      <w:r w:rsidRPr="00E5284B">
        <w:rPr>
          <w:rFonts w:eastAsia="Calibri" w:cs="Times New Roman"/>
          <w:b/>
          <w:lang w:eastAsia="cs-CZ"/>
        </w:rPr>
        <w:t>:</w:t>
      </w:r>
    </w:p>
    <w:tbl>
      <w:tblPr>
        <w:tblW w:w="867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6971"/>
      </w:tblGrid>
      <w:tr w:rsidR="0094469E" w:rsidRPr="0094469E" w14:paraId="7E6FBF8C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C423" w14:textId="4A44C172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 27-17-01.1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340E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Žst. Chropyně, železniční svršek</w:t>
            </w:r>
          </w:p>
        </w:tc>
      </w:tr>
      <w:tr w:rsidR="0094469E" w:rsidRPr="0094469E" w14:paraId="09D4C51F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479F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 27-17-01.2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7441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Žst. Chropyně, vlečka č.6180, železniční svršek</w:t>
            </w:r>
          </w:p>
        </w:tc>
      </w:tr>
      <w:tr w:rsidR="0094469E" w:rsidRPr="0094469E" w14:paraId="53D7EF06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F221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 27-17-01.3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BAD9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Žst. Chropyně, vlečka č.6181, železniční svršek</w:t>
            </w:r>
          </w:p>
        </w:tc>
      </w:tr>
      <w:tr w:rsidR="0094469E" w:rsidRPr="0094469E" w14:paraId="52A06A7F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8B01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 28-17-01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6654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Chropyně - Přerov, železniční svršek</w:t>
            </w:r>
          </w:p>
        </w:tc>
      </w:tr>
      <w:tr w:rsidR="0094469E" w:rsidRPr="0094469E" w14:paraId="5508C5A5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7D00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 31-17-01.01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544D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Žst. Přerov, železniční svršek</w:t>
            </w:r>
          </w:p>
        </w:tc>
      </w:tr>
      <w:tr w:rsidR="0094469E" w:rsidRPr="0094469E" w14:paraId="64F56633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2335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 25-17-01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810B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žst. Kojetín, železniční svršek</w:t>
            </w:r>
          </w:p>
        </w:tc>
      </w:tr>
      <w:tr w:rsidR="0094469E" w:rsidRPr="0094469E" w14:paraId="28246521" w14:textId="77777777" w:rsidTr="0094469E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9F40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SO 26-17-01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233C" w14:textId="77777777" w:rsidR="0094469E" w:rsidRPr="0094469E" w:rsidRDefault="0094469E" w:rsidP="0094469E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94469E">
              <w:rPr>
                <w:rFonts w:eastAsia="Calibri" w:cs="Times New Roman"/>
                <w:lang w:eastAsia="cs-CZ"/>
              </w:rPr>
              <w:t>Kojetín - Chropyně, železniční svršek</w:t>
            </w:r>
          </w:p>
        </w:tc>
      </w:tr>
    </w:tbl>
    <w:p w14:paraId="17485C89" w14:textId="4ABDFCF8" w:rsidR="0094469E" w:rsidRPr="0094469E" w:rsidRDefault="0094469E" w:rsidP="0094469E">
      <w:pPr>
        <w:spacing w:after="0"/>
        <w:jc w:val="both"/>
        <w:rPr>
          <w:rFonts w:eastAsia="Calibri" w:cs="Times New Roman"/>
          <w:lang w:eastAsia="cs-CZ"/>
        </w:rPr>
      </w:pPr>
      <w:r w:rsidRPr="0094469E">
        <w:rPr>
          <w:rFonts w:eastAsia="Calibri" w:cs="Times New Roman"/>
          <w:lang w:eastAsia="cs-CZ"/>
        </w:rPr>
        <w:t>V jakém místě uvažuje zadavatel s umístěním demontážních základen u výše uvedených stavebních objektů?</w:t>
      </w:r>
    </w:p>
    <w:p w14:paraId="52563222" w14:textId="237CAB3B" w:rsidR="007D278C" w:rsidRPr="007E7208" w:rsidRDefault="007D278C" w:rsidP="007D278C">
      <w:pPr>
        <w:spacing w:after="0"/>
        <w:jc w:val="both"/>
        <w:rPr>
          <w:rFonts w:eastAsia="Calibri" w:cs="Times New Roman"/>
          <w:lang w:eastAsia="cs-CZ"/>
        </w:rPr>
      </w:pPr>
      <w:r w:rsidRPr="007E7208">
        <w:rPr>
          <w:rFonts w:eastAsia="Calibri" w:cs="Times New Roman"/>
          <w:lang w:eastAsia="cs-CZ"/>
        </w:rPr>
        <w:t xml:space="preserve"> </w:t>
      </w:r>
    </w:p>
    <w:p w14:paraId="33DF75A9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bookmarkEnd w:id="4"/>
    <w:p w14:paraId="4CCB9F51" w14:textId="02ABB96B" w:rsidR="00EB25D1" w:rsidRPr="00811003" w:rsidRDefault="00EB25D1" w:rsidP="00EB25D1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Montážní a demontážní základna uvažována na zpevněných plochách ŽST Kojetín a ŽST Přerov, pokud je technologie zhotovitele bude vyžadovat.</w:t>
      </w:r>
    </w:p>
    <w:p w14:paraId="3D3F9C1D" w14:textId="77777777" w:rsidR="00EB25D1" w:rsidRDefault="00EB25D1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824A74" w14:textId="77777777" w:rsidR="00EB25D1" w:rsidRDefault="00EB25D1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D32AB2D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>Dotaz č. 221:</w:t>
      </w:r>
    </w:p>
    <w:p w14:paraId="6BDD8894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>PS 80-14 02 (Kojetín – Přerov, přeložky a úpravy kabelů SŽ)</w:t>
      </w:r>
    </w:p>
    <w:p w14:paraId="2CCD8E8D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Cs/>
          <w:lang w:eastAsia="cs-CZ"/>
        </w:rPr>
        <w:t xml:space="preserve">Ve výkazu výměr je pro nově pokládaný provizorní dálkový kabel v délce 17 000 m, použito 87 spojek dálkového kabelu. Žádáme zadavatele o vysvětlení, proč je zde použito takové množství spojek. </w:t>
      </w:r>
    </w:p>
    <w:p w14:paraId="64E28991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1C4716A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 xml:space="preserve">Odpověď: </w:t>
      </w:r>
    </w:p>
    <w:p w14:paraId="483FE55F" w14:textId="3E10DAFC" w:rsidR="00235674" w:rsidRPr="00811003" w:rsidRDefault="00783D0F" w:rsidP="008110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Cs/>
          <w:lang w:eastAsia="cs-CZ"/>
        </w:rPr>
        <w:t>Návrh kabelu byl proveden podle dokumentace stávajícího stavu, kde byl</w:t>
      </w:r>
      <w:r w:rsidR="008E0C87" w:rsidRPr="00811003">
        <w:rPr>
          <w:rFonts w:eastAsia="Calibri" w:cs="Times New Roman"/>
          <w:bCs/>
          <w:lang w:eastAsia="cs-CZ"/>
        </w:rPr>
        <w:t>y</w:t>
      </w:r>
      <w:r w:rsidRPr="00811003">
        <w:rPr>
          <w:rFonts w:eastAsia="Calibri" w:cs="Times New Roman"/>
          <w:bCs/>
          <w:lang w:eastAsia="cs-CZ"/>
        </w:rPr>
        <w:t xml:space="preserve"> v té době dodá</w:t>
      </w:r>
      <w:r w:rsidR="008E0C87" w:rsidRPr="00811003">
        <w:rPr>
          <w:rFonts w:eastAsia="Calibri" w:cs="Times New Roman"/>
          <w:bCs/>
          <w:lang w:eastAsia="cs-CZ"/>
        </w:rPr>
        <w:t>vá</w:t>
      </w:r>
      <w:r w:rsidRPr="00811003">
        <w:rPr>
          <w:rFonts w:eastAsia="Calibri" w:cs="Times New Roman"/>
          <w:bCs/>
          <w:lang w:eastAsia="cs-CZ"/>
        </w:rPr>
        <w:t xml:space="preserve">ny </w:t>
      </w:r>
      <w:r w:rsidR="008E0C87" w:rsidRPr="00811003">
        <w:rPr>
          <w:rFonts w:eastAsia="Calibri" w:cs="Times New Roman"/>
          <w:bCs/>
          <w:lang w:eastAsia="cs-CZ"/>
        </w:rPr>
        <w:t xml:space="preserve">kabely </w:t>
      </w:r>
      <w:r w:rsidRPr="00811003">
        <w:rPr>
          <w:rFonts w:eastAsia="Calibri" w:cs="Times New Roman"/>
          <w:bCs/>
          <w:lang w:eastAsia="cs-CZ"/>
        </w:rPr>
        <w:t xml:space="preserve">délky po 200 m. </w:t>
      </w:r>
      <w:r w:rsidR="008E0C87" w:rsidRPr="00811003">
        <w:rPr>
          <w:rFonts w:eastAsia="Calibri" w:cs="Times New Roman"/>
          <w:bCs/>
          <w:lang w:eastAsia="cs-CZ"/>
        </w:rPr>
        <w:t>Bylo zjištěno,</w:t>
      </w:r>
      <w:r w:rsidRPr="00811003">
        <w:rPr>
          <w:rFonts w:eastAsia="Calibri" w:cs="Times New Roman"/>
          <w:bCs/>
          <w:lang w:eastAsia="cs-CZ"/>
        </w:rPr>
        <w:t xml:space="preserve"> že </w:t>
      </w:r>
      <w:r w:rsidR="008E0C87" w:rsidRPr="00811003">
        <w:rPr>
          <w:rFonts w:eastAsia="Calibri" w:cs="Times New Roman"/>
          <w:bCs/>
          <w:lang w:eastAsia="cs-CZ"/>
        </w:rPr>
        <w:t>lze</w:t>
      </w:r>
      <w:r w:rsidRPr="00811003">
        <w:rPr>
          <w:rFonts w:eastAsia="Calibri" w:cs="Times New Roman"/>
          <w:bCs/>
          <w:lang w:eastAsia="cs-CZ"/>
        </w:rPr>
        <w:t xml:space="preserve"> vyrobit</w:t>
      </w:r>
      <w:r w:rsidR="008E0C87" w:rsidRPr="00811003">
        <w:rPr>
          <w:rFonts w:eastAsia="Calibri" w:cs="Times New Roman"/>
          <w:bCs/>
          <w:lang w:eastAsia="cs-CZ"/>
        </w:rPr>
        <w:t xml:space="preserve"> i</w:t>
      </w:r>
      <w:r w:rsidRPr="00811003">
        <w:rPr>
          <w:rFonts w:eastAsia="Calibri" w:cs="Times New Roman"/>
          <w:bCs/>
          <w:lang w:eastAsia="cs-CZ"/>
        </w:rPr>
        <w:t xml:space="preserve"> dvojnásobné délky. Počet spojek </w:t>
      </w:r>
      <w:r w:rsidR="008E0C87" w:rsidRPr="00811003">
        <w:rPr>
          <w:rFonts w:eastAsia="Calibri" w:cs="Times New Roman"/>
          <w:bCs/>
          <w:lang w:eastAsia="cs-CZ"/>
        </w:rPr>
        <w:t xml:space="preserve">v soupisu prací byl </w:t>
      </w:r>
      <w:r w:rsidRPr="00811003">
        <w:rPr>
          <w:rFonts w:eastAsia="Calibri" w:cs="Times New Roman"/>
          <w:bCs/>
          <w:lang w:eastAsia="cs-CZ"/>
        </w:rPr>
        <w:t>snížen</w:t>
      </w:r>
      <w:r w:rsidR="00070A66" w:rsidRPr="00811003">
        <w:rPr>
          <w:rFonts w:eastAsia="Calibri" w:cs="Times New Roman"/>
          <w:bCs/>
          <w:lang w:eastAsia="cs-CZ"/>
        </w:rPr>
        <w:t xml:space="preserve"> – úprava množství položky 75II32 SPOJKA DÁLKOVÉHO KABELU PŘES 100 ŽIL – DODÁVKA a </w:t>
      </w:r>
      <w:r w:rsidRPr="00811003">
        <w:rPr>
          <w:rFonts w:eastAsia="Calibri" w:cs="Times New Roman"/>
          <w:bCs/>
          <w:lang w:eastAsia="cs-CZ"/>
        </w:rPr>
        <w:t xml:space="preserve"> </w:t>
      </w:r>
      <w:r w:rsidR="00070A66" w:rsidRPr="00811003">
        <w:rPr>
          <w:rFonts w:eastAsia="Calibri" w:cs="Times New Roman"/>
          <w:bCs/>
          <w:lang w:eastAsia="cs-CZ"/>
        </w:rPr>
        <w:t>75II3X SPOJKA DÁLKOVÉHO KABELU – MONTÁŽ z 87 ks na 44 ks.</w:t>
      </w:r>
    </w:p>
    <w:p w14:paraId="0D3A80D7" w14:textId="77777777" w:rsidR="00281399" w:rsidRDefault="00281399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EFE0E8" w14:textId="77777777" w:rsidR="00811003" w:rsidRDefault="00811003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8D60BDD" w14:textId="197A8B30" w:rsidR="00235674" w:rsidRPr="00235674" w:rsidRDefault="00235674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>Dotaz č. 222:</w:t>
      </w:r>
    </w:p>
    <w:p w14:paraId="0691DE2D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>PS 25-14-07 (Žst. Kojetín, kamerový systém)</w:t>
      </w:r>
    </w:p>
    <w:p w14:paraId="2505235D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Cs/>
          <w:lang w:eastAsia="cs-CZ"/>
        </w:rPr>
        <w:t>Žádáme zadavatele o opravu množství u položky č. 57 na 18 kusů dle množství dodávaných switchů (viz. položky č.54,55,56)</w:t>
      </w:r>
    </w:p>
    <w:tbl>
      <w:tblPr>
        <w:tblW w:w="817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3080"/>
        <w:gridCol w:w="1134"/>
        <w:gridCol w:w="1700"/>
      </w:tblGrid>
      <w:tr w:rsidR="00235674" w:rsidRPr="00235674" w14:paraId="7BC863A2" w14:textId="77777777" w:rsidTr="0023567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2A7768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33BBB4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75M91X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4C9F3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DATOVÁ INFRASTRUKTURA LAN, SWITCH ETHERNET L2 - MONTÁŽ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B435CA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8036F0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17,000</w:t>
            </w:r>
          </w:p>
        </w:tc>
      </w:tr>
    </w:tbl>
    <w:p w14:paraId="51A344DF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Cs/>
          <w:lang w:eastAsia="cs-CZ"/>
        </w:rPr>
        <w:t xml:space="preserve"> </w:t>
      </w:r>
    </w:p>
    <w:p w14:paraId="7F960523" w14:textId="329407F0" w:rsidR="00235674" w:rsidRPr="00235674" w:rsidRDefault="00811003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lastRenderedPageBreak/>
        <w:br/>
      </w:r>
      <w:r w:rsidR="00235674" w:rsidRPr="00235674">
        <w:rPr>
          <w:rFonts w:eastAsia="Calibri" w:cs="Times New Roman"/>
          <w:b/>
          <w:bCs/>
          <w:lang w:eastAsia="cs-CZ"/>
        </w:rPr>
        <w:t xml:space="preserve">Odpověď: </w:t>
      </w:r>
    </w:p>
    <w:p w14:paraId="4D0FB842" w14:textId="2E784B94" w:rsidR="00235674" w:rsidRPr="00811003" w:rsidRDefault="00A926AD" w:rsidP="00235674">
      <w:pPr>
        <w:spacing w:after="0" w:line="240" w:lineRule="auto"/>
        <w:rPr>
          <w:rFonts w:eastAsia="Calibri" w:cs="Times New Roman"/>
          <w:b/>
          <w:lang w:eastAsia="cs-CZ"/>
        </w:rPr>
      </w:pPr>
      <w:r w:rsidRPr="00811003">
        <w:rPr>
          <w:rFonts w:eastAsia="Calibri" w:cs="Times New Roman"/>
          <w:bCs/>
          <w:lang w:eastAsia="cs-CZ"/>
        </w:rPr>
        <w:t xml:space="preserve">Množství uvedené položky bylo v soupisu prací opraveno. </w:t>
      </w:r>
    </w:p>
    <w:p w14:paraId="6F1C88DA" w14:textId="77777777" w:rsid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0CD25E3" w14:textId="77777777" w:rsidR="00811003" w:rsidRPr="00235674" w:rsidRDefault="00811003" w:rsidP="002356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4BAFAF9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>Dotaz č. 223:</w:t>
      </w:r>
    </w:p>
    <w:p w14:paraId="043AEBF7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5674">
        <w:rPr>
          <w:rFonts w:eastAsia="Calibri" w:cs="Times New Roman"/>
          <w:b/>
          <w:bCs/>
          <w:lang w:eastAsia="cs-CZ"/>
        </w:rPr>
        <w:t>PS 27-14-05 (Žst. Chropyně, kamerový systém)</w:t>
      </w:r>
    </w:p>
    <w:p w14:paraId="637B1D79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Cs/>
          <w:lang w:eastAsia="cs-CZ"/>
        </w:rPr>
        <w:t xml:space="preserve">Žádáme zadavatele o opravu množství u položky č. 53 na 10 kusů dle množství dodávaných switchů (viz. položky č.50,51,52) </w:t>
      </w:r>
    </w:p>
    <w:tbl>
      <w:tblPr>
        <w:tblW w:w="821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2977"/>
        <w:gridCol w:w="1276"/>
        <w:gridCol w:w="1700"/>
      </w:tblGrid>
      <w:tr w:rsidR="00235674" w:rsidRPr="00235674" w14:paraId="4D491267" w14:textId="77777777" w:rsidTr="0023567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269463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173CE2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75M91X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87764D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DATOVÁ INFRASTRUKTURA LAN, SWITCH ETHERNET L2 - MONTÁŽ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D25DC3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63C9FF" w14:textId="77777777" w:rsidR="00235674" w:rsidRPr="00235674" w:rsidRDefault="00235674" w:rsidP="00235674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235674">
              <w:rPr>
                <w:rFonts w:eastAsia="Calibri" w:cs="Times New Roman"/>
                <w:bCs/>
                <w:lang w:eastAsia="cs-CZ"/>
              </w:rPr>
              <w:t xml:space="preserve">    9,000</w:t>
            </w:r>
          </w:p>
        </w:tc>
      </w:tr>
    </w:tbl>
    <w:p w14:paraId="0753E04C" w14:textId="77777777" w:rsidR="00235674" w:rsidRPr="00235674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5674">
        <w:rPr>
          <w:rFonts w:eastAsia="Calibri" w:cs="Times New Roman"/>
          <w:bCs/>
          <w:lang w:eastAsia="cs-CZ"/>
        </w:rPr>
        <w:t xml:space="preserve"> </w:t>
      </w:r>
    </w:p>
    <w:p w14:paraId="37D08626" w14:textId="77777777" w:rsidR="00235674" w:rsidRPr="00811003" w:rsidRDefault="00235674" w:rsidP="00235674">
      <w:pPr>
        <w:spacing w:after="0" w:line="240" w:lineRule="auto"/>
        <w:rPr>
          <w:rFonts w:eastAsia="Calibri" w:cs="Times New Roman"/>
          <w:bCs/>
          <w:lang w:eastAsia="cs-CZ"/>
        </w:rPr>
      </w:pPr>
      <w:r w:rsidRPr="00811003">
        <w:rPr>
          <w:rFonts w:eastAsia="Calibri" w:cs="Times New Roman"/>
          <w:b/>
          <w:bCs/>
          <w:lang w:eastAsia="cs-CZ"/>
        </w:rPr>
        <w:t xml:space="preserve">Odpověď: </w:t>
      </w:r>
    </w:p>
    <w:p w14:paraId="60CEBE35" w14:textId="77777777" w:rsidR="00A926AD" w:rsidRPr="00811003" w:rsidRDefault="00A926AD" w:rsidP="00A926AD">
      <w:pPr>
        <w:spacing w:after="0" w:line="240" w:lineRule="auto"/>
        <w:rPr>
          <w:rFonts w:eastAsia="Calibri" w:cs="Times New Roman"/>
          <w:b/>
          <w:lang w:eastAsia="cs-CZ"/>
        </w:rPr>
      </w:pPr>
      <w:r w:rsidRPr="00811003">
        <w:rPr>
          <w:rFonts w:eastAsia="Calibri" w:cs="Times New Roman"/>
          <w:bCs/>
          <w:lang w:eastAsia="cs-CZ"/>
        </w:rPr>
        <w:t xml:space="preserve">Množství uvedené položky bylo v soupisu prací opraveno. </w:t>
      </w:r>
    </w:p>
    <w:p w14:paraId="5DC78E9C" w14:textId="77777777" w:rsidR="00FE7378" w:rsidRPr="00811003" w:rsidRDefault="00FE7378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9E6E2C3" w14:textId="77777777" w:rsidR="00881165" w:rsidRDefault="00881165" w:rsidP="0088116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36C7023" w14:textId="77777777" w:rsidR="003E7B0A" w:rsidRDefault="003E7B0A" w:rsidP="0088116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9649C1" w14:textId="77777777" w:rsidR="00881165" w:rsidRDefault="00881165" w:rsidP="00881165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bCs/>
          <w:lang w:eastAsia="cs-CZ"/>
        </w:rPr>
        <w:t>15</w:t>
      </w:r>
      <w:r w:rsidRPr="00875323">
        <w:rPr>
          <w:rFonts w:eastAsia="Times New Roman" w:cs="Times New Roman"/>
          <w:b/>
          <w:bCs/>
          <w:lang w:eastAsia="cs-CZ"/>
        </w:rPr>
        <w:t>. 4</w:t>
      </w:r>
      <w:r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 xml:space="preserve"> na den </w:t>
      </w:r>
      <w:r w:rsidRPr="00875323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6</w:t>
      </w:r>
      <w:r w:rsidRPr="00875323">
        <w:rPr>
          <w:rFonts w:eastAsia="Times New Roman" w:cs="Times New Roman"/>
          <w:b/>
          <w:bCs/>
          <w:lang w:eastAsia="cs-CZ"/>
        </w:rPr>
        <w:t>. 4</w:t>
      </w:r>
      <w:r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>.</w:t>
      </w:r>
    </w:p>
    <w:p w14:paraId="05982EC8" w14:textId="77777777" w:rsidR="00881165" w:rsidRDefault="00881165" w:rsidP="00881165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A4774F1" w14:textId="77777777" w:rsidR="00881165" w:rsidRDefault="00881165" w:rsidP="0088116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25E0390" w14:textId="77777777" w:rsidR="00881165" w:rsidRPr="00C6581F" w:rsidRDefault="00881165" w:rsidP="0088116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4BBB8620" w14:textId="77777777" w:rsidR="00881165" w:rsidRDefault="00881165" w:rsidP="00881165">
      <w:pPr>
        <w:spacing w:after="0" w:line="240" w:lineRule="auto"/>
        <w:rPr>
          <w:rFonts w:eastAsia="Times New Roman" w:cs="Times New Roman"/>
          <w:lang w:eastAsia="cs-CZ"/>
        </w:rPr>
      </w:pPr>
    </w:p>
    <w:p w14:paraId="74155928" w14:textId="77777777" w:rsidR="00881165" w:rsidRDefault="00881165" w:rsidP="0088116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720A4412" w14:textId="77777777" w:rsidR="00881165" w:rsidRPr="00BD5319" w:rsidRDefault="00881165" w:rsidP="0088116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EE26027" w14:textId="77777777" w:rsidR="00881165" w:rsidRPr="009C7B39" w:rsidRDefault="00881165" w:rsidP="00881165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AE5137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5</w:t>
      </w:r>
      <w:r w:rsidRPr="00AE5137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16.04.2025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D8F6427" w14:textId="77777777" w:rsidR="00881165" w:rsidRPr="00BD5319" w:rsidRDefault="00881165" w:rsidP="00881165">
      <w:pPr>
        <w:spacing w:after="0" w:line="240" w:lineRule="auto"/>
        <w:rPr>
          <w:rFonts w:eastAsia="Times New Roman" w:cs="Times New Roman"/>
          <w:lang w:eastAsia="cs-CZ"/>
        </w:rPr>
      </w:pPr>
    </w:p>
    <w:p w14:paraId="2101F78C" w14:textId="77777777" w:rsidR="00881165" w:rsidRPr="00B65BD6" w:rsidRDefault="00881165" w:rsidP="00881165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</w:t>
      </w:r>
      <w:r w:rsidRPr="00B65BD6">
        <w:rPr>
          <w:rFonts w:eastAsia="Calibri" w:cs="Times New Roman"/>
          <w:lang w:eastAsia="cs-CZ"/>
        </w:rPr>
        <w:t xml:space="preserve">zadavatele na webovém portálu </w:t>
      </w:r>
      <w:hyperlink r:id="rId13" w:history="1">
        <w:r w:rsidRPr="00B65BD6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B65BD6">
        <w:rPr>
          <w:rFonts w:eastAsia="Calibri" w:cs="Times New Roman"/>
          <w:u w:val="single"/>
          <w:lang w:eastAsia="cs-CZ"/>
        </w:rPr>
        <w:t>.</w:t>
      </w:r>
    </w:p>
    <w:p w14:paraId="6382855B" w14:textId="77777777" w:rsidR="00881165" w:rsidRPr="00B65BD6" w:rsidRDefault="00881165" w:rsidP="0088116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142E98C" w14:textId="77777777" w:rsidR="00881165" w:rsidRPr="00B65BD6" w:rsidRDefault="00881165" w:rsidP="0088116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F067282" w14:textId="77777777" w:rsidR="00881165" w:rsidRPr="00B65BD6" w:rsidRDefault="00881165" w:rsidP="0088116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65BD6">
        <w:rPr>
          <w:rFonts w:eastAsia="Calibri" w:cs="Times New Roman"/>
          <w:b/>
          <w:bCs/>
          <w:lang w:eastAsia="cs-CZ"/>
        </w:rPr>
        <w:t xml:space="preserve">Příloha: </w:t>
      </w:r>
      <w:r w:rsidRPr="00B65BD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65BD6">
        <w:rPr>
          <w:rFonts w:eastAsia="Calibri" w:cs="Times New Roman"/>
          <w:bCs/>
          <w:lang w:eastAsia="cs-CZ"/>
        </w:rPr>
        <w:instrText xml:space="preserve"> FORMTEXT </w:instrText>
      </w:r>
      <w:r w:rsidRPr="00B65BD6">
        <w:rPr>
          <w:rFonts w:eastAsia="Calibri" w:cs="Times New Roman"/>
          <w:bCs/>
          <w:lang w:eastAsia="cs-CZ"/>
        </w:rPr>
      </w:r>
      <w:r w:rsidRPr="00B65BD6">
        <w:rPr>
          <w:rFonts w:eastAsia="Calibri" w:cs="Times New Roman"/>
          <w:bCs/>
          <w:lang w:eastAsia="cs-CZ"/>
        </w:rPr>
        <w:fldChar w:fldCharType="separate"/>
      </w:r>
      <w:r w:rsidRPr="00B65BD6">
        <w:rPr>
          <w:rFonts w:eastAsia="Calibri" w:cs="Times New Roman"/>
          <w:bCs/>
          <w:lang w:eastAsia="cs-CZ"/>
        </w:rPr>
        <w:t> </w:t>
      </w:r>
      <w:r w:rsidRPr="00B65BD6">
        <w:rPr>
          <w:rFonts w:eastAsia="Calibri" w:cs="Times New Roman"/>
          <w:bCs/>
          <w:lang w:eastAsia="cs-CZ"/>
        </w:rPr>
        <w:t> </w:t>
      </w:r>
      <w:r w:rsidRPr="00B65BD6">
        <w:rPr>
          <w:rFonts w:eastAsia="Calibri" w:cs="Times New Roman"/>
          <w:bCs/>
          <w:lang w:eastAsia="cs-CZ"/>
        </w:rPr>
        <w:t> </w:t>
      </w:r>
      <w:r w:rsidRPr="00B65BD6">
        <w:rPr>
          <w:rFonts w:eastAsia="Calibri" w:cs="Times New Roman"/>
          <w:bCs/>
          <w:lang w:eastAsia="cs-CZ"/>
        </w:rPr>
        <w:t> </w:t>
      </w:r>
      <w:r w:rsidRPr="00B65BD6">
        <w:rPr>
          <w:rFonts w:eastAsia="Calibri" w:cs="Times New Roman"/>
          <w:bCs/>
          <w:lang w:eastAsia="cs-CZ"/>
        </w:rPr>
        <w:t> </w:t>
      </w:r>
      <w:r w:rsidRPr="00B65BD6">
        <w:rPr>
          <w:rFonts w:eastAsia="Calibri" w:cs="Times New Roman"/>
          <w:bCs/>
          <w:lang w:eastAsia="cs-CZ"/>
        </w:rPr>
        <w:fldChar w:fldCharType="end"/>
      </w:r>
    </w:p>
    <w:p w14:paraId="5563A61D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65BD6">
        <w:rPr>
          <w:rFonts w:eastAsia="Calibri" w:cs="Times New Roman"/>
          <w:bCs/>
          <w:lang w:eastAsia="cs-CZ"/>
        </w:rPr>
        <w:t>XLS_Brno-Prerov5_zm09_20250317.zip</w:t>
      </w:r>
    </w:p>
    <w:p w14:paraId="6AE88BE9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65BD6">
        <w:rPr>
          <w:rFonts w:eastAsia="Calibri" w:cs="Times New Roman"/>
          <w:bCs/>
          <w:lang w:eastAsia="cs-CZ"/>
        </w:rPr>
        <w:t>XDC_Brno-Prerov5_zm09_20250317.zip</w:t>
      </w:r>
    </w:p>
    <w:p w14:paraId="764C60A1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65BD6">
        <w:rPr>
          <w:rFonts w:eastAsia="Calibri" w:cs="Times New Roman"/>
          <w:lang w:eastAsia="cs-CZ"/>
        </w:rPr>
        <w:t>D_2_1_4_SO261981_1.101_TZ.pdf</w:t>
      </w:r>
    </w:p>
    <w:p w14:paraId="6B23EB69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65BD6">
        <w:rPr>
          <w:rFonts w:eastAsia="Calibri" w:cs="Times New Roman"/>
          <w:lang w:eastAsia="cs-CZ"/>
        </w:rPr>
        <w:t>D_2_1_8_SO251801_1_1.001_TZ.pdf</w:t>
      </w:r>
    </w:p>
    <w:p w14:paraId="5C0AFCC6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C902BD8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1EED73C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C3E380" w14:textId="2750D21F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65BD6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17. 3. 2025</w:t>
      </w:r>
    </w:p>
    <w:p w14:paraId="1FFB8303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DDD7F2" w14:textId="77777777" w:rsidR="00881165" w:rsidRPr="00B65BD6" w:rsidRDefault="00881165" w:rsidP="0088116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B207D3" w14:textId="77777777" w:rsidR="00881165" w:rsidRPr="00B65BD6" w:rsidRDefault="00881165" w:rsidP="0088116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BE30A3D" w14:textId="77777777" w:rsidR="00881165" w:rsidRPr="00B65BD6" w:rsidRDefault="00881165" w:rsidP="0088116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0C7EE1" w14:textId="77777777" w:rsidR="00881165" w:rsidRPr="00B65BD6" w:rsidRDefault="00881165" w:rsidP="0088116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A6C6AD6" w14:textId="77777777" w:rsidR="00881165" w:rsidRPr="00B65BD6" w:rsidRDefault="00881165" w:rsidP="0088116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C4B5934" w14:textId="77777777" w:rsidR="00881165" w:rsidRPr="00B65BD6" w:rsidRDefault="00881165" w:rsidP="0088116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65BD6">
        <w:rPr>
          <w:rFonts w:eastAsia="Times New Roman" w:cs="Times New Roman"/>
          <w:b/>
          <w:bCs/>
          <w:lang w:eastAsia="cs-CZ"/>
        </w:rPr>
        <w:t>Ing. Miroslav Bocák</w:t>
      </w:r>
      <w:r w:rsidRPr="00B65BD6">
        <w:rPr>
          <w:rFonts w:eastAsia="Times New Roman" w:cs="Times New Roman"/>
          <w:b/>
          <w:lang w:eastAsia="cs-CZ"/>
        </w:rPr>
        <w:t xml:space="preserve"> </w:t>
      </w:r>
    </w:p>
    <w:p w14:paraId="11A9E1FB" w14:textId="77777777" w:rsidR="00881165" w:rsidRPr="00B65BD6" w:rsidRDefault="00881165" w:rsidP="0088116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65BD6">
        <w:rPr>
          <w:rFonts w:eastAsia="Times New Roman" w:cs="Times New Roman"/>
          <w:lang w:eastAsia="cs-CZ"/>
        </w:rPr>
        <w:t>ředitel organizační jednotky</w:t>
      </w:r>
      <w:r w:rsidRPr="00B65BD6">
        <w:rPr>
          <w:rFonts w:eastAsia="Times New Roman" w:cs="Times New Roman"/>
          <w:lang w:eastAsia="cs-CZ"/>
        </w:rPr>
        <w:tab/>
      </w:r>
    </w:p>
    <w:p w14:paraId="3D4F159A" w14:textId="77777777" w:rsidR="00881165" w:rsidRPr="00B65BD6" w:rsidRDefault="00881165" w:rsidP="0088116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65BD6">
        <w:rPr>
          <w:rFonts w:eastAsia="Times New Roman" w:cs="Times New Roman"/>
          <w:lang w:eastAsia="cs-CZ"/>
        </w:rPr>
        <w:t>Stavební správa východ</w:t>
      </w:r>
    </w:p>
    <w:p w14:paraId="1DFC905C" w14:textId="77777777" w:rsidR="00881165" w:rsidRPr="00BD5319" w:rsidRDefault="00881165" w:rsidP="00881165">
      <w:pPr>
        <w:spacing w:after="0" w:line="240" w:lineRule="auto"/>
        <w:rPr>
          <w:rFonts w:eastAsia="Times New Roman" w:cs="Times New Roman"/>
          <w:lang w:eastAsia="cs-CZ"/>
        </w:rPr>
      </w:pPr>
      <w:r w:rsidRPr="00B65BD6">
        <w:rPr>
          <w:rFonts w:eastAsia="Times New Roman" w:cs="Times New Roman"/>
          <w:lang w:eastAsia="cs-CZ"/>
        </w:rPr>
        <w:t>Správa železnic, státní organizace</w:t>
      </w: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97883" w14:textId="77777777" w:rsidR="0040246A" w:rsidRDefault="0040246A" w:rsidP="00962258">
      <w:pPr>
        <w:spacing w:after="0" w:line="240" w:lineRule="auto"/>
      </w:pPr>
      <w:r>
        <w:separator/>
      </w:r>
    </w:p>
  </w:endnote>
  <w:endnote w:type="continuationSeparator" w:id="0">
    <w:p w14:paraId="3301DA74" w14:textId="77777777" w:rsidR="0040246A" w:rsidRDefault="004024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773F" w14:textId="77777777" w:rsidR="0040246A" w:rsidRDefault="0040246A" w:rsidP="00962258">
      <w:pPr>
        <w:spacing w:after="0" w:line="240" w:lineRule="auto"/>
      </w:pPr>
      <w:r>
        <w:separator/>
      </w:r>
    </w:p>
  </w:footnote>
  <w:footnote w:type="continuationSeparator" w:id="0">
    <w:p w14:paraId="718E8AFA" w14:textId="77777777" w:rsidR="0040246A" w:rsidRDefault="004024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765D2"/>
    <w:multiLevelType w:val="hybridMultilevel"/>
    <w:tmpl w:val="5B8C8B62"/>
    <w:lvl w:ilvl="0" w:tplc="6868CF9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8"/>
  </w:num>
  <w:num w:numId="2" w16cid:durableId="506209173">
    <w:abstractNumId w:val="3"/>
  </w:num>
  <w:num w:numId="3" w16cid:durableId="358628641">
    <w:abstractNumId w:val="12"/>
  </w:num>
  <w:num w:numId="4" w16cid:durableId="1834292179">
    <w:abstractNumId w:val="35"/>
  </w:num>
  <w:num w:numId="5" w16cid:durableId="1470241154">
    <w:abstractNumId w:val="0"/>
  </w:num>
  <w:num w:numId="6" w16cid:durableId="848255171">
    <w:abstractNumId w:val="26"/>
  </w:num>
  <w:num w:numId="7" w16cid:durableId="218832763">
    <w:abstractNumId w:val="21"/>
  </w:num>
  <w:num w:numId="8" w16cid:durableId="873881505">
    <w:abstractNumId w:val="14"/>
  </w:num>
  <w:num w:numId="9" w16cid:durableId="1555307808">
    <w:abstractNumId w:val="10"/>
  </w:num>
  <w:num w:numId="10" w16cid:durableId="318654162">
    <w:abstractNumId w:val="31"/>
  </w:num>
  <w:num w:numId="11" w16cid:durableId="230969313">
    <w:abstractNumId w:val="29"/>
  </w:num>
  <w:num w:numId="12" w16cid:durableId="446583030">
    <w:abstractNumId w:val="13"/>
  </w:num>
  <w:num w:numId="13" w16cid:durableId="2089812766">
    <w:abstractNumId w:val="4"/>
  </w:num>
  <w:num w:numId="14" w16cid:durableId="1909724545">
    <w:abstractNumId w:val="32"/>
  </w:num>
  <w:num w:numId="15" w16cid:durableId="2074085493">
    <w:abstractNumId w:val="30"/>
  </w:num>
  <w:num w:numId="16" w16cid:durableId="590938136">
    <w:abstractNumId w:val="17"/>
  </w:num>
  <w:num w:numId="17" w16cid:durableId="1410271161">
    <w:abstractNumId w:val="25"/>
  </w:num>
  <w:num w:numId="18" w16cid:durableId="704797062">
    <w:abstractNumId w:val="23"/>
  </w:num>
  <w:num w:numId="19" w16cid:durableId="1959019906">
    <w:abstractNumId w:val="19"/>
  </w:num>
  <w:num w:numId="20" w16cid:durableId="1309483131">
    <w:abstractNumId w:val="16"/>
  </w:num>
  <w:num w:numId="21" w16cid:durableId="1539276442">
    <w:abstractNumId w:val="11"/>
  </w:num>
  <w:num w:numId="22" w16cid:durableId="1922521373">
    <w:abstractNumId w:val="34"/>
  </w:num>
  <w:num w:numId="23" w16cid:durableId="556672310">
    <w:abstractNumId w:val="27"/>
  </w:num>
  <w:num w:numId="24" w16cid:durableId="1291396987">
    <w:abstractNumId w:val="33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9"/>
  </w:num>
  <w:num w:numId="29" w16cid:durableId="1027827634">
    <w:abstractNumId w:val="6"/>
  </w:num>
  <w:num w:numId="30" w16cid:durableId="2104719291">
    <w:abstractNumId w:val="1"/>
  </w:num>
  <w:num w:numId="31" w16cid:durableId="2144543803">
    <w:abstractNumId w:val="24"/>
  </w:num>
  <w:num w:numId="32" w16cid:durableId="215899563">
    <w:abstractNumId w:val="7"/>
  </w:num>
  <w:num w:numId="33" w16cid:durableId="985207492">
    <w:abstractNumId w:val="5"/>
  </w:num>
  <w:num w:numId="34" w16cid:durableId="867184676">
    <w:abstractNumId w:val="28"/>
  </w:num>
  <w:num w:numId="35" w16cid:durableId="1658224277">
    <w:abstractNumId w:val="20"/>
  </w:num>
  <w:num w:numId="36" w16cid:durableId="11484791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029305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796"/>
    <w:rsid w:val="00021D51"/>
    <w:rsid w:val="00033432"/>
    <w:rsid w:val="000335CC"/>
    <w:rsid w:val="0005099A"/>
    <w:rsid w:val="00066116"/>
    <w:rsid w:val="00070A66"/>
    <w:rsid w:val="0007202F"/>
    <w:rsid w:val="00072C1E"/>
    <w:rsid w:val="0007583E"/>
    <w:rsid w:val="00094764"/>
    <w:rsid w:val="00097042"/>
    <w:rsid w:val="000A1271"/>
    <w:rsid w:val="000A2A73"/>
    <w:rsid w:val="000B2D51"/>
    <w:rsid w:val="000B3A82"/>
    <w:rsid w:val="000B6C7E"/>
    <w:rsid w:val="000B7907"/>
    <w:rsid w:val="000C0429"/>
    <w:rsid w:val="000C45E8"/>
    <w:rsid w:val="000F2365"/>
    <w:rsid w:val="001054CD"/>
    <w:rsid w:val="00114472"/>
    <w:rsid w:val="001267E4"/>
    <w:rsid w:val="00136BF2"/>
    <w:rsid w:val="00136FA7"/>
    <w:rsid w:val="00151858"/>
    <w:rsid w:val="00170EC5"/>
    <w:rsid w:val="0017283A"/>
    <w:rsid w:val="001742F2"/>
    <w:rsid w:val="001747C1"/>
    <w:rsid w:val="0017767A"/>
    <w:rsid w:val="001803C9"/>
    <w:rsid w:val="0018596A"/>
    <w:rsid w:val="001A3048"/>
    <w:rsid w:val="001B3B6F"/>
    <w:rsid w:val="001B69C2"/>
    <w:rsid w:val="001C4DA0"/>
    <w:rsid w:val="001D1F84"/>
    <w:rsid w:val="001E727D"/>
    <w:rsid w:val="001F1E2E"/>
    <w:rsid w:val="001F3DEC"/>
    <w:rsid w:val="002003FF"/>
    <w:rsid w:val="00207DF5"/>
    <w:rsid w:val="0021074D"/>
    <w:rsid w:val="002144FC"/>
    <w:rsid w:val="00223480"/>
    <w:rsid w:val="00223ADB"/>
    <w:rsid w:val="00224630"/>
    <w:rsid w:val="00235674"/>
    <w:rsid w:val="002434C1"/>
    <w:rsid w:val="00246DEF"/>
    <w:rsid w:val="00257E0C"/>
    <w:rsid w:val="002664F0"/>
    <w:rsid w:val="00267369"/>
    <w:rsid w:val="0026785D"/>
    <w:rsid w:val="00273CE2"/>
    <w:rsid w:val="00281399"/>
    <w:rsid w:val="002833EA"/>
    <w:rsid w:val="00287268"/>
    <w:rsid w:val="00296D39"/>
    <w:rsid w:val="002A59FE"/>
    <w:rsid w:val="002A67C5"/>
    <w:rsid w:val="002B2030"/>
    <w:rsid w:val="002B59B7"/>
    <w:rsid w:val="002B7159"/>
    <w:rsid w:val="002C31BF"/>
    <w:rsid w:val="002C6358"/>
    <w:rsid w:val="002D028A"/>
    <w:rsid w:val="002E0CD7"/>
    <w:rsid w:val="002E7F0D"/>
    <w:rsid w:val="002F026B"/>
    <w:rsid w:val="00315DB5"/>
    <w:rsid w:val="0033209D"/>
    <w:rsid w:val="00335122"/>
    <w:rsid w:val="00335732"/>
    <w:rsid w:val="00357BC6"/>
    <w:rsid w:val="0037111D"/>
    <w:rsid w:val="003756B9"/>
    <w:rsid w:val="0038198B"/>
    <w:rsid w:val="00385F41"/>
    <w:rsid w:val="00391B8A"/>
    <w:rsid w:val="003956C6"/>
    <w:rsid w:val="003B19E6"/>
    <w:rsid w:val="003B7D26"/>
    <w:rsid w:val="003E6B9A"/>
    <w:rsid w:val="003E75CE"/>
    <w:rsid w:val="003E7B0A"/>
    <w:rsid w:val="003F0550"/>
    <w:rsid w:val="0040218D"/>
    <w:rsid w:val="0040246A"/>
    <w:rsid w:val="004072B1"/>
    <w:rsid w:val="00410BA8"/>
    <w:rsid w:val="0041380F"/>
    <w:rsid w:val="00424285"/>
    <w:rsid w:val="0043386F"/>
    <w:rsid w:val="00437ADE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6107"/>
    <w:rsid w:val="00490A43"/>
    <w:rsid w:val="00491827"/>
    <w:rsid w:val="004926B0"/>
    <w:rsid w:val="00497517"/>
    <w:rsid w:val="004A0F75"/>
    <w:rsid w:val="004A408C"/>
    <w:rsid w:val="004A7C69"/>
    <w:rsid w:val="004C4399"/>
    <w:rsid w:val="004C5432"/>
    <w:rsid w:val="004C55BF"/>
    <w:rsid w:val="004C69ED"/>
    <w:rsid w:val="004C787C"/>
    <w:rsid w:val="004D1224"/>
    <w:rsid w:val="004D5E25"/>
    <w:rsid w:val="004D6ED1"/>
    <w:rsid w:val="004E66B2"/>
    <w:rsid w:val="004F2929"/>
    <w:rsid w:val="004F4B9B"/>
    <w:rsid w:val="00501654"/>
    <w:rsid w:val="00504F82"/>
    <w:rsid w:val="00511AB9"/>
    <w:rsid w:val="00513378"/>
    <w:rsid w:val="00523EA7"/>
    <w:rsid w:val="00540A7F"/>
    <w:rsid w:val="00542527"/>
    <w:rsid w:val="00551D1F"/>
    <w:rsid w:val="00553375"/>
    <w:rsid w:val="00555087"/>
    <w:rsid w:val="005644EF"/>
    <w:rsid w:val="005658A6"/>
    <w:rsid w:val="00570055"/>
    <w:rsid w:val="005720E7"/>
    <w:rsid w:val="005722BB"/>
    <w:rsid w:val="005736B7"/>
    <w:rsid w:val="00575E5A"/>
    <w:rsid w:val="00584E2A"/>
    <w:rsid w:val="00596C7E"/>
    <w:rsid w:val="005A5F24"/>
    <w:rsid w:val="005A64E9"/>
    <w:rsid w:val="005B2274"/>
    <w:rsid w:val="005B5342"/>
    <w:rsid w:val="005B5EE9"/>
    <w:rsid w:val="005C663F"/>
    <w:rsid w:val="005E383F"/>
    <w:rsid w:val="005F471C"/>
    <w:rsid w:val="006104F6"/>
    <w:rsid w:val="0061068E"/>
    <w:rsid w:val="00610B31"/>
    <w:rsid w:val="00623242"/>
    <w:rsid w:val="00630DC6"/>
    <w:rsid w:val="00633E61"/>
    <w:rsid w:val="006355BB"/>
    <w:rsid w:val="00636B76"/>
    <w:rsid w:val="006464C2"/>
    <w:rsid w:val="006565E0"/>
    <w:rsid w:val="00660AD3"/>
    <w:rsid w:val="00664163"/>
    <w:rsid w:val="00677206"/>
    <w:rsid w:val="006974F6"/>
    <w:rsid w:val="006A5570"/>
    <w:rsid w:val="006A689C"/>
    <w:rsid w:val="006A78B0"/>
    <w:rsid w:val="006B3D79"/>
    <w:rsid w:val="006B4C6A"/>
    <w:rsid w:val="006B7D49"/>
    <w:rsid w:val="006C6504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54084"/>
    <w:rsid w:val="0076286B"/>
    <w:rsid w:val="00764595"/>
    <w:rsid w:val="00766846"/>
    <w:rsid w:val="0077309C"/>
    <w:rsid w:val="0077673A"/>
    <w:rsid w:val="00783D0F"/>
    <w:rsid w:val="007846E1"/>
    <w:rsid w:val="00785A49"/>
    <w:rsid w:val="00785EBB"/>
    <w:rsid w:val="007901ED"/>
    <w:rsid w:val="007A0EFE"/>
    <w:rsid w:val="007B122E"/>
    <w:rsid w:val="007B570C"/>
    <w:rsid w:val="007D278C"/>
    <w:rsid w:val="007E4A6E"/>
    <w:rsid w:val="007E7208"/>
    <w:rsid w:val="007F56A7"/>
    <w:rsid w:val="007F626E"/>
    <w:rsid w:val="00801966"/>
    <w:rsid w:val="008070BF"/>
    <w:rsid w:val="00807DD0"/>
    <w:rsid w:val="00811003"/>
    <w:rsid w:val="00813F11"/>
    <w:rsid w:val="008171A9"/>
    <w:rsid w:val="00817409"/>
    <w:rsid w:val="0082759C"/>
    <w:rsid w:val="00830C6E"/>
    <w:rsid w:val="00842C9B"/>
    <w:rsid w:val="00862DD1"/>
    <w:rsid w:val="00874129"/>
    <w:rsid w:val="00875921"/>
    <w:rsid w:val="00881165"/>
    <w:rsid w:val="008841FB"/>
    <w:rsid w:val="0088472C"/>
    <w:rsid w:val="00891334"/>
    <w:rsid w:val="008A3568"/>
    <w:rsid w:val="008B5B31"/>
    <w:rsid w:val="008D03B9"/>
    <w:rsid w:val="008E0C87"/>
    <w:rsid w:val="008E665D"/>
    <w:rsid w:val="008F18D6"/>
    <w:rsid w:val="008F308B"/>
    <w:rsid w:val="00904780"/>
    <w:rsid w:val="009113A8"/>
    <w:rsid w:val="00921B3E"/>
    <w:rsid w:val="00922385"/>
    <w:rsid w:val="009223DF"/>
    <w:rsid w:val="00925237"/>
    <w:rsid w:val="00926F53"/>
    <w:rsid w:val="00934DC3"/>
    <w:rsid w:val="00936091"/>
    <w:rsid w:val="00940D8A"/>
    <w:rsid w:val="00941F11"/>
    <w:rsid w:val="0094469E"/>
    <w:rsid w:val="0095327E"/>
    <w:rsid w:val="00962258"/>
    <w:rsid w:val="009678B7"/>
    <w:rsid w:val="00980E38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4F5D"/>
    <w:rsid w:val="009E07F4"/>
    <w:rsid w:val="009E78BB"/>
    <w:rsid w:val="009F392E"/>
    <w:rsid w:val="009F5A78"/>
    <w:rsid w:val="00A359B1"/>
    <w:rsid w:val="00A374E6"/>
    <w:rsid w:val="00A40E9B"/>
    <w:rsid w:val="00A41D59"/>
    <w:rsid w:val="00A44328"/>
    <w:rsid w:val="00A509D7"/>
    <w:rsid w:val="00A6177B"/>
    <w:rsid w:val="00A66136"/>
    <w:rsid w:val="00A745C9"/>
    <w:rsid w:val="00A926AD"/>
    <w:rsid w:val="00A943B5"/>
    <w:rsid w:val="00AA2E01"/>
    <w:rsid w:val="00AA4CBB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B15B5E"/>
    <w:rsid w:val="00B15D0D"/>
    <w:rsid w:val="00B23CA3"/>
    <w:rsid w:val="00B3491A"/>
    <w:rsid w:val="00B41050"/>
    <w:rsid w:val="00B4264E"/>
    <w:rsid w:val="00B45E9E"/>
    <w:rsid w:val="00B53F93"/>
    <w:rsid w:val="00B55F9C"/>
    <w:rsid w:val="00B7331B"/>
    <w:rsid w:val="00B75EE1"/>
    <w:rsid w:val="00B77481"/>
    <w:rsid w:val="00B8518B"/>
    <w:rsid w:val="00BA0C53"/>
    <w:rsid w:val="00BA25BA"/>
    <w:rsid w:val="00BB3740"/>
    <w:rsid w:val="00BD5319"/>
    <w:rsid w:val="00BD7E91"/>
    <w:rsid w:val="00BF374D"/>
    <w:rsid w:val="00BF6D48"/>
    <w:rsid w:val="00C02D0A"/>
    <w:rsid w:val="00C03A6E"/>
    <w:rsid w:val="00C11F43"/>
    <w:rsid w:val="00C124DB"/>
    <w:rsid w:val="00C2273E"/>
    <w:rsid w:val="00C30759"/>
    <w:rsid w:val="00C43ED1"/>
    <w:rsid w:val="00C44D50"/>
    <w:rsid w:val="00C44F6A"/>
    <w:rsid w:val="00C6581F"/>
    <w:rsid w:val="00C727E5"/>
    <w:rsid w:val="00C8207D"/>
    <w:rsid w:val="00CA4E9A"/>
    <w:rsid w:val="00CA5118"/>
    <w:rsid w:val="00CA6E12"/>
    <w:rsid w:val="00CB03BE"/>
    <w:rsid w:val="00CB5457"/>
    <w:rsid w:val="00CB7B5A"/>
    <w:rsid w:val="00CC1E2B"/>
    <w:rsid w:val="00CC2AEC"/>
    <w:rsid w:val="00CD05C4"/>
    <w:rsid w:val="00CD1FC4"/>
    <w:rsid w:val="00CD21C8"/>
    <w:rsid w:val="00CE371D"/>
    <w:rsid w:val="00D02A4D"/>
    <w:rsid w:val="00D050C9"/>
    <w:rsid w:val="00D06C94"/>
    <w:rsid w:val="00D074D1"/>
    <w:rsid w:val="00D112FA"/>
    <w:rsid w:val="00D1688A"/>
    <w:rsid w:val="00D21061"/>
    <w:rsid w:val="00D27E25"/>
    <w:rsid w:val="00D316A7"/>
    <w:rsid w:val="00D4044C"/>
    <w:rsid w:val="00D4108E"/>
    <w:rsid w:val="00D42B12"/>
    <w:rsid w:val="00D548C8"/>
    <w:rsid w:val="00D6163D"/>
    <w:rsid w:val="00D61EEB"/>
    <w:rsid w:val="00D63009"/>
    <w:rsid w:val="00D831A3"/>
    <w:rsid w:val="00D86022"/>
    <w:rsid w:val="00D902AD"/>
    <w:rsid w:val="00D97388"/>
    <w:rsid w:val="00DA6FFE"/>
    <w:rsid w:val="00DA7E48"/>
    <w:rsid w:val="00DB0825"/>
    <w:rsid w:val="00DC3110"/>
    <w:rsid w:val="00DD46F3"/>
    <w:rsid w:val="00DD58A6"/>
    <w:rsid w:val="00DE2EDB"/>
    <w:rsid w:val="00DE56F2"/>
    <w:rsid w:val="00DF116D"/>
    <w:rsid w:val="00DF4236"/>
    <w:rsid w:val="00E10710"/>
    <w:rsid w:val="00E25BFA"/>
    <w:rsid w:val="00E314B9"/>
    <w:rsid w:val="00E5284B"/>
    <w:rsid w:val="00E53A54"/>
    <w:rsid w:val="00E824F1"/>
    <w:rsid w:val="00E9347D"/>
    <w:rsid w:val="00E9455A"/>
    <w:rsid w:val="00EA583F"/>
    <w:rsid w:val="00EB104F"/>
    <w:rsid w:val="00EB25D1"/>
    <w:rsid w:val="00ED14BD"/>
    <w:rsid w:val="00ED551C"/>
    <w:rsid w:val="00EE5EF6"/>
    <w:rsid w:val="00EF4464"/>
    <w:rsid w:val="00EF6359"/>
    <w:rsid w:val="00F01440"/>
    <w:rsid w:val="00F03D47"/>
    <w:rsid w:val="00F05097"/>
    <w:rsid w:val="00F12DEC"/>
    <w:rsid w:val="00F1715C"/>
    <w:rsid w:val="00F208F1"/>
    <w:rsid w:val="00F26021"/>
    <w:rsid w:val="00F310F8"/>
    <w:rsid w:val="00F328DE"/>
    <w:rsid w:val="00F35939"/>
    <w:rsid w:val="00F415EB"/>
    <w:rsid w:val="00F45607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6AF7"/>
    <w:rsid w:val="00F97B90"/>
    <w:rsid w:val="00FA2EB1"/>
    <w:rsid w:val="00FA5675"/>
    <w:rsid w:val="00FC3C36"/>
    <w:rsid w:val="00FC4B86"/>
    <w:rsid w:val="00FC6389"/>
    <w:rsid w:val="00FD2F51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5</Pages>
  <Words>1711</Words>
  <Characters>10096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2025-03-17T10:26:00Z</cp:lastPrinted>
  <dcterms:created xsi:type="dcterms:W3CDTF">2025-03-17T10:16:00Z</dcterms:created>
  <dcterms:modified xsi:type="dcterms:W3CDTF">2025-03-17T10:27:00Z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