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3A9CFAFB" w:rsidR="00430206" w:rsidRDefault="009C12C8" w:rsidP="00430206">
          <w:pPr>
            <w:pStyle w:val="Tituldatum"/>
          </w:pPr>
          <w:r w:rsidRPr="00324DA1">
            <w:rPr>
              <w:rStyle w:val="Nzevakce"/>
            </w:rPr>
            <w:t>„</w:t>
          </w:r>
          <w:r w:rsidR="00324DA1" w:rsidRPr="00324DA1">
            <w:rPr>
              <w:rStyle w:val="Nzevakce"/>
            </w:rPr>
            <w:t>Rekonstrukce zastřešení v ŽST Kolín</w:t>
          </w:r>
          <w:r w:rsidRPr="00324DA1">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324DA1" w:rsidRDefault="00F422D3" w:rsidP="00C050AC">
      <w:pPr>
        <w:pStyle w:val="SoDTextbezodsazen"/>
        <w:contextualSpacing/>
      </w:pPr>
      <w:r w:rsidRPr="00324DA1">
        <w:t>zapsaná v obchodním rejstříku vedeném Městským soudem v Praze,</w:t>
      </w:r>
    </w:p>
    <w:p w14:paraId="15107B26" w14:textId="77777777" w:rsidR="00F422D3" w:rsidRPr="00324DA1" w:rsidRDefault="00F422D3" w:rsidP="00C050AC">
      <w:pPr>
        <w:pStyle w:val="SoDTextbezodsazen"/>
        <w:contextualSpacing/>
      </w:pPr>
      <w:r w:rsidRPr="00324DA1">
        <w:t>spisová značka A 48384</w:t>
      </w:r>
    </w:p>
    <w:p w14:paraId="34512CEF" w14:textId="77777777" w:rsidR="00F422D3" w:rsidRPr="00324DA1" w:rsidRDefault="00F422D3" w:rsidP="00C050AC">
      <w:pPr>
        <w:pStyle w:val="SoDTextbezodsazen"/>
        <w:contextualSpacing/>
      </w:pPr>
      <w:r w:rsidRPr="00324DA1">
        <w:t xml:space="preserve">zastoupena: Ing. Mojmírem Nejezchlebem, náměstkem GŘ pro modernizaci dráhy </w:t>
      </w:r>
    </w:p>
    <w:p w14:paraId="29359548" w14:textId="77777777" w:rsidR="00F422D3" w:rsidRPr="008C367B" w:rsidRDefault="00F422D3" w:rsidP="00C050AC">
      <w:pPr>
        <w:pStyle w:val="SoDTextbezodsazen"/>
      </w:pPr>
      <w:r w:rsidRPr="00324DA1">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3CE232CC" w14:textId="77777777" w:rsidR="00FB33FA" w:rsidRPr="00AC5EA7" w:rsidRDefault="00FB33FA" w:rsidP="00FB33FA">
      <w:pPr>
        <w:pStyle w:val="Bezmezer"/>
        <w:jc w:val="both"/>
      </w:pPr>
      <w:r w:rsidRPr="00AC5EA7">
        <w:t xml:space="preserve">Stavební správa západ, </w:t>
      </w:r>
    </w:p>
    <w:p w14:paraId="4CC388E9" w14:textId="77777777" w:rsidR="00FB33FA" w:rsidRPr="00AC5EA7" w:rsidRDefault="00FB33FA" w:rsidP="00FB33FA">
      <w:pPr>
        <w:pStyle w:val="Bezmezer"/>
        <w:jc w:val="both"/>
      </w:pPr>
      <w:r w:rsidRPr="00AC5EA7">
        <w:t xml:space="preserve">Ke Štvanici 656/3, </w:t>
      </w:r>
    </w:p>
    <w:p w14:paraId="04683375" w14:textId="77777777" w:rsidR="00FB33FA" w:rsidRPr="00AC5EA7" w:rsidRDefault="00FB33FA" w:rsidP="00FB33FA">
      <w:pPr>
        <w:pStyle w:val="Bezmezer"/>
        <w:jc w:val="both"/>
      </w:pPr>
      <w:r w:rsidRPr="00AC5EA7">
        <w:t>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04BA6B82" w:rsidR="00F422D3" w:rsidRDefault="00F422D3" w:rsidP="00B42F40">
      <w:pPr>
        <w:pStyle w:val="Textbezodsazen"/>
      </w:pPr>
      <w:r w:rsidRPr="00FB33FA">
        <w:t>ISPROFOND: 5</w:t>
      </w:r>
      <w:r w:rsidR="00FB33FA" w:rsidRPr="00FB33FA">
        <w:t>21 3520113</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lastRenderedPageBreak/>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4BFB10C" w:rsidR="00F422D3" w:rsidRDefault="00F422D3" w:rsidP="00B42F40">
      <w:pPr>
        <w:pStyle w:val="Textbezodsazen"/>
      </w:pPr>
      <w:r w:rsidRPr="00B42F40">
        <w:t xml:space="preserve">Objednatel si přeje, aby Dílo </w:t>
      </w:r>
      <w:r w:rsidR="00FB33FA" w:rsidRPr="00FB33FA">
        <w:rPr>
          <w:b/>
          <w:bCs/>
        </w:rPr>
        <w:t>„Rekonstrukce zastřešení v ŽST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47CBF3DF"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1.1.1.5 Smluvních podmínek, m.j.</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w:t>
      </w:r>
      <w:r w:rsidR="00F34F8C" w:rsidRPr="00FB33FA">
        <w:rPr>
          <w:szCs w:val="18"/>
        </w:rPr>
        <w:t>DOKUMENTACE</w:t>
      </w:r>
      <w:r w:rsidR="00C050AC" w:rsidRPr="00FB33FA">
        <w:rPr>
          <w:szCs w:val="18"/>
        </w:rPr>
        <w:t>/</w:t>
      </w:r>
      <w:r w:rsidR="00F34F8C" w:rsidRPr="00FB33FA">
        <w:rPr>
          <w:szCs w:val="18"/>
        </w:rPr>
        <w:t>0</w:t>
      </w:r>
      <w:r w:rsidR="001E4509">
        <w:rPr>
          <w:szCs w:val="18"/>
        </w:rPr>
        <w:t>7</w:t>
      </w:r>
      <w:r w:rsidR="00C050AC" w:rsidRPr="00FB33FA">
        <w:rPr>
          <w:szCs w:val="18"/>
        </w:rPr>
        <w:t>/</w:t>
      </w:r>
      <w:r w:rsidR="00F34F8C" w:rsidRPr="00FB33FA">
        <w:rPr>
          <w:szCs w:val="18"/>
        </w:rPr>
        <w:t>2</w:t>
      </w:r>
      <w:r w:rsidR="001E4509">
        <w:rPr>
          <w:szCs w:val="18"/>
        </w:rPr>
        <w:t>4</w:t>
      </w:r>
      <w:r w:rsidR="00F34F8C" w:rsidRPr="00FB33FA">
        <w:rPr>
          <w:szCs w:val="18"/>
        </w:rPr>
        <w:t>, VTP/R-F/1</w:t>
      </w:r>
      <w:r w:rsidR="00C050AC" w:rsidRPr="00FB33FA">
        <w:rPr>
          <w:szCs w:val="18"/>
        </w:rPr>
        <w:t>4/</w:t>
      </w:r>
      <w:r w:rsidR="00F34F8C" w:rsidRPr="00FB33FA">
        <w:rPr>
          <w:szCs w:val="18"/>
        </w:rPr>
        <w:t>2</w:t>
      </w:r>
      <w:r w:rsidR="00070B76" w:rsidRPr="00FB33FA">
        <w:rPr>
          <w:szCs w:val="18"/>
        </w:rPr>
        <w:t>2</w:t>
      </w:r>
      <w:r w:rsidR="00F34F8C" w:rsidRPr="00D35FA2">
        <w:rPr>
          <w:szCs w:val="18"/>
        </w:rPr>
        <w:t xml:space="preserve">, </w:t>
      </w:r>
      <w:r w:rsidR="00D10845" w:rsidRPr="004E286B">
        <w:rPr>
          <w:bCs/>
          <w:color w:val="000000"/>
          <w:szCs w:val="18"/>
        </w:rPr>
        <w:t>ZTP/</w:t>
      </w:r>
      <w:r w:rsidR="00C050AC" w:rsidRPr="004E286B">
        <w:rPr>
          <w:bCs/>
          <w:color w:val="000000"/>
          <w:szCs w:val="18"/>
        </w:rPr>
        <w:t>D</w:t>
      </w:r>
      <w:r w:rsidR="00D10845" w:rsidRPr="004E286B">
        <w:rPr>
          <w:bCs/>
          <w:color w:val="000000"/>
          <w:szCs w:val="18"/>
        </w:rPr>
        <w:t>+</w:t>
      </w:r>
      <w:r w:rsidR="00C050AC" w:rsidRPr="004E286B">
        <w:rPr>
          <w:bCs/>
          <w:color w:val="000000"/>
          <w:szCs w:val="18"/>
        </w:rPr>
        <w:t>B</w:t>
      </w:r>
      <w:r w:rsidR="00D10845" w:rsidRPr="004E286B">
        <w:rPr>
          <w:bCs/>
          <w:color w:val="000000"/>
          <w:szCs w:val="18"/>
        </w:rPr>
        <w:t>-F</w:t>
      </w:r>
      <w:r w:rsidR="00B005D9">
        <w:rPr>
          <w:bCs/>
          <w:color w:val="000000"/>
          <w:szCs w:val="18"/>
        </w:rPr>
        <w:t xml:space="preserve"> ze dne 10.</w:t>
      </w:r>
      <w:r w:rsidR="00794156">
        <w:rPr>
          <w:bCs/>
          <w:color w:val="000000"/>
          <w:szCs w:val="18"/>
        </w:rPr>
        <w:t>12</w:t>
      </w:r>
      <w:r w:rsidR="00B005D9">
        <w:rPr>
          <w:bCs/>
          <w:color w:val="000000"/>
          <w:szCs w:val="18"/>
        </w:rPr>
        <w:t>.202</w:t>
      </w:r>
      <w:r w:rsidR="00794156">
        <w:rPr>
          <w:bCs/>
          <w:color w:val="000000"/>
          <w:szCs w:val="18"/>
        </w:rPr>
        <w:t>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3B6B7204" w:rsidR="00F422D3" w:rsidRPr="003A45BB" w:rsidRDefault="007F1457" w:rsidP="00070B76">
      <w:pPr>
        <w:pStyle w:val="SoDslseznam-3"/>
        <w:rPr>
          <w:szCs w:val="18"/>
        </w:rPr>
      </w:pPr>
      <w:r w:rsidRPr="003A45BB">
        <w:rPr>
          <w:szCs w:val="18"/>
        </w:rPr>
        <w:t>Požadavky na výkon nebo funkci</w:t>
      </w:r>
      <w:r w:rsidR="003A45BB">
        <w:rPr>
          <w:szCs w:val="18"/>
        </w:rPr>
        <w:t>.</w:t>
      </w:r>
    </w:p>
    <w:p w14:paraId="027B0B4B" w14:textId="621725C7" w:rsidR="00D40A61" w:rsidRPr="00D40A61" w:rsidRDefault="00FB08E0" w:rsidP="00D40A61">
      <w:pPr>
        <w:pStyle w:val="SoDslseznam-2"/>
        <w:rPr>
          <w:szCs w:val="18"/>
          <w:u w:val="single"/>
        </w:rPr>
      </w:pPr>
      <w:r w:rsidRPr="004E286B">
        <w:t xml:space="preserve">Ostatní dokumenty tvořící součást Smlouvy </w:t>
      </w:r>
      <w:r w:rsidR="00736294" w:rsidRPr="004E286B">
        <w:t xml:space="preserve">(dostupné na </w:t>
      </w:r>
      <w:hyperlink w:history="1"/>
      <w:r w:rsidR="00D40A61" w:rsidRPr="00D40A61">
        <w:rPr>
          <w:szCs w:val="18"/>
          <w:u w:val="single"/>
        </w:rPr>
        <w:t xml:space="preserve"> https://sfdi.gov.cz/pravidla-a-metodiky/metodiky-schvalovane-sfdi/):</w:t>
      </w:r>
    </w:p>
    <w:p w14:paraId="2C8824DA" w14:textId="456CE77B" w:rsidR="00923D07" w:rsidRPr="00D35FA2" w:rsidRDefault="00923D07" w:rsidP="008E7E14">
      <w:pPr>
        <w:pStyle w:val="SoDslseznam-2"/>
        <w:numPr>
          <w:ilvl w:val="0"/>
          <w:numId w:val="0"/>
        </w:numPr>
        <w:ind w:left="992"/>
        <w:rPr>
          <w:szCs w:val="18"/>
          <w:u w:val="single"/>
        </w:rPr>
      </w:pP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B33FA" w:rsidRDefault="00F422D3" w:rsidP="00070B76">
      <w:pPr>
        <w:pStyle w:val="SoDslseznam-1"/>
        <w:rPr>
          <w:i/>
          <w:iCs/>
        </w:rPr>
      </w:pPr>
      <w:r>
        <w:t xml:space="preserve">V případě jakékoliv nejistoty ohledně výkladu ustanovení Smlouvy budou její ustanovení </w:t>
      </w:r>
      <w:r w:rsidRPr="003A33F4">
        <w:t xml:space="preserve">vykládána tak, aby v co nejširší míře zohledňovala účel veřejné zakázky, vyjádřený Zadávací </w:t>
      </w:r>
      <w:r w:rsidRPr="003A33F4">
        <w:rPr>
          <w:iCs/>
        </w:rPr>
        <w:t>dokumentací.</w:t>
      </w:r>
    </w:p>
    <w:p w14:paraId="761EA168" w14:textId="67067961" w:rsidR="00FB33FA" w:rsidRPr="00DB7124" w:rsidRDefault="00FB33FA" w:rsidP="00070B76">
      <w:pPr>
        <w:pStyle w:val="SoDslseznam-1"/>
        <w:rPr>
          <w:bCs/>
          <w:i/>
          <w:iCs/>
        </w:rPr>
      </w:pPr>
      <w:r w:rsidRPr="00DB7124">
        <w:rPr>
          <w:bCs/>
          <w:i/>
          <w:iCs/>
        </w:rPr>
        <w:t>NEOBSAZENO</w:t>
      </w:r>
      <w:r w:rsidR="00DB7124" w:rsidRPr="00DB7124">
        <w:rPr>
          <w:bCs/>
          <w:i/>
          <w:iCs/>
        </w:rPr>
        <w:t>.</w:t>
      </w:r>
    </w:p>
    <w:p w14:paraId="60A4EEFF" w14:textId="61F8B347" w:rsidR="00F422D3" w:rsidRDefault="00F422D3" w:rsidP="00070B76">
      <w:pPr>
        <w:pStyle w:val="SoDslseznam-1"/>
      </w:pPr>
      <w:r>
        <w:t xml:space="preserve">Ukončením Smlouvy nejsou dotčena ustanovení Smlouvy ve znění dokumentů dle odst. 1 této Smlouvy o dílo a </w:t>
      </w:r>
      <w:r w:rsidRPr="00DB7124">
        <w:t xml:space="preserve">příloh dle odst. </w:t>
      </w:r>
      <w:r w:rsidR="007F43A0">
        <w:t>24</w:t>
      </w:r>
      <w:r w:rsidR="007F43A0" w:rsidRPr="00DB7124">
        <w:t xml:space="preserve"> </w:t>
      </w:r>
      <w:r w:rsidRPr="00DB7124">
        <w:t xml:space="preserve">této Smlouvy o dílo týkající se licencí, záruk, nároků z odpovědnosti za vady, nároky z odpovědnosti za škodu </w:t>
      </w:r>
      <w:r>
        <w:t>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75BBE233" w14:textId="5B3080D7" w:rsidR="00DB7124" w:rsidRPr="00DB7124" w:rsidRDefault="00DB7124" w:rsidP="00070B76">
      <w:pPr>
        <w:pStyle w:val="SoDslseznam-2"/>
        <w:rPr>
          <w:i/>
          <w:iCs/>
        </w:rPr>
      </w:pPr>
      <w:r w:rsidRPr="00DB7124">
        <w:rPr>
          <w:i/>
          <w:iCs/>
        </w:rPr>
        <w:t>NEOBSAZENO</w:t>
      </w:r>
      <w:r>
        <w:rPr>
          <w:i/>
          <w:iCs/>
        </w:rPr>
        <w:t>.</w:t>
      </w:r>
    </w:p>
    <w:p w14:paraId="71F92A7A" w14:textId="147BA2E3" w:rsidR="00DB7124" w:rsidRPr="00DB7124" w:rsidRDefault="00DB7124" w:rsidP="000701FE">
      <w:pPr>
        <w:pStyle w:val="SoDslseznam-2"/>
        <w:tabs>
          <w:tab w:val="clear" w:pos="992"/>
          <w:tab w:val="num" w:pos="1021"/>
        </w:tabs>
        <w:ind w:left="1021"/>
        <w:rPr>
          <w:i/>
        </w:rPr>
      </w:pPr>
      <w:r w:rsidRPr="00DB7124">
        <w:rPr>
          <w:i/>
        </w:rPr>
        <w:t>NEOBSAZENO</w:t>
      </w:r>
      <w:r>
        <w:rPr>
          <w:i/>
        </w:rPr>
        <w:t>.</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lastRenderedPageBreak/>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1D3B762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03B1C83F" w:rsidR="003F1D63" w:rsidRDefault="003F1D63" w:rsidP="000701FE">
      <w:pPr>
        <w:pStyle w:val="Seznamsodrkami"/>
      </w:pPr>
      <w:r w:rsidRPr="002C6663">
        <w:t>jednání vedená primárně distančním způsobem</w:t>
      </w:r>
      <w:r w:rsidR="00EF0BF7">
        <w:t>.</w:t>
      </w:r>
    </w:p>
    <w:p w14:paraId="44CA3C0A" w14:textId="77777777" w:rsidR="00EF0BF7" w:rsidRPr="002C6663" w:rsidRDefault="00EF0BF7" w:rsidP="00EF0BF7">
      <w:pPr>
        <w:pStyle w:val="Seznamsodrkami"/>
        <w:numPr>
          <w:ilvl w:val="0"/>
          <w:numId w:val="0"/>
        </w:numPr>
        <w:ind w:left="794"/>
      </w:pP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568B3A11" w14:textId="77777777" w:rsidR="00015D53" w:rsidRPr="00DB7124" w:rsidRDefault="00015D53" w:rsidP="00015D53">
      <w:pPr>
        <w:pStyle w:val="slovanseznam2"/>
        <w:rPr>
          <w:i/>
          <w:iCs/>
        </w:rPr>
      </w:pPr>
      <w:r w:rsidRPr="00DB7124">
        <w:rPr>
          <w:i/>
          <w:iCs/>
        </w:rPr>
        <w:t>NEOBSAZENO.</w:t>
      </w:r>
    </w:p>
    <w:p w14:paraId="5D9244C2" w14:textId="77777777" w:rsidR="00015D53" w:rsidRPr="00DB7124" w:rsidRDefault="00015D53" w:rsidP="00015D53">
      <w:pPr>
        <w:pStyle w:val="slovanseznam2"/>
        <w:rPr>
          <w:i/>
          <w:iCs/>
        </w:rPr>
      </w:pPr>
      <w:r w:rsidRPr="00DB7124">
        <w:rPr>
          <w:i/>
          <w:iCs/>
        </w:rPr>
        <w:t>NEOBSAZENO.</w:t>
      </w:r>
    </w:p>
    <w:p w14:paraId="49756DCD" w14:textId="77777777" w:rsidR="00015D53" w:rsidRPr="00DB7124" w:rsidRDefault="00015D53" w:rsidP="00015D53">
      <w:pPr>
        <w:pStyle w:val="slovanseznam2"/>
        <w:rPr>
          <w:i/>
          <w:iCs/>
        </w:rPr>
      </w:pPr>
      <w:r w:rsidRPr="00DB7124">
        <w:rPr>
          <w:i/>
          <w:iCs/>
        </w:rPr>
        <w:t>NEOBSAZENO.</w:t>
      </w:r>
    </w:p>
    <w:p w14:paraId="3E264144" w14:textId="77777777" w:rsidR="00015D53" w:rsidRPr="00DB7124" w:rsidRDefault="00015D53" w:rsidP="00015D53">
      <w:pPr>
        <w:pStyle w:val="slovanseznam2"/>
        <w:rPr>
          <w:i/>
          <w:iCs/>
        </w:rPr>
      </w:pPr>
      <w:r w:rsidRPr="00DB7124">
        <w:rPr>
          <w:i/>
          <w:iCs/>
        </w:rPr>
        <w:t>NEOBSAZENO.</w:t>
      </w:r>
    </w:p>
    <w:p w14:paraId="24C502E3" w14:textId="77777777" w:rsidR="00015D53" w:rsidRPr="00DB7124" w:rsidRDefault="00015D53" w:rsidP="00015D53">
      <w:pPr>
        <w:pStyle w:val="slovanseznam2"/>
        <w:rPr>
          <w:i/>
          <w:iCs/>
        </w:rPr>
      </w:pPr>
      <w:r w:rsidRPr="00DB7124">
        <w:rPr>
          <w:i/>
          <w:iCs/>
        </w:rPr>
        <w:t>NEOBSAZENO.</w:t>
      </w:r>
    </w:p>
    <w:p w14:paraId="0C28BC61" w14:textId="6B061F98" w:rsidR="00001413" w:rsidRPr="00DB7124" w:rsidRDefault="00DB7124" w:rsidP="00001413">
      <w:pPr>
        <w:pStyle w:val="slovanseznam2"/>
        <w:rPr>
          <w:i/>
          <w:iCs/>
        </w:rPr>
      </w:pPr>
      <w:bookmarkStart w:id="0" w:name="_Hlk148084552"/>
      <w:r w:rsidRPr="00DB7124">
        <w:rPr>
          <w:i/>
          <w:iCs/>
        </w:rPr>
        <w:lastRenderedPageBreak/>
        <w:t>NEOBSAZENO</w:t>
      </w:r>
      <w:r w:rsidR="00001413" w:rsidRPr="00DB7124">
        <w:rPr>
          <w:i/>
          <w:iCs/>
        </w:rPr>
        <w:t>.</w:t>
      </w:r>
      <w:bookmarkEnd w:id="0"/>
    </w:p>
    <w:p w14:paraId="6FCEFE1B" w14:textId="77777777" w:rsidR="003A45BB" w:rsidRDefault="003A45BB" w:rsidP="003A45BB">
      <w:pPr>
        <w:pStyle w:val="slovanseznam2"/>
        <w:rPr>
          <w:i/>
          <w:iCs/>
        </w:rPr>
      </w:pPr>
      <w:r w:rsidRPr="00DB7124">
        <w:rPr>
          <w:i/>
          <w:iCs/>
        </w:rPr>
        <w:t>NEOBSAZENO.</w:t>
      </w:r>
    </w:p>
    <w:p w14:paraId="1EF4FA54" w14:textId="77777777" w:rsidR="00015D53" w:rsidRPr="00DB7124" w:rsidRDefault="00015D53" w:rsidP="00015D53">
      <w:pPr>
        <w:pStyle w:val="slovanseznam2"/>
        <w:rPr>
          <w:i/>
          <w:iCs/>
        </w:rPr>
      </w:pPr>
      <w:r w:rsidRPr="00DB7124">
        <w:rPr>
          <w:i/>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580134BE" w14:textId="27BCD1E8" w:rsidR="00015D53" w:rsidRPr="00015D53" w:rsidRDefault="00015D53" w:rsidP="00015D53">
      <w:pPr>
        <w:pStyle w:val="SoDslseznam-1"/>
      </w:pPr>
      <w:r w:rsidRPr="00015D53">
        <w:rPr>
          <w:i/>
          <w:iCs/>
        </w:rP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lastRenderedPageBreak/>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 xml:space="preserve">.2 této Smlouvy, smluvní pokutu ve výši 100.000 Kč. Zhotovitel je dále povinen zaplatit za každé jednotlivé porušení oznamovací povinnosti dle odstavce </w:t>
      </w:r>
      <w:r w:rsidRPr="00D733F8">
        <w:lastRenderedPageBreak/>
        <w:t>2</w:t>
      </w:r>
      <w:r w:rsidR="00E2148B">
        <w:t>0</w:t>
      </w:r>
      <w:r w:rsidRPr="00D733F8">
        <w:t>.2, smluvní pokutu ve výši 50.000 Kč. Ustanovení § 2004 odst. 2 Občanského zákoníku a § 2050 Občanského zákoníku se nepoužijí.</w:t>
      </w:r>
    </w:p>
    <w:p w14:paraId="725F6258" w14:textId="1143082B"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37E2A8D6" w14:textId="77777777" w:rsidR="003F0E76" w:rsidRPr="003F0E76" w:rsidRDefault="003F0E76" w:rsidP="003F0E76">
      <w:pPr>
        <w:pStyle w:val="slovanseznam"/>
      </w:pPr>
      <w:r w:rsidRPr="003F0E76">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4191F8A" w14:textId="77777777" w:rsidR="003F0E76" w:rsidRPr="00590CD9" w:rsidRDefault="003F0E76" w:rsidP="008E7E14">
      <w:pPr>
        <w:pStyle w:val="slovanseznam"/>
        <w:numPr>
          <w:ilvl w:val="0"/>
          <w:numId w:val="0"/>
        </w:numPr>
        <w:ind w:left="454"/>
      </w:pPr>
    </w:p>
    <w:p w14:paraId="43260C6E" w14:textId="77777777" w:rsidR="003A33F4" w:rsidRDefault="003A33F4" w:rsidP="003A33F4">
      <w:pPr>
        <w:pStyle w:val="slovanseznam"/>
      </w:pPr>
      <w:bookmarkStart w:id="1"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5B7A25E" w14:textId="77777777" w:rsidR="003A33F4" w:rsidRPr="000919AE" w:rsidRDefault="003A33F4" w:rsidP="003A33F4">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389AC84A" w:rsidR="00F422D3" w:rsidRDefault="00F422D3" w:rsidP="00D30CA9">
      <w:pPr>
        <w:pStyle w:val="SoDslseznam-1"/>
      </w:pPr>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3A45B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3A45BB">
        <w:t>státní organizace o řádném poskytnutí a dokončení stavebních prací</w:t>
      </w:r>
      <w:r w:rsidR="00B738A3" w:rsidRPr="003A45BB">
        <w:t>)</w:t>
      </w:r>
      <w:r w:rsidR="006C2E67" w:rsidRPr="003A45BB">
        <w:t xml:space="preserve"> </w:t>
      </w:r>
    </w:p>
    <w:p w14:paraId="636EF4B3" w14:textId="77777777" w:rsidR="008E7E14" w:rsidRDefault="00F422D3" w:rsidP="008E7E14">
      <w:pPr>
        <w:pStyle w:val="SoDTextbezslovn"/>
        <w:ind w:left="2127" w:hanging="1673"/>
      </w:pPr>
      <w:r w:rsidRPr="00015D53">
        <w:t>Příloha č.</w:t>
      </w:r>
      <w:r w:rsidR="008A39A0" w:rsidRPr="00015D53">
        <w:t xml:space="preserve"> 9</w:t>
      </w:r>
      <w:r w:rsidR="000F743B" w:rsidRPr="00015D53">
        <w:tab/>
      </w:r>
      <w:r w:rsidR="008E7E14">
        <w:t>Žádost o poskytnutí zálohové platby</w:t>
      </w:r>
    </w:p>
    <w:p w14:paraId="0B43D05E" w14:textId="56CBCC71" w:rsidR="00B738A3" w:rsidRPr="00015D53" w:rsidRDefault="00B738A3" w:rsidP="008E7E14">
      <w:pPr>
        <w:pStyle w:val="SoDTextbezslovn"/>
        <w:ind w:left="2127" w:hanging="1673"/>
      </w:pPr>
      <w:r w:rsidRPr="00015D53">
        <w:t>Příloha č. 10</w:t>
      </w:r>
      <w:r w:rsidRPr="00015D53">
        <w:tab/>
      </w:r>
      <w:r w:rsidR="003A45BB" w:rsidRPr="00015D53">
        <w:t>NEOBSAZENO</w:t>
      </w:r>
    </w:p>
    <w:p w14:paraId="33273453" w14:textId="238D6031" w:rsidR="00F422D3" w:rsidRPr="00015D53" w:rsidRDefault="00B738A3" w:rsidP="008E7E14">
      <w:pPr>
        <w:pStyle w:val="slovanseznam2"/>
        <w:numPr>
          <w:ilvl w:val="0"/>
          <w:numId w:val="0"/>
        </w:numPr>
        <w:ind w:left="992" w:hanging="567"/>
      </w:pPr>
      <w:r w:rsidRPr="00015D53">
        <w:rPr>
          <w:rFonts w:ascii="Verdana" w:hAnsi="Verdana"/>
        </w:rPr>
        <w:t>Příloha č. 11</w:t>
      </w:r>
      <w:r w:rsidRPr="00015D53">
        <w:rPr>
          <w:rFonts w:ascii="Verdana" w:hAnsi="Verdana"/>
        </w:rPr>
        <w:tab/>
      </w:r>
      <w:r w:rsidR="00015D53" w:rsidRPr="00015D53">
        <w:rPr>
          <w:i/>
          <w:iCs/>
        </w:rPr>
        <w:t>NEOBSAZENO.</w:t>
      </w:r>
    </w:p>
    <w:p w14:paraId="3B387372" w14:textId="77777777" w:rsidR="008E7E14" w:rsidRDefault="008E7E14" w:rsidP="000F743B">
      <w:pPr>
        <w:pStyle w:val="SoDTextbezodsazen"/>
      </w:pPr>
    </w:p>
    <w:p w14:paraId="020F30B1" w14:textId="74A00DA5" w:rsidR="00F422D3" w:rsidRDefault="00F422D3" w:rsidP="000F743B">
      <w:pPr>
        <w:pStyle w:val="SoDTextbezodsazen"/>
      </w:pPr>
      <w:r w:rsidRPr="00015D53">
        <w:t>Na důkaz toho strany uzavírají tuto Smlouvu o dílo, která vstupuje v platnost dnem podpisu této</w:t>
      </w:r>
      <w:r>
        <w:t xml:space="preserve">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lastRenderedPageBreak/>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2FD501AF" w14:textId="54993FCF"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462B66" w14:textId="1184EF78" w:rsidR="00D242BB" w:rsidRPr="00F95FBD" w:rsidRDefault="00D242BB" w:rsidP="004D37A9">
      <w:pPr>
        <w:pStyle w:val="Nadpistabulky"/>
        <w:spacing w:after="0"/>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71D6A319" w14:textId="3BCF205D" w:rsidR="00794156" w:rsidRDefault="00794156" w:rsidP="00794156">
      <w:pPr>
        <w:pStyle w:val="Textbezodsazen"/>
      </w:pPr>
      <w:r>
        <w:t>V souladu s ustanovením pod-článku 14.2 Smluvních podmínek ke Smlouvě o dílo na zhotovení stavby</w:t>
      </w:r>
      <w:r w:rsidRPr="00794156">
        <w:rPr>
          <w:b/>
          <w:bCs/>
        </w:rPr>
        <w:t xml:space="preserve"> „Rekonstrukce zastřešení v ŽST Kolín“</w:t>
      </w:r>
      <w:r>
        <w:t xml:space="preserve"> žádáme o poskytnutí zálohové platby na finanční plnění výši: </w:t>
      </w:r>
      <w:r>
        <w:rPr>
          <w:highlight w:val="yellow"/>
        </w:rPr>
        <w:t>VLOŽÍ ZHOTOVITEL</w:t>
      </w:r>
      <w:r>
        <w:t xml:space="preserve"> Kč.</w:t>
      </w:r>
    </w:p>
    <w:p w14:paraId="523BFB14" w14:textId="77777777" w:rsidR="00794156" w:rsidRDefault="00794156" w:rsidP="00794156">
      <w:pPr>
        <w:pStyle w:val="Textbezodsazen"/>
      </w:pPr>
    </w:p>
    <w:p w14:paraId="621C17FD" w14:textId="77777777" w:rsidR="00794156" w:rsidRDefault="00794156" w:rsidP="00794156">
      <w:pPr>
        <w:pStyle w:val="Textbezodsazen"/>
      </w:pPr>
      <w:r>
        <w:t xml:space="preserve">Záloha bude využita na pokrytí nákladů stavebních prací a dodávek materiálů v Souladu s výše uvedenou Smlouvou o dílo v období: </w:t>
      </w:r>
      <w:r>
        <w:rPr>
          <w:highlight w:val="yellow"/>
        </w:rPr>
        <w:t>MM/RR – MM/RR  VLOŽÍ ZHOTOVITEL</w:t>
      </w:r>
      <w:r>
        <w:t xml:space="preserve"> včetně.</w:t>
      </w:r>
    </w:p>
    <w:p w14:paraId="6AD12A10" w14:textId="77777777" w:rsidR="00794156" w:rsidRDefault="00794156" w:rsidP="00794156">
      <w:pPr>
        <w:pStyle w:val="Textbezodsazen"/>
      </w:pPr>
    </w:p>
    <w:p w14:paraId="754789E4" w14:textId="77777777" w:rsidR="00794156" w:rsidRDefault="00794156" w:rsidP="00794156">
      <w:pPr>
        <w:pStyle w:val="Textbezodsazen"/>
      </w:pPr>
      <w:r>
        <w:t xml:space="preserve">Součástí této žádosti je: </w:t>
      </w:r>
    </w:p>
    <w:p w14:paraId="5481E730" w14:textId="77777777" w:rsidR="00794156" w:rsidRDefault="00794156" w:rsidP="00794156">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68F03EB" w14:textId="77777777" w:rsidR="00794156" w:rsidRDefault="00794156" w:rsidP="00794156">
      <w:pPr>
        <w:pStyle w:val="Textbezodsazen"/>
      </w:pPr>
      <w:r>
        <w:t>-</w:t>
      </w:r>
      <w:r>
        <w:tab/>
        <w:t xml:space="preserve">zálohová faktura č. </w:t>
      </w:r>
      <w:r>
        <w:rPr>
          <w:highlight w:val="yellow"/>
        </w:rPr>
        <w:t xml:space="preserve">…… </w:t>
      </w:r>
      <w:r w:rsidRPr="00392910">
        <w:rPr>
          <w:highlight w:val="yellow"/>
        </w:rPr>
        <w:t>VLOŽÍ ZHOTOVITE</w:t>
      </w:r>
      <w:r>
        <w:rPr>
          <w:highlight w:val="yellow"/>
        </w:rPr>
        <w:t>L</w:t>
      </w:r>
    </w:p>
    <w:p w14:paraId="0795FBEE" w14:textId="77777777" w:rsidR="00794156" w:rsidRDefault="00794156" w:rsidP="00794156">
      <w:pPr>
        <w:pStyle w:val="Textbezodsazen"/>
      </w:pPr>
    </w:p>
    <w:p w14:paraId="1FEE9DB9" w14:textId="77777777" w:rsidR="00794156" w:rsidRDefault="00794156" w:rsidP="00794156">
      <w:pPr>
        <w:pStyle w:val="Textbezodsazen"/>
      </w:pPr>
    </w:p>
    <w:p w14:paraId="202587E5" w14:textId="77777777" w:rsidR="00794156" w:rsidRDefault="00794156" w:rsidP="00794156">
      <w:pPr>
        <w:pStyle w:val="Textbezodsazen"/>
      </w:pPr>
      <w:r>
        <w:t>V ..........................      dne ....................................</w:t>
      </w: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1895736D"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3ACF8B1D" w14:textId="243FC8AF" w:rsidR="00B738A3" w:rsidRPr="003203F6" w:rsidRDefault="00B738A3" w:rsidP="00B738A3">
      <w:pPr>
        <w:keepNext/>
        <w:spacing w:before="200" w:after="120"/>
        <w:outlineLvl w:val="1"/>
        <w:rPr>
          <w:rFonts w:ascii="Verdana" w:hAnsi="Verdana"/>
          <w:bCs/>
          <w:sz w:val="20"/>
          <w:szCs w:val="20"/>
        </w:rPr>
      </w:pPr>
      <w:r w:rsidRPr="003203F6">
        <w:rPr>
          <w:rFonts w:ascii="Verdana" w:hAnsi="Verdana"/>
          <w:bCs/>
          <w:sz w:val="20"/>
          <w:szCs w:val="20"/>
        </w:rPr>
        <w:t xml:space="preserve">NEOBSAZENO </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F7A4" w14:textId="77777777" w:rsidR="00D12C2C" w:rsidRDefault="00D12C2C" w:rsidP="00962258">
      <w:pPr>
        <w:spacing w:after="0" w:line="240" w:lineRule="auto"/>
      </w:pPr>
      <w:r>
        <w:separator/>
      </w:r>
    </w:p>
  </w:endnote>
  <w:endnote w:type="continuationSeparator" w:id="0">
    <w:p w14:paraId="5D5449B6" w14:textId="77777777" w:rsidR="00D12C2C" w:rsidRDefault="00D12C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2554B3" w:rsidRPr="003462EB" w14:paraId="38DBA985" w14:textId="77777777" w:rsidTr="007F1787">
      <w:tc>
        <w:tcPr>
          <w:tcW w:w="851" w:type="dxa"/>
          <w:tcMar>
            <w:left w:w="0" w:type="dxa"/>
            <w:right w:w="0" w:type="dxa"/>
          </w:tcMar>
          <w:vAlign w:val="bottom"/>
        </w:tcPr>
        <w:p w14:paraId="39C60BC9" w14:textId="1B9D03D0"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2554B3" w:rsidRDefault="002554B3" w:rsidP="007F1787">
          <w:pPr>
            <w:pStyle w:val="Zpatvlevo"/>
          </w:pPr>
          <w:r>
            <w:t>Smlouva o dílo – Zhotovení Projektové dokumentace a Stavby</w:t>
          </w:r>
        </w:p>
        <w:p w14:paraId="23C432C0" w14:textId="5609531C"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r>
  </w:tbl>
  <w:p w14:paraId="5E032EE1" w14:textId="77777777" w:rsidR="002554B3" w:rsidRPr="00430206" w:rsidRDefault="002554B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706020E" w14:textId="77777777" w:rsidTr="00174201">
      <w:tc>
        <w:tcPr>
          <w:tcW w:w="851" w:type="dxa"/>
          <w:tcMar>
            <w:left w:w="0" w:type="dxa"/>
            <w:right w:w="0" w:type="dxa"/>
          </w:tcMar>
          <w:vAlign w:val="bottom"/>
        </w:tcPr>
        <w:p w14:paraId="17A9B7B8" w14:textId="77777777"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2554B3" w:rsidRPr="00CD320A" w:rsidRDefault="002554B3" w:rsidP="00174201">
          <w:pPr>
            <w:pStyle w:val="Zpatvlevo"/>
            <w:rPr>
              <w:rStyle w:val="Tun"/>
            </w:rPr>
          </w:pPr>
          <w:r w:rsidRPr="00CD320A">
            <w:rPr>
              <w:rStyle w:val="Tun"/>
            </w:rPr>
            <w:t>Příloha č. 4</w:t>
          </w:r>
        </w:p>
        <w:p w14:paraId="5F2099F0" w14:textId="77777777" w:rsidR="002554B3" w:rsidRDefault="002554B3" w:rsidP="00174201">
          <w:pPr>
            <w:pStyle w:val="Zpatvlevo"/>
          </w:pPr>
          <w:r>
            <w:t>Smlouva o dílo – Zhotovení Projektové dokumentace a Stavby</w:t>
          </w:r>
        </w:p>
        <w:p w14:paraId="00BE7E75" w14:textId="28EB5876" w:rsidR="002554B3" w:rsidRPr="003462EB" w:rsidRDefault="002554B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2554B3" w:rsidRPr="00430206" w:rsidRDefault="002554B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0E91BF2A" w14:textId="77777777" w:rsidTr="00174201">
      <w:tc>
        <w:tcPr>
          <w:tcW w:w="7881" w:type="dxa"/>
          <w:tcMar>
            <w:left w:w="0" w:type="dxa"/>
            <w:right w:w="0" w:type="dxa"/>
          </w:tcMar>
          <w:vAlign w:val="bottom"/>
        </w:tcPr>
        <w:p w14:paraId="35BDE9DB" w14:textId="77777777" w:rsidR="002554B3" w:rsidRPr="00CD320A" w:rsidRDefault="002554B3" w:rsidP="00174201">
          <w:pPr>
            <w:pStyle w:val="Zpatvpravo"/>
            <w:rPr>
              <w:rStyle w:val="Tun"/>
            </w:rPr>
          </w:pPr>
          <w:r w:rsidRPr="00CD320A">
            <w:rPr>
              <w:rStyle w:val="Tun"/>
            </w:rPr>
            <w:t>PŘÍLOHA č. 4</w:t>
          </w:r>
        </w:p>
        <w:p w14:paraId="51C13F3D" w14:textId="77777777" w:rsidR="002554B3" w:rsidRDefault="002554B3" w:rsidP="00174201">
          <w:pPr>
            <w:pStyle w:val="Zpatvpravo"/>
          </w:pPr>
          <w:r>
            <w:t>SMLOUVA O DÍLO - Zhotovení Projektové dokumentace a Stavby</w:t>
          </w:r>
        </w:p>
        <w:p w14:paraId="7DA3E857" w14:textId="4C73D694" w:rsidR="002554B3" w:rsidRPr="00B8518B" w:rsidRDefault="002554B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c>
        <w:tcPr>
          <w:tcW w:w="851" w:type="dxa"/>
          <w:vAlign w:val="bottom"/>
        </w:tcPr>
        <w:p w14:paraId="14154200" w14:textId="33AE99C9" w:rsidR="002554B3" w:rsidRDefault="002554B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2554B3" w:rsidRPr="00B8518B" w:rsidRDefault="002554B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54D366EE" w14:textId="77777777" w:rsidTr="008D546F">
      <w:tc>
        <w:tcPr>
          <w:tcW w:w="851" w:type="dxa"/>
          <w:tcMar>
            <w:left w:w="0" w:type="dxa"/>
            <w:right w:w="0" w:type="dxa"/>
          </w:tcMar>
          <w:vAlign w:val="bottom"/>
        </w:tcPr>
        <w:p w14:paraId="00E56356" w14:textId="0773428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2554B3" w:rsidRPr="00CD320A" w:rsidRDefault="002554B3" w:rsidP="008D546F">
          <w:pPr>
            <w:pStyle w:val="Zpatvlevo"/>
            <w:rPr>
              <w:rStyle w:val="Tun"/>
            </w:rPr>
          </w:pPr>
          <w:r w:rsidRPr="00CD320A">
            <w:rPr>
              <w:rStyle w:val="Tun"/>
            </w:rPr>
            <w:t xml:space="preserve">Příloha č. </w:t>
          </w:r>
          <w:r>
            <w:rPr>
              <w:rStyle w:val="Tun"/>
            </w:rPr>
            <w:t>5</w:t>
          </w:r>
        </w:p>
        <w:p w14:paraId="2D48223B" w14:textId="77777777" w:rsidR="002554B3" w:rsidRDefault="002554B3" w:rsidP="008D546F">
          <w:pPr>
            <w:pStyle w:val="Zpatvlevo"/>
          </w:pPr>
          <w:r>
            <w:t>Smlouva o dílo – Zhotovení Projektové dokumentace a Stavby</w:t>
          </w:r>
        </w:p>
        <w:p w14:paraId="4355FCE3" w14:textId="1D94F6CC"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r>
  </w:tbl>
  <w:p w14:paraId="4D20A9D4" w14:textId="77777777" w:rsidR="002554B3" w:rsidRPr="00430206" w:rsidRDefault="002554B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03A0E28C" w14:textId="77777777" w:rsidTr="008D546F">
      <w:tc>
        <w:tcPr>
          <w:tcW w:w="7881" w:type="dxa"/>
          <w:tcMar>
            <w:left w:w="0" w:type="dxa"/>
            <w:right w:w="0" w:type="dxa"/>
          </w:tcMar>
          <w:vAlign w:val="bottom"/>
        </w:tcPr>
        <w:p w14:paraId="5B3B25FF" w14:textId="77777777" w:rsidR="002554B3" w:rsidRPr="00D70440" w:rsidRDefault="002554B3" w:rsidP="008D546F">
          <w:pPr>
            <w:pStyle w:val="Zpatvpravo"/>
            <w:rPr>
              <w:rStyle w:val="Tun"/>
            </w:rPr>
          </w:pPr>
          <w:r>
            <w:rPr>
              <w:rStyle w:val="Tun"/>
            </w:rPr>
            <w:t>PŘÍLOHA č. 5</w:t>
          </w:r>
        </w:p>
        <w:p w14:paraId="072D9EDA"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7B71706E"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68FE6CCD" w14:textId="1399B679" w:rsidR="002554B3" w:rsidRDefault="002554B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2554B3" w:rsidRPr="00B8518B" w:rsidRDefault="002554B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3DBDE70E" w14:textId="77777777" w:rsidTr="008D546F">
      <w:tc>
        <w:tcPr>
          <w:tcW w:w="851" w:type="dxa"/>
          <w:tcMar>
            <w:left w:w="0" w:type="dxa"/>
            <w:right w:w="0" w:type="dxa"/>
          </w:tcMar>
          <w:vAlign w:val="bottom"/>
        </w:tcPr>
        <w:p w14:paraId="2969F9D8" w14:textId="2F34B7AE"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2554B3" w:rsidRPr="00CD320A" w:rsidRDefault="002554B3" w:rsidP="008D546F">
          <w:pPr>
            <w:pStyle w:val="Zpatvlevo"/>
            <w:rPr>
              <w:rStyle w:val="Tun"/>
            </w:rPr>
          </w:pPr>
          <w:r w:rsidRPr="00CD320A">
            <w:rPr>
              <w:rStyle w:val="Tun"/>
            </w:rPr>
            <w:t xml:space="preserve">Příloha č. </w:t>
          </w:r>
          <w:r>
            <w:rPr>
              <w:rStyle w:val="Tun"/>
            </w:rPr>
            <w:t>6</w:t>
          </w:r>
        </w:p>
        <w:p w14:paraId="340B869F" w14:textId="77777777" w:rsidR="002554B3" w:rsidRDefault="002554B3" w:rsidP="008D546F">
          <w:pPr>
            <w:pStyle w:val="Zpatvlevo"/>
          </w:pPr>
          <w:r>
            <w:t>Smlouva o dílo – Zhotovení Projektové dokumentace a Stavby</w:t>
          </w:r>
        </w:p>
        <w:p w14:paraId="39383E61" w14:textId="3F677FDE"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2554B3" w:rsidRPr="00430206" w:rsidRDefault="002554B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58CA3B1F" w14:textId="77777777" w:rsidTr="008D546F">
      <w:tc>
        <w:tcPr>
          <w:tcW w:w="7881" w:type="dxa"/>
          <w:tcMar>
            <w:left w:w="0" w:type="dxa"/>
            <w:right w:w="0" w:type="dxa"/>
          </w:tcMar>
          <w:vAlign w:val="bottom"/>
        </w:tcPr>
        <w:p w14:paraId="1B69F385" w14:textId="77777777" w:rsidR="002554B3" w:rsidRPr="00D70440" w:rsidRDefault="002554B3" w:rsidP="008D546F">
          <w:pPr>
            <w:pStyle w:val="Zpatvpravo"/>
            <w:rPr>
              <w:rStyle w:val="Tun"/>
            </w:rPr>
          </w:pPr>
          <w:r>
            <w:rPr>
              <w:rStyle w:val="Tun"/>
            </w:rPr>
            <w:t>PŘÍLOHA č. 6</w:t>
          </w:r>
        </w:p>
        <w:p w14:paraId="4AAFED10"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2766D83B"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0CF2C708" w14:textId="521CF437"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2554B3" w:rsidRPr="00B8518B" w:rsidRDefault="002554B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9506A6D" w14:textId="77777777" w:rsidTr="008D546F">
      <w:tc>
        <w:tcPr>
          <w:tcW w:w="851" w:type="dxa"/>
          <w:tcMar>
            <w:left w:w="0" w:type="dxa"/>
            <w:right w:w="0" w:type="dxa"/>
          </w:tcMar>
          <w:vAlign w:val="bottom"/>
        </w:tcPr>
        <w:p w14:paraId="3F1A665B" w14:textId="201F5892"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2554B3" w:rsidRPr="00CD320A" w:rsidRDefault="002554B3" w:rsidP="008D546F">
          <w:pPr>
            <w:pStyle w:val="Zpatvlevo"/>
            <w:rPr>
              <w:rStyle w:val="Tun"/>
            </w:rPr>
          </w:pPr>
          <w:r w:rsidRPr="00CD320A">
            <w:rPr>
              <w:rStyle w:val="Tun"/>
            </w:rPr>
            <w:t xml:space="preserve">Příloha č. </w:t>
          </w:r>
          <w:r>
            <w:rPr>
              <w:rStyle w:val="Tun"/>
            </w:rPr>
            <w:t>7</w:t>
          </w:r>
        </w:p>
        <w:p w14:paraId="030DE473" w14:textId="77777777" w:rsidR="002554B3" w:rsidRDefault="002554B3" w:rsidP="008D546F">
          <w:pPr>
            <w:pStyle w:val="Zpatvlevo"/>
          </w:pPr>
          <w:r>
            <w:t>Smlouva o dílo – Zhotovení Projektové dokumentace a Stavby</w:t>
          </w:r>
        </w:p>
        <w:p w14:paraId="4701C0DB" w14:textId="1E112C0F"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2554B3" w:rsidRPr="00430206" w:rsidRDefault="002554B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1C41E30" w14:textId="77777777" w:rsidTr="008D546F">
      <w:tc>
        <w:tcPr>
          <w:tcW w:w="7881" w:type="dxa"/>
          <w:tcMar>
            <w:left w:w="0" w:type="dxa"/>
            <w:right w:w="0" w:type="dxa"/>
          </w:tcMar>
          <w:vAlign w:val="bottom"/>
        </w:tcPr>
        <w:p w14:paraId="5949EE64" w14:textId="773CA199" w:rsidR="002554B3" w:rsidRPr="00D70440" w:rsidRDefault="002554B3" w:rsidP="008D546F">
          <w:pPr>
            <w:pStyle w:val="Zpatvpravo"/>
            <w:rPr>
              <w:rStyle w:val="Tun"/>
            </w:rPr>
          </w:pPr>
          <w:r>
            <w:rPr>
              <w:rStyle w:val="Tun"/>
            </w:rPr>
            <w:t>PŘÍLOHA č. 7</w:t>
          </w:r>
        </w:p>
        <w:p w14:paraId="044B456D"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7955AAFE"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3282DF7A" w14:textId="389BB235"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2554B3" w:rsidRPr="00B8518B" w:rsidRDefault="002554B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0A4F244F" w14:textId="77777777" w:rsidTr="008D546F">
      <w:tc>
        <w:tcPr>
          <w:tcW w:w="851" w:type="dxa"/>
          <w:tcMar>
            <w:left w:w="0" w:type="dxa"/>
            <w:right w:w="0" w:type="dxa"/>
          </w:tcMar>
          <w:vAlign w:val="bottom"/>
        </w:tcPr>
        <w:p w14:paraId="212D4A43" w14:textId="49DFCA8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2554B3" w:rsidRPr="00CD320A" w:rsidRDefault="002554B3" w:rsidP="008D546F">
          <w:pPr>
            <w:pStyle w:val="Zpatvlevo"/>
            <w:rPr>
              <w:rStyle w:val="Tun"/>
            </w:rPr>
          </w:pPr>
          <w:r w:rsidRPr="00CD320A">
            <w:rPr>
              <w:rStyle w:val="Tun"/>
            </w:rPr>
            <w:t xml:space="preserve">Příloha č. </w:t>
          </w:r>
          <w:r>
            <w:rPr>
              <w:rStyle w:val="Tun"/>
            </w:rPr>
            <w:t>8</w:t>
          </w:r>
        </w:p>
        <w:p w14:paraId="04C4E591" w14:textId="77777777" w:rsidR="002554B3" w:rsidRDefault="002554B3" w:rsidP="008D546F">
          <w:pPr>
            <w:pStyle w:val="Zpatvlevo"/>
          </w:pPr>
          <w:r>
            <w:t>Smlouva o dílo – Zhotovení Projektové dokumentace a Stavby</w:t>
          </w:r>
        </w:p>
        <w:p w14:paraId="10A7A41A" w14:textId="64CAE75F"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r>
  </w:tbl>
  <w:p w14:paraId="19309A48" w14:textId="77777777" w:rsidR="002554B3" w:rsidRPr="00430206" w:rsidRDefault="002554B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3EACA5EE" w14:textId="77777777" w:rsidTr="008D546F">
      <w:tc>
        <w:tcPr>
          <w:tcW w:w="7881" w:type="dxa"/>
          <w:tcMar>
            <w:left w:w="0" w:type="dxa"/>
            <w:right w:w="0" w:type="dxa"/>
          </w:tcMar>
          <w:vAlign w:val="bottom"/>
        </w:tcPr>
        <w:p w14:paraId="2F0195FE" w14:textId="17CA309A" w:rsidR="002554B3" w:rsidRPr="00D70440" w:rsidRDefault="002554B3" w:rsidP="008D546F">
          <w:pPr>
            <w:pStyle w:val="Zpatvpravo"/>
            <w:rPr>
              <w:rStyle w:val="Tun"/>
            </w:rPr>
          </w:pPr>
          <w:r>
            <w:rPr>
              <w:rStyle w:val="Tun"/>
            </w:rPr>
            <w:t>PŘÍLOHA č. 8</w:t>
          </w:r>
        </w:p>
        <w:p w14:paraId="6AE3FD66"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463C4052"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2662FDBB" w14:textId="766A3DCC"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2554B3" w:rsidRPr="00B8518B" w:rsidRDefault="002554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554B3" w:rsidRPr="009E09BE" w14:paraId="15D625E3" w14:textId="77777777" w:rsidTr="007F1787">
      <w:tc>
        <w:tcPr>
          <w:tcW w:w="7797" w:type="dxa"/>
          <w:tcMar>
            <w:left w:w="0" w:type="dxa"/>
            <w:right w:w="0" w:type="dxa"/>
          </w:tcMar>
          <w:vAlign w:val="bottom"/>
        </w:tcPr>
        <w:p w14:paraId="5FD50CC4" w14:textId="77777777" w:rsidR="002554B3" w:rsidRDefault="002554B3" w:rsidP="007F1787">
          <w:pPr>
            <w:pStyle w:val="Zpatvpravo"/>
          </w:pPr>
          <w:r>
            <w:t>Smlouva o dílo – Zhotovení Projektové dokumentace a Stavby</w:t>
          </w:r>
        </w:p>
        <w:p w14:paraId="0B57920C" w14:textId="37582EB3" w:rsidR="002554B3" w:rsidRPr="00612EE8" w:rsidRDefault="002554B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c>
        <w:tcPr>
          <w:tcW w:w="851" w:type="dxa"/>
          <w:vAlign w:val="bottom"/>
        </w:tcPr>
        <w:p w14:paraId="398A9DD7" w14:textId="23D8A2C4" w:rsidR="002554B3" w:rsidRPr="009E09BE" w:rsidRDefault="002554B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2554B3" w:rsidRPr="00B8518B" w:rsidRDefault="002554B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23E52620" w14:textId="77777777" w:rsidTr="008D546F">
      <w:tc>
        <w:tcPr>
          <w:tcW w:w="851" w:type="dxa"/>
          <w:tcMar>
            <w:left w:w="0" w:type="dxa"/>
            <w:right w:w="0" w:type="dxa"/>
          </w:tcMar>
          <w:vAlign w:val="bottom"/>
        </w:tcPr>
        <w:p w14:paraId="729E897B" w14:textId="5F1B54FD"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2554B3" w:rsidRDefault="002554B3" w:rsidP="008D546F">
          <w:pPr>
            <w:pStyle w:val="Zpatvlevo"/>
            <w:rPr>
              <w:rStyle w:val="Tun"/>
            </w:rPr>
          </w:pPr>
          <w:r>
            <w:rPr>
              <w:rStyle w:val="Tun"/>
            </w:rPr>
            <w:t>Příloha č. 10</w:t>
          </w:r>
        </w:p>
        <w:p w14:paraId="5D4AC2B7" w14:textId="77777777" w:rsidR="002554B3" w:rsidRDefault="002554B3" w:rsidP="008D546F">
          <w:pPr>
            <w:pStyle w:val="Zpatvlevo"/>
          </w:pPr>
          <w:r>
            <w:t>Smlouva o dílo – Zhotovení Projektové dokumentace a Stavby</w:t>
          </w:r>
        </w:p>
        <w:p w14:paraId="181CCCAF" w14:textId="0C0816C9"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2554B3" w:rsidRPr="00430206" w:rsidRDefault="002554B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380C6A5" w14:textId="77777777" w:rsidTr="008D546F">
      <w:tc>
        <w:tcPr>
          <w:tcW w:w="7881" w:type="dxa"/>
          <w:tcMar>
            <w:left w:w="0" w:type="dxa"/>
            <w:right w:w="0" w:type="dxa"/>
          </w:tcMar>
          <w:vAlign w:val="bottom"/>
        </w:tcPr>
        <w:p w14:paraId="72D47546" w14:textId="3433D8ED" w:rsidR="002554B3" w:rsidRPr="00D70440" w:rsidRDefault="002554B3" w:rsidP="008D546F">
          <w:pPr>
            <w:pStyle w:val="Zpatvpravo"/>
            <w:rPr>
              <w:rStyle w:val="Tun"/>
            </w:rPr>
          </w:pPr>
          <w:r>
            <w:rPr>
              <w:rStyle w:val="Tun"/>
            </w:rPr>
            <w:t>PŘÍLOHA č. 9</w:t>
          </w:r>
        </w:p>
        <w:p w14:paraId="5BA3E647"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423AC96D"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02146559" w14:textId="598438EC"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2554B3" w:rsidRPr="00B8518B" w:rsidRDefault="002554B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63AB1380" w14:textId="77777777" w:rsidTr="008D546F">
      <w:tc>
        <w:tcPr>
          <w:tcW w:w="7881" w:type="dxa"/>
          <w:tcMar>
            <w:left w:w="0" w:type="dxa"/>
            <w:right w:w="0" w:type="dxa"/>
          </w:tcMar>
          <w:vAlign w:val="bottom"/>
        </w:tcPr>
        <w:p w14:paraId="54AB5EB0" w14:textId="3C37FB92" w:rsidR="002554B3" w:rsidRPr="00D70440" w:rsidRDefault="002554B3" w:rsidP="008D546F">
          <w:pPr>
            <w:pStyle w:val="Zpatvpravo"/>
            <w:rPr>
              <w:rStyle w:val="Tun"/>
            </w:rPr>
          </w:pPr>
          <w:r>
            <w:rPr>
              <w:rStyle w:val="Tun"/>
            </w:rPr>
            <w:t>PŘÍLOHA č. 10</w:t>
          </w:r>
        </w:p>
        <w:p w14:paraId="4D5C71D5"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025045C6"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6ED45AC4" w14:textId="40A3AC74"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2554B3" w:rsidRPr="00B8518B" w:rsidRDefault="002554B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17B7E938" w14:textId="77777777" w:rsidTr="008D546F">
      <w:tc>
        <w:tcPr>
          <w:tcW w:w="851" w:type="dxa"/>
          <w:tcMar>
            <w:left w:w="0" w:type="dxa"/>
            <w:right w:w="0" w:type="dxa"/>
          </w:tcMar>
          <w:vAlign w:val="bottom"/>
        </w:tcPr>
        <w:p w14:paraId="016A4835" w14:textId="2E36B45A"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2554B3" w:rsidRDefault="002554B3" w:rsidP="008D546F">
          <w:pPr>
            <w:pStyle w:val="Zpatvlevo"/>
            <w:rPr>
              <w:rStyle w:val="Tun"/>
            </w:rPr>
          </w:pPr>
          <w:r>
            <w:rPr>
              <w:rStyle w:val="Tun"/>
            </w:rPr>
            <w:t>Příloha č. 11</w:t>
          </w:r>
        </w:p>
        <w:p w14:paraId="4F08032E" w14:textId="77777777" w:rsidR="002554B3" w:rsidRDefault="002554B3" w:rsidP="008D546F">
          <w:pPr>
            <w:pStyle w:val="Zpatvlevo"/>
          </w:pPr>
          <w:r>
            <w:t>Smlouva o dílo – Zhotovení Projektové dokumentace a Stavby</w:t>
          </w:r>
        </w:p>
        <w:p w14:paraId="016EEE48" w14:textId="52BE5D6B" w:rsidR="002554B3" w:rsidRPr="003462EB" w:rsidRDefault="002554B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2554B3" w:rsidRPr="00430206" w:rsidRDefault="002554B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14:paraId="1C86023C" w14:textId="77777777" w:rsidTr="008D546F">
      <w:tc>
        <w:tcPr>
          <w:tcW w:w="7881" w:type="dxa"/>
          <w:tcMar>
            <w:left w:w="0" w:type="dxa"/>
            <w:right w:w="0" w:type="dxa"/>
          </w:tcMar>
          <w:vAlign w:val="bottom"/>
        </w:tcPr>
        <w:p w14:paraId="01B4B770" w14:textId="0932F3E8" w:rsidR="002554B3" w:rsidRPr="00D70440" w:rsidRDefault="002554B3" w:rsidP="008D546F">
          <w:pPr>
            <w:pStyle w:val="Zpatvpravo"/>
            <w:rPr>
              <w:rStyle w:val="Tun"/>
            </w:rPr>
          </w:pPr>
          <w:r>
            <w:rPr>
              <w:rStyle w:val="Tun"/>
            </w:rPr>
            <w:t>PŘÍLOHA č. 11</w:t>
          </w:r>
        </w:p>
        <w:p w14:paraId="0CEDF990" w14:textId="77777777" w:rsidR="002554B3" w:rsidRDefault="002554B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1D75AAD2" w:rsidR="002554B3" w:rsidRPr="00CD320A" w:rsidRDefault="002554B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7E14" w:rsidRPr="008E7E14">
            <w:rPr>
              <w:rStyle w:val="slostrnky"/>
              <w:bCs/>
              <w:noProof/>
              <w:color w:val="auto"/>
            </w:rPr>
            <w:t>„Rekonstrukce zastřešení v ŽST Kolín“</w:t>
          </w:r>
          <w:r w:rsidRPr="00CD320A">
            <w:rPr>
              <w:rStyle w:val="slostrnky"/>
              <w:color w:val="auto"/>
            </w:rPr>
            <w:fldChar w:fldCharType="end"/>
          </w:r>
        </w:p>
      </w:tc>
      <w:tc>
        <w:tcPr>
          <w:tcW w:w="851" w:type="dxa"/>
          <w:vAlign w:val="bottom"/>
        </w:tcPr>
        <w:p w14:paraId="2F48F259" w14:textId="4490E822" w:rsidR="002554B3" w:rsidRDefault="002554B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2554B3" w:rsidRPr="00B8518B" w:rsidRDefault="002554B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2554B3" w:rsidRPr="00B8518B" w:rsidRDefault="002554B3" w:rsidP="00460660">
    <w:pPr>
      <w:pStyle w:val="Zpat"/>
      <w:rPr>
        <w:sz w:val="2"/>
        <w:szCs w:val="2"/>
      </w:rPr>
    </w:pPr>
  </w:p>
  <w:p w14:paraId="4FA689EF" w14:textId="77777777" w:rsidR="002554B3" w:rsidRPr="00B3350F" w:rsidRDefault="002554B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5860B12A" w14:textId="77777777" w:rsidTr="007F1787">
      <w:tc>
        <w:tcPr>
          <w:tcW w:w="851" w:type="dxa"/>
          <w:tcMar>
            <w:left w:w="0" w:type="dxa"/>
            <w:right w:w="0" w:type="dxa"/>
          </w:tcMar>
          <w:vAlign w:val="bottom"/>
        </w:tcPr>
        <w:p w14:paraId="55031B01" w14:textId="77777777"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2554B3" w:rsidRPr="006B4C5E" w:rsidRDefault="002554B3" w:rsidP="007F1787">
          <w:pPr>
            <w:pStyle w:val="Zpatvlevo"/>
            <w:rPr>
              <w:rStyle w:val="Tun"/>
            </w:rPr>
          </w:pPr>
          <w:r w:rsidRPr="006B4C5E">
            <w:rPr>
              <w:rStyle w:val="Tun"/>
            </w:rPr>
            <w:t>Příloha č. 1</w:t>
          </w:r>
        </w:p>
        <w:p w14:paraId="1043207E" w14:textId="77777777" w:rsidR="002554B3" w:rsidRDefault="002554B3" w:rsidP="007F1787">
          <w:pPr>
            <w:pStyle w:val="Zpatvlevo"/>
          </w:pPr>
          <w:r>
            <w:t>Smlouva o dílo – Zhotovení Projektové dokumentace a Stavby</w:t>
          </w:r>
        </w:p>
        <w:p w14:paraId="7A42310D" w14:textId="4E4D427D"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2554B3" w:rsidRPr="00430206" w:rsidRDefault="002554B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2554B3" w14:paraId="13B37D4F" w14:textId="77777777" w:rsidTr="007F1787">
      <w:tc>
        <w:tcPr>
          <w:tcW w:w="7655" w:type="dxa"/>
          <w:tcMar>
            <w:left w:w="0" w:type="dxa"/>
            <w:right w:w="0" w:type="dxa"/>
          </w:tcMar>
          <w:vAlign w:val="bottom"/>
        </w:tcPr>
        <w:p w14:paraId="452C3F11" w14:textId="77777777" w:rsidR="002554B3" w:rsidRPr="00CD320A" w:rsidRDefault="002554B3" w:rsidP="007F1787">
          <w:pPr>
            <w:pStyle w:val="Zpatvpravo"/>
            <w:rPr>
              <w:rStyle w:val="Tun"/>
            </w:rPr>
          </w:pPr>
          <w:r w:rsidRPr="00CD320A">
            <w:rPr>
              <w:rStyle w:val="Tun"/>
            </w:rPr>
            <w:t xml:space="preserve">PŘÍLOHA č. </w:t>
          </w:r>
          <w:r>
            <w:rPr>
              <w:rStyle w:val="Tun"/>
            </w:rPr>
            <w:t>1</w:t>
          </w:r>
        </w:p>
        <w:p w14:paraId="4D7C3EE6" w14:textId="77777777" w:rsidR="002554B3" w:rsidRDefault="002554B3" w:rsidP="007F1787">
          <w:pPr>
            <w:pStyle w:val="Zpatvpravo"/>
          </w:pPr>
          <w:r>
            <w:t>SMLOUVA O DÍLO - Zhotovení Projektové dokumentace a Stavby</w:t>
          </w:r>
        </w:p>
        <w:p w14:paraId="3285E196" w14:textId="429D32ED" w:rsidR="002554B3" w:rsidRPr="00B8518B" w:rsidRDefault="002554B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c>
        <w:tcPr>
          <w:tcW w:w="851" w:type="dxa"/>
          <w:vAlign w:val="bottom"/>
        </w:tcPr>
        <w:p w14:paraId="552BFDC6" w14:textId="4643F44D" w:rsidR="002554B3" w:rsidRDefault="002554B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2554B3" w:rsidRPr="00B8518B" w:rsidRDefault="002554B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4E9E7FA1" w14:textId="77777777" w:rsidTr="007F1787">
      <w:tc>
        <w:tcPr>
          <w:tcW w:w="851" w:type="dxa"/>
          <w:tcMar>
            <w:left w:w="0" w:type="dxa"/>
            <w:right w:w="0" w:type="dxa"/>
          </w:tcMar>
          <w:vAlign w:val="bottom"/>
        </w:tcPr>
        <w:p w14:paraId="738F8EEA" w14:textId="522A1D2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33F4">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2554B3" w:rsidRPr="006B4C5E" w:rsidRDefault="002554B3" w:rsidP="007F1787">
          <w:pPr>
            <w:pStyle w:val="Zpatvlevo"/>
            <w:rPr>
              <w:rStyle w:val="Tun"/>
            </w:rPr>
          </w:pPr>
          <w:r w:rsidRPr="006B4C5E">
            <w:rPr>
              <w:rStyle w:val="Tun"/>
            </w:rPr>
            <w:t xml:space="preserve">Příloha č. </w:t>
          </w:r>
          <w:r>
            <w:rPr>
              <w:rStyle w:val="Tun"/>
            </w:rPr>
            <w:t>2</w:t>
          </w:r>
        </w:p>
        <w:p w14:paraId="47F3D07C" w14:textId="77777777" w:rsidR="002554B3" w:rsidRDefault="002554B3" w:rsidP="007F1787">
          <w:pPr>
            <w:pStyle w:val="Zpatvlevo"/>
          </w:pPr>
          <w:r>
            <w:t>Smlouva o dílo – Zhotovení Projektové dokumentace a Stavby</w:t>
          </w:r>
        </w:p>
        <w:p w14:paraId="6F91FCDC" w14:textId="0F7119DD"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A33F4">
            <w:rPr>
              <w:rStyle w:val="Tun"/>
              <w:noProof/>
            </w:rPr>
            <w:t>„Rekonstrukce zastřešení v ŽST Kolín“</w:t>
          </w:r>
          <w:r w:rsidRPr="00612EE8">
            <w:rPr>
              <w:rStyle w:val="Tun"/>
            </w:rPr>
            <w:fldChar w:fldCharType="end"/>
          </w:r>
        </w:p>
      </w:tc>
    </w:tr>
  </w:tbl>
  <w:p w14:paraId="31931922" w14:textId="77777777" w:rsidR="002554B3" w:rsidRPr="00430206" w:rsidRDefault="002554B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rsidRPr="003462EB" w14:paraId="4E6B6D00" w14:textId="77777777" w:rsidTr="00174201">
      <w:tc>
        <w:tcPr>
          <w:tcW w:w="7881" w:type="dxa"/>
          <w:vAlign w:val="bottom"/>
        </w:tcPr>
        <w:p w14:paraId="45426DF3" w14:textId="2307AADA" w:rsidR="002554B3" w:rsidRPr="006B4C5E" w:rsidRDefault="002554B3" w:rsidP="00174201">
          <w:pPr>
            <w:pStyle w:val="Zpatvpravo"/>
            <w:rPr>
              <w:rStyle w:val="Tun"/>
            </w:rPr>
          </w:pPr>
          <w:r w:rsidRPr="006B4C5E">
            <w:rPr>
              <w:rStyle w:val="Tun"/>
            </w:rPr>
            <w:t>Příloha č.</w:t>
          </w:r>
          <w:r>
            <w:rPr>
              <w:rStyle w:val="Tun"/>
            </w:rPr>
            <w:t xml:space="preserve"> 2</w:t>
          </w:r>
        </w:p>
        <w:p w14:paraId="2080E2F7" w14:textId="77777777" w:rsidR="002554B3" w:rsidRDefault="002554B3" w:rsidP="00174201">
          <w:pPr>
            <w:pStyle w:val="Zpatvpravo"/>
          </w:pPr>
          <w:r>
            <w:t>Smlouva o dílo – Zhotovení Projektové dokumentace a Stavby</w:t>
          </w:r>
        </w:p>
        <w:p w14:paraId="0B8FCF7D" w14:textId="75385CB9" w:rsidR="002554B3" w:rsidRPr="003462EB" w:rsidRDefault="002554B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c>
        <w:tcPr>
          <w:tcW w:w="851" w:type="dxa"/>
          <w:vAlign w:val="bottom"/>
        </w:tcPr>
        <w:p w14:paraId="271792E7" w14:textId="629A0705" w:rsidR="002554B3" w:rsidRPr="00B8518B" w:rsidRDefault="002554B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2554B3" w:rsidRPr="00B8518B" w:rsidRDefault="002554B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554B3" w:rsidRPr="003462EB" w14:paraId="009683C3" w14:textId="77777777" w:rsidTr="007F1787">
      <w:tc>
        <w:tcPr>
          <w:tcW w:w="851" w:type="dxa"/>
          <w:tcMar>
            <w:left w:w="0" w:type="dxa"/>
            <w:right w:w="0" w:type="dxa"/>
          </w:tcMar>
          <w:vAlign w:val="bottom"/>
        </w:tcPr>
        <w:p w14:paraId="6EECD905" w14:textId="0D305FCB" w:rsidR="002554B3" w:rsidRPr="00B8518B" w:rsidRDefault="002554B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2554B3" w:rsidRPr="006B4C5E" w:rsidRDefault="002554B3" w:rsidP="007F1787">
          <w:pPr>
            <w:pStyle w:val="Zpatvlevo"/>
            <w:rPr>
              <w:rStyle w:val="Tun"/>
            </w:rPr>
          </w:pPr>
          <w:r w:rsidRPr="006B4C5E">
            <w:rPr>
              <w:rStyle w:val="Tun"/>
            </w:rPr>
            <w:t xml:space="preserve">Příloha č. </w:t>
          </w:r>
          <w:r>
            <w:rPr>
              <w:rStyle w:val="Tun"/>
            </w:rPr>
            <w:t>3</w:t>
          </w:r>
        </w:p>
        <w:p w14:paraId="53562265" w14:textId="77777777" w:rsidR="002554B3" w:rsidRDefault="002554B3" w:rsidP="007F1787">
          <w:pPr>
            <w:pStyle w:val="Zpatvlevo"/>
          </w:pPr>
          <w:r>
            <w:t>Smlouva o dílo – Zhotovení Projektové dokumentace a Stavby</w:t>
          </w:r>
        </w:p>
        <w:p w14:paraId="2A725E40" w14:textId="51800180" w:rsidR="002554B3" w:rsidRPr="003462EB" w:rsidRDefault="002554B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2554B3" w:rsidRPr="00430206" w:rsidRDefault="002554B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554B3" w:rsidRPr="003462EB" w14:paraId="0CBED9F7" w14:textId="77777777" w:rsidTr="00174201">
      <w:tc>
        <w:tcPr>
          <w:tcW w:w="7881" w:type="dxa"/>
          <w:vAlign w:val="bottom"/>
        </w:tcPr>
        <w:p w14:paraId="340B5896" w14:textId="58E57A6D" w:rsidR="002554B3" w:rsidRPr="006B4C5E" w:rsidRDefault="002554B3" w:rsidP="00174201">
          <w:pPr>
            <w:pStyle w:val="Zpatvpravo"/>
            <w:rPr>
              <w:rStyle w:val="Tun"/>
            </w:rPr>
          </w:pPr>
          <w:r w:rsidRPr="006B4C5E">
            <w:rPr>
              <w:rStyle w:val="Tun"/>
            </w:rPr>
            <w:t>Příloha č.</w:t>
          </w:r>
          <w:r>
            <w:rPr>
              <w:rStyle w:val="Tun"/>
            </w:rPr>
            <w:t xml:space="preserve"> 3</w:t>
          </w:r>
        </w:p>
        <w:p w14:paraId="325249A3" w14:textId="77777777" w:rsidR="002554B3" w:rsidRDefault="002554B3" w:rsidP="00174201">
          <w:pPr>
            <w:pStyle w:val="Zpatvpravo"/>
          </w:pPr>
          <w:r>
            <w:t>Smlouva o dílo – Zhotovení Projektové dokumentace a Stavby</w:t>
          </w:r>
        </w:p>
        <w:p w14:paraId="19DFAF36" w14:textId="520ECE5D" w:rsidR="002554B3" w:rsidRPr="003462EB" w:rsidRDefault="002554B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7E14">
            <w:rPr>
              <w:rStyle w:val="Tun"/>
              <w:noProof/>
            </w:rPr>
            <w:t>„Rekonstrukce zastřešení v ŽST Kolín“</w:t>
          </w:r>
          <w:r w:rsidRPr="00612EE8">
            <w:rPr>
              <w:rStyle w:val="Tun"/>
            </w:rPr>
            <w:fldChar w:fldCharType="end"/>
          </w:r>
        </w:p>
      </w:tc>
      <w:tc>
        <w:tcPr>
          <w:tcW w:w="851" w:type="dxa"/>
          <w:vAlign w:val="bottom"/>
        </w:tcPr>
        <w:p w14:paraId="3551588D" w14:textId="5FF4B53E" w:rsidR="002554B3" w:rsidRPr="00B8518B" w:rsidRDefault="002554B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7E14">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2554B3" w:rsidRPr="00B8518B" w:rsidRDefault="002554B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AFAF3" w14:textId="77777777" w:rsidR="00D12C2C" w:rsidRDefault="00D12C2C" w:rsidP="00962258">
      <w:pPr>
        <w:spacing w:after="0" w:line="240" w:lineRule="auto"/>
      </w:pPr>
      <w:r>
        <w:separator/>
      </w:r>
    </w:p>
  </w:footnote>
  <w:footnote w:type="continuationSeparator" w:id="0">
    <w:p w14:paraId="5DAFE5E7" w14:textId="77777777" w:rsidR="00D12C2C" w:rsidRDefault="00D12C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2554B3" w:rsidRDefault="002554B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2554B3" w:rsidRPr="00D6163D" w:rsidRDefault="002554B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2554B3" w:rsidRPr="00D6163D" w:rsidRDefault="002554B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2554B3" w:rsidRPr="00D6163D" w:rsidRDefault="002554B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2554B3" w:rsidRDefault="002554B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2554B3" w:rsidRPr="00D6163D" w:rsidRDefault="002554B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2554B3" w:rsidRDefault="002554B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2554B3" w:rsidRPr="00D6163D" w:rsidRDefault="002554B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2554B3" w:rsidRPr="00D6163D" w:rsidRDefault="002554B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2554B3" w:rsidRDefault="002554B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2554B3" w:rsidRPr="00D6163D" w:rsidRDefault="002554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54B3" w14:paraId="6001710E" w14:textId="77777777" w:rsidTr="00C02D0A">
      <w:trPr>
        <w:trHeight w:hRule="exact" w:val="454"/>
      </w:trPr>
      <w:tc>
        <w:tcPr>
          <w:tcW w:w="1361" w:type="dxa"/>
          <w:tcMar>
            <w:top w:w="57" w:type="dxa"/>
            <w:left w:w="0" w:type="dxa"/>
            <w:right w:w="0" w:type="dxa"/>
          </w:tcMar>
        </w:tcPr>
        <w:p w14:paraId="4E95C128" w14:textId="77777777" w:rsidR="002554B3" w:rsidRPr="00B8518B" w:rsidRDefault="002554B3" w:rsidP="00523EA7">
          <w:pPr>
            <w:pStyle w:val="Zpat"/>
            <w:rPr>
              <w:rStyle w:val="slostrnky"/>
            </w:rPr>
          </w:pPr>
        </w:p>
      </w:tc>
      <w:tc>
        <w:tcPr>
          <w:tcW w:w="3458" w:type="dxa"/>
          <w:shd w:val="clear" w:color="auto" w:fill="auto"/>
          <w:tcMar>
            <w:top w:w="57" w:type="dxa"/>
            <w:left w:w="0" w:type="dxa"/>
            <w:right w:w="0" w:type="dxa"/>
          </w:tcMar>
        </w:tcPr>
        <w:p w14:paraId="621FF704" w14:textId="77777777" w:rsidR="002554B3" w:rsidRDefault="002554B3" w:rsidP="00523EA7">
          <w:pPr>
            <w:pStyle w:val="Zpat"/>
          </w:pPr>
        </w:p>
      </w:tc>
      <w:tc>
        <w:tcPr>
          <w:tcW w:w="5698" w:type="dxa"/>
          <w:shd w:val="clear" w:color="auto" w:fill="auto"/>
          <w:tcMar>
            <w:top w:w="57" w:type="dxa"/>
            <w:left w:w="0" w:type="dxa"/>
            <w:right w:w="0" w:type="dxa"/>
          </w:tcMar>
        </w:tcPr>
        <w:p w14:paraId="7F544C56" w14:textId="77777777" w:rsidR="002554B3" w:rsidRPr="00D6163D" w:rsidRDefault="002554B3" w:rsidP="00D6163D">
          <w:pPr>
            <w:pStyle w:val="Druhdokumentu"/>
          </w:pPr>
        </w:p>
      </w:tc>
    </w:tr>
  </w:tbl>
  <w:p w14:paraId="325B22FE" w14:textId="77777777" w:rsidR="002554B3" w:rsidRPr="00D6163D" w:rsidRDefault="002554B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54B3" w14:paraId="4D32C04D" w14:textId="77777777" w:rsidTr="00B22106">
      <w:trPr>
        <w:trHeight w:hRule="exact" w:val="936"/>
      </w:trPr>
      <w:tc>
        <w:tcPr>
          <w:tcW w:w="1361" w:type="dxa"/>
          <w:tcMar>
            <w:left w:w="0" w:type="dxa"/>
            <w:right w:w="0" w:type="dxa"/>
          </w:tcMar>
        </w:tcPr>
        <w:p w14:paraId="77648FED" w14:textId="77777777" w:rsidR="002554B3" w:rsidRPr="00B8518B" w:rsidRDefault="002554B3" w:rsidP="00FC6389">
          <w:pPr>
            <w:pStyle w:val="Zpat"/>
            <w:rPr>
              <w:rStyle w:val="slostrnky"/>
            </w:rPr>
          </w:pPr>
        </w:p>
      </w:tc>
      <w:tc>
        <w:tcPr>
          <w:tcW w:w="3458" w:type="dxa"/>
          <w:shd w:val="clear" w:color="auto" w:fill="auto"/>
          <w:tcMar>
            <w:left w:w="0" w:type="dxa"/>
            <w:right w:w="0" w:type="dxa"/>
          </w:tcMar>
        </w:tcPr>
        <w:p w14:paraId="67F28024" w14:textId="755E0AE1" w:rsidR="002554B3" w:rsidRDefault="002554B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2554B3" w:rsidRPr="00D6163D" w:rsidRDefault="002554B3" w:rsidP="00FC6389">
          <w:pPr>
            <w:pStyle w:val="Druhdokumentu"/>
          </w:pPr>
        </w:p>
      </w:tc>
    </w:tr>
    <w:tr w:rsidR="002554B3" w14:paraId="2E6713E6" w14:textId="77777777" w:rsidTr="00B22106">
      <w:trPr>
        <w:trHeight w:hRule="exact" w:val="936"/>
      </w:trPr>
      <w:tc>
        <w:tcPr>
          <w:tcW w:w="1361" w:type="dxa"/>
          <w:tcMar>
            <w:left w:w="0" w:type="dxa"/>
            <w:right w:w="0" w:type="dxa"/>
          </w:tcMar>
        </w:tcPr>
        <w:p w14:paraId="2F0819EC" w14:textId="77777777" w:rsidR="002554B3" w:rsidRPr="00B8518B" w:rsidRDefault="002554B3" w:rsidP="00FC6389">
          <w:pPr>
            <w:pStyle w:val="Zpat"/>
            <w:rPr>
              <w:rStyle w:val="slostrnky"/>
            </w:rPr>
          </w:pPr>
        </w:p>
      </w:tc>
      <w:tc>
        <w:tcPr>
          <w:tcW w:w="3458" w:type="dxa"/>
          <w:shd w:val="clear" w:color="auto" w:fill="auto"/>
          <w:tcMar>
            <w:left w:w="0" w:type="dxa"/>
            <w:right w:w="0" w:type="dxa"/>
          </w:tcMar>
        </w:tcPr>
        <w:p w14:paraId="64D7454E" w14:textId="77777777" w:rsidR="002554B3" w:rsidRDefault="002554B3" w:rsidP="00FC6389">
          <w:pPr>
            <w:pStyle w:val="Zpat"/>
          </w:pPr>
        </w:p>
      </w:tc>
      <w:tc>
        <w:tcPr>
          <w:tcW w:w="5756" w:type="dxa"/>
          <w:shd w:val="clear" w:color="auto" w:fill="auto"/>
          <w:tcMar>
            <w:left w:w="0" w:type="dxa"/>
            <w:right w:w="0" w:type="dxa"/>
          </w:tcMar>
        </w:tcPr>
        <w:p w14:paraId="318AA19F" w14:textId="77777777" w:rsidR="002554B3" w:rsidRPr="00D6163D" w:rsidRDefault="002554B3" w:rsidP="00FC6389">
          <w:pPr>
            <w:pStyle w:val="Druhdokumentu"/>
          </w:pPr>
        </w:p>
      </w:tc>
    </w:tr>
  </w:tbl>
  <w:p w14:paraId="43732ECE" w14:textId="77777777" w:rsidR="002554B3" w:rsidRPr="00D6163D" w:rsidRDefault="002554B3" w:rsidP="00FC6389">
    <w:pPr>
      <w:pStyle w:val="Zhlav"/>
      <w:rPr>
        <w:sz w:val="8"/>
        <w:szCs w:val="8"/>
      </w:rPr>
    </w:pPr>
  </w:p>
  <w:p w14:paraId="34D75CEB" w14:textId="77777777" w:rsidR="002554B3" w:rsidRPr="00460660" w:rsidRDefault="002554B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2554B3" w:rsidRPr="00D6163D" w:rsidRDefault="002554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2554B3" w:rsidRDefault="002554B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2554B3" w:rsidRPr="00D6163D" w:rsidRDefault="002554B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2554B3" w:rsidRDefault="002554B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2554B3" w:rsidRPr="00D6163D" w:rsidRDefault="002554B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2554B3" w:rsidRPr="00D6163D" w:rsidRDefault="002554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93482968">
    <w:abstractNumId w:val="6"/>
  </w:num>
  <w:num w:numId="2" w16cid:durableId="495002349">
    <w:abstractNumId w:val="3"/>
  </w:num>
  <w:num w:numId="3" w16cid:durableId="973751274">
    <w:abstractNumId w:val="7"/>
  </w:num>
  <w:num w:numId="4" w16cid:durableId="1395005139">
    <w:abstractNumId w:val="8"/>
  </w:num>
  <w:num w:numId="5" w16cid:durableId="909773423">
    <w:abstractNumId w:val="11"/>
  </w:num>
  <w:num w:numId="6" w16cid:durableId="695816385">
    <w:abstractNumId w:val="13"/>
  </w:num>
  <w:num w:numId="7" w16cid:durableId="1373504601">
    <w:abstractNumId w:val="2"/>
  </w:num>
  <w:num w:numId="8" w16cid:durableId="361396727">
    <w:abstractNumId w:val="5"/>
  </w:num>
  <w:num w:numId="9" w16cid:durableId="227963541">
    <w:abstractNumId w:val="15"/>
  </w:num>
  <w:num w:numId="10" w16cid:durableId="1524711624">
    <w:abstractNumId w:val="9"/>
  </w:num>
  <w:num w:numId="11" w16cid:durableId="1502313843">
    <w:abstractNumId w:val="10"/>
  </w:num>
  <w:num w:numId="12" w16cid:durableId="1451166363">
    <w:abstractNumId w:val="4"/>
  </w:num>
  <w:num w:numId="13" w16cid:durableId="1297300400">
    <w:abstractNumId w:val="7"/>
  </w:num>
  <w:num w:numId="14" w16cid:durableId="944339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0337832">
    <w:abstractNumId w:val="4"/>
  </w:num>
  <w:num w:numId="16" w16cid:durableId="1836990265">
    <w:abstractNumId w:val="14"/>
  </w:num>
  <w:num w:numId="17" w16cid:durableId="1924223715">
    <w:abstractNumId w:val="0"/>
  </w:num>
  <w:num w:numId="18" w16cid:durableId="915434306">
    <w:abstractNumId w:val="1"/>
  </w:num>
  <w:num w:numId="19" w16cid:durableId="1031187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9425657">
    <w:abstractNumId w:val="4"/>
    <w:lvlOverride w:ilvl="0">
      <w:startOverride w:val="22"/>
    </w:lvlOverride>
  </w:num>
  <w:num w:numId="21" w16cid:durableId="877427836">
    <w:abstractNumId w:val="12"/>
  </w:num>
  <w:num w:numId="22" w16cid:durableId="133367876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5D53"/>
    <w:rsid w:val="000175F4"/>
    <w:rsid w:val="00017F3C"/>
    <w:rsid w:val="00027CCC"/>
    <w:rsid w:val="00031866"/>
    <w:rsid w:val="00041EC8"/>
    <w:rsid w:val="00044E71"/>
    <w:rsid w:val="00053383"/>
    <w:rsid w:val="0005407B"/>
    <w:rsid w:val="00055715"/>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44EE"/>
    <w:rsid w:val="000D5601"/>
    <w:rsid w:val="000D5F79"/>
    <w:rsid w:val="000E1A7F"/>
    <w:rsid w:val="000F63E3"/>
    <w:rsid w:val="000F743B"/>
    <w:rsid w:val="001002ED"/>
    <w:rsid w:val="001026AE"/>
    <w:rsid w:val="00112864"/>
    <w:rsid w:val="0011329B"/>
    <w:rsid w:val="00114472"/>
    <w:rsid w:val="00114738"/>
    <w:rsid w:val="00114988"/>
    <w:rsid w:val="00115069"/>
    <w:rsid w:val="001150F2"/>
    <w:rsid w:val="001175C8"/>
    <w:rsid w:val="0012744E"/>
    <w:rsid w:val="00143EC0"/>
    <w:rsid w:val="00151B44"/>
    <w:rsid w:val="0016043D"/>
    <w:rsid w:val="001656A2"/>
    <w:rsid w:val="00165977"/>
    <w:rsid w:val="00170EC5"/>
    <w:rsid w:val="00174113"/>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4509"/>
    <w:rsid w:val="001E532F"/>
    <w:rsid w:val="001E678E"/>
    <w:rsid w:val="002038D5"/>
    <w:rsid w:val="00204437"/>
    <w:rsid w:val="002071BB"/>
    <w:rsid w:val="00207DF5"/>
    <w:rsid w:val="00211003"/>
    <w:rsid w:val="00216B66"/>
    <w:rsid w:val="00222C77"/>
    <w:rsid w:val="00235992"/>
    <w:rsid w:val="00240B81"/>
    <w:rsid w:val="0024115A"/>
    <w:rsid w:val="00241FF2"/>
    <w:rsid w:val="002465DC"/>
    <w:rsid w:val="00247D01"/>
    <w:rsid w:val="00250372"/>
    <w:rsid w:val="002554B3"/>
    <w:rsid w:val="00255B10"/>
    <w:rsid w:val="002561C6"/>
    <w:rsid w:val="0025752A"/>
    <w:rsid w:val="00261A5B"/>
    <w:rsid w:val="00262E5B"/>
    <w:rsid w:val="00264D97"/>
    <w:rsid w:val="00267B0A"/>
    <w:rsid w:val="0027436B"/>
    <w:rsid w:val="002762D9"/>
    <w:rsid w:val="00276AFE"/>
    <w:rsid w:val="0029316C"/>
    <w:rsid w:val="00296FA8"/>
    <w:rsid w:val="002A3B57"/>
    <w:rsid w:val="002B10D5"/>
    <w:rsid w:val="002B472C"/>
    <w:rsid w:val="002C31BF"/>
    <w:rsid w:val="002D704C"/>
    <w:rsid w:val="002D7FD6"/>
    <w:rsid w:val="002E0CD7"/>
    <w:rsid w:val="002E0CFB"/>
    <w:rsid w:val="002E5C7B"/>
    <w:rsid w:val="002F0DB9"/>
    <w:rsid w:val="002F11B5"/>
    <w:rsid w:val="002F4333"/>
    <w:rsid w:val="003203F6"/>
    <w:rsid w:val="0032489D"/>
    <w:rsid w:val="00324DA1"/>
    <w:rsid w:val="00325337"/>
    <w:rsid w:val="00326FD0"/>
    <w:rsid w:val="00327EEF"/>
    <w:rsid w:val="0033239F"/>
    <w:rsid w:val="00333926"/>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33F4"/>
    <w:rsid w:val="003A45BB"/>
    <w:rsid w:val="003A5B76"/>
    <w:rsid w:val="003B23D6"/>
    <w:rsid w:val="003B65FF"/>
    <w:rsid w:val="003C1852"/>
    <w:rsid w:val="003C33F2"/>
    <w:rsid w:val="003D1A86"/>
    <w:rsid w:val="003D756E"/>
    <w:rsid w:val="003E06D5"/>
    <w:rsid w:val="003E27BB"/>
    <w:rsid w:val="003E420D"/>
    <w:rsid w:val="003E4C13"/>
    <w:rsid w:val="003F0E76"/>
    <w:rsid w:val="003F1D63"/>
    <w:rsid w:val="003F2B1B"/>
    <w:rsid w:val="003F78B3"/>
    <w:rsid w:val="00403CB8"/>
    <w:rsid w:val="004078F3"/>
    <w:rsid w:val="00427593"/>
    <w:rsid w:val="00427794"/>
    <w:rsid w:val="00430206"/>
    <w:rsid w:val="004328E4"/>
    <w:rsid w:val="00435923"/>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D37A9"/>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36C"/>
    <w:rsid w:val="005E58D0"/>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84B84"/>
    <w:rsid w:val="00687E20"/>
    <w:rsid w:val="00692F07"/>
    <w:rsid w:val="00693150"/>
    <w:rsid w:val="006A46FC"/>
    <w:rsid w:val="006A5570"/>
    <w:rsid w:val="006A689C"/>
    <w:rsid w:val="006A6BB0"/>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4980"/>
    <w:rsid w:val="0074581A"/>
    <w:rsid w:val="007470DC"/>
    <w:rsid w:val="007541A2"/>
    <w:rsid w:val="00755818"/>
    <w:rsid w:val="007616C2"/>
    <w:rsid w:val="0076286B"/>
    <w:rsid w:val="00766846"/>
    <w:rsid w:val="00770A10"/>
    <w:rsid w:val="007738C0"/>
    <w:rsid w:val="0077673A"/>
    <w:rsid w:val="0077707B"/>
    <w:rsid w:val="00780051"/>
    <w:rsid w:val="00780D77"/>
    <w:rsid w:val="007821B8"/>
    <w:rsid w:val="00783D33"/>
    <w:rsid w:val="007846E1"/>
    <w:rsid w:val="007847D6"/>
    <w:rsid w:val="00794156"/>
    <w:rsid w:val="00794630"/>
    <w:rsid w:val="007A2288"/>
    <w:rsid w:val="007A5172"/>
    <w:rsid w:val="007A67A0"/>
    <w:rsid w:val="007B570C"/>
    <w:rsid w:val="007C0679"/>
    <w:rsid w:val="007C1FB2"/>
    <w:rsid w:val="007C45A7"/>
    <w:rsid w:val="007C696D"/>
    <w:rsid w:val="007D2139"/>
    <w:rsid w:val="007D367C"/>
    <w:rsid w:val="007E4A6E"/>
    <w:rsid w:val="007F1457"/>
    <w:rsid w:val="007F1787"/>
    <w:rsid w:val="007F43A0"/>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B2837"/>
    <w:rsid w:val="008C367B"/>
    <w:rsid w:val="008C50F3"/>
    <w:rsid w:val="008C7EFE"/>
    <w:rsid w:val="008D03B9"/>
    <w:rsid w:val="008D30C7"/>
    <w:rsid w:val="008D53C8"/>
    <w:rsid w:val="008D546F"/>
    <w:rsid w:val="008D659B"/>
    <w:rsid w:val="008D79E3"/>
    <w:rsid w:val="008E7D09"/>
    <w:rsid w:val="008E7E14"/>
    <w:rsid w:val="008F01C6"/>
    <w:rsid w:val="008F0606"/>
    <w:rsid w:val="008F18D6"/>
    <w:rsid w:val="008F2C9B"/>
    <w:rsid w:val="008F7757"/>
    <w:rsid w:val="008F797B"/>
    <w:rsid w:val="00902D2D"/>
    <w:rsid w:val="00904780"/>
    <w:rsid w:val="0090635B"/>
    <w:rsid w:val="00922385"/>
    <w:rsid w:val="009223DF"/>
    <w:rsid w:val="00923D07"/>
    <w:rsid w:val="009315BA"/>
    <w:rsid w:val="00936091"/>
    <w:rsid w:val="009377C3"/>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8D5"/>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3F41"/>
    <w:rsid w:val="00A278F4"/>
    <w:rsid w:val="00A40E7E"/>
    <w:rsid w:val="00A50641"/>
    <w:rsid w:val="00A530BF"/>
    <w:rsid w:val="00A56A7C"/>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2CF"/>
    <w:rsid w:val="00B005D9"/>
    <w:rsid w:val="00B008D5"/>
    <w:rsid w:val="00B02F73"/>
    <w:rsid w:val="00B05B31"/>
    <w:rsid w:val="00B0619F"/>
    <w:rsid w:val="00B13A26"/>
    <w:rsid w:val="00B15D0D"/>
    <w:rsid w:val="00B22106"/>
    <w:rsid w:val="00B23DD3"/>
    <w:rsid w:val="00B26504"/>
    <w:rsid w:val="00B301FA"/>
    <w:rsid w:val="00B34072"/>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E7A6C"/>
    <w:rsid w:val="00BF5111"/>
    <w:rsid w:val="00C02994"/>
    <w:rsid w:val="00C02D0A"/>
    <w:rsid w:val="00C03A6E"/>
    <w:rsid w:val="00C050AC"/>
    <w:rsid w:val="00C10F9E"/>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4E06"/>
    <w:rsid w:val="00C95162"/>
    <w:rsid w:val="00C96E18"/>
    <w:rsid w:val="00CA67C7"/>
    <w:rsid w:val="00CB0C38"/>
    <w:rsid w:val="00CB1118"/>
    <w:rsid w:val="00CB2863"/>
    <w:rsid w:val="00CB4F6D"/>
    <w:rsid w:val="00CB6A37"/>
    <w:rsid w:val="00CB7684"/>
    <w:rsid w:val="00CC4266"/>
    <w:rsid w:val="00CC4EA8"/>
    <w:rsid w:val="00CC6517"/>
    <w:rsid w:val="00CC7C8F"/>
    <w:rsid w:val="00CD1FC4"/>
    <w:rsid w:val="00CD320A"/>
    <w:rsid w:val="00CD449C"/>
    <w:rsid w:val="00CE398F"/>
    <w:rsid w:val="00D00750"/>
    <w:rsid w:val="00D034A0"/>
    <w:rsid w:val="00D10845"/>
    <w:rsid w:val="00D12C2C"/>
    <w:rsid w:val="00D1392D"/>
    <w:rsid w:val="00D13988"/>
    <w:rsid w:val="00D21061"/>
    <w:rsid w:val="00D21E42"/>
    <w:rsid w:val="00D2357A"/>
    <w:rsid w:val="00D242BB"/>
    <w:rsid w:val="00D25597"/>
    <w:rsid w:val="00D30CA9"/>
    <w:rsid w:val="00D31BC5"/>
    <w:rsid w:val="00D35FA2"/>
    <w:rsid w:val="00D40A61"/>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A5231"/>
    <w:rsid w:val="00DB063B"/>
    <w:rsid w:val="00DB7124"/>
    <w:rsid w:val="00DC5F29"/>
    <w:rsid w:val="00DC5F49"/>
    <w:rsid w:val="00DD17EE"/>
    <w:rsid w:val="00DD46F3"/>
    <w:rsid w:val="00DE51C2"/>
    <w:rsid w:val="00DE56F2"/>
    <w:rsid w:val="00DF116D"/>
    <w:rsid w:val="00E02890"/>
    <w:rsid w:val="00E16FF7"/>
    <w:rsid w:val="00E2148B"/>
    <w:rsid w:val="00E26D68"/>
    <w:rsid w:val="00E44045"/>
    <w:rsid w:val="00E4681D"/>
    <w:rsid w:val="00E50D35"/>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0BF7"/>
    <w:rsid w:val="00EF76CB"/>
    <w:rsid w:val="00EF77CB"/>
    <w:rsid w:val="00F016C7"/>
    <w:rsid w:val="00F12802"/>
    <w:rsid w:val="00F12DEC"/>
    <w:rsid w:val="00F1715C"/>
    <w:rsid w:val="00F240F7"/>
    <w:rsid w:val="00F310F8"/>
    <w:rsid w:val="00F34F8C"/>
    <w:rsid w:val="00F35939"/>
    <w:rsid w:val="00F422D3"/>
    <w:rsid w:val="00F45607"/>
    <w:rsid w:val="00F4722B"/>
    <w:rsid w:val="00F54432"/>
    <w:rsid w:val="00F559E2"/>
    <w:rsid w:val="00F659EB"/>
    <w:rsid w:val="00F65EF2"/>
    <w:rsid w:val="00F71BA0"/>
    <w:rsid w:val="00F762A8"/>
    <w:rsid w:val="00F86BA6"/>
    <w:rsid w:val="00F91131"/>
    <w:rsid w:val="00F95FBD"/>
    <w:rsid w:val="00FA593E"/>
    <w:rsid w:val="00FB08E0"/>
    <w:rsid w:val="00FB25A7"/>
    <w:rsid w:val="00FB33FA"/>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55715"/>
    <w:rsid w:val="00081D93"/>
    <w:rsid w:val="000D3D0D"/>
    <w:rsid w:val="00133047"/>
    <w:rsid w:val="00154648"/>
    <w:rsid w:val="001C38F8"/>
    <w:rsid w:val="00203526"/>
    <w:rsid w:val="00205611"/>
    <w:rsid w:val="002166C2"/>
    <w:rsid w:val="00272C30"/>
    <w:rsid w:val="0027381E"/>
    <w:rsid w:val="002A5F71"/>
    <w:rsid w:val="002B54C0"/>
    <w:rsid w:val="002E6E99"/>
    <w:rsid w:val="002F2FC2"/>
    <w:rsid w:val="00300D58"/>
    <w:rsid w:val="00320C65"/>
    <w:rsid w:val="00322EAA"/>
    <w:rsid w:val="00367A15"/>
    <w:rsid w:val="003A1A6A"/>
    <w:rsid w:val="003E2EA8"/>
    <w:rsid w:val="00403CB8"/>
    <w:rsid w:val="00427593"/>
    <w:rsid w:val="00427BF6"/>
    <w:rsid w:val="00450117"/>
    <w:rsid w:val="0045568F"/>
    <w:rsid w:val="00461ED9"/>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33C54"/>
    <w:rsid w:val="00645749"/>
    <w:rsid w:val="00692968"/>
    <w:rsid w:val="006B44CC"/>
    <w:rsid w:val="006D3670"/>
    <w:rsid w:val="006E15F9"/>
    <w:rsid w:val="00734ACE"/>
    <w:rsid w:val="00743689"/>
    <w:rsid w:val="00744980"/>
    <w:rsid w:val="00751409"/>
    <w:rsid w:val="00770BEB"/>
    <w:rsid w:val="00781E1C"/>
    <w:rsid w:val="007A2AA8"/>
    <w:rsid w:val="007A4B05"/>
    <w:rsid w:val="007D6301"/>
    <w:rsid w:val="007D75CF"/>
    <w:rsid w:val="00846236"/>
    <w:rsid w:val="00865E8E"/>
    <w:rsid w:val="00867CA6"/>
    <w:rsid w:val="008A7DB6"/>
    <w:rsid w:val="008C4E07"/>
    <w:rsid w:val="008C69E2"/>
    <w:rsid w:val="008D2446"/>
    <w:rsid w:val="0092328B"/>
    <w:rsid w:val="00932FE6"/>
    <w:rsid w:val="0098531C"/>
    <w:rsid w:val="00A31BE9"/>
    <w:rsid w:val="00A37422"/>
    <w:rsid w:val="00A600B9"/>
    <w:rsid w:val="00A67BE6"/>
    <w:rsid w:val="00AB4B26"/>
    <w:rsid w:val="00AD57AE"/>
    <w:rsid w:val="00B074B3"/>
    <w:rsid w:val="00B34072"/>
    <w:rsid w:val="00B44174"/>
    <w:rsid w:val="00B552BB"/>
    <w:rsid w:val="00B63E53"/>
    <w:rsid w:val="00B77169"/>
    <w:rsid w:val="00B860F3"/>
    <w:rsid w:val="00B91BAE"/>
    <w:rsid w:val="00BB1C9D"/>
    <w:rsid w:val="00BC666C"/>
    <w:rsid w:val="00BE536A"/>
    <w:rsid w:val="00C0531A"/>
    <w:rsid w:val="00C10F9E"/>
    <w:rsid w:val="00C71F8E"/>
    <w:rsid w:val="00C83E66"/>
    <w:rsid w:val="00C9084C"/>
    <w:rsid w:val="00C96E18"/>
    <w:rsid w:val="00CE2CCC"/>
    <w:rsid w:val="00D00750"/>
    <w:rsid w:val="00D3159B"/>
    <w:rsid w:val="00D33FD7"/>
    <w:rsid w:val="00DC3D80"/>
    <w:rsid w:val="00DC4500"/>
    <w:rsid w:val="00DC7F14"/>
    <w:rsid w:val="00E0541A"/>
    <w:rsid w:val="00E36398"/>
    <w:rsid w:val="00E84EA5"/>
    <w:rsid w:val="00E913AC"/>
    <w:rsid w:val="00EE2EB0"/>
    <w:rsid w:val="00EF4250"/>
    <w:rsid w:val="00F240F7"/>
    <w:rsid w:val="00F3443D"/>
    <w:rsid w:val="00FF6124"/>
    <w:rsid w:val="00FF68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C6072A8F-F2D8-44C3-AE32-C10EFF66A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258E9F-B71C-45D8-B444-59499651B2AD}">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16</TotalTime>
  <Pages>31</Pages>
  <Words>5043</Words>
  <Characters>29754</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2020-12-09T14:36:00Z</cp:lastPrinted>
  <dcterms:created xsi:type="dcterms:W3CDTF">2025-02-12T09:25:00Z</dcterms:created>
  <dcterms:modified xsi:type="dcterms:W3CDTF">2025-02-17T09:12:00Z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