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47D5B7" w14:textId="51E9DA91" w:rsidR="003145A3" w:rsidRDefault="00D81B72" w:rsidP="00CE3734">
      <w:pPr>
        <w:suppressAutoHyphens/>
        <w:spacing w:line="240" w:lineRule="auto"/>
        <w:ind w:left="-284" w:hanging="142"/>
        <w:jc w:val="center"/>
        <w:rPr>
          <w:rFonts w:asciiTheme="majorHAnsi" w:hAnsiTheme="majorHAnsi" w:cs="Arial"/>
          <w:b/>
          <w:sz w:val="28"/>
          <w:szCs w:val="28"/>
        </w:rPr>
      </w:pPr>
      <w:r w:rsidRPr="00D81B72">
        <w:rPr>
          <w:rFonts w:asciiTheme="majorHAnsi" w:hAnsiTheme="majorHAnsi" w:cs="Arial"/>
          <w:b/>
          <w:sz w:val="28"/>
          <w:szCs w:val="28"/>
        </w:rPr>
        <w:t>Zajištění prohlídek UTZ v období 3/</w:t>
      </w:r>
      <w:r w:rsidR="001C37B1" w:rsidRPr="00D81B72">
        <w:rPr>
          <w:rFonts w:asciiTheme="majorHAnsi" w:hAnsiTheme="majorHAnsi" w:cs="Arial"/>
          <w:b/>
          <w:sz w:val="28"/>
          <w:szCs w:val="28"/>
        </w:rPr>
        <w:t>20</w:t>
      </w:r>
      <w:r w:rsidR="001C37B1">
        <w:rPr>
          <w:rFonts w:asciiTheme="majorHAnsi" w:hAnsiTheme="majorHAnsi" w:cs="Arial"/>
          <w:b/>
          <w:sz w:val="28"/>
          <w:szCs w:val="28"/>
        </w:rPr>
        <w:t>25–2</w:t>
      </w:r>
      <w:r w:rsidRPr="00D81B72">
        <w:rPr>
          <w:rFonts w:asciiTheme="majorHAnsi" w:hAnsiTheme="majorHAnsi" w:cs="Arial"/>
          <w:b/>
          <w:sz w:val="28"/>
          <w:szCs w:val="28"/>
        </w:rPr>
        <w:t>/202</w:t>
      </w:r>
      <w:r w:rsidR="00D60872">
        <w:rPr>
          <w:rFonts w:asciiTheme="majorHAnsi" w:hAnsiTheme="majorHAnsi" w:cs="Arial"/>
          <w:b/>
          <w:sz w:val="28"/>
          <w:szCs w:val="28"/>
        </w:rPr>
        <w:t>6</w:t>
      </w:r>
    </w:p>
    <w:p w14:paraId="27DEA9B8" w14:textId="77777777" w:rsidR="00D81B72" w:rsidRPr="00D81B72" w:rsidRDefault="003145A3" w:rsidP="003145A3">
      <w:pPr>
        <w:suppressAutoHyphens/>
        <w:spacing w:line="240" w:lineRule="auto"/>
        <w:ind w:left="-284" w:hanging="142"/>
        <w:jc w:val="center"/>
        <w:rPr>
          <w:rFonts w:asciiTheme="majorHAnsi" w:hAnsiTheme="majorHAnsi" w:cs="Arial"/>
          <w:b/>
          <w:sz w:val="28"/>
          <w:szCs w:val="28"/>
        </w:rPr>
      </w:pPr>
      <w:r>
        <w:rPr>
          <w:rFonts w:asciiTheme="majorHAnsi" w:hAnsiTheme="majorHAnsi" w:cs="Arial"/>
          <w:b/>
          <w:sz w:val="28"/>
          <w:szCs w:val="28"/>
        </w:rPr>
        <w:t xml:space="preserve">u </w:t>
      </w:r>
      <w:r w:rsidR="00D81B72" w:rsidRPr="00D81B72">
        <w:rPr>
          <w:rFonts w:asciiTheme="majorHAnsi" w:hAnsiTheme="majorHAnsi" w:cs="Arial"/>
          <w:b/>
          <w:sz w:val="28"/>
          <w:szCs w:val="28"/>
        </w:rPr>
        <w:t>SSZT Brno</w:t>
      </w:r>
    </w:p>
    <w:p w14:paraId="2421C253" w14:textId="77777777" w:rsidR="00D81B72" w:rsidRPr="00D81B72" w:rsidRDefault="00D81B72" w:rsidP="00D81B72">
      <w:pPr>
        <w:rPr>
          <w:rFonts w:asciiTheme="majorHAnsi" w:hAnsiTheme="majorHAnsi" w:cs="Arial"/>
          <w:noProof/>
          <w:sz w:val="20"/>
          <w:szCs w:val="20"/>
        </w:rPr>
      </w:pPr>
    </w:p>
    <w:p w14:paraId="3E28B2C2" w14:textId="77777777" w:rsidR="00D81B72" w:rsidRPr="00D81B72" w:rsidRDefault="00D81B72" w:rsidP="00D81B72">
      <w:pPr>
        <w:ind w:left="-567"/>
        <w:rPr>
          <w:rFonts w:asciiTheme="majorHAnsi" w:hAnsiTheme="majorHAnsi" w:cs="Arial"/>
          <w:noProof/>
          <w:sz w:val="20"/>
          <w:szCs w:val="20"/>
        </w:rPr>
      </w:pPr>
      <w:r w:rsidRPr="00D81B72">
        <w:rPr>
          <w:rFonts w:asciiTheme="majorHAnsi" w:hAnsiTheme="majorHAnsi" w:cs="Arial"/>
          <w:noProof/>
          <w:sz w:val="20"/>
          <w:szCs w:val="20"/>
        </w:rPr>
        <w:t xml:space="preserve">Účelem opravné práce je zajištění pravidelných prohlídek a zkoušek určených technických zařízení (UTZ) v provozu dle Vyhl. č. 100/1995 Sb. – bod k) zabezpečovací zařízení, jehož elektrické obvody plní funkci přímého zajišťování bezpečnosti drážní dopravy. Ověřuje se tak jejich technický stav a provozní způsobilost. Prohlídky a zkoušky UTZ v provozu mohou provádět jen fyzické osoby, které mají platné osvědčení o odborné způsobilosti vydané </w:t>
      </w:r>
      <w:r w:rsidRPr="002A4CC8">
        <w:rPr>
          <w:rFonts w:asciiTheme="majorHAnsi" w:hAnsiTheme="majorHAnsi" w:cs="Arial"/>
          <w:noProof/>
          <w:sz w:val="20"/>
          <w:szCs w:val="20"/>
        </w:rPr>
        <w:t>Drážním úřadem</w:t>
      </w:r>
      <w:r w:rsidR="002A4CC8" w:rsidRPr="002A4CC8">
        <w:rPr>
          <w:rFonts w:asciiTheme="majorHAnsi" w:hAnsiTheme="majorHAnsi" w:cs="Arial"/>
          <w:noProof/>
          <w:sz w:val="20"/>
          <w:szCs w:val="20"/>
        </w:rPr>
        <w:t>, zkouškou TZE dle předpisu SŽ Zam1 a zdravotní způsobilost pro pohyb v kolejišti.</w:t>
      </w:r>
    </w:p>
    <w:p w14:paraId="3A5E96B1" w14:textId="77777777" w:rsidR="00D81B72" w:rsidRDefault="00D81B72" w:rsidP="00D81B72">
      <w:pPr>
        <w:ind w:left="-567"/>
        <w:rPr>
          <w:rFonts w:asciiTheme="majorHAnsi" w:hAnsiTheme="majorHAnsi" w:cs="Arial"/>
          <w:noProof/>
          <w:sz w:val="20"/>
          <w:szCs w:val="20"/>
        </w:rPr>
      </w:pPr>
      <w:r w:rsidRPr="00D81B72">
        <w:rPr>
          <w:rFonts w:asciiTheme="majorHAnsi" w:hAnsiTheme="majorHAnsi" w:cs="Arial"/>
          <w:noProof/>
          <w:sz w:val="20"/>
          <w:szCs w:val="20"/>
        </w:rPr>
        <w:t>Vyjmenovaná UTZ, jejichž prohlídky jsou požadovány období 3/20</w:t>
      </w:r>
      <w:r w:rsidR="00F425FA">
        <w:rPr>
          <w:rFonts w:asciiTheme="majorHAnsi" w:hAnsiTheme="majorHAnsi" w:cs="Arial"/>
          <w:noProof/>
          <w:sz w:val="20"/>
          <w:szCs w:val="20"/>
        </w:rPr>
        <w:t>2</w:t>
      </w:r>
      <w:r w:rsidR="00E30951">
        <w:rPr>
          <w:rFonts w:asciiTheme="majorHAnsi" w:hAnsiTheme="majorHAnsi" w:cs="Arial"/>
          <w:noProof/>
          <w:sz w:val="20"/>
          <w:szCs w:val="20"/>
        </w:rPr>
        <w:t>4</w:t>
      </w:r>
      <w:r w:rsidRPr="00D81B72">
        <w:rPr>
          <w:rFonts w:asciiTheme="majorHAnsi" w:hAnsiTheme="majorHAnsi" w:cs="Arial"/>
          <w:noProof/>
          <w:sz w:val="20"/>
          <w:szCs w:val="20"/>
        </w:rPr>
        <w:t xml:space="preserve"> – 2/202</w:t>
      </w:r>
      <w:r w:rsidR="00E30951">
        <w:rPr>
          <w:rFonts w:asciiTheme="majorHAnsi" w:hAnsiTheme="majorHAnsi" w:cs="Arial"/>
          <w:noProof/>
          <w:sz w:val="20"/>
          <w:szCs w:val="20"/>
        </w:rPr>
        <w:t>5</w:t>
      </w:r>
      <w:r w:rsidRPr="00D81B72">
        <w:rPr>
          <w:rFonts w:asciiTheme="majorHAnsi" w:hAnsiTheme="majorHAnsi" w:cs="Arial"/>
          <w:noProof/>
          <w:sz w:val="20"/>
          <w:szCs w:val="20"/>
        </w:rPr>
        <w:t xml:space="preserve">, </w:t>
      </w:r>
      <w:r w:rsidR="00E30951">
        <w:rPr>
          <w:rFonts w:asciiTheme="majorHAnsi" w:hAnsiTheme="majorHAnsi" w:cs="Arial"/>
          <w:noProof/>
          <w:sz w:val="20"/>
          <w:szCs w:val="20"/>
        </w:rPr>
        <w:br/>
      </w:r>
      <w:r w:rsidRPr="00D81B72">
        <w:rPr>
          <w:rFonts w:asciiTheme="majorHAnsi" w:hAnsiTheme="majorHAnsi" w:cs="Arial"/>
          <w:noProof/>
          <w:sz w:val="20"/>
          <w:szCs w:val="20"/>
        </w:rPr>
        <w:t>vč. mezních termínů realizace prohlídky a zkoušky UTZ:</w:t>
      </w:r>
    </w:p>
    <w:tbl>
      <w:tblPr>
        <w:tblW w:w="9809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3119"/>
        <w:gridCol w:w="3119"/>
        <w:gridCol w:w="1559"/>
        <w:gridCol w:w="1430"/>
      </w:tblGrid>
      <w:tr w:rsidR="00D60872" w:rsidRPr="00D60872" w14:paraId="7819D716" w14:textId="77777777" w:rsidTr="005F4387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D6BDC" w14:textId="04A6ED6A" w:rsidR="00D60872" w:rsidRPr="00D60872" w:rsidRDefault="00D60872" w:rsidP="00D60872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b/>
                <w:bCs/>
                <w:sz w:val="20"/>
                <w:szCs w:val="20"/>
                <w:lang w:eastAsia="cs-CZ"/>
              </w:rPr>
            </w:pPr>
            <w:proofErr w:type="spellStart"/>
            <w:r w:rsidRPr="00D60872">
              <w:rPr>
                <w:rFonts w:ascii="Verdana" w:eastAsia="Times New Roman" w:hAnsi="Verdana" w:cs="Arial CE"/>
                <w:b/>
                <w:bCs/>
                <w:sz w:val="20"/>
                <w:szCs w:val="20"/>
                <w:lang w:eastAsia="cs-CZ"/>
              </w:rPr>
              <w:t>P</w:t>
            </w:r>
            <w:r>
              <w:rPr>
                <w:rFonts w:ascii="Verdana" w:eastAsia="Times New Roman" w:hAnsi="Verdana" w:cs="Arial CE"/>
                <w:b/>
                <w:bCs/>
                <w:sz w:val="20"/>
                <w:szCs w:val="20"/>
                <w:lang w:eastAsia="cs-CZ"/>
              </w:rPr>
              <w:t>oř</w:t>
            </w:r>
            <w:proofErr w:type="spellEnd"/>
            <w:r w:rsidRPr="00D60872">
              <w:rPr>
                <w:rFonts w:ascii="Verdana" w:eastAsia="Times New Roman" w:hAnsi="Verdana" w:cs="Arial CE"/>
                <w:b/>
                <w:bCs/>
                <w:sz w:val="20"/>
                <w:szCs w:val="20"/>
                <w:lang w:eastAsia="cs-CZ"/>
              </w:rPr>
              <w:t>. číslo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FBF73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b/>
                <w:bCs/>
                <w:sz w:val="20"/>
                <w:szCs w:val="20"/>
                <w:lang w:eastAsia="cs-CZ"/>
              </w:rPr>
            </w:pPr>
            <w:r w:rsidRPr="00D60872">
              <w:rPr>
                <w:rFonts w:ascii="Verdana" w:eastAsia="Times New Roman" w:hAnsi="Verdana" w:cs="Arial CE"/>
                <w:b/>
                <w:bCs/>
                <w:sz w:val="20"/>
                <w:szCs w:val="20"/>
                <w:lang w:eastAsia="cs-CZ"/>
              </w:rPr>
              <w:t>Zabezpečovací zařízení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06129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b/>
                <w:bCs/>
                <w:sz w:val="20"/>
                <w:szCs w:val="20"/>
                <w:lang w:eastAsia="cs-CZ"/>
              </w:rPr>
            </w:pPr>
            <w:r w:rsidRPr="00D60872">
              <w:rPr>
                <w:rFonts w:ascii="Verdana" w:eastAsia="Times New Roman" w:hAnsi="Verdana" w:cs="Arial CE"/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C5F8D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b/>
                <w:bCs/>
                <w:sz w:val="20"/>
                <w:szCs w:val="20"/>
                <w:lang w:eastAsia="cs-CZ"/>
              </w:rPr>
            </w:pPr>
            <w:r w:rsidRPr="00D60872">
              <w:rPr>
                <w:rFonts w:ascii="Verdana" w:eastAsia="Times New Roman" w:hAnsi="Verdana" w:cs="Arial CE"/>
                <w:b/>
                <w:bCs/>
                <w:sz w:val="20"/>
                <w:szCs w:val="20"/>
                <w:lang w:eastAsia="cs-CZ"/>
              </w:rPr>
              <w:t>Průkaz UTZ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A6F3A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b/>
                <w:bCs/>
                <w:sz w:val="20"/>
                <w:szCs w:val="20"/>
                <w:lang w:eastAsia="cs-CZ"/>
              </w:rPr>
            </w:pPr>
            <w:r w:rsidRPr="00D60872">
              <w:rPr>
                <w:rFonts w:ascii="Verdana" w:eastAsia="Times New Roman" w:hAnsi="Verdana" w:cs="Arial CE"/>
                <w:b/>
                <w:bCs/>
                <w:sz w:val="20"/>
                <w:szCs w:val="20"/>
                <w:lang w:eastAsia="cs-CZ"/>
              </w:rPr>
              <w:t>Platnost UTZ</w:t>
            </w:r>
          </w:p>
        </w:tc>
      </w:tr>
      <w:tr w:rsidR="00D60872" w:rsidRPr="00D60872" w14:paraId="26F48D51" w14:textId="77777777" w:rsidTr="005F4387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D7117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829D7" w14:textId="77777777" w:rsidR="00D60872" w:rsidRPr="00D60872" w:rsidRDefault="00D60872" w:rsidP="00D6087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 xml:space="preserve">PZS km 7,075 </w:t>
            </w:r>
            <w:proofErr w:type="gramStart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Brno - Přerov</w:t>
            </w:r>
            <w:proofErr w:type="gram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9F693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AŽD 71, 1 kolej, bez závor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5143C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0171/95-E.43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6096D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23.03.2025</w:t>
            </w:r>
          </w:p>
        </w:tc>
      </w:tr>
      <w:tr w:rsidR="00D60872" w:rsidRPr="00D60872" w14:paraId="75669A76" w14:textId="77777777" w:rsidTr="005F4387">
        <w:trPr>
          <w:trHeight w:val="8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E136D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BFC82" w14:textId="77777777" w:rsidR="00D60872" w:rsidRPr="00D60872" w:rsidRDefault="00D60872" w:rsidP="00D6087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SZZ Brno-Chrlice</w:t>
            </w: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br/>
              <w:t>+ PZS km 8,506</w:t>
            </w: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br/>
              <w:t>+ ITZZ Brno hl. n. - Brno-Chrlice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3051C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gramStart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SZZ - Elektromechanické</w:t>
            </w:r>
            <w:proofErr w:type="gramEnd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 xml:space="preserve">, 11 </w:t>
            </w:r>
            <w:proofErr w:type="spellStart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výh</w:t>
            </w:r>
            <w:proofErr w:type="spellEnd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. s EMP;</w:t>
            </w: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br/>
            </w:r>
            <w:proofErr w:type="gramStart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PZS - AŽD</w:t>
            </w:r>
            <w:proofErr w:type="gramEnd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 xml:space="preserve"> 71, 1kolej, se závorami;</w:t>
            </w: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br/>
              <w:t>TZZ - AH-ESA, 1 kolej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7BCA5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0169/95-E.43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CC5A1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16.04.2025</w:t>
            </w:r>
          </w:p>
        </w:tc>
      </w:tr>
      <w:tr w:rsidR="00D60872" w:rsidRPr="00D60872" w14:paraId="3761ED21" w14:textId="77777777" w:rsidTr="005F4387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08D23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363B0" w14:textId="77777777" w:rsidR="00D60872" w:rsidRPr="00D60872" w:rsidRDefault="00D60872" w:rsidP="00D6087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SZZ Grešlové Mýto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4270A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 xml:space="preserve">RZZ-DRS, 4 </w:t>
            </w:r>
            <w:proofErr w:type="spellStart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výh</w:t>
            </w:r>
            <w:proofErr w:type="spellEnd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 xml:space="preserve">. s EMP, 1 </w:t>
            </w:r>
            <w:proofErr w:type="spellStart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výk</w:t>
            </w:r>
            <w:proofErr w:type="spellEnd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 xml:space="preserve">. s </w:t>
            </w:r>
            <w:proofErr w:type="spellStart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PSt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A64C7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0827/20-E.43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8FE55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23.04.2025</w:t>
            </w:r>
          </w:p>
        </w:tc>
      </w:tr>
      <w:tr w:rsidR="00D60872" w:rsidRPr="00D60872" w14:paraId="3EDBFDDB" w14:textId="77777777" w:rsidTr="005F4387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2D458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90724" w14:textId="77777777" w:rsidR="00D60872" w:rsidRPr="00D60872" w:rsidRDefault="00D60872" w:rsidP="00D6087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PZS km 126,481 st. hr. - Šatov - Mor. Budějovice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3BB62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PZZ-RE, 1 kolej, bez závor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86722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0828/20-E.43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95699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27.04.2025</w:t>
            </w:r>
          </w:p>
        </w:tc>
      </w:tr>
      <w:tr w:rsidR="00D60872" w:rsidRPr="00D60872" w14:paraId="65A38031" w14:textId="77777777" w:rsidTr="005F4387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67EF9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1C3B7" w14:textId="77777777" w:rsidR="00D60872" w:rsidRPr="00D60872" w:rsidRDefault="00D60872" w:rsidP="00D6087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SZZ Vlkoš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E123B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 xml:space="preserve">Elektromechanické SZZ, 14 </w:t>
            </w:r>
            <w:proofErr w:type="spellStart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výh</w:t>
            </w:r>
            <w:proofErr w:type="spellEnd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 xml:space="preserve">. s EMP, 3 </w:t>
            </w:r>
            <w:proofErr w:type="spellStart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výk</w:t>
            </w:r>
            <w:proofErr w:type="spellEnd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. s EMP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E379A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6563/96-E.43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7E471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10.05.2025</w:t>
            </w:r>
          </w:p>
        </w:tc>
      </w:tr>
      <w:tr w:rsidR="00D60872" w:rsidRPr="00D60872" w14:paraId="04F58940" w14:textId="77777777" w:rsidTr="005F4387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9BA08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2A3C3" w14:textId="77777777" w:rsidR="00D60872" w:rsidRPr="00D60872" w:rsidRDefault="00D60872" w:rsidP="00D60872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 xml:space="preserve">TZZ </w:t>
            </w:r>
            <w:proofErr w:type="gramStart"/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Vlkoš - Bzenec</w:t>
            </w:r>
            <w:proofErr w:type="gram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16E65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HPB, 2 koleje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4EA96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6560/96-E.43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86AC9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10.05.2025</w:t>
            </w:r>
          </w:p>
        </w:tc>
      </w:tr>
      <w:tr w:rsidR="00D60872" w:rsidRPr="00D60872" w14:paraId="0F7AE564" w14:textId="77777777" w:rsidTr="005F4387">
        <w:trPr>
          <w:trHeight w:val="5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F02C3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9DA9E" w14:textId="77777777" w:rsidR="00D60872" w:rsidRPr="00D60872" w:rsidRDefault="00D60872" w:rsidP="00D6087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SZZ Odb. Brno-Židenice</w:t>
            </w: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br/>
              <w:t>+ ITZZ Brno hl. n. - Brno-Židenice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4A8D4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gramStart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SZZ - RZZ</w:t>
            </w:r>
            <w:proofErr w:type="gramEnd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 xml:space="preserve">, 25 </w:t>
            </w:r>
            <w:proofErr w:type="spellStart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výh</w:t>
            </w:r>
            <w:proofErr w:type="spellEnd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 xml:space="preserve">. s EMP, 1 </w:t>
            </w:r>
            <w:proofErr w:type="spellStart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výk</w:t>
            </w:r>
            <w:proofErr w:type="spellEnd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. s EMP</w:t>
            </w: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br/>
            </w:r>
            <w:proofErr w:type="gramStart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TZZ - AH</w:t>
            </w:r>
            <w:proofErr w:type="gramEnd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-ESA, 2 koleje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DA727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7542/96-E.43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270B6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11.05.2025</w:t>
            </w:r>
          </w:p>
        </w:tc>
      </w:tr>
      <w:tr w:rsidR="00D60872" w:rsidRPr="00D60872" w14:paraId="428C638D" w14:textId="77777777" w:rsidTr="005F4387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ED6AF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F01F7" w14:textId="77777777" w:rsidR="00D60872" w:rsidRPr="00D60872" w:rsidRDefault="00D60872" w:rsidP="00D6087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 xml:space="preserve">PZS km 64,247 </w:t>
            </w:r>
            <w:proofErr w:type="gramStart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Brno - Veselí</w:t>
            </w:r>
            <w:proofErr w:type="gramEnd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 xml:space="preserve"> nad Mor.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B4D74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AŽD 71, 2 koleje, se závorami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72420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6516/96-E.43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18FF4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28.05.2025</w:t>
            </w:r>
          </w:p>
        </w:tc>
      </w:tr>
      <w:tr w:rsidR="00D60872" w:rsidRPr="00D60872" w14:paraId="3DF3E5D8" w14:textId="77777777" w:rsidTr="005F4387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3DEE2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A4298" w14:textId="77777777" w:rsidR="00D60872" w:rsidRPr="00D60872" w:rsidRDefault="00D60872" w:rsidP="00D6087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 xml:space="preserve">PZS km 65,114 </w:t>
            </w:r>
            <w:proofErr w:type="gramStart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Brno - Veselí</w:t>
            </w:r>
            <w:proofErr w:type="gramEnd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 xml:space="preserve"> nad Mor.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9876E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AŽD 71, 2 koleje, se závorami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D4200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6517/96-E.43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9FF4C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28.05.2025</w:t>
            </w:r>
          </w:p>
        </w:tc>
      </w:tr>
      <w:tr w:rsidR="005F4387" w:rsidRPr="00D60872" w14:paraId="3C966E99" w14:textId="77777777" w:rsidTr="005F4387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56423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F764B" w14:textId="77777777" w:rsidR="00D60872" w:rsidRPr="00D60872" w:rsidRDefault="00D60872" w:rsidP="00D6087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SZZ Kyjov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A0472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 xml:space="preserve">SZZ sudé </w:t>
            </w:r>
            <w:proofErr w:type="spellStart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zhl</w:t>
            </w:r>
            <w:proofErr w:type="spellEnd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 xml:space="preserve">. - TEST, 11 </w:t>
            </w:r>
            <w:proofErr w:type="spellStart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výh</w:t>
            </w:r>
            <w:proofErr w:type="spellEnd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. s EMP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96427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6526/96-E.43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6EE404BB" w14:textId="2D914B56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13.06.2025</w:t>
            </w:r>
            <w:r w:rsidR="005F4387">
              <w:rPr>
                <w:rFonts w:eastAsia="Times New Roman" w:cs="Arial CE"/>
                <w:sz w:val="20"/>
                <w:szCs w:val="20"/>
                <w:lang w:eastAsia="cs-CZ"/>
              </w:rPr>
              <w:t>*</w:t>
            </w:r>
          </w:p>
        </w:tc>
      </w:tr>
      <w:tr w:rsidR="00D60872" w:rsidRPr="00D60872" w14:paraId="5E217AAC" w14:textId="77777777" w:rsidTr="005F4387">
        <w:trPr>
          <w:trHeight w:val="5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DB660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11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A760F" w14:textId="77777777" w:rsidR="00D60872" w:rsidRPr="00D60872" w:rsidRDefault="00D60872" w:rsidP="00D6087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SZZ Nemotice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020F3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 xml:space="preserve">Elektromechanické SZZ, 11 </w:t>
            </w:r>
            <w:proofErr w:type="spellStart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výh</w:t>
            </w:r>
            <w:proofErr w:type="spellEnd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 xml:space="preserve">. s mech. </w:t>
            </w:r>
            <w:proofErr w:type="spellStart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přest</w:t>
            </w:r>
            <w:proofErr w:type="spellEnd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 xml:space="preserve">., příp. závorníkem; 1 </w:t>
            </w:r>
            <w:proofErr w:type="spellStart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výk</w:t>
            </w:r>
            <w:proofErr w:type="spellEnd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 xml:space="preserve">. s mech. </w:t>
            </w:r>
            <w:proofErr w:type="spellStart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přest</w:t>
            </w:r>
            <w:proofErr w:type="spellEnd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 xml:space="preserve">., příp. závorníkem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CDBB9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6527/96-E.43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6330E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29.06.2025</w:t>
            </w:r>
          </w:p>
        </w:tc>
      </w:tr>
      <w:tr w:rsidR="00D60872" w:rsidRPr="00D60872" w14:paraId="131901F0" w14:textId="77777777" w:rsidTr="005F4387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C097A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12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463DC" w14:textId="77777777" w:rsidR="00D60872" w:rsidRPr="00D60872" w:rsidRDefault="00D60872" w:rsidP="00D60872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TZZ Sokolnice-</w:t>
            </w:r>
            <w:proofErr w:type="gramStart"/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Telnice - Křenovice</w:t>
            </w:r>
            <w:proofErr w:type="gramEnd"/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 xml:space="preserve"> horní n.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7E743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AH, 1 kolej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F9DE1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1543/16-E.43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87E7A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30.06.2025</w:t>
            </w:r>
          </w:p>
        </w:tc>
      </w:tr>
      <w:tr w:rsidR="00D60872" w:rsidRPr="00D60872" w14:paraId="3B787C4A" w14:textId="77777777" w:rsidTr="005F4387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C1227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lastRenderedPageBreak/>
              <w:t>13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14452" w14:textId="77777777" w:rsidR="00D60872" w:rsidRPr="00D60872" w:rsidRDefault="00D60872" w:rsidP="00D6087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PZS km 134,452 Hrušovany nad Jev. - Brno-Horní Heršpice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6FC0B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PZZ-EA, 1 kolej, bez závor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00E4F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0852/11-E.43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1BE25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09.07.2025</w:t>
            </w:r>
          </w:p>
        </w:tc>
      </w:tr>
      <w:tr w:rsidR="00D60872" w:rsidRPr="00D60872" w14:paraId="118E6557" w14:textId="77777777" w:rsidTr="005F4387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4FD79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14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CD596" w14:textId="77777777" w:rsidR="00D60872" w:rsidRPr="00D60872" w:rsidRDefault="00D60872" w:rsidP="00D6087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PZS km 136,227 Hrušovany nad Jev. - Brno-Horní Heršpice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AB209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PZZ-EA, 2 koleje, se závorami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CD53E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0838/11-E.43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D7A6C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09.07.2025</w:t>
            </w:r>
          </w:p>
        </w:tc>
      </w:tr>
      <w:tr w:rsidR="00D60872" w:rsidRPr="00D60872" w14:paraId="5FB33256" w14:textId="77777777" w:rsidTr="005F4387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287DC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15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2C0D1" w14:textId="77777777" w:rsidR="00D60872" w:rsidRPr="00D60872" w:rsidRDefault="00D60872" w:rsidP="00D6087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PZS km 132,165 Hrušovany nad Jev. - Brno-Horní Heršpice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BC6C1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PZZ-EA, 1 kolej, bez závor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48FC2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0836/11-E.43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C07C7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10.07.2025</w:t>
            </w:r>
          </w:p>
        </w:tc>
      </w:tr>
      <w:tr w:rsidR="00D60872" w:rsidRPr="00D60872" w14:paraId="1BE550E3" w14:textId="77777777" w:rsidTr="005F4387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EED4C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16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27792" w14:textId="77777777" w:rsidR="00D60872" w:rsidRPr="00D60872" w:rsidRDefault="00D60872" w:rsidP="00D6087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PZS km 133,220 Hrušovany nad Jev. - Brno-Horní Heršpice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1D25C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PZZ-EA, 1 kolej, se závorami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007B6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0851/11-E.43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4A75D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10.07.2025</w:t>
            </w:r>
          </w:p>
        </w:tc>
      </w:tr>
      <w:tr w:rsidR="00D60872" w:rsidRPr="00D60872" w14:paraId="0855A87B" w14:textId="77777777" w:rsidTr="005F4387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CCD7D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17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407A8" w14:textId="77777777" w:rsidR="00D60872" w:rsidRPr="00D60872" w:rsidRDefault="00D60872" w:rsidP="00D6087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 xml:space="preserve">PZS km 6,006 </w:t>
            </w:r>
            <w:proofErr w:type="gramStart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Brno - Přerov</w:t>
            </w:r>
            <w:proofErr w:type="gram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68A4E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PZZ-RE, 1 kolej se závorami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496C0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1575/16-E.43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7F102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12.07.2025</w:t>
            </w:r>
          </w:p>
        </w:tc>
      </w:tr>
      <w:tr w:rsidR="00D60872" w:rsidRPr="00D60872" w14:paraId="776770A7" w14:textId="77777777" w:rsidTr="005F4387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D31FD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18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39B0E" w14:textId="77777777" w:rsidR="00D60872" w:rsidRPr="00D60872" w:rsidRDefault="00D60872" w:rsidP="00D60872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 xml:space="preserve">TZZ Moravská Nová </w:t>
            </w:r>
            <w:proofErr w:type="gramStart"/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ves - Lužice</w:t>
            </w:r>
            <w:proofErr w:type="gram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025AD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 xml:space="preserve">ABE, 2 koleje, 2 </w:t>
            </w:r>
            <w:proofErr w:type="spellStart"/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náv</w:t>
            </w:r>
            <w:proofErr w:type="spellEnd"/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. body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24387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2873/01-E.43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55840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22.07.2025</w:t>
            </w:r>
          </w:p>
        </w:tc>
      </w:tr>
      <w:tr w:rsidR="00D60872" w:rsidRPr="00D60872" w14:paraId="5D158254" w14:textId="77777777" w:rsidTr="005F4387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9BBF7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19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CD1F7" w14:textId="77777777" w:rsidR="00D60872" w:rsidRPr="00D60872" w:rsidRDefault="00D60872" w:rsidP="00D60872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 xml:space="preserve">TZZ </w:t>
            </w:r>
            <w:proofErr w:type="gramStart"/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Lužice - Hodonín</w:t>
            </w:r>
            <w:proofErr w:type="gram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FC566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 xml:space="preserve">ABE, 2 koleje, 8 </w:t>
            </w:r>
            <w:proofErr w:type="spellStart"/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náv</w:t>
            </w:r>
            <w:proofErr w:type="spellEnd"/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. bodů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4BDA3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2872/01-E.43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BD921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30.07.2025</w:t>
            </w:r>
          </w:p>
        </w:tc>
      </w:tr>
      <w:tr w:rsidR="00D60872" w:rsidRPr="00D60872" w14:paraId="25C27E16" w14:textId="77777777" w:rsidTr="005F4387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5CB53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5FDD4" w14:textId="77777777" w:rsidR="00D60872" w:rsidRPr="00D60872" w:rsidRDefault="00D60872" w:rsidP="00D60872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 xml:space="preserve">TZZ </w:t>
            </w:r>
            <w:proofErr w:type="gramStart"/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Hodonín - Rohatec</w:t>
            </w:r>
            <w:proofErr w:type="gram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77D37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 xml:space="preserve">ABE, 2 koleje, 6 </w:t>
            </w:r>
            <w:proofErr w:type="spellStart"/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náv</w:t>
            </w:r>
            <w:proofErr w:type="spellEnd"/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. bodů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B8099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2875/01-E.43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12A59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30.07.2025</w:t>
            </w:r>
          </w:p>
        </w:tc>
      </w:tr>
      <w:tr w:rsidR="00D60872" w:rsidRPr="00D60872" w14:paraId="3C1FCCEA" w14:textId="77777777" w:rsidTr="005F4387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BDF3F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21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031C8" w14:textId="77777777" w:rsidR="00D60872" w:rsidRPr="00D60872" w:rsidRDefault="00D60872" w:rsidP="00D6087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 xml:space="preserve">PZS km 40,189 </w:t>
            </w:r>
            <w:proofErr w:type="gramStart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Brno - Veselí</w:t>
            </w:r>
            <w:proofErr w:type="gramEnd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 xml:space="preserve"> nad Mor.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27A7C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PZZ-AC, 2 koleje, se závorami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19CB2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1751/10-E.43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53499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04.08.2025</w:t>
            </w:r>
          </w:p>
        </w:tc>
      </w:tr>
      <w:tr w:rsidR="00D60872" w:rsidRPr="00D60872" w14:paraId="3CD074BA" w14:textId="77777777" w:rsidTr="005F4387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50619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22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7C5CB" w14:textId="77777777" w:rsidR="00D60872" w:rsidRPr="00D60872" w:rsidRDefault="00D60872" w:rsidP="00D6087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Brno-Horní Heršpice NŘP DOZ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BFF58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DOZ-1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FC3E3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0809/16-E.43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AAB0A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11.08.2025</w:t>
            </w:r>
          </w:p>
        </w:tc>
      </w:tr>
      <w:tr w:rsidR="00D60872" w:rsidRPr="00D60872" w14:paraId="76E09456" w14:textId="77777777" w:rsidTr="005F4387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AD219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23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ACA58" w14:textId="77777777" w:rsidR="00D60872" w:rsidRPr="00D60872" w:rsidRDefault="00D60872" w:rsidP="00D6087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SZZ Lužice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173D3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 xml:space="preserve">ESA, 22 </w:t>
            </w:r>
            <w:proofErr w:type="spellStart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výh</w:t>
            </w:r>
            <w:proofErr w:type="spellEnd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 xml:space="preserve">. s EMP, 3 </w:t>
            </w:r>
            <w:proofErr w:type="spellStart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výk</w:t>
            </w:r>
            <w:proofErr w:type="spellEnd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. s EMP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54808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1290/00-E.43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947B4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20.08.2025</w:t>
            </w:r>
          </w:p>
        </w:tc>
      </w:tr>
      <w:tr w:rsidR="00D60872" w:rsidRPr="00D60872" w14:paraId="1788065C" w14:textId="77777777" w:rsidTr="005F4387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7A02E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24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8BEC7" w14:textId="77777777" w:rsidR="00D60872" w:rsidRPr="00D60872" w:rsidRDefault="00D60872" w:rsidP="00D60872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TZZ Brno Židenice (</w:t>
            </w:r>
            <w:proofErr w:type="spellStart"/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odb</w:t>
            </w:r>
            <w:proofErr w:type="spellEnd"/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.) - Brno Maloměřice St.3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BCFBB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ABE, 2 koleje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D00F0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1581/16-E.43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9E662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27.08.2025</w:t>
            </w:r>
          </w:p>
        </w:tc>
      </w:tr>
      <w:tr w:rsidR="00D60872" w:rsidRPr="00D60872" w14:paraId="2662FF37" w14:textId="77777777" w:rsidTr="005F4387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8B935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25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61286" w14:textId="77777777" w:rsidR="00D60872" w:rsidRPr="00D60872" w:rsidRDefault="00D60872" w:rsidP="00D6087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 xml:space="preserve">PZS km 138,180 </w:t>
            </w:r>
            <w:proofErr w:type="gramStart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Břeclav - Brno</w:t>
            </w:r>
            <w:proofErr w:type="gram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18A93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PZZ-EA, 3 koleje, se závorami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E18D1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1576/16-E.43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B0DF3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27.08.2025</w:t>
            </w:r>
          </w:p>
        </w:tc>
      </w:tr>
      <w:tr w:rsidR="005F4387" w:rsidRPr="00D60872" w14:paraId="38012480" w14:textId="77777777" w:rsidTr="005F438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5B5F3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26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2045F" w14:textId="77777777" w:rsidR="00D60872" w:rsidRPr="00D60872" w:rsidRDefault="00D60872" w:rsidP="00D6087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SZZ Brno-dolní nádraží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E62DD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gramStart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SZZ - RZZ</w:t>
            </w:r>
            <w:proofErr w:type="gramEnd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 xml:space="preserve">, 31 </w:t>
            </w:r>
            <w:proofErr w:type="spellStart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výh</w:t>
            </w:r>
            <w:proofErr w:type="spellEnd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 xml:space="preserve">. s EMP, 2 </w:t>
            </w:r>
            <w:proofErr w:type="spellStart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výk</w:t>
            </w:r>
            <w:proofErr w:type="spellEnd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. s EMP, 2x EMZ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39487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7540/96-E.43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2C75A329" w14:textId="50C841CE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30.08.2025</w:t>
            </w:r>
            <w:r w:rsidR="005F4387">
              <w:rPr>
                <w:rFonts w:eastAsia="Times New Roman" w:cs="Arial"/>
                <w:sz w:val="20"/>
                <w:szCs w:val="20"/>
                <w:lang w:eastAsia="cs-CZ"/>
              </w:rPr>
              <w:t>*</w:t>
            </w:r>
          </w:p>
        </w:tc>
      </w:tr>
      <w:tr w:rsidR="00D60872" w:rsidRPr="00D60872" w14:paraId="45A16414" w14:textId="77777777" w:rsidTr="005F4387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21CB7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27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466A1" w14:textId="77777777" w:rsidR="00D60872" w:rsidRPr="00D60872" w:rsidRDefault="00D60872" w:rsidP="00D6087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SZZ Silůvky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219A4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 xml:space="preserve">ESA, 2 </w:t>
            </w:r>
            <w:proofErr w:type="spellStart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výh</w:t>
            </w:r>
            <w:proofErr w:type="spellEnd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. s EMP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E5251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0841/11-E.43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8A792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03.09.2025</w:t>
            </w:r>
          </w:p>
        </w:tc>
      </w:tr>
      <w:tr w:rsidR="00D60872" w:rsidRPr="00D60872" w14:paraId="4B52A762" w14:textId="77777777" w:rsidTr="005F4387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93D83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28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9BA29" w14:textId="77777777" w:rsidR="00D60872" w:rsidRPr="00D60872" w:rsidRDefault="00D60872" w:rsidP="00D6087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PZS km 119,208 Hrušovany nad Jev. - Brno-Horní Heršpice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77C20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PZZ-EA, 1 kolej, se závorami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1D189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0850/11-E.43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03CA0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06.09.2025</w:t>
            </w:r>
          </w:p>
        </w:tc>
      </w:tr>
      <w:tr w:rsidR="00D60872" w:rsidRPr="00D60872" w14:paraId="42032C79" w14:textId="77777777" w:rsidTr="005F4387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C2BC0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29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733B9" w14:textId="77777777" w:rsidR="00D60872" w:rsidRPr="00D60872" w:rsidRDefault="00D60872" w:rsidP="00D6087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SZZ Hodonín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82B47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 xml:space="preserve">ESA, 64 </w:t>
            </w:r>
            <w:proofErr w:type="spellStart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výh</w:t>
            </w:r>
            <w:proofErr w:type="spellEnd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 xml:space="preserve">. s EMP, 11 </w:t>
            </w:r>
            <w:proofErr w:type="spellStart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výk</w:t>
            </w:r>
            <w:proofErr w:type="spellEnd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. s EMP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1324A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1317/00-E.43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2FF26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14.09.2025</w:t>
            </w:r>
          </w:p>
        </w:tc>
      </w:tr>
      <w:tr w:rsidR="00D60872" w:rsidRPr="00D60872" w14:paraId="7A6DA19E" w14:textId="77777777" w:rsidTr="005F4387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DE55E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4FE99" w14:textId="77777777" w:rsidR="00D60872" w:rsidRPr="00D60872" w:rsidRDefault="00D60872" w:rsidP="00D6087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 xml:space="preserve">PZS km 96,682 </w:t>
            </w:r>
            <w:proofErr w:type="gramStart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Břeclav - Přerov</w:t>
            </w:r>
            <w:proofErr w:type="gram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7F6F1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PZZ-EA, 2 koleje, se závorami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960B5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1295/00-E.43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FBB9F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17.09.2025</w:t>
            </w:r>
          </w:p>
        </w:tc>
      </w:tr>
      <w:tr w:rsidR="00D60872" w:rsidRPr="00D60872" w14:paraId="00D59502" w14:textId="77777777" w:rsidTr="005F4387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E28F3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31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5EA8A" w14:textId="77777777" w:rsidR="00D60872" w:rsidRPr="00D60872" w:rsidRDefault="00D60872" w:rsidP="00D60872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TZZ Brno Židenice (</w:t>
            </w:r>
            <w:proofErr w:type="spellStart"/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odb</w:t>
            </w:r>
            <w:proofErr w:type="spellEnd"/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.) - Brno-Maloměřice St.6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37811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ABE, 2 koleje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1E60A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1582/16-E.43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2DA83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20.09.2025</w:t>
            </w:r>
          </w:p>
        </w:tc>
      </w:tr>
      <w:tr w:rsidR="00D60872" w:rsidRPr="00D60872" w14:paraId="667287D0" w14:textId="77777777" w:rsidTr="005F4387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210CC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32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B15E2" w14:textId="77777777" w:rsidR="00D60872" w:rsidRPr="00D60872" w:rsidRDefault="00D60872" w:rsidP="00D60872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 xml:space="preserve">TZZ </w:t>
            </w:r>
            <w:proofErr w:type="gramStart"/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Střelice - Silůvky</w:t>
            </w:r>
            <w:proofErr w:type="gram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37826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AHP, 1 kolej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52153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0822/11-E.43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C269F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28.09.2025</w:t>
            </w:r>
          </w:p>
        </w:tc>
      </w:tr>
      <w:tr w:rsidR="00D60872" w:rsidRPr="00D60872" w14:paraId="7EAC5333" w14:textId="77777777" w:rsidTr="005F4387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11F89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33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3B6F7" w14:textId="77777777" w:rsidR="00D60872" w:rsidRPr="00D60872" w:rsidRDefault="00D60872" w:rsidP="00D6087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 xml:space="preserve">PZS km 88,580 </w:t>
            </w:r>
            <w:proofErr w:type="gramStart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Břeclav - Přerov</w:t>
            </w:r>
            <w:proofErr w:type="gram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F06A8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PZZ-EA, 2 koleje, se závorami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F4E92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1326/00-E.43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61479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01.10.2025</w:t>
            </w:r>
          </w:p>
        </w:tc>
      </w:tr>
      <w:tr w:rsidR="00D60872" w:rsidRPr="00D60872" w14:paraId="50E2C85B" w14:textId="77777777" w:rsidTr="005F4387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0C570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34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3218C" w14:textId="77777777" w:rsidR="00D60872" w:rsidRPr="00D60872" w:rsidRDefault="00D60872" w:rsidP="00D60872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TZZ Brno-Maloměřice St.3 - Brno-Královo Pole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AB2C1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 xml:space="preserve">ABE, 2 koleje, 12 </w:t>
            </w:r>
            <w:proofErr w:type="spellStart"/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náv</w:t>
            </w:r>
            <w:proofErr w:type="spellEnd"/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. bodů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8671D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1597/16-E.43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88493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04.10.2025</w:t>
            </w:r>
          </w:p>
        </w:tc>
      </w:tr>
      <w:tr w:rsidR="00D60872" w:rsidRPr="00D60872" w14:paraId="31235D03" w14:textId="77777777" w:rsidTr="005F4387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D2A72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35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213A9" w14:textId="77777777" w:rsidR="00D60872" w:rsidRPr="00D60872" w:rsidRDefault="00D60872" w:rsidP="00D6087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SZZ Šebetov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8EF5E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Mechanické, 4 výhybky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3D31A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2628/02-E.43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639C7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14.10.2025</w:t>
            </w:r>
          </w:p>
        </w:tc>
      </w:tr>
      <w:tr w:rsidR="00D60872" w:rsidRPr="00D60872" w14:paraId="42AE45F6" w14:textId="77777777" w:rsidTr="005F4387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40E23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36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F2A94" w14:textId="77777777" w:rsidR="00D60872" w:rsidRPr="00D60872" w:rsidRDefault="00D60872" w:rsidP="00D6087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SZZ Lanžhot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1761C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 xml:space="preserve">ESA, 15 </w:t>
            </w:r>
            <w:proofErr w:type="spellStart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výh</w:t>
            </w:r>
            <w:proofErr w:type="spellEnd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 xml:space="preserve">. s EMP, 1 </w:t>
            </w:r>
            <w:proofErr w:type="spellStart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výk</w:t>
            </w:r>
            <w:proofErr w:type="spellEnd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. s EMP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D043C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2338/05-E.43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8597F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30.10.2025</w:t>
            </w:r>
          </w:p>
        </w:tc>
      </w:tr>
      <w:tr w:rsidR="00D60872" w:rsidRPr="00D60872" w14:paraId="73FFE874" w14:textId="77777777" w:rsidTr="005F4387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ECCB4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37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FE32A" w14:textId="77777777" w:rsidR="00D60872" w:rsidRPr="00D60872" w:rsidRDefault="00D60872" w:rsidP="00D6087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PZS km 88,578 Veselí nad Mor. - Kunovice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AB0ED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PZZ-RE, 1 kolej, se závorami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258CE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0884/11-E.43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58F1B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30.10.2025</w:t>
            </w:r>
          </w:p>
        </w:tc>
      </w:tr>
      <w:tr w:rsidR="00D60872" w:rsidRPr="00D60872" w14:paraId="3F9BCE3B" w14:textId="77777777" w:rsidTr="005F4387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5AED7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38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13BF6" w14:textId="77777777" w:rsidR="00D60872" w:rsidRPr="00D60872" w:rsidRDefault="00D60872" w:rsidP="00D6087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PZS km 66,375 Veselí nad Mor. - Vrbovce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5F547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PZZ-RE, 1 kolej, se závorami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F8561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0883/11-E.43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C92E2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30.10.2025</w:t>
            </w:r>
          </w:p>
        </w:tc>
      </w:tr>
      <w:tr w:rsidR="00D60872" w:rsidRPr="00D60872" w14:paraId="171CE21D" w14:textId="77777777" w:rsidTr="005F4387">
        <w:trPr>
          <w:trHeight w:val="5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37703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39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9962A" w14:textId="77777777" w:rsidR="00D60872" w:rsidRPr="00D60872" w:rsidRDefault="00D60872" w:rsidP="00D6087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gramStart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SZZ  Hrušky</w:t>
            </w:r>
            <w:proofErr w:type="gramEnd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 xml:space="preserve"> </w:t>
            </w: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br/>
              <w:t>+ ITZZ Břeclav - Hrušky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2AE91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gramStart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SZZ - ESA</w:t>
            </w:r>
            <w:proofErr w:type="gramEnd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 xml:space="preserve">, 15 </w:t>
            </w:r>
            <w:proofErr w:type="spellStart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výh</w:t>
            </w:r>
            <w:proofErr w:type="spellEnd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 xml:space="preserve">. s EMP, 1 </w:t>
            </w:r>
            <w:proofErr w:type="spellStart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výk</w:t>
            </w:r>
            <w:proofErr w:type="spellEnd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. s EMP</w:t>
            </w: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br/>
            </w:r>
            <w:proofErr w:type="gramStart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TZZ - AB</w:t>
            </w:r>
            <w:proofErr w:type="gramEnd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 xml:space="preserve">-ESA, 2 koleje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F93F8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1327/00-E.43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C59C7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01.11.2025</w:t>
            </w:r>
          </w:p>
        </w:tc>
      </w:tr>
      <w:tr w:rsidR="00D60872" w:rsidRPr="00D60872" w14:paraId="21AF049F" w14:textId="77777777" w:rsidTr="005F4387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B3C90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F4BD6" w14:textId="77777777" w:rsidR="00D60872" w:rsidRPr="00D60872" w:rsidRDefault="00D60872" w:rsidP="00D60872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 xml:space="preserve">TZZ </w:t>
            </w:r>
            <w:proofErr w:type="gramStart"/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Hrušky - Moravská</w:t>
            </w:r>
            <w:proofErr w:type="gramEnd"/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 xml:space="preserve"> Nová ves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D1D52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 xml:space="preserve">ABE, 2 koleje, 12 </w:t>
            </w:r>
            <w:proofErr w:type="spellStart"/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náv</w:t>
            </w:r>
            <w:proofErr w:type="spellEnd"/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. bodů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A9EB1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1329/00-E.43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6C637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01.11.2025</w:t>
            </w:r>
          </w:p>
        </w:tc>
      </w:tr>
      <w:tr w:rsidR="00D60872" w:rsidRPr="00D60872" w14:paraId="5773376E" w14:textId="77777777" w:rsidTr="005F4387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11D08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lastRenderedPageBreak/>
              <w:t>41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38A82" w14:textId="77777777" w:rsidR="00D60872" w:rsidRPr="00D60872" w:rsidRDefault="00D60872" w:rsidP="00D60872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 xml:space="preserve">TZZ </w:t>
            </w:r>
            <w:proofErr w:type="gramStart"/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Rohatec - Bzenec</w:t>
            </w:r>
            <w:proofErr w:type="gramEnd"/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 xml:space="preserve"> přívoz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56576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 xml:space="preserve">ABE, 2 koleje, 8 </w:t>
            </w:r>
            <w:proofErr w:type="spellStart"/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náv</w:t>
            </w:r>
            <w:proofErr w:type="spellEnd"/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. bodů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2173C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2874/01-E.43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261EA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03.11.2025</w:t>
            </w:r>
          </w:p>
        </w:tc>
      </w:tr>
      <w:tr w:rsidR="00D60872" w:rsidRPr="00D60872" w14:paraId="6A57ACD7" w14:textId="77777777" w:rsidTr="005F4387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2669A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42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71483" w14:textId="77777777" w:rsidR="00D60872" w:rsidRPr="00D60872" w:rsidRDefault="00D60872" w:rsidP="00D6087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PZS km 131,477 Hrušovany nad Jev. - Brno-Horní Heršpice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AB517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PZZ-EA, 2 koleje, bez závor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2027A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0837/11-E.43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5FB54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03.11.2025</w:t>
            </w:r>
          </w:p>
        </w:tc>
      </w:tr>
      <w:tr w:rsidR="00D60872" w:rsidRPr="00D60872" w14:paraId="18B9A416" w14:textId="77777777" w:rsidTr="005F4387">
        <w:trPr>
          <w:trHeight w:val="5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EA074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43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E4EA5" w14:textId="77777777" w:rsidR="00D60872" w:rsidRPr="00D60872" w:rsidRDefault="00D60872" w:rsidP="00D6087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SZZ Moravský Krumlov</w:t>
            </w: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br/>
              <w:t>+ ITZZ Mor. Bránice - Mor. Krumlov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BD4E0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gramStart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SZZ - ESA</w:t>
            </w:r>
            <w:proofErr w:type="gramEnd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 xml:space="preserve">, 4 </w:t>
            </w:r>
            <w:proofErr w:type="spellStart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výh</w:t>
            </w:r>
            <w:proofErr w:type="spellEnd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. s EMP</w:t>
            </w: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br/>
              <w:t xml:space="preserve">TZZ směr Mor. </w:t>
            </w:r>
            <w:proofErr w:type="gramStart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Bránice - AH</w:t>
            </w:r>
            <w:proofErr w:type="gramEnd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-ESA, 1 kolej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27368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0824/11-E.43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25B68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08.11.2025</w:t>
            </w:r>
          </w:p>
        </w:tc>
      </w:tr>
      <w:tr w:rsidR="00D60872" w:rsidRPr="00D60872" w14:paraId="765A25FB" w14:textId="77777777" w:rsidTr="005F4387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8AAD9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44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F0BEB" w14:textId="77777777" w:rsidR="00D60872" w:rsidRPr="00D60872" w:rsidRDefault="00D60872" w:rsidP="00D60872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 xml:space="preserve">TZZ </w:t>
            </w:r>
            <w:proofErr w:type="spellStart"/>
            <w:proofErr w:type="gramStart"/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Rakšice</w:t>
            </w:r>
            <w:proofErr w:type="spellEnd"/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 xml:space="preserve"> - Moravský</w:t>
            </w:r>
            <w:proofErr w:type="gramEnd"/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 xml:space="preserve"> Krumlov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8FBFA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AHP, 1 kolej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79C34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0823/11-E.43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076CB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08.11.2025</w:t>
            </w:r>
          </w:p>
        </w:tc>
      </w:tr>
      <w:tr w:rsidR="00D60872" w:rsidRPr="00D60872" w14:paraId="6F9E65C7" w14:textId="77777777" w:rsidTr="005F4387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FFF06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45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7784D" w14:textId="77777777" w:rsidR="00D60872" w:rsidRPr="00D60872" w:rsidRDefault="00D60872" w:rsidP="00D6087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 xml:space="preserve">PZS km 6,177 Mor. </w:t>
            </w:r>
            <w:proofErr w:type="gramStart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Bránice - Oslavany</w:t>
            </w:r>
            <w:proofErr w:type="gram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EE3D5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PZZ-EA, 1 kolej, bez závor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7559F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0840/11-E.43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C762C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15.11.2025</w:t>
            </w:r>
          </w:p>
        </w:tc>
      </w:tr>
      <w:tr w:rsidR="00D60872" w:rsidRPr="00D60872" w14:paraId="0E671C20" w14:textId="77777777" w:rsidTr="005F4387">
        <w:trPr>
          <w:trHeight w:val="5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37470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46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6AAF4" w14:textId="77777777" w:rsidR="00D60872" w:rsidRPr="00D60872" w:rsidRDefault="00D60872" w:rsidP="00D6087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SZZ Ivančice</w:t>
            </w: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br/>
              <w:t xml:space="preserve">+ ITZZ Mor. </w:t>
            </w:r>
            <w:proofErr w:type="gramStart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Bránice - Ivančice</w:t>
            </w:r>
            <w:proofErr w:type="gram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92A4E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gramStart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SZZ - ESA</w:t>
            </w:r>
            <w:proofErr w:type="gramEnd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 xml:space="preserve">, 2 </w:t>
            </w:r>
            <w:proofErr w:type="spellStart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výh</w:t>
            </w:r>
            <w:proofErr w:type="spellEnd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. s EMP</w:t>
            </w: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br/>
              <w:t xml:space="preserve">TZZ směr Mor. </w:t>
            </w:r>
            <w:proofErr w:type="gramStart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Bránice - AH</w:t>
            </w:r>
            <w:proofErr w:type="gramEnd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-ESA, 1 kolej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8E01C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0834/11-E.43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A499F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16.11.2025</w:t>
            </w:r>
          </w:p>
        </w:tc>
      </w:tr>
      <w:tr w:rsidR="00D60872" w:rsidRPr="00D60872" w14:paraId="32B4EAF3" w14:textId="77777777" w:rsidTr="005F4387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EB66B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47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8E296" w14:textId="77777777" w:rsidR="00D60872" w:rsidRPr="00D60872" w:rsidRDefault="00D60872" w:rsidP="00D6087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 xml:space="preserve">PZS km 7,114 Mor. </w:t>
            </w:r>
            <w:proofErr w:type="gramStart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Bránice - Oslavany</w:t>
            </w:r>
            <w:proofErr w:type="gram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98BC7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PZZ-EA, 1 kolej, bez závor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431BA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0853/11-E.43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47DA5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16.11.2025</w:t>
            </w:r>
          </w:p>
        </w:tc>
      </w:tr>
      <w:tr w:rsidR="00D60872" w:rsidRPr="00D60872" w14:paraId="737F9303" w14:textId="77777777" w:rsidTr="005F4387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6351B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48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03BED" w14:textId="77777777" w:rsidR="00D60872" w:rsidRPr="00D60872" w:rsidRDefault="00D60872" w:rsidP="00D6087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SZZ Olbramkostel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7DB3F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 xml:space="preserve">RZZ, 8 </w:t>
            </w:r>
            <w:proofErr w:type="spellStart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výh</w:t>
            </w:r>
            <w:proofErr w:type="spellEnd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 xml:space="preserve">. s EMP, 2 </w:t>
            </w:r>
            <w:proofErr w:type="spellStart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výk</w:t>
            </w:r>
            <w:proofErr w:type="spellEnd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. s EMP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2EC28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3650/96-E.43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AA66F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19.11.2025</w:t>
            </w:r>
          </w:p>
        </w:tc>
      </w:tr>
      <w:tr w:rsidR="00D60872" w:rsidRPr="00D60872" w14:paraId="1D4A6E80" w14:textId="77777777" w:rsidTr="005F4387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7DE1E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49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0E5DC" w14:textId="77777777" w:rsidR="00D60872" w:rsidRPr="00D60872" w:rsidRDefault="00D60872" w:rsidP="00D6087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 xml:space="preserve">PZS km 113,102 st. hr. - Šatov - M. </w:t>
            </w:r>
            <w:proofErr w:type="spellStart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Buděj</w:t>
            </w:r>
            <w:proofErr w:type="spellEnd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F1546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AŽD, 1 kolej, bez závor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FD2F4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3654/96-E.43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CC125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19.11.2025</w:t>
            </w:r>
          </w:p>
        </w:tc>
      </w:tr>
      <w:tr w:rsidR="00D60872" w:rsidRPr="00D60872" w14:paraId="33F8F85F" w14:textId="77777777" w:rsidTr="005F4387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DF7F8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ECC45" w14:textId="77777777" w:rsidR="00D60872" w:rsidRPr="00D60872" w:rsidRDefault="00D60872" w:rsidP="00D60872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TZZ Brno-</w:t>
            </w:r>
            <w:proofErr w:type="gramStart"/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Židenice - Brno</w:t>
            </w:r>
            <w:proofErr w:type="gramEnd"/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-Maloměřice kol. 4,6,8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F5179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AH, 3 koleje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58A10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1589/16-E.43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E726F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22.11.2025</w:t>
            </w:r>
          </w:p>
        </w:tc>
      </w:tr>
      <w:tr w:rsidR="00D60872" w:rsidRPr="00D60872" w14:paraId="5AA807E1" w14:textId="77777777" w:rsidTr="005F4387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D2B80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AC949" w14:textId="77777777" w:rsidR="00D60872" w:rsidRPr="00D60872" w:rsidRDefault="00D60872" w:rsidP="00D6087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SZZ Moravská Nová Ves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8ABB2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 xml:space="preserve">ESA, 11 </w:t>
            </w:r>
            <w:proofErr w:type="spellStart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výh</w:t>
            </w:r>
            <w:proofErr w:type="spellEnd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 xml:space="preserve">. s EMP, 2 </w:t>
            </w:r>
            <w:proofErr w:type="spellStart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výk</w:t>
            </w:r>
            <w:proofErr w:type="spellEnd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. s EMP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F8BA7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1234/00-E.43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D6428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01.12.2025</w:t>
            </w:r>
          </w:p>
        </w:tc>
      </w:tr>
      <w:tr w:rsidR="00D60872" w:rsidRPr="00D60872" w14:paraId="4DC6A2B5" w14:textId="77777777" w:rsidTr="005F4387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32929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52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F15B6" w14:textId="77777777" w:rsidR="00D60872" w:rsidRPr="00D60872" w:rsidRDefault="00D60872" w:rsidP="00D6087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SZZ Moravský Písek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0BEDC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 xml:space="preserve">ESA, 21 </w:t>
            </w:r>
            <w:proofErr w:type="spellStart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výh</w:t>
            </w:r>
            <w:proofErr w:type="spellEnd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 xml:space="preserve">. s EMP, 4 </w:t>
            </w:r>
            <w:proofErr w:type="spellStart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výk</w:t>
            </w:r>
            <w:proofErr w:type="spellEnd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. s EMP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6CC4C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238/07-E.43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8594D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01.12.2025</w:t>
            </w:r>
          </w:p>
        </w:tc>
      </w:tr>
      <w:tr w:rsidR="00D60872" w:rsidRPr="00D60872" w14:paraId="17D110E3" w14:textId="77777777" w:rsidTr="005F4387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CDB62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53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93270" w14:textId="77777777" w:rsidR="00D60872" w:rsidRPr="00D60872" w:rsidRDefault="00D60872" w:rsidP="00D6087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PZS km 143,035 Hrušovany nad Jev. - Brno-Horní Heršpice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0EBD8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PZZ-RE, 4 koleje (staniční), se závorami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4B2BB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0854/23-E.43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9940A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02.12.2025</w:t>
            </w:r>
          </w:p>
        </w:tc>
      </w:tr>
      <w:tr w:rsidR="00D60872" w:rsidRPr="00D60872" w14:paraId="5D72FEFB" w14:textId="77777777" w:rsidTr="005F4387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1925B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54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8883F" w14:textId="77777777" w:rsidR="00D60872" w:rsidRPr="00D60872" w:rsidRDefault="00D60872" w:rsidP="00D6087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 xml:space="preserve">PZS km 27,028 </w:t>
            </w:r>
            <w:proofErr w:type="gramStart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Skalice - Chornice</w:t>
            </w:r>
            <w:proofErr w:type="gram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FB4E5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PZZ-EA, 1 kolej, se závorami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BB77E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0859/11-E.43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B31D1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02.12.2025</w:t>
            </w:r>
          </w:p>
        </w:tc>
      </w:tr>
      <w:tr w:rsidR="00D60872" w:rsidRPr="00D60872" w14:paraId="0BBAE036" w14:textId="77777777" w:rsidTr="005F4387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CDE25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55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2E7B1" w14:textId="77777777" w:rsidR="00D60872" w:rsidRPr="00D60872" w:rsidRDefault="00D60872" w:rsidP="00D6087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PZS km 146,079 Hrušovany nad Jev. - Brno-Horní Heršpice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F3842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PZZ-RE, 2 koleje, se závorami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E1657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0855/23-E.43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BE3B2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03.12.2025</w:t>
            </w:r>
          </w:p>
        </w:tc>
      </w:tr>
      <w:tr w:rsidR="00D60872" w:rsidRPr="00D60872" w14:paraId="42621D73" w14:textId="77777777" w:rsidTr="005F4387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8221B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56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118E9" w14:textId="77777777" w:rsidR="00D60872" w:rsidRPr="00D60872" w:rsidRDefault="00D60872" w:rsidP="00D6087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PZS km 149,240 Hrušovany nad Jev. - Brno-Horní Heršpice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577D7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PZZ-RE, 2 koleje, se závorami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33ABC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0856/23-E.43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13104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03.12.2025</w:t>
            </w:r>
          </w:p>
        </w:tc>
      </w:tr>
      <w:tr w:rsidR="00D60872" w:rsidRPr="00D60872" w14:paraId="15EE37C0" w14:textId="77777777" w:rsidTr="005F4387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0AB0E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57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F0F9B" w14:textId="77777777" w:rsidR="00D60872" w:rsidRPr="00D60872" w:rsidRDefault="00D60872" w:rsidP="00D6087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PZS km 150,265 Hrušovany nad Jev. - Brno-Horní Heršpice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666C7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PZZ-RE, 2 koleje, se závorami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1C659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0857/23-E.43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306F2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03.12.2025</w:t>
            </w:r>
          </w:p>
        </w:tc>
      </w:tr>
      <w:tr w:rsidR="00D60872" w:rsidRPr="00D60872" w14:paraId="3CE43513" w14:textId="77777777" w:rsidTr="005F4387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D7F50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58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A139A" w14:textId="77777777" w:rsidR="00D60872" w:rsidRPr="00D60872" w:rsidRDefault="00D60872" w:rsidP="00D6087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 xml:space="preserve">PZS km 80,152 </w:t>
            </w:r>
            <w:proofErr w:type="gramStart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Tišnov - Žďár</w:t>
            </w:r>
            <w:proofErr w:type="gramEnd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 xml:space="preserve"> nad Sázavou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ED861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PZZ-RE, 1 kolej, se závorami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FEE7B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1549/20-E.43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CDE99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04.12.2025</w:t>
            </w:r>
          </w:p>
        </w:tc>
      </w:tr>
      <w:tr w:rsidR="00D60872" w:rsidRPr="00D60872" w14:paraId="061349ED" w14:textId="77777777" w:rsidTr="005F4387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4FB2A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59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43BE6" w14:textId="77777777" w:rsidR="00D60872" w:rsidRPr="00D60872" w:rsidRDefault="00D60872" w:rsidP="00D6087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 xml:space="preserve">PZS km 111,535 </w:t>
            </w:r>
            <w:proofErr w:type="gramStart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Břeclav - Přerov</w:t>
            </w:r>
            <w:proofErr w:type="gram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A9E88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PZZ-EA, staniční - 5 kolejí, se závorami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06ED2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1216/01-E.43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83699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05.12.2025</w:t>
            </w:r>
          </w:p>
        </w:tc>
      </w:tr>
      <w:tr w:rsidR="00D60872" w:rsidRPr="00D60872" w14:paraId="547C371B" w14:textId="77777777" w:rsidTr="005F438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7C15F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60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21CCD" w14:textId="77777777" w:rsidR="00D60872" w:rsidRPr="00D60872" w:rsidRDefault="00D60872" w:rsidP="00D6087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SZZ Nedvědice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79C4C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 xml:space="preserve">RZZ-DRS, 6 </w:t>
            </w:r>
            <w:proofErr w:type="spellStart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výh</w:t>
            </w:r>
            <w:proofErr w:type="spellEnd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 xml:space="preserve">. s EMP, 2 </w:t>
            </w:r>
            <w:proofErr w:type="spellStart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výk</w:t>
            </w:r>
            <w:proofErr w:type="spellEnd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. s EMP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3CF72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1548/20-E.43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A3F53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06.12.2025</w:t>
            </w:r>
          </w:p>
        </w:tc>
      </w:tr>
      <w:tr w:rsidR="00D60872" w:rsidRPr="00D60872" w14:paraId="006921FB" w14:textId="77777777" w:rsidTr="005F4387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AEC7D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61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F3D8C" w14:textId="77777777" w:rsidR="00D60872" w:rsidRPr="00D60872" w:rsidRDefault="00D60872" w:rsidP="00D6087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 xml:space="preserve">PZS km 122,412 </w:t>
            </w:r>
            <w:proofErr w:type="gramStart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Břeclav - Přerov</w:t>
            </w:r>
            <w:proofErr w:type="gram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8D7EF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PZZ-EA, 2 koleje, se závorami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0CEE0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1217/01-E.43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D6C87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07.12.2025</w:t>
            </w:r>
          </w:p>
        </w:tc>
      </w:tr>
      <w:tr w:rsidR="00D60872" w:rsidRPr="00D60872" w14:paraId="65BBD48E" w14:textId="77777777" w:rsidTr="005F4387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950BB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62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AF8C5" w14:textId="77777777" w:rsidR="00D60872" w:rsidRPr="00D60872" w:rsidRDefault="00D60872" w:rsidP="00D6087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SZZ Bzenec přívoz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64F78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 xml:space="preserve">ESA, 22 </w:t>
            </w:r>
            <w:proofErr w:type="spellStart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výh</w:t>
            </w:r>
            <w:proofErr w:type="spellEnd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 xml:space="preserve">. s EMP, 5 </w:t>
            </w:r>
            <w:proofErr w:type="spellStart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výk</w:t>
            </w:r>
            <w:proofErr w:type="spellEnd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. s EMP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38762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204/07-E.43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D9DCF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16.12.2025</w:t>
            </w:r>
          </w:p>
        </w:tc>
      </w:tr>
      <w:tr w:rsidR="00D60872" w:rsidRPr="00D60872" w14:paraId="4F1FF944" w14:textId="77777777" w:rsidTr="005F4387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63AED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63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F9327" w14:textId="77777777" w:rsidR="00D60872" w:rsidRPr="00D60872" w:rsidRDefault="00D60872" w:rsidP="00D6087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SZZ Vyškov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D1F26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 xml:space="preserve">TEST, 21 </w:t>
            </w:r>
            <w:proofErr w:type="spellStart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výh</w:t>
            </w:r>
            <w:proofErr w:type="spellEnd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 xml:space="preserve">. s EMP, 6 </w:t>
            </w:r>
            <w:proofErr w:type="spellStart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výk</w:t>
            </w:r>
            <w:proofErr w:type="spellEnd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. s EMP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0E8CC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3573/96-E.43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F947B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07.01.2026</w:t>
            </w:r>
          </w:p>
        </w:tc>
      </w:tr>
      <w:tr w:rsidR="00D60872" w:rsidRPr="00D60872" w14:paraId="29EA39A3" w14:textId="77777777" w:rsidTr="005F4387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A8397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64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7022F" w14:textId="77777777" w:rsidR="00D60872" w:rsidRPr="00D60872" w:rsidRDefault="00D60872" w:rsidP="00D6087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SZZ Vranovice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BA61B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 xml:space="preserve">ETB, 19 </w:t>
            </w:r>
            <w:proofErr w:type="spellStart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výh</w:t>
            </w:r>
            <w:proofErr w:type="spellEnd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 xml:space="preserve">. s EMP, 3 </w:t>
            </w:r>
            <w:proofErr w:type="spellStart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výk</w:t>
            </w:r>
            <w:proofErr w:type="spellEnd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. s EMP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03C43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2114/00-E.43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4CA1C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19.01.2026</w:t>
            </w:r>
          </w:p>
        </w:tc>
      </w:tr>
      <w:tr w:rsidR="00D60872" w:rsidRPr="00D60872" w14:paraId="6794E2A8" w14:textId="77777777" w:rsidTr="005F4387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1F52A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65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70E28" w14:textId="77777777" w:rsidR="00D60872" w:rsidRPr="00D60872" w:rsidRDefault="00D60872" w:rsidP="00D6087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SZZ Rohatec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6F813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 xml:space="preserve">ESA, 27 </w:t>
            </w:r>
            <w:proofErr w:type="spellStart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výh</w:t>
            </w:r>
            <w:proofErr w:type="spellEnd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 xml:space="preserve">. s EMP, 8 </w:t>
            </w:r>
            <w:proofErr w:type="spellStart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výk</w:t>
            </w:r>
            <w:proofErr w:type="spellEnd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. s EMP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7C379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209/07-E.43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2D93D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20.01.2026</w:t>
            </w:r>
          </w:p>
        </w:tc>
      </w:tr>
      <w:tr w:rsidR="00D60872" w:rsidRPr="00D60872" w14:paraId="3E02ED6B" w14:textId="77777777" w:rsidTr="005F4387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83DA4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lastRenderedPageBreak/>
              <w:t>66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1AB05" w14:textId="77777777" w:rsidR="00D60872" w:rsidRPr="00D60872" w:rsidRDefault="00D60872" w:rsidP="00D60872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TZZ Brno-Černovice (Táborská) - Brno-Židenice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AD4FB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AB, 2 koleje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965E4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7577/96-E.43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6CB53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28.01.2026</w:t>
            </w:r>
          </w:p>
        </w:tc>
      </w:tr>
      <w:tr w:rsidR="00D60872" w:rsidRPr="00D60872" w14:paraId="5791F014" w14:textId="77777777" w:rsidTr="005F4387">
        <w:trPr>
          <w:trHeight w:val="8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AF98A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67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3EA8A" w14:textId="77777777" w:rsidR="00D60872" w:rsidRPr="00D60872" w:rsidRDefault="00D60872" w:rsidP="00D6087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SZZ Šakvice + Hustopeče u Brna</w:t>
            </w: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br/>
              <w:t xml:space="preserve">+ITZZ </w:t>
            </w:r>
            <w:proofErr w:type="gramStart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Šakvice - Hustopeče</w:t>
            </w:r>
            <w:proofErr w:type="gramEnd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 xml:space="preserve"> u Brna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98DF1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gramStart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Šakvice - ESA</w:t>
            </w:r>
            <w:proofErr w:type="gramEnd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 xml:space="preserve">, 20 </w:t>
            </w:r>
            <w:proofErr w:type="spellStart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výh</w:t>
            </w:r>
            <w:proofErr w:type="spellEnd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 xml:space="preserve">. s EMP, 3 </w:t>
            </w:r>
            <w:proofErr w:type="spellStart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výk</w:t>
            </w:r>
            <w:proofErr w:type="spellEnd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. s EMP</w:t>
            </w: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br/>
              <w:t xml:space="preserve">Hustopeče - 3 </w:t>
            </w:r>
            <w:proofErr w:type="spellStart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výh</w:t>
            </w:r>
            <w:proofErr w:type="spellEnd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 xml:space="preserve"> s EMP, 2 </w:t>
            </w:r>
            <w:proofErr w:type="spellStart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výk</w:t>
            </w:r>
            <w:proofErr w:type="spellEnd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. S EMP</w:t>
            </w: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br/>
              <w:t xml:space="preserve">TZZ směr </w:t>
            </w:r>
            <w:proofErr w:type="gramStart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Hustopeče - AH</w:t>
            </w:r>
            <w:proofErr w:type="gramEnd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-ESA, 1 kolej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74046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0843/23-E.43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9A2A9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11.02.2026</w:t>
            </w:r>
          </w:p>
        </w:tc>
      </w:tr>
      <w:tr w:rsidR="00D60872" w:rsidRPr="00D60872" w14:paraId="611C4D1E" w14:textId="77777777" w:rsidTr="005F4387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4226F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68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9B6C4" w14:textId="77777777" w:rsidR="00D60872" w:rsidRPr="00D60872" w:rsidRDefault="00D60872" w:rsidP="00D6087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 xml:space="preserve">PZS km 8,834 </w:t>
            </w:r>
            <w:proofErr w:type="gramStart"/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Hodonín - Zaječí</w:t>
            </w:r>
            <w:proofErr w:type="gram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5711D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AŽD 71, 1 kolej, bez závor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165AB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1282/96-E.43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5F59C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"/>
                <w:sz w:val="20"/>
                <w:szCs w:val="20"/>
                <w:lang w:eastAsia="cs-CZ"/>
              </w:rPr>
              <w:t>22.02.2026</w:t>
            </w:r>
          </w:p>
        </w:tc>
      </w:tr>
      <w:tr w:rsidR="00D60872" w:rsidRPr="00D60872" w14:paraId="73D73225" w14:textId="77777777" w:rsidTr="005F4387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76406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69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4F1C7" w14:textId="77777777" w:rsidR="00D60872" w:rsidRPr="00D60872" w:rsidRDefault="00D60872" w:rsidP="00D60872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 xml:space="preserve">TZZ Bzenec </w:t>
            </w:r>
            <w:proofErr w:type="gramStart"/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přívoz - Moravský</w:t>
            </w:r>
            <w:proofErr w:type="gramEnd"/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 xml:space="preserve"> Písek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C3097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 xml:space="preserve">ABE, 2 koleje, 6 </w:t>
            </w:r>
            <w:proofErr w:type="spellStart"/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náv</w:t>
            </w:r>
            <w:proofErr w:type="spellEnd"/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. bodů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0EDC4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1276/01-E.43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E5B09" w14:textId="77777777" w:rsidR="00D60872" w:rsidRPr="00D60872" w:rsidRDefault="00D60872" w:rsidP="00D6087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D60872">
              <w:rPr>
                <w:rFonts w:eastAsia="Times New Roman" w:cs="Arial CE"/>
                <w:sz w:val="20"/>
                <w:szCs w:val="20"/>
                <w:lang w:eastAsia="cs-CZ"/>
              </w:rPr>
              <w:t>25.02.2026</w:t>
            </w:r>
          </w:p>
        </w:tc>
      </w:tr>
    </w:tbl>
    <w:p w14:paraId="399071B5" w14:textId="300AE0F2" w:rsidR="005F4387" w:rsidRDefault="005F4387" w:rsidP="005F4387">
      <w:pPr>
        <w:spacing w:before="120"/>
        <w:ind w:left="-567"/>
        <w:rPr>
          <w:rFonts w:asciiTheme="majorHAnsi" w:hAnsiTheme="majorHAnsi" w:cs="Arial"/>
          <w:noProof/>
          <w:sz w:val="20"/>
          <w:szCs w:val="20"/>
        </w:rPr>
      </w:pPr>
      <w:r>
        <w:rPr>
          <w:rFonts w:asciiTheme="majorHAnsi" w:hAnsiTheme="majorHAnsi" w:cs="Arial"/>
          <w:noProof/>
          <w:sz w:val="20"/>
          <w:szCs w:val="20"/>
        </w:rPr>
        <w:t xml:space="preserve">  * - průkaz způsobilosti s omezenou </w:t>
      </w:r>
      <w:r w:rsidR="00BB1413">
        <w:rPr>
          <w:rFonts w:asciiTheme="majorHAnsi" w:hAnsiTheme="majorHAnsi" w:cs="Arial"/>
          <w:noProof/>
          <w:sz w:val="20"/>
          <w:szCs w:val="20"/>
        </w:rPr>
        <w:t xml:space="preserve">dobou </w:t>
      </w:r>
      <w:r>
        <w:rPr>
          <w:rFonts w:asciiTheme="majorHAnsi" w:hAnsiTheme="majorHAnsi" w:cs="Arial"/>
          <w:noProof/>
          <w:sz w:val="20"/>
          <w:szCs w:val="20"/>
        </w:rPr>
        <w:t>platnost</w:t>
      </w:r>
      <w:r w:rsidR="00BB1413">
        <w:rPr>
          <w:rFonts w:asciiTheme="majorHAnsi" w:hAnsiTheme="majorHAnsi" w:cs="Arial"/>
          <w:noProof/>
          <w:sz w:val="20"/>
          <w:szCs w:val="20"/>
        </w:rPr>
        <w:t>i</w:t>
      </w:r>
    </w:p>
    <w:p w14:paraId="08BD2D5C" w14:textId="77777777" w:rsidR="005F4387" w:rsidRDefault="005F4387" w:rsidP="00D81B72">
      <w:pPr>
        <w:ind w:left="-567"/>
        <w:rPr>
          <w:rFonts w:asciiTheme="majorHAnsi" w:hAnsiTheme="majorHAnsi" w:cs="Arial"/>
          <w:noProof/>
          <w:sz w:val="20"/>
          <w:szCs w:val="20"/>
        </w:rPr>
      </w:pPr>
    </w:p>
    <w:p w14:paraId="61A07FBC" w14:textId="6496D02D" w:rsidR="00346198" w:rsidRDefault="00D81B72" w:rsidP="00D81B72">
      <w:pPr>
        <w:ind w:left="-567"/>
        <w:rPr>
          <w:rFonts w:asciiTheme="majorHAnsi" w:hAnsiTheme="majorHAnsi" w:cs="Arial"/>
          <w:noProof/>
          <w:sz w:val="20"/>
          <w:szCs w:val="20"/>
        </w:rPr>
      </w:pPr>
      <w:r w:rsidRPr="00D81B72">
        <w:rPr>
          <w:rFonts w:asciiTheme="majorHAnsi" w:hAnsiTheme="majorHAnsi" w:cs="Arial"/>
          <w:noProof/>
          <w:sz w:val="20"/>
          <w:szCs w:val="20"/>
        </w:rPr>
        <w:t>Protokoly o provedených prohlídkách a zkouškách UTZ budou vyhotoveny</w:t>
      </w:r>
      <w:r w:rsidR="00346198">
        <w:rPr>
          <w:rFonts w:asciiTheme="majorHAnsi" w:hAnsiTheme="majorHAnsi" w:cs="Arial"/>
          <w:noProof/>
          <w:sz w:val="20"/>
          <w:szCs w:val="20"/>
        </w:rPr>
        <w:t>:</w:t>
      </w:r>
    </w:p>
    <w:p w14:paraId="65512BFB" w14:textId="77777777" w:rsidR="002E0D5A" w:rsidRDefault="00D81B72" w:rsidP="00346198">
      <w:pPr>
        <w:pStyle w:val="Odstavecseseznamem"/>
        <w:numPr>
          <w:ilvl w:val="0"/>
          <w:numId w:val="34"/>
        </w:numPr>
        <w:rPr>
          <w:rFonts w:asciiTheme="majorHAnsi" w:hAnsiTheme="majorHAnsi" w:cs="Arial"/>
          <w:noProof/>
          <w:sz w:val="20"/>
          <w:szCs w:val="20"/>
        </w:rPr>
      </w:pPr>
      <w:r w:rsidRPr="00346198">
        <w:rPr>
          <w:rFonts w:asciiTheme="majorHAnsi" w:hAnsiTheme="majorHAnsi" w:cs="Arial"/>
          <w:noProof/>
          <w:sz w:val="20"/>
          <w:szCs w:val="20"/>
        </w:rPr>
        <w:t>dle Vyhl. č. 100/1995 Sb. ve třech provedeních. Jeden výtisk si ponechá oprávněná odborně způsobilá osoba, která zkoušku provedla, dva výtisky budou předány SSZT Brno, která zajistí předání jednoho výtisku Drážnímu úřadu</w:t>
      </w:r>
      <w:r w:rsidR="00346198">
        <w:rPr>
          <w:rFonts w:asciiTheme="majorHAnsi" w:hAnsiTheme="majorHAnsi" w:cs="Arial"/>
          <w:noProof/>
          <w:sz w:val="20"/>
          <w:szCs w:val="20"/>
        </w:rPr>
        <w:t xml:space="preserve">, </w:t>
      </w:r>
    </w:p>
    <w:p w14:paraId="76113078" w14:textId="77777777" w:rsidR="002E0D5A" w:rsidRDefault="002E0D5A" w:rsidP="002E0D5A">
      <w:pPr>
        <w:pStyle w:val="Odstavecseseznamem"/>
        <w:ind w:left="-207"/>
        <w:rPr>
          <w:rFonts w:asciiTheme="majorHAnsi" w:hAnsiTheme="majorHAnsi" w:cs="Arial"/>
          <w:noProof/>
          <w:sz w:val="20"/>
          <w:szCs w:val="20"/>
        </w:rPr>
      </w:pPr>
    </w:p>
    <w:p w14:paraId="0C7D6834" w14:textId="77777777" w:rsidR="00D81B72" w:rsidRDefault="002E0D5A" w:rsidP="002E0D5A">
      <w:pPr>
        <w:pStyle w:val="Odstavecseseznamem"/>
        <w:ind w:left="-207"/>
        <w:rPr>
          <w:rFonts w:asciiTheme="majorHAnsi" w:hAnsiTheme="majorHAnsi" w:cs="Arial"/>
          <w:noProof/>
          <w:sz w:val="20"/>
          <w:szCs w:val="20"/>
        </w:rPr>
      </w:pPr>
      <w:r>
        <w:rPr>
          <w:rFonts w:asciiTheme="majorHAnsi" w:hAnsiTheme="majorHAnsi" w:cs="Arial"/>
          <w:noProof/>
          <w:sz w:val="20"/>
          <w:szCs w:val="20"/>
        </w:rPr>
        <w:t>nebo,</w:t>
      </w:r>
    </w:p>
    <w:p w14:paraId="42134910" w14:textId="77777777" w:rsidR="00346198" w:rsidRDefault="00346198" w:rsidP="00346198">
      <w:pPr>
        <w:pStyle w:val="Odstavecseseznamem"/>
        <w:ind w:left="-207"/>
        <w:rPr>
          <w:rFonts w:asciiTheme="majorHAnsi" w:hAnsiTheme="majorHAnsi" w:cs="Arial"/>
          <w:noProof/>
          <w:sz w:val="20"/>
          <w:szCs w:val="20"/>
        </w:rPr>
      </w:pPr>
    </w:p>
    <w:p w14:paraId="78E6D129" w14:textId="77777777" w:rsidR="00346198" w:rsidRPr="00346198" w:rsidRDefault="00346198" w:rsidP="00346198">
      <w:pPr>
        <w:pStyle w:val="Odstavecseseznamem"/>
        <w:numPr>
          <w:ilvl w:val="0"/>
          <w:numId w:val="34"/>
        </w:numPr>
        <w:spacing w:before="120"/>
        <w:ind w:left="-210" w:hanging="357"/>
        <w:rPr>
          <w:rFonts w:asciiTheme="majorHAnsi" w:hAnsiTheme="majorHAnsi" w:cs="Arial"/>
          <w:noProof/>
          <w:sz w:val="20"/>
          <w:szCs w:val="20"/>
        </w:rPr>
      </w:pPr>
      <w:r>
        <w:rPr>
          <w:rFonts w:asciiTheme="majorHAnsi" w:hAnsiTheme="majorHAnsi" w:cs="Arial"/>
          <w:noProof/>
          <w:sz w:val="20"/>
          <w:szCs w:val="20"/>
        </w:rPr>
        <w:t xml:space="preserve">v digitální uzavřené verzi s elektronickým podpisem zaslané na adresu </w:t>
      </w:r>
      <w:hyperlink r:id="rId11" w:history="1">
        <w:r w:rsidRPr="00755C80">
          <w:rPr>
            <w:rStyle w:val="Hypertextovodkaz"/>
            <w:rFonts w:asciiTheme="majorHAnsi" w:hAnsiTheme="majorHAnsi" w:cs="Arial"/>
            <w:noProof/>
            <w:sz w:val="20"/>
            <w:szCs w:val="20"/>
          </w:rPr>
          <w:t>Chromym@spravazeleznic.cz</w:t>
        </w:r>
      </w:hyperlink>
      <w:r>
        <w:rPr>
          <w:rFonts w:asciiTheme="majorHAnsi" w:hAnsiTheme="majorHAnsi" w:cs="Arial"/>
          <w:noProof/>
          <w:sz w:val="20"/>
          <w:szCs w:val="20"/>
        </w:rPr>
        <w:t>. Distribuci protokolu Drážnímu úřadu zajistí SSZT Brno.</w:t>
      </w:r>
    </w:p>
    <w:p w14:paraId="49F316BE" w14:textId="77777777" w:rsidR="00A05334" w:rsidRDefault="00A05334" w:rsidP="00D81B72">
      <w:pPr>
        <w:ind w:left="-567"/>
        <w:rPr>
          <w:rFonts w:asciiTheme="majorHAnsi" w:hAnsiTheme="majorHAnsi" w:cs="Arial"/>
          <w:sz w:val="20"/>
          <w:szCs w:val="20"/>
        </w:rPr>
      </w:pPr>
    </w:p>
    <w:p w14:paraId="0DBC52D0" w14:textId="6CBC04DF" w:rsidR="00D81B72" w:rsidRPr="00D81B72" w:rsidRDefault="005F4387" w:rsidP="00D81B72">
      <w:pPr>
        <w:ind w:left="-567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 xml:space="preserve">Únor </w:t>
      </w:r>
      <w:r w:rsidR="00D81B72" w:rsidRPr="00D81B72">
        <w:rPr>
          <w:rFonts w:asciiTheme="majorHAnsi" w:hAnsiTheme="majorHAnsi" w:cs="Arial"/>
          <w:sz w:val="20"/>
          <w:szCs w:val="20"/>
        </w:rPr>
        <w:t>20</w:t>
      </w:r>
      <w:r w:rsidR="00D81B72">
        <w:rPr>
          <w:rFonts w:asciiTheme="majorHAnsi" w:hAnsiTheme="majorHAnsi" w:cs="Arial"/>
          <w:sz w:val="20"/>
          <w:szCs w:val="20"/>
        </w:rPr>
        <w:t>2</w:t>
      </w:r>
      <w:r>
        <w:rPr>
          <w:rFonts w:asciiTheme="majorHAnsi" w:hAnsiTheme="majorHAnsi" w:cs="Arial"/>
          <w:sz w:val="20"/>
          <w:szCs w:val="20"/>
        </w:rPr>
        <w:t>5</w:t>
      </w:r>
      <w:r w:rsidR="00D81B72" w:rsidRPr="00D81B72">
        <w:rPr>
          <w:rFonts w:asciiTheme="majorHAnsi" w:hAnsiTheme="majorHAnsi" w:cs="Arial"/>
          <w:sz w:val="20"/>
          <w:szCs w:val="20"/>
        </w:rPr>
        <w:tab/>
      </w:r>
      <w:r w:rsidR="00D81B72" w:rsidRPr="00D81B72">
        <w:rPr>
          <w:rFonts w:asciiTheme="majorHAnsi" w:hAnsiTheme="majorHAnsi" w:cs="Arial"/>
          <w:sz w:val="20"/>
          <w:szCs w:val="20"/>
        </w:rPr>
        <w:tab/>
      </w:r>
    </w:p>
    <w:p w14:paraId="0CC1BC99" w14:textId="77777777" w:rsidR="00D81B72" w:rsidRDefault="00D81B72" w:rsidP="00D81B72">
      <w:pPr>
        <w:spacing w:after="0" w:line="240" w:lineRule="auto"/>
        <w:ind w:left="-567"/>
        <w:rPr>
          <w:rFonts w:asciiTheme="majorHAnsi" w:hAnsiTheme="majorHAnsi" w:cs="Arial"/>
          <w:sz w:val="22"/>
        </w:rPr>
      </w:pPr>
    </w:p>
    <w:p w14:paraId="7F6CF48C" w14:textId="77777777" w:rsidR="00A05334" w:rsidRPr="00D81B72" w:rsidRDefault="00A05334" w:rsidP="00D81B72">
      <w:pPr>
        <w:spacing w:after="0" w:line="240" w:lineRule="auto"/>
        <w:ind w:left="-567"/>
        <w:rPr>
          <w:rFonts w:asciiTheme="majorHAnsi" w:hAnsiTheme="majorHAnsi" w:cs="Arial"/>
          <w:sz w:val="22"/>
        </w:rPr>
      </w:pPr>
    </w:p>
    <w:sectPr w:rsidR="00A05334" w:rsidRPr="00D81B72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F954F8" w14:textId="77777777" w:rsidR="00CF459F" w:rsidRDefault="00CF459F" w:rsidP="00962258">
      <w:pPr>
        <w:spacing w:after="0" w:line="240" w:lineRule="auto"/>
      </w:pPr>
      <w:r>
        <w:separator/>
      </w:r>
    </w:p>
  </w:endnote>
  <w:endnote w:type="continuationSeparator" w:id="0">
    <w:p w14:paraId="62CDA861" w14:textId="77777777" w:rsidR="00CF459F" w:rsidRDefault="00CF459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CE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F459F" w14:paraId="6F29B5A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0DE85BD" w14:textId="77777777" w:rsidR="00CF459F" w:rsidRPr="00B8518B" w:rsidRDefault="00CF459F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3BD9793" w14:textId="77777777" w:rsidR="00CF459F" w:rsidRDefault="00CF459F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B6CBC2B" w14:textId="77777777" w:rsidR="00CF459F" w:rsidRDefault="00CF459F" w:rsidP="00B8518B">
          <w:pPr>
            <w:pStyle w:val="Zpat"/>
          </w:pPr>
        </w:p>
      </w:tc>
      <w:tc>
        <w:tcPr>
          <w:tcW w:w="2921" w:type="dxa"/>
        </w:tcPr>
        <w:p w14:paraId="057B8854" w14:textId="77777777" w:rsidR="00CF459F" w:rsidRDefault="00CF459F" w:rsidP="00D831A3">
          <w:pPr>
            <w:pStyle w:val="Zpat"/>
          </w:pPr>
        </w:p>
      </w:tc>
    </w:tr>
  </w:tbl>
  <w:p w14:paraId="2E2B089C" w14:textId="77777777" w:rsidR="00CF459F" w:rsidRPr="00B8518B" w:rsidRDefault="00CF459F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87228D0" wp14:editId="4E94A02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A0C68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6D019D6" wp14:editId="687BE64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E99D27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F459F" w14:paraId="6B9F4D8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5455991" w14:textId="77777777" w:rsidR="00CF459F" w:rsidRPr="00B8518B" w:rsidRDefault="00CF459F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89C53F" w14:textId="77777777" w:rsidR="00CF459F" w:rsidRDefault="00CF459F" w:rsidP="00460660">
          <w:pPr>
            <w:pStyle w:val="Zpat"/>
          </w:pPr>
          <w:r>
            <w:t>Správa železnic, státní organizace</w:t>
          </w:r>
        </w:p>
        <w:p w14:paraId="7060FD37" w14:textId="77777777" w:rsidR="00CF459F" w:rsidRDefault="00CF459F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3DF2695" w14:textId="77777777" w:rsidR="00CF459F" w:rsidRDefault="00CF459F" w:rsidP="00460660">
          <w:pPr>
            <w:pStyle w:val="Zpat"/>
          </w:pPr>
          <w:r>
            <w:t>Sídlo: Dlážděná 1003/7, 110 00 Praha 1</w:t>
          </w:r>
        </w:p>
        <w:p w14:paraId="32D808DB" w14:textId="77777777" w:rsidR="00CF459F" w:rsidRDefault="00CF459F" w:rsidP="00460660">
          <w:pPr>
            <w:pStyle w:val="Zpat"/>
          </w:pPr>
          <w:r>
            <w:t>IČO: 709 94 234 DIČ: CZ 709 94 234</w:t>
          </w:r>
        </w:p>
        <w:p w14:paraId="24D89486" w14:textId="77777777" w:rsidR="00CF459F" w:rsidRDefault="00CF459F" w:rsidP="00460660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23C69FCA" w14:textId="77777777" w:rsidR="00CF459F" w:rsidRPr="00AA78CD" w:rsidRDefault="00CF459F" w:rsidP="00460660">
          <w:pPr>
            <w:pStyle w:val="Zpat"/>
            <w:rPr>
              <w:b/>
            </w:rPr>
          </w:pPr>
          <w:r w:rsidRPr="00AA78CD">
            <w:rPr>
              <w:b/>
            </w:rPr>
            <w:t>Oblastní ředitelství Brno</w:t>
          </w:r>
        </w:p>
        <w:p w14:paraId="15ECCA53" w14:textId="77777777" w:rsidR="00CF459F" w:rsidRPr="00AA78CD" w:rsidRDefault="00CF459F" w:rsidP="00460660">
          <w:pPr>
            <w:pStyle w:val="Zpat"/>
            <w:rPr>
              <w:b/>
            </w:rPr>
          </w:pPr>
          <w:r w:rsidRPr="00AA78CD">
            <w:rPr>
              <w:b/>
            </w:rPr>
            <w:t>Kounicova 26</w:t>
          </w:r>
        </w:p>
        <w:p w14:paraId="381A7FA2" w14:textId="77777777" w:rsidR="00CF459F" w:rsidRDefault="00CF459F" w:rsidP="00460660">
          <w:pPr>
            <w:pStyle w:val="Zpat"/>
          </w:pPr>
          <w:r w:rsidRPr="00AA78CD">
            <w:rPr>
              <w:b/>
            </w:rPr>
            <w:t xml:space="preserve">611 </w:t>
          </w:r>
          <w:proofErr w:type="gramStart"/>
          <w:r w:rsidRPr="00AA78CD">
            <w:rPr>
              <w:b/>
            </w:rPr>
            <w:t>43  Brno</w:t>
          </w:r>
          <w:proofErr w:type="gramEnd"/>
        </w:p>
      </w:tc>
    </w:tr>
  </w:tbl>
  <w:p w14:paraId="596D3E08" w14:textId="77777777" w:rsidR="00CF459F" w:rsidRPr="00B8518B" w:rsidRDefault="00CF459F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23AAF7E" wp14:editId="106B309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2B8BAE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B330290" wp14:editId="6EF650F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6277BB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EF18F99" w14:textId="77777777" w:rsidR="00CF459F" w:rsidRPr="00460660" w:rsidRDefault="00CF459F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61F62C" w14:textId="77777777" w:rsidR="00CF459F" w:rsidRDefault="00CF459F" w:rsidP="00962258">
      <w:pPr>
        <w:spacing w:after="0" w:line="240" w:lineRule="auto"/>
      </w:pPr>
      <w:r>
        <w:separator/>
      </w:r>
    </w:p>
  </w:footnote>
  <w:footnote w:type="continuationSeparator" w:id="0">
    <w:p w14:paraId="7401008D" w14:textId="77777777" w:rsidR="00CF459F" w:rsidRDefault="00CF459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F459F" w14:paraId="6256C24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6216555" w14:textId="77777777" w:rsidR="00CF459F" w:rsidRPr="00B8518B" w:rsidRDefault="00CF459F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A394E9D" w14:textId="77777777" w:rsidR="00CF459F" w:rsidRDefault="00CF459F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389A39E" w14:textId="77777777" w:rsidR="00CF459F" w:rsidRPr="00D6163D" w:rsidRDefault="00CF459F" w:rsidP="00D6163D">
          <w:pPr>
            <w:pStyle w:val="Druhdokumentu"/>
          </w:pPr>
        </w:p>
      </w:tc>
    </w:tr>
  </w:tbl>
  <w:p w14:paraId="356834D9" w14:textId="77777777" w:rsidR="00CF459F" w:rsidRPr="00D6163D" w:rsidRDefault="00CF459F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F459F" w14:paraId="5E1368FC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3045F5E" w14:textId="77777777" w:rsidR="00CF459F" w:rsidRPr="00B8518B" w:rsidRDefault="00CF459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CB7409" w14:textId="77777777" w:rsidR="00CF459F" w:rsidRDefault="00CF459F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D2F63C6" w14:textId="77777777" w:rsidR="00CF459F" w:rsidRPr="00D6163D" w:rsidRDefault="00CF459F" w:rsidP="00FC6389">
          <w:pPr>
            <w:pStyle w:val="Druhdokumentu"/>
          </w:pPr>
        </w:p>
      </w:tc>
    </w:tr>
    <w:tr w:rsidR="00CF459F" w14:paraId="62B2551D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9AF8562" w14:textId="77777777" w:rsidR="00CF459F" w:rsidRPr="00B8518B" w:rsidRDefault="00CF459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D9CC16A" w14:textId="77777777" w:rsidR="00CF459F" w:rsidRDefault="00CF459F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1B4DDEC" w14:textId="77777777" w:rsidR="00CF459F" w:rsidRPr="00D6163D" w:rsidRDefault="00CF459F" w:rsidP="00FC6389">
          <w:pPr>
            <w:pStyle w:val="Druhdokumentu"/>
          </w:pPr>
        </w:p>
      </w:tc>
    </w:tr>
  </w:tbl>
  <w:p w14:paraId="6E782415" w14:textId="77777777" w:rsidR="00CF459F" w:rsidRPr="00D6163D" w:rsidRDefault="00CF459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43E3331" wp14:editId="113ED33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20D1EB6" w14:textId="77777777" w:rsidR="00CF459F" w:rsidRPr="00460660" w:rsidRDefault="00CF459F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EC7ADE"/>
    <w:multiLevelType w:val="hybridMultilevel"/>
    <w:tmpl w:val="F38AABCE"/>
    <w:lvl w:ilvl="0" w:tplc="90EE6512">
      <w:start w:val="24"/>
      <w:numFmt w:val="bullet"/>
      <w:lvlText w:val="-"/>
      <w:lvlJc w:val="left"/>
      <w:pPr>
        <w:ind w:left="-207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060F70"/>
    <w:multiLevelType w:val="hybridMultilevel"/>
    <w:tmpl w:val="FC40B2FA"/>
    <w:lvl w:ilvl="0" w:tplc="C1EE5890">
      <w:start w:val="2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4E8A473F"/>
    <w:multiLevelType w:val="hybridMultilevel"/>
    <w:tmpl w:val="C9348BEC"/>
    <w:lvl w:ilvl="0" w:tplc="D4C296B2">
      <w:start w:val="25"/>
      <w:numFmt w:val="bullet"/>
      <w:lvlText w:val="-"/>
      <w:lvlJc w:val="left"/>
      <w:pPr>
        <w:ind w:left="-132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10" w15:restartNumberingAfterBreak="0">
    <w:nsid w:val="6AAF0A8C"/>
    <w:multiLevelType w:val="multilevel"/>
    <w:tmpl w:val="0D34D660"/>
    <w:numStyleLink w:val="ListBulletmultilevel"/>
  </w:abstractNum>
  <w:abstractNum w:abstractNumId="11" w15:restartNumberingAfterBreak="0">
    <w:nsid w:val="74070991"/>
    <w:multiLevelType w:val="multilevel"/>
    <w:tmpl w:val="CABE99FC"/>
    <w:numStyleLink w:val="ListNumbermultilevel"/>
  </w:abstractNum>
  <w:num w:numId="1" w16cid:durableId="1041708806">
    <w:abstractNumId w:val="3"/>
  </w:num>
  <w:num w:numId="2" w16cid:durableId="824785339">
    <w:abstractNumId w:val="2"/>
  </w:num>
  <w:num w:numId="3" w16cid:durableId="19669885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44156020">
    <w:abstractNumId w:val="10"/>
  </w:num>
  <w:num w:numId="5" w16cid:durableId="1051340907">
    <w:abstractNumId w:val="4"/>
  </w:num>
  <w:num w:numId="6" w16cid:durableId="721708216">
    <w:abstractNumId w:val="6"/>
  </w:num>
  <w:num w:numId="7" w16cid:durableId="1363898495">
    <w:abstractNumId w:val="0"/>
  </w:num>
  <w:num w:numId="8" w16cid:durableId="400448658">
    <w:abstractNumId w:val="7"/>
  </w:num>
  <w:num w:numId="9" w16cid:durableId="100165810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00226781">
    <w:abstractNumId w:val="6"/>
  </w:num>
  <w:num w:numId="11" w16cid:durableId="1942568408">
    <w:abstractNumId w:val="2"/>
  </w:num>
  <w:num w:numId="12" w16cid:durableId="1695032790">
    <w:abstractNumId w:val="6"/>
  </w:num>
  <w:num w:numId="13" w16cid:durableId="1374423560">
    <w:abstractNumId w:val="6"/>
  </w:num>
  <w:num w:numId="14" w16cid:durableId="1754669055">
    <w:abstractNumId w:val="6"/>
  </w:num>
  <w:num w:numId="15" w16cid:durableId="906764942">
    <w:abstractNumId w:val="6"/>
  </w:num>
  <w:num w:numId="16" w16cid:durableId="1033505907">
    <w:abstractNumId w:val="11"/>
  </w:num>
  <w:num w:numId="17" w16cid:durableId="776873311">
    <w:abstractNumId w:val="3"/>
  </w:num>
  <w:num w:numId="18" w16cid:durableId="1982228438">
    <w:abstractNumId w:val="11"/>
  </w:num>
  <w:num w:numId="19" w16cid:durableId="1899432612">
    <w:abstractNumId w:val="11"/>
  </w:num>
  <w:num w:numId="20" w16cid:durableId="229538478">
    <w:abstractNumId w:val="11"/>
  </w:num>
  <w:num w:numId="21" w16cid:durableId="153373335">
    <w:abstractNumId w:val="11"/>
  </w:num>
  <w:num w:numId="22" w16cid:durableId="892886338">
    <w:abstractNumId w:val="6"/>
  </w:num>
  <w:num w:numId="23" w16cid:durableId="1889026932">
    <w:abstractNumId w:val="2"/>
  </w:num>
  <w:num w:numId="24" w16cid:durableId="842668897">
    <w:abstractNumId w:val="6"/>
  </w:num>
  <w:num w:numId="25" w16cid:durableId="1755322293">
    <w:abstractNumId w:val="6"/>
  </w:num>
  <w:num w:numId="26" w16cid:durableId="2068525633">
    <w:abstractNumId w:val="6"/>
  </w:num>
  <w:num w:numId="27" w16cid:durableId="1079519283">
    <w:abstractNumId w:val="6"/>
  </w:num>
  <w:num w:numId="28" w16cid:durableId="2006350312">
    <w:abstractNumId w:val="11"/>
  </w:num>
  <w:num w:numId="29" w16cid:durableId="923337548">
    <w:abstractNumId w:val="3"/>
  </w:num>
  <w:num w:numId="30" w16cid:durableId="382944897">
    <w:abstractNumId w:val="11"/>
  </w:num>
  <w:num w:numId="31" w16cid:durableId="263683907">
    <w:abstractNumId w:val="11"/>
  </w:num>
  <w:num w:numId="32" w16cid:durableId="1418868066">
    <w:abstractNumId w:val="11"/>
  </w:num>
  <w:num w:numId="33" w16cid:durableId="828518494">
    <w:abstractNumId w:val="11"/>
  </w:num>
  <w:num w:numId="34" w16cid:durableId="1683582234">
    <w:abstractNumId w:val="1"/>
  </w:num>
  <w:num w:numId="35" w16cid:durableId="1699238796">
    <w:abstractNumId w:val="5"/>
  </w:num>
  <w:num w:numId="36" w16cid:durableId="1411542299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5A49"/>
    <w:rsid w:val="00072C1E"/>
    <w:rsid w:val="000E23A7"/>
    <w:rsid w:val="0010693F"/>
    <w:rsid w:val="00114472"/>
    <w:rsid w:val="001321CE"/>
    <w:rsid w:val="001550BC"/>
    <w:rsid w:val="001605B9"/>
    <w:rsid w:val="00170EC5"/>
    <w:rsid w:val="001747C1"/>
    <w:rsid w:val="00182D5B"/>
    <w:rsid w:val="00184743"/>
    <w:rsid w:val="00194A54"/>
    <w:rsid w:val="001C37B1"/>
    <w:rsid w:val="002059D4"/>
    <w:rsid w:val="00207DF5"/>
    <w:rsid w:val="00256CC4"/>
    <w:rsid w:val="00280E07"/>
    <w:rsid w:val="002A4CC8"/>
    <w:rsid w:val="002C31BF"/>
    <w:rsid w:val="002D08B1"/>
    <w:rsid w:val="002E0CD7"/>
    <w:rsid w:val="002E0D5A"/>
    <w:rsid w:val="002F633B"/>
    <w:rsid w:val="003145A3"/>
    <w:rsid w:val="00341DCF"/>
    <w:rsid w:val="00346198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1B79"/>
    <w:rsid w:val="004C4399"/>
    <w:rsid w:val="004C787C"/>
    <w:rsid w:val="004D6225"/>
    <w:rsid w:val="004E143C"/>
    <w:rsid w:val="004E3A53"/>
    <w:rsid w:val="004F20BC"/>
    <w:rsid w:val="004F4B9B"/>
    <w:rsid w:val="004F69EA"/>
    <w:rsid w:val="00511AB9"/>
    <w:rsid w:val="00523EA7"/>
    <w:rsid w:val="0055117A"/>
    <w:rsid w:val="00551987"/>
    <w:rsid w:val="00553375"/>
    <w:rsid w:val="00557C28"/>
    <w:rsid w:val="005736B7"/>
    <w:rsid w:val="00575E5A"/>
    <w:rsid w:val="005B18A3"/>
    <w:rsid w:val="005F1404"/>
    <w:rsid w:val="005F4387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3563"/>
    <w:rsid w:val="00766846"/>
    <w:rsid w:val="0077673A"/>
    <w:rsid w:val="007846E1"/>
    <w:rsid w:val="007A352F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C5A49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05334"/>
    <w:rsid w:val="00A6177B"/>
    <w:rsid w:val="00A66136"/>
    <w:rsid w:val="00AA4CBB"/>
    <w:rsid w:val="00AA65FA"/>
    <w:rsid w:val="00AA7351"/>
    <w:rsid w:val="00AA78CD"/>
    <w:rsid w:val="00AB39FE"/>
    <w:rsid w:val="00AD056F"/>
    <w:rsid w:val="00AD6731"/>
    <w:rsid w:val="00B15D0D"/>
    <w:rsid w:val="00B75EE1"/>
    <w:rsid w:val="00B77481"/>
    <w:rsid w:val="00B811CC"/>
    <w:rsid w:val="00B8518B"/>
    <w:rsid w:val="00BB1413"/>
    <w:rsid w:val="00BD7E91"/>
    <w:rsid w:val="00C02D0A"/>
    <w:rsid w:val="00C03A6E"/>
    <w:rsid w:val="00C44F6A"/>
    <w:rsid w:val="00C47AE3"/>
    <w:rsid w:val="00C772A3"/>
    <w:rsid w:val="00CD1FC4"/>
    <w:rsid w:val="00CE3734"/>
    <w:rsid w:val="00CF459F"/>
    <w:rsid w:val="00D21061"/>
    <w:rsid w:val="00D4108E"/>
    <w:rsid w:val="00D60872"/>
    <w:rsid w:val="00D6163D"/>
    <w:rsid w:val="00D73D46"/>
    <w:rsid w:val="00D81B72"/>
    <w:rsid w:val="00D831A3"/>
    <w:rsid w:val="00D94D7D"/>
    <w:rsid w:val="00DC75F3"/>
    <w:rsid w:val="00DD46F3"/>
    <w:rsid w:val="00DE56F2"/>
    <w:rsid w:val="00DF116D"/>
    <w:rsid w:val="00E30951"/>
    <w:rsid w:val="00EB104F"/>
    <w:rsid w:val="00ED14BD"/>
    <w:rsid w:val="00F0533E"/>
    <w:rsid w:val="00F1048D"/>
    <w:rsid w:val="00F12DEC"/>
    <w:rsid w:val="00F1715C"/>
    <w:rsid w:val="00F310F8"/>
    <w:rsid w:val="00F35939"/>
    <w:rsid w:val="00F425FA"/>
    <w:rsid w:val="00F45607"/>
    <w:rsid w:val="00F5558F"/>
    <w:rsid w:val="00F659EB"/>
    <w:rsid w:val="00F81708"/>
    <w:rsid w:val="00F86BA6"/>
    <w:rsid w:val="00FB1CA7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2CBF4CFC"/>
  <w14:defaultImageDpi w14:val="32767"/>
  <w15:docId w15:val="{48248F72-1D24-45B5-9A60-0D60C5004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2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hromym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INFO-SDC\MUSTRY\Nov&#253;%20n&#225;zev\Hlavi&#269;kov&#253;%20pap&#237;r%20-nov&#253;%20n&#225;zev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4C25102-4282-477E-A238-D239714B4AB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 -nový název.dotx</Template>
  <TotalTime>58</TotalTime>
  <Pages>4</Pages>
  <Words>1153</Words>
  <Characters>6806</Characters>
  <Application>Microsoft Office Word</Application>
  <DocSecurity>0</DocSecurity>
  <Lines>56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Chromý Marek, Ing.</dc:creator>
  <cp:lastModifiedBy>Sečkařová Andrea</cp:lastModifiedBy>
  <cp:revision>16</cp:revision>
  <cp:lastPrinted>2023-01-27T07:56:00Z</cp:lastPrinted>
  <dcterms:created xsi:type="dcterms:W3CDTF">2022-03-08T12:34:00Z</dcterms:created>
  <dcterms:modified xsi:type="dcterms:W3CDTF">2025-02-13T08:20:00Z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