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45227D1" w:rsidR="008B1A2C" w:rsidRDefault="008B1A2C" w:rsidP="00B87D91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C23C02">
        <w:rPr>
          <w:b/>
          <w:color w:val="FF5200" w:themeColor="accent2"/>
          <w:sz w:val="36"/>
          <w:szCs w:val="36"/>
        </w:rPr>
        <w:t>s názvem „</w:t>
      </w:r>
      <w:r w:rsidR="00C23C02" w:rsidRPr="00C23C02">
        <w:rPr>
          <w:b/>
          <w:color w:val="FF5200" w:themeColor="accent2"/>
          <w:sz w:val="36"/>
          <w:szCs w:val="36"/>
        </w:rPr>
        <w:t>Dodávka a montáž krytů balíz</w:t>
      </w:r>
      <w:r w:rsidR="00C23C02">
        <w:rPr>
          <w:b/>
          <w:color w:val="FF5200" w:themeColor="accent2"/>
          <w:sz w:val="36"/>
          <w:szCs w:val="36"/>
        </w:rPr>
        <w:t xml:space="preserve"> </w:t>
      </w:r>
      <w:r w:rsidR="00C23C02" w:rsidRPr="00C23C02">
        <w:rPr>
          <w:b/>
          <w:color w:val="FF5200" w:themeColor="accent2"/>
          <w:sz w:val="36"/>
          <w:szCs w:val="36"/>
        </w:rPr>
        <w:t>v obvodu SSZT OŘ UNL</w:t>
      </w:r>
      <w:r w:rsidR="0031280B" w:rsidRPr="00C23C02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2F57E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E71A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4112/2025-SŽ-OŘ UNL-OVZ</w:t>
      </w:r>
    </w:p>
    <w:p w14:paraId="36B7673E" w14:textId="77777777" w:rsidR="00C23C02" w:rsidRPr="00B87D91" w:rsidRDefault="00C23C02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45B008BD" w14:textId="39EFFBAF" w:rsidR="002F57E9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89567791" w:history="1">
            <w:r w:rsidR="002F57E9" w:rsidRPr="00956484">
              <w:rPr>
                <w:rStyle w:val="Hypertextovodkaz"/>
                <w:noProof/>
              </w:rPr>
              <w:t>Kapitola 1.</w:t>
            </w:r>
            <w:r w:rsidR="002F57E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F57E9" w:rsidRPr="00956484">
              <w:rPr>
                <w:rStyle w:val="Hypertextovodkaz"/>
                <w:noProof/>
              </w:rPr>
              <w:t>Základní údaje k nabídce</w:t>
            </w:r>
            <w:r w:rsidR="002F57E9">
              <w:rPr>
                <w:noProof/>
                <w:webHidden/>
              </w:rPr>
              <w:tab/>
            </w:r>
            <w:r w:rsidR="002F57E9">
              <w:rPr>
                <w:noProof/>
                <w:webHidden/>
              </w:rPr>
              <w:fldChar w:fldCharType="begin"/>
            </w:r>
            <w:r w:rsidR="002F57E9">
              <w:rPr>
                <w:noProof/>
                <w:webHidden/>
              </w:rPr>
              <w:instrText xml:space="preserve"> PAGEREF _Toc189567791 \h </w:instrText>
            </w:r>
            <w:r w:rsidR="002F57E9">
              <w:rPr>
                <w:noProof/>
                <w:webHidden/>
              </w:rPr>
            </w:r>
            <w:r w:rsidR="002F57E9">
              <w:rPr>
                <w:noProof/>
                <w:webHidden/>
              </w:rPr>
              <w:fldChar w:fldCharType="separate"/>
            </w:r>
            <w:r w:rsidR="002F57E9">
              <w:rPr>
                <w:noProof/>
                <w:webHidden/>
              </w:rPr>
              <w:t>2</w:t>
            </w:r>
            <w:r w:rsidR="002F57E9">
              <w:rPr>
                <w:noProof/>
                <w:webHidden/>
              </w:rPr>
              <w:fldChar w:fldCharType="end"/>
            </w:r>
          </w:hyperlink>
        </w:p>
        <w:p w14:paraId="0D4C158D" w14:textId="2B3639EA" w:rsidR="002F57E9" w:rsidRDefault="002F57E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567792" w:history="1">
            <w:r w:rsidRPr="00956484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56484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_Toc189567792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E3825D" w14:textId="02338345" w:rsidR="002F57E9" w:rsidRDefault="002F57E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567793" w:history="1">
            <w:r w:rsidRPr="00956484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56484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_Toc189567793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0CEFD8" w14:textId="4751040A" w:rsidR="002F57E9" w:rsidRDefault="002F57E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567794" w:history="1">
            <w:r w:rsidRPr="00956484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56484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_Toc189567794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5A04F1" w14:textId="1EE24189" w:rsidR="002F57E9" w:rsidRDefault="002F57E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567795" w:history="1">
            <w:r w:rsidRPr="00956484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56484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_Toc189567795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7C525D" w14:textId="0ECABE94" w:rsidR="002F57E9" w:rsidRDefault="002F57E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567796" w:history="1">
            <w:r w:rsidRPr="00956484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56484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_Toc189567796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709831" w14:textId="3F283FAD" w:rsidR="002F57E9" w:rsidRDefault="002F57E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567797" w:history="1">
            <w:r w:rsidRPr="00956484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56484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_Toc189567797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8B8AE9" w14:textId="0DBB5A9D" w:rsidR="002F57E9" w:rsidRDefault="002F57E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567798" w:history="1">
            <w:r w:rsidRPr="00956484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56484">
              <w:rPr>
                <w:rStyle w:val="Hypertextovodkaz"/>
                <w:noProof/>
              </w:rPr>
              <w:t>Čestné</w:t>
            </w:r>
            <w:r w:rsidRPr="0095648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_Toc189567798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5CD0E7" w14:textId="15D7CAAE" w:rsidR="002F57E9" w:rsidRDefault="002F57E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567799" w:history="1">
            <w:r w:rsidRPr="00956484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56484">
              <w:rPr>
                <w:rStyle w:val="Hypertextovodkaz"/>
                <w:noProof/>
              </w:rPr>
              <w:t>Čestné</w:t>
            </w:r>
            <w:r w:rsidRPr="00956484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_Toc189567799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C719F6" w14:textId="2D22DB3E" w:rsidR="002F57E9" w:rsidRDefault="002F57E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567800" w:history="1">
            <w:r w:rsidRPr="00956484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56484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_Toc189567800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3BEFB8" w14:textId="678FEE4F" w:rsidR="002F57E9" w:rsidRDefault="002F57E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567801" w:history="1">
            <w:r w:rsidRPr="00956484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56484">
              <w:rPr>
                <w:rStyle w:val="Hypertextovodkaz"/>
                <w:noProof/>
              </w:rPr>
              <w:t>Čestné</w:t>
            </w:r>
            <w:r w:rsidRPr="00956484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_Toc189567801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C6861B3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8956779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Pr="00DE0F69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Ústí nad Labem, </w:t>
      </w:r>
      <w:r w:rsidRPr="00DE0F69">
        <w:rPr>
          <w:rFonts w:eastAsia="Times New Roman" w:cs="Times New Roman"/>
          <w:lang w:eastAsia="cs-CZ"/>
        </w:rPr>
        <w:t>Železničářská 1386/31, PSČ 400 03</w:t>
      </w:r>
    </w:p>
    <w:p w14:paraId="373C7DD8" w14:textId="77777777" w:rsidR="00DE0F69" w:rsidRPr="00DE0F69" w:rsidRDefault="00EA444A" w:rsidP="00DE0F69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</w:pPr>
      <w:r w:rsidRPr="00DE0F69">
        <w:rPr>
          <w:rFonts w:eastAsia="Times New Roman" w:cs="Times New Roman"/>
          <w:lang w:eastAsia="cs-CZ"/>
        </w:rPr>
        <w:t xml:space="preserve">Zastoupená </w:t>
      </w:r>
      <w:r w:rsidR="00DE0F69" w:rsidRPr="00DE0F69">
        <w:t>Ing. Martinem Kašparem</w:t>
      </w:r>
      <w:r w:rsidRPr="00DE0F69">
        <w:t>,</w:t>
      </w:r>
      <w:r w:rsidR="00DE0F69" w:rsidRPr="00DE0F69">
        <w:t xml:space="preserve"> ředitelem organizační jednotky</w:t>
      </w:r>
      <w:r w:rsidRPr="00DE0F69">
        <w:t xml:space="preserve">, </w:t>
      </w:r>
    </w:p>
    <w:p w14:paraId="51E167B5" w14:textId="17321291" w:rsidR="00EA444A" w:rsidRDefault="00DE0F69" w:rsidP="00DE0F69">
      <w:pPr>
        <w:overflowPunct w:val="0"/>
        <w:autoSpaceDE w:val="0"/>
        <w:autoSpaceDN w:val="0"/>
        <w:adjustRightInd w:val="0"/>
        <w:spacing w:after="0" w:line="240" w:lineRule="auto"/>
        <w:ind w:left="2124"/>
        <w:textAlignment w:val="baseline"/>
        <w:rPr>
          <w:rFonts w:eastAsia="Times New Roman" w:cs="Times New Roman"/>
          <w:b/>
          <w:lang w:eastAsia="cs-CZ"/>
        </w:rPr>
      </w:pPr>
      <w:r w:rsidRPr="00DE0F69">
        <w:t xml:space="preserve">       </w:t>
      </w:r>
      <w:r w:rsidR="00EA444A" w:rsidRPr="00DE0F69">
        <w:t xml:space="preserve">na základě pověření č. </w:t>
      </w:r>
      <w:r w:rsidRPr="00DE0F69">
        <w:t>2652</w:t>
      </w:r>
      <w:r w:rsidR="00EA444A" w:rsidRPr="00DE0F69">
        <w:t xml:space="preserve"> ze dne </w:t>
      </w:r>
      <w:r w:rsidRPr="00DE0F69">
        <w:t>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3500821A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C23C02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F8BEB58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E71A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E71A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89567792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8956779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8956779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89567795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47080A62" w14:textId="51610F00" w:rsidR="00E85D44" w:rsidRDefault="00C23C02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i/>
          <w:lang w:eastAsia="cs-CZ"/>
        </w:rPr>
        <w:t>Zadavatel nepožaduje</w:t>
      </w: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89567796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C23C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C23C02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C23C02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C23C02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C23C02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14:paraId="5D07A0DB" w14:textId="77777777" w:rsidTr="00C23C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511CB96B" w:rsidR="00F44645" w:rsidRPr="00C23C02" w:rsidRDefault="00C23C02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C23C02">
              <w:rPr>
                <w:rFonts w:eastAsia="Times New Roman" w:cs="Times New Roman"/>
                <w:b/>
                <w:bCs/>
                <w:lang w:eastAsia="cs-CZ"/>
              </w:rPr>
              <w:t>Vedoucí prací</w:t>
            </w:r>
          </w:p>
        </w:tc>
        <w:tc>
          <w:tcPr>
            <w:tcW w:w="4352" w:type="dxa"/>
            <w:shd w:val="clear" w:color="auto" w:fill="auto"/>
          </w:tcPr>
          <w:p w14:paraId="1B4FBCB8" w14:textId="77777777" w:rsidR="00F44645" w:rsidRPr="00C23C02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030DEE8B" w14:textId="77777777" w:rsidTr="00C23C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42918C01" w:rsidR="00F44645" w:rsidRPr="0022428C" w:rsidRDefault="0022428C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22428C">
              <w:rPr>
                <w:rFonts w:eastAsia="Times New Roman" w:cs="Times New Roman"/>
                <w:b/>
                <w:bCs/>
                <w:lang w:eastAsia="cs-CZ"/>
              </w:rPr>
              <w:t>Vedoucí prací</w:t>
            </w:r>
          </w:p>
        </w:tc>
        <w:tc>
          <w:tcPr>
            <w:tcW w:w="4352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4057DA1D" w14:textId="77777777" w:rsidTr="00C23C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C23C02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23C02">
        <w:rPr>
          <w:rFonts w:eastAsia="Times New Roman" w:cs="Times New Roman"/>
          <w:lang w:eastAsia="cs-CZ"/>
        </w:rPr>
        <w:t>Přílohy:</w:t>
      </w:r>
    </w:p>
    <w:p w14:paraId="23E77F5D" w14:textId="0B587076" w:rsidR="00F44645" w:rsidRPr="00C23C02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23C02">
        <w:rPr>
          <w:rFonts w:eastAsia="Times New Roman" w:cs="Times New Roman"/>
          <w:lang w:eastAsia="cs-CZ"/>
        </w:rPr>
        <w:t>Životopis Název funkce</w:t>
      </w:r>
    </w:p>
    <w:p w14:paraId="32A27CB1" w14:textId="0FA34E0D" w:rsidR="000128D4" w:rsidRDefault="00F44645" w:rsidP="00F44645">
      <w:pPr>
        <w:spacing w:after="0"/>
        <w:rPr>
          <w:rFonts w:eastAsia="Times New Roman" w:cs="Times New Roman"/>
          <w:lang w:eastAsia="cs-CZ"/>
        </w:rPr>
      </w:pPr>
      <w:r w:rsidRPr="00C23C02">
        <w:rPr>
          <w:rFonts w:eastAsia="Times New Roman" w:cs="Times New Roman"/>
          <w:lang w:eastAsia="cs-CZ"/>
        </w:rPr>
        <w:t>Jiné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89567797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395FA545" w:rsidR="000128D4" w:rsidRDefault="00C23C02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89567798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89567799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0621CF9C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C23C02">
        <w:rPr>
          <w:rFonts w:ascii="Verdana" w:hAnsi="Verdana"/>
          <w:b/>
          <w:bCs/>
        </w:rPr>
        <w:t>Dodávka a montáž ochranných krytů balíz v obvodu SSZT OŘ UNL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3EC54644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C23C02" w:rsidRPr="00C23C02">
        <w:rPr>
          <w:rFonts w:ascii="Verdana" w:hAnsi="Verdana"/>
          <w:b/>
          <w:bCs/>
        </w:rPr>
        <w:t>Dodávka a montáž ochranných krytů balíz v obvodu SSZT OŘ UNL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1206453" w14:textId="0A298A57" w:rsidR="000F5766" w:rsidRPr="002F57E9" w:rsidRDefault="002F57E9" w:rsidP="002126E7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89567800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53FECEAA" w14:textId="517D6720" w:rsidR="00CB377A" w:rsidRDefault="00CB377A" w:rsidP="00C23C02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72"/>
        <w:gridCol w:w="2755"/>
        <w:gridCol w:w="4159"/>
      </w:tblGrid>
      <w:tr w:rsidR="00FB7211" w14:paraId="790221D6" w14:textId="77777777" w:rsidTr="00FB7211">
        <w:trPr>
          <w:cantSplit/>
        </w:trPr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A484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586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A484D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2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A484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FB7211">
        <w:trPr>
          <w:cantSplit/>
        </w:trPr>
        <w:sdt>
          <w:sdtPr>
            <w:rPr>
              <w:rFonts w:ascii="Verdana" w:hAnsi="Verdana"/>
              <w:b/>
              <w:bCs/>
            </w:rPr>
            <w:id w:val="804745449"/>
            <w:placeholder>
              <w:docPart w:val="7591A3CEB0CF44CA829DC529712762D5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102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68351159" w:rsidR="00FB7211" w:rsidRDefault="00C23C02" w:rsidP="00FB7211">
                <w:pPr>
                  <w:jc w:val="center"/>
                  <w:rPr>
                    <w:rFonts w:ascii="Verdana" w:hAnsi="Verdana" w:cs="Times New Roman"/>
                  </w:rPr>
                </w:pPr>
                <w:r w:rsidRPr="00C23C02">
                  <w:rPr>
                    <w:rFonts w:ascii="Verdana" w:hAnsi="Verdana"/>
                    <w:b/>
                    <w:bCs/>
                  </w:rPr>
                  <w:t>K-05/2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374544623"/>
            <w:placeholder>
              <w:docPart w:val="4E39395637AE4EF9B47EEBD8F0FB9DA4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4141B72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002845AE" w14:textId="77777777" w:rsidTr="00FB7211">
        <w:trPr>
          <w:cantSplit/>
        </w:trPr>
        <w:sdt>
          <w:sdtPr>
            <w:rPr>
              <w:rFonts w:ascii="Verdana" w:hAnsi="Verdana"/>
              <w:b/>
              <w:bCs/>
            </w:rPr>
            <w:id w:val="-246503261"/>
            <w:placeholder>
              <w:docPart w:val="6349F57A6C4247888AB8DA23F91BD2BE"/>
            </w:placeholder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5380DD73" w:rsidR="00FB7211" w:rsidRPr="0022428C" w:rsidRDefault="0022428C" w:rsidP="00FB7211">
                <w:pPr>
                  <w:jc w:val="center"/>
                  <w:rPr>
                    <w:rFonts w:ascii="Verdana" w:hAnsi="Verdana"/>
                    <w:b/>
                    <w:bCs/>
                  </w:rPr>
                </w:pPr>
                <w:r w:rsidRPr="0022428C">
                  <w:rPr>
                    <w:rFonts w:ascii="Verdana" w:hAnsi="Verdana"/>
                    <w:b/>
                    <w:bCs/>
                  </w:rPr>
                  <w:t>K-05/2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97230593"/>
            <w:placeholder>
              <w:docPart w:val="184FA291A7FA49479B872B7D61105EF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557D6C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6F33507F" w14:textId="73F8D775" w:rsidR="00CB377A" w:rsidRDefault="00C23C02" w:rsidP="002126E7">
      <w:pPr>
        <w:rPr>
          <w:lang w:eastAsia="cs-CZ"/>
        </w:rPr>
      </w:pPr>
      <w:r>
        <w:rPr>
          <w:lang w:eastAsia="cs-CZ"/>
        </w:rPr>
        <w:br w:type="page"/>
      </w: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89567801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16F79DE9" w14:textId="5DBB234A" w:rsidR="006827CF" w:rsidRDefault="006827CF" w:rsidP="006827CF">
      <w:pPr>
        <w:jc w:val="both"/>
      </w:pPr>
      <w:r>
        <w:rPr>
          <w:rFonts w:ascii="Verdana" w:hAnsi="Verdana"/>
        </w:rPr>
        <w:t>Účastník, který podává tuto nabídku, tímto čestně prohlašuje, že</w:t>
      </w:r>
    </w:p>
    <w:p w14:paraId="41D7734B" w14:textId="49E6BADD" w:rsidR="006827CF" w:rsidRDefault="006827CF" w:rsidP="006827CF">
      <w:pPr>
        <w:jc w:val="both"/>
        <w:rPr>
          <w:rFonts w:ascii="Verdana" w:hAnsi="Verdana"/>
        </w:rPr>
      </w:pPr>
      <w:r w:rsidRPr="006827CF">
        <w:rPr>
          <w:rFonts w:ascii="Verdana" w:hAnsi="Verdana"/>
        </w:rPr>
        <w:t xml:space="preserve">do 30 dní od podpisu </w:t>
      </w:r>
      <w:r>
        <w:rPr>
          <w:rFonts w:ascii="Verdana" w:hAnsi="Verdana"/>
        </w:rPr>
        <w:t>smlouvy</w:t>
      </w:r>
      <w:r w:rsidRPr="006827CF">
        <w:rPr>
          <w:rFonts w:ascii="Verdana" w:hAnsi="Verdana"/>
        </w:rPr>
        <w:t xml:space="preserve"> nebo nejpozději v den zahájení prací</w:t>
      </w:r>
      <w:r w:rsidR="00AC029F">
        <w:rPr>
          <w:rFonts w:ascii="Verdana" w:hAnsi="Verdana"/>
        </w:rPr>
        <w:t xml:space="preserve">, </w:t>
      </w:r>
      <w:r w:rsidRPr="006827CF">
        <w:rPr>
          <w:rFonts w:ascii="Verdana" w:hAnsi="Verdana"/>
        </w:rPr>
        <w:t>v případě, že od podpisu smlouvy do zahájení prací bude méně než 30 dní</w:t>
      </w:r>
      <w:r w:rsidR="00AC029F">
        <w:rPr>
          <w:rFonts w:ascii="Verdana" w:hAnsi="Verdana"/>
        </w:rPr>
        <w:t>,</w:t>
      </w:r>
      <w:r w:rsidRPr="006827CF">
        <w:rPr>
          <w:rFonts w:ascii="Verdana" w:hAnsi="Verdana"/>
        </w:rPr>
        <w:t xml:space="preserve"> budou mít všichni jeho zaměstnanci a zaměstnanci poddodavatelů podílejících se na veřejné zakázce</w:t>
      </w:r>
      <w:r w:rsidR="00AC029F">
        <w:rPr>
          <w:rFonts w:ascii="Verdana" w:hAnsi="Verdana"/>
        </w:rPr>
        <w:t xml:space="preserve"> vydáno </w:t>
      </w:r>
      <w:r w:rsidRPr="006827CF">
        <w:rPr>
          <w:rFonts w:ascii="Verdana" w:hAnsi="Verdana"/>
        </w:rPr>
        <w:t>oprávnění ke vstupu do provozované železniční dopravní cesty.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1F253ADF" w14:textId="72504E75" w:rsidR="006827CF" w:rsidRDefault="006827CF" w:rsidP="002126E7">
      <w:pPr>
        <w:rPr>
          <w:lang w:eastAsia="cs-CZ"/>
        </w:rPr>
      </w:pPr>
    </w:p>
    <w:p w14:paraId="0DDEC95B" w14:textId="36DF5C6F" w:rsidR="006827CF" w:rsidRDefault="006827CF" w:rsidP="002126E7">
      <w:pPr>
        <w:rPr>
          <w:lang w:eastAsia="cs-CZ"/>
        </w:rPr>
      </w:pPr>
    </w:p>
    <w:p w14:paraId="31E9E6E4" w14:textId="754B8720" w:rsidR="006827CF" w:rsidRDefault="006827CF" w:rsidP="002126E7">
      <w:pPr>
        <w:rPr>
          <w:lang w:eastAsia="cs-CZ"/>
        </w:rPr>
      </w:pPr>
    </w:p>
    <w:p w14:paraId="6D8BCFB5" w14:textId="27AC40FA" w:rsidR="006827CF" w:rsidRDefault="006827CF" w:rsidP="002126E7">
      <w:pPr>
        <w:rPr>
          <w:lang w:eastAsia="cs-CZ"/>
        </w:rPr>
      </w:pPr>
    </w:p>
    <w:p w14:paraId="164571CB" w14:textId="012B2A5A" w:rsidR="006827CF" w:rsidRDefault="006827CF" w:rsidP="002126E7">
      <w:pPr>
        <w:rPr>
          <w:lang w:eastAsia="cs-CZ"/>
        </w:rPr>
      </w:pPr>
    </w:p>
    <w:p w14:paraId="70047B9C" w14:textId="7707035C" w:rsidR="006827CF" w:rsidRDefault="006827CF" w:rsidP="002126E7">
      <w:pPr>
        <w:rPr>
          <w:lang w:eastAsia="cs-CZ"/>
        </w:rPr>
      </w:pPr>
    </w:p>
    <w:p w14:paraId="6318D72E" w14:textId="4B03FC2B" w:rsidR="006827CF" w:rsidRDefault="006827CF" w:rsidP="002126E7">
      <w:pPr>
        <w:rPr>
          <w:lang w:eastAsia="cs-CZ"/>
        </w:rPr>
      </w:pPr>
    </w:p>
    <w:p w14:paraId="72EDCC25" w14:textId="27BD8F12" w:rsidR="006827CF" w:rsidRDefault="006827CF" w:rsidP="002126E7">
      <w:pPr>
        <w:rPr>
          <w:lang w:eastAsia="cs-CZ"/>
        </w:rPr>
      </w:pPr>
    </w:p>
    <w:p w14:paraId="2E26611C" w14:textId="11683229" w:rsidR="006827CF" w:rsidRDefault="006827CF" w:rsidP="002126E7">
      <w:pPr>
        <w:rPr>
          <w:lang w:eastAsia="cs-CZ"/>
        </w:rPr>
      </w:pPr>
    </w:p>
    <w:p w14:paraId="65591134" w14:textId="24F5EE94" w:rsidR="006827CF" w:rsidRDefault="006827CF" w:rsidP="002126E7">
      <w:pPr>
        <w:rPr>
          <w:lang w:eastAsia="cs-CZ"/>
        </w:rPr>
      </w:pPr>
    </w:p>
    <w:p w14:paraId="09CE72D2" w14:textId="77777777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87F1C"/>
    <w:rsid w:val="00190137"/>
    <w:rsid w:val="001A0D32"/>
    <w:rsid w:val="001F49FF"/>
    <w:rsid w:val="00207DF5"/>
    <w:rsid w:val="00210DFF"/>
    <w:rsid w:val="002126E7"/>
    <w:rsid w:val="0022428C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2F57E9"/>
    <w:rsid w:val="00304B06"/>
    <w:rsid w:val="0031280B"/>
    <w:rsid w:val="00314DD9"/>
    <w:rsid w:val="00321D98"/>
    <w:rsid w:val="003221F2"/>
    <w:rsid w:val="00341DCF"/>
    <w:rsid w:val="00351300"/>
    <w:rsid w:val="00354C5C"/>
    <w:rsid w:val="00357BC6"/>
    <w:rsid w:val="0036634F"/>
    <w:rsid w:val="003956C6"/>
    <w:rsid w:val="003B0281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13F1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070E7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0615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BF4126"/>
    <w:rsid w:val="00C02D0A"/>
    <w:rsid w:val="00C03A6E"/>
    <w:rsid w:val="00C044EE"/>
    <w:rsid w:val="00C04823"/>
    <w:rsid w:val="00C15E30"/>
    <w:rsid w:val="00C228EE"/>
    <w:rsid w:val="00C23C02"/>
    <w:rsid w:val="00C3428A"/>
    <w:rsid w:val="00C44F6A"/>
    <w:rsid w:val="00C47AE3"/>
    <w:rsid w:val="00C636FB"/>
    <w:rsid w:val="00C87B78"/>
    <w:rsid w:val="00CB377A"/>
    <w:rsid w:val="00CD1FC4"/>
    <w:rsid w:val="00D21061"/>
    <w:rsid w:val="00D4108E"/>
    <w:rsid w:val="00D6163D"/>
    <w:rsid w:val="00D73D46"/>
    <w:rsid w:val="00D831A3"/>
    <w:rsid w:val="00DC3868"/>
    <w:rsid w:val="00DC75F3"/>
    <w:rsid w:val="00DD46F3"/>
    <w:rsid w:val="00DE0F69"/>
    <w:rsid w:val="00DE1BFA"/>
    <w:rsid w:val="00DE56F2"/>
    <w:rsid w:val="00DE71AD"/>
    <w:rsid w:val="00DF116D"/>
    <w:rsid w:val="00E34137"/>
    <w:rsid w:val="00E34D19"/>
    <w:rsid w:val="00E36C4A"/>
    <w:rsid w:val="00E46950"/>
    <w:rsid w:val="00E82D19"/>
    <w:rsid w:val="00E85D44"/>
    <w:rsid w:val="00EA02CF"/>
    <w:rsid w:val="00EA444A"/>
    <w:rsid w:val="00EB104F"/>
    <w:rsid w:val="00EC18DE"/>
    <w:rsid w:val="00ED14BD"/>
    <w:rsid w:val="00EE68C9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187F1C"/>
    <w:rsid w:val="001A0D32"/>
    <w:rsid w:val="0042266B"/>
    <w:rsid w:val="00495FA0"/>
    <w:rsid w:val="005E17D6"/>
    <w:rsid w:val="00702C56"/>
    <w:rsid w:val="00845CFC"/>
    <w:rsid w:val="00930615"/>
    <w:rsid w:val="00964FB4"/>
    <w:rsid w:val="009B2F31"/>
    <w:rsid w:val="00A04586"/>
    <w:rsid w:val="00AE45FC"/>
    <w:rsid w:val="00C04823"/>
    <w:rsid w:val="00DC3868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100</TotalTime>
  <Pages>13</Pages>
  <Words>1627</Words>
  <Characters>9600</Characters>
  <Application>Microsoft Office Word</Application>
  <DocSecurity>0</DocSecurity>
  <Lines>80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28</cp:revision>
  <cp:lastPrinted>2017-11-28T17:18:00Z</cp:lastPrinted>
  <dcterms:created xsi:type="dcterms:W3CDTF">2023-03-01T08:18:00Z</dcterms:created>
  <dcterms:modified xsi:type="dcterms:W3CDTF">2025-02-07T05:46:00Z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