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541F3447" w:rsidR="00F862D6" w:rsidRPr="003E6B9A" w:rsidRDefault="001D3245" w:rsidP="00F54438">
            <w:r w:rsidRPr="001D3245">
              <w:rPr>
                <w:rFonts w:ascii="Helvetica" w:hAnsi="Helvetica"/>
              </w:rPr>
              <w:t>1341/2025-SŽ-SSV-Ú3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F54438" w:rsidRDefault="00F862D6" w:rsidP="0077673A">
            <w:r w:rsidRPr="00F54438">
              <w:t>Listů/příloh</w:t>
            </w:r>
          </w:p>
        </w:tc>
        <w:tc>
          <w:tcPr>
            <w:tcW w:w="2552" w:type="dxa"/>
          </w:tcPr>
          <w:p w14:paraId="333CD487" w14:textId="06C9543B" w:rsidR="00F862D6" w:rsidRPr="00F54438" w:rsidRDefault="00F54438" w:rsidP="00CC1E2B">
            <w:r w:rsidRPr="00F54438">
              <w:t>2</w:t>
            </w:r>
            <w:r w:rsidR="003E6B9A" w:rsidRPr="00F54438">
              <w:t>/0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71154CC6" w:rsidR="00F862D6" w:rsidRPr="003E6B9A" w:rsidRDefault="002F450F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AC9C35E" w:rsidR="009A7568" w:rsidRPr="003E6B9A" w:rsidRDefault="002F450F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1BCC202D" w:rsidR="009A7568" w:rsidRPr="003E6B9A" w:rsidRDefault="002F450F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08E03814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1D3245">
              <w:rPr>
                <w:noProof/>
              </w:rPr>
              <w:t>30. ledna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6E89B3E4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</w:t>
      </w:r>
      <w:r w:rsidRPr="004802A9">
        <w:rPr>
          <w:rFonts w:eastAsia="Calibri" w:cs="Times New Roman"/>
          <w:lang w:eastAsia="cs-CZ"/>
        </w:rPr>
        <w:t xml:space="preserve">dokumentace č. </w:t>
      </w:r>
      <w:r w:rsidR="001D3245">
        <w:rPr>
          <w:rFonts w:eastAsia="Times New Roman" w:cs="Times New Roman"/>
          <w:lang w:eastAsia="cs-CZ"/>
        </w:rPr>
        <w:t>10</w:t>
      </w:r>
    </w:p>
    <w:p w14:paraId="25C6ADAC" w14:textId="4DF24F59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2F450F" w:rsidRPr="002F450F">
        <w:rPr>
          <w:rFonts w:eastAsia="Calibri" w:cs="Times New Roman"/>
          <w:b/>
          <w:bCs/>
          <w:lang w:eastAsia="cs-CZ"/>
        </w:rPr>
        <w:t>Modernizace ŽST Brno-Židenice a úpravy v ŽST Brno-Maloměřice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50A610AC" w14:textId="4C4838C3" w:rsidR="00F54438" w:rsidRDefault="00F54438" w:rsidP="00F54438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09B678EB" w14:textId="38498E50" w:rsidR="001D3245" w:rsidRDefault="001D3245" w:rsidP="00F54438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78E55CB7" w14:textId="0DA57CA1" w:rsidR="001D3245" w:rsidRDefault="001D3245" w:rsidP="00F54438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20AAECDB" w14:textId="77777777" w:rsidR="001D3245" w:rsidRPr="00EA05F9" w:rsidRDefault="001D3245" w:rsidP="00F54438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2A8EE6B6" w14:textId="7736E3EF" w:rsidR="00F54438" w:rsidRPr="00EA05F9" w:rsidRDefault="00F54438" w:rsidP="001D324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A05F9">
        <w:rPr>
          <w:rFonts w:asciiTheme="majorHAnsi" w:eastAsia="Calibri" w:hAnsiTheme="majorHAnsi" w:cs="Times New Roman"/>
          <w:b/>
          <w:lang w:eastAsia="cs-CZ"/>
        </w:rPr>
        <w:t>Dotaz č. 7</w:t>
      </w:r>
      <w:r w:rsidR="001D3245">
        <w:rPr>
          <w:rFonts w:asciiTheme="majorHAnsi" w:eastAsia="Calibri" w:hAnsiTheme="majorHAnsi" w:cs="Times New Roman"/>
          <w:b/>
          <w:lang w:eastAsia="cs-CZ"/>
        </w:rPr>
        <w:t>9</w:t>
      </w:r>
      <w:r w:rsidRPr="00EA05F9">
        <w:rPr>
          <w:rFonts w:asciiTheme="majorHAnsi" w:eastAsia="Calibri" w:hAnsiTheme="majorHAnsi" w:cs="Times New Roman"/>
          <w:b/>
          <w:lang w:eastAsia="cs-CZ"/>
        </w:rPr>
        <w:t>:</w:t>
      </w:r>
    </w:p>
    <w:p w14:paraId="52B345F5" w14:textId="77777777" w:rsidR="001D3245" w:rsidRDefault="001D3245" w:rsidP="001D3245">
      <w:pPr>
        <w:spacing w:after="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Zadávací dokumentaci stavby tvoří, mimo jiné, i projektová dokumentace stavby zpracovaná společností „Společnost </w:t>
      </w:r>
      <w:proofErr w:type="spellStart"/>
      <w:r>
        <w:rPr>
          <w:rFonts w:ascii="Verdana" w:hAnsi="Verdana"/>
          <w:color w:val="000000"/>
        </w:rPr>
        <w:t>Zimal</w:t>
      </w:r>
      <w:proofErr w:type="spellEnd"/>
      <w:r>
        <w:rPr>
          <w:rFonts w:ascii="Verdana" w:hAnsi="Verdana"/>
          <w:color w:val="000000"/>
        </w:rPr>
        <w:t xml:space="preserve">“ ve stupni DUSL+PDPS (odst. č. 6 "Obsah zadávací dokumentace"), která byla zpracována ve </w:t>
      </w:r>
      <w:proofErr w:type="gramStart"/>
      <w:r>
        <w:rPr>
          <w:rFonts w:ascii="Verdana" w:hAnsi="Verdana"/>
          <w:color w:val="000000"/>
        </w:rPr>
        <w:t>2D</w:t>
      </w:r>
      <w:proofErr w:type="gramEnd"/>
      <w:r>
        <w:rPr>
          <w:rFonts w:ascii="Verdana" w:hAnsi="Verdana"/>
          <w:color w:val="000000"/>
        </w:rPr>
        <w:t xml:space="preserve">. V Příloze A "Požadavky na výměnu informací (EIR)" zadávací dokumentace je v odstavci 1.4.1 uvedeno: "Digitální model stavby bude prováděn a vytvářen od stupně DSPS. Ve stupni RDS se uplatní režim BIM pouze v rozsahu požadavků na sdílení dat a dokumentů v rámci CDE a uplatnění cílů spojených s využití CDE". </w:t>
      </w:r>
    </w:p>
    <w:p w14:paraId="22623BD2" w14:textId="77777777" w:rsidR="001D3245" w:rsidRDefault="001D3245" w:rsidP="001D3245">
      <w:pPr>
        <w:spacing w:after="0"/>
        <w:jc w:val="both"/>
        <w:rPr>
          <w:rFonts w:ascii="Verdana" w:hAnsi="Verdana"/>
          <w:b/>
          <w:bCs/>
          <w:color w:val="000000"/>
        </w:rPr>
      </w:pPr>
    </w:p>
    <w:p w14:paraId="428FAF55" w14:textId="5C57764C" w:rsidR="001D3245" w:rsidRDefault="001D3245" w:rsidP="001D3245">
      <w:pPr>
        <w:spacing w:after="0"/>
        <w:jc w:val="both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 xml:space="preserve">Pro splnění výše uvedených požadavků žádáme zadavatele o poskytnutí datových standardů pro tvorbu digitálního modelu stavby ve stupni DSPS. </w:t>
      </w:r>
      <w:r>
        <w:rPr>
          <w:rFonts w:ascii="Verdana" w:hAnsi="Verdana"/>
          <w:b/>
          <w:bCs/>
          <w:color w:val="242424"/>
        </w:rPr>
        <w:t>Vzhledem k tomu, že obecně smluvně odkazované metodiky SFDI nestanovují podrobnost negrafických informací ani přesnost modelování, žádáme zadavatele o upřesnění rozsahu negrafických informací a podrobnosti modelování v požadovaném stupni projektové dokumentace DSPS. Žádáme zadavatele zejména o upřesnění požadované „přesnosti“ modelování, ale i o poskytnutí obecných informací, zda mají být do digitálního informačního modelu stavby (DIMS) DSPS zahrnuty například i dočasné konstrukce potřebné pro výstavbu? Například podpěrné skruže a jiné montážní prvky.</w:t>
      </w:r>
    </w:p>
    <w:p w14:paraId="26EFE601" w14:textId="77777777" w:rsidR="001D3245" w:rsidRDefault="001D3245" w:rsidP="001D3245">
      <w:pPr>
        <w:spacing w:after="0"/>
        <w:jc w:val="both"/>
        <w:rPr>
          <w:rFonts w:ascii="Verdana" w:hAnsi="Verdana"/>
          <w:b/>
          <w:bCs/>
        </w:rPr>
      </w:pPr>
    </w:p>
    <w:p w14:paraId="637DCAB4" w14:textId="584D4228" w:rsidR="00F54438" w:rsidRPr="001D3245" w:rsidRDefault="001D3245" w:rsidP="001D3245">
      <w:pPr>
        <w:spacing w:after="0"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Dále bychom si chtěli potvrdit, že se nemá PDPS přepracovat do BIM modelu.</w:t>
      </w:r>
    </w:p>
    <w:p w14:paraId="085760E2" w14:textId="77777777" w:rsidR="001D3245" w:rsidRDefault="001D3245" w:rsidP="001D3245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13BFB1F0" w14:textId="77777777" w:rsidR="001D3245" w:rsidRDefault="001D3245" w:rsidP="001D3245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7FE20D9" w14:textId="2D9DA495" w:rsidR="00F54438" w:rsidRPr="00EA05F9" w:rsidRDefault="00F54438" w:rsidP="001D324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A05F9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4135C19" w14:textId="4612BA0D" w:rsidR="004802A9" w:rsidRDefault="001D3245" w:rsidP="00BD5319">
      <w:pPr>
        <w:spacing w:after="0" w:line="240" w:lineRule="auto"/>
        <w:rPr>
          <w:rFonts w:asciiTheme="majorHAnsi" w:hAnsiTheme="majorHAnsi" w:cs="Tahoma"/>
          <w:lang w:eastAsia="cs-CZ"/>
        </w:rPr>
      </w:pPr>
      <w:r w:rsidRPr="001D3245">
        <w:rPr>
          <w:rFonts w:asciiTheme="majorHAnsi" w:hAnsiTheme="majorHAnsi" w:cs="Tahoma"/>
          <w:lang w:eastAsia="cs-CZ"/>
        </w:rPr>
        <w:t>V souladu s článkem 1.4.1 přílohy B BIM protokolu (EIR) bude vypracování digitálního modelu stavby provedeno pro dokumentaci skutečného provedení stavby (DSPS) v podrobnosti odpovídající požadavkům datového standardu pro stupeň dokumentace PDPS, bez zohlednění požadavků na provizorní stavy a dobu provádění stavby, vyjma doby skutečného provedení dané části stavby. Informační model stavby v rozsahu využívání funkcionalit CDE bude uplatněn po celou dobu provádění díla.</w:t>
      </w:r>
    </w:p>
    <w:p w14:paraId="675926A2" w14:textId="1222C787" w:rsidR="001D3245" w:rsidRDefault="001D3245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B4D4103" w14:textId="77777777" w:rsidR="001D3245" w:rsidRPr="00BD5319" w:rsidRDefault="001D3245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0619640" w14:textId="3F36C0F2" w:rsidR="00664163" w:rsidRPr="00BD5319" w:rsidRDefault="00664163" w:rsidP="00F54438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bylo provedeno pouze </w:t>
      </w:r>
      <w:r w:rsidRPr="00C87717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C87717">
        <w:rPr>
          <w:rFonts w:eastAsia="Times New Roman" w:cs="Times New Roman"/>
          <w:lang w:eastAsia="cs-CZ"/>
        </w:rPr>
        <w:t>dle § 98 a §99 ZZVZ, neprodlužuje zadavatel lhůtu pro podání nabídek.</w:t>
      </w:r>
    </w:p>
    <w:p w14:paraId="114D1C3F" w14:textId="3DC3E80E" w:rsidR="007F626E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1FAA445E" w14:textId="77777777" w:rsidR="001D3245" w:rsidRPr="00BD5319" w:rsidRDefault="001D3245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lastRenderedPageBreak/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2F2E3D1A" w14:textId="620D9779" w:rsidR="001D3245" w:rsidRDefault="001D324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74DC5AE" w14:textId="77777777" w:rsidR="001D3245" w:rsidRDefault="001D324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16073FFB" w:rsidR="00664163" w:rsidRPr="00F54438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54438">
        <w:rPr>
          <w:rFonts w:eastAsia="Calibri" w:cs="Times New Roman"/>
          <w:lang w:eastAsia="cs-CZ"/>
        </w:rPr>
        <w:t xml:space="preserve">V Olomouci dne </w:t>
      </w:r>
      <w:r w:rsidR="001D3245">
        <w:rPr>
          <w:rFonts w:eastAsia="Calibri" w:cs="Times New Roman"/>
          <w:lang w:eastAsia="cs-CZ"/>
        </w:rPr>
        <w:t>30</w:t>
      </w:r>
      <w:r w:rsidR="00F54438" w:rsidRPr="00F54438">
        <w:rPr>
          <w:rFonts w:eastAsia="Calibri" w:cs="Times New Roman"/>
          <w:lang w:eastAsia="cs-CZ"/>
        </w:rPr>
        <w:t>. 1. 2025</w:t>
      </w:r>
    </w:p>
    <w:p w14:paraId="6F75BA64" w14:textId="77777777" w:rsidR="00664163" w:rsidRPr="00F54438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7471379" w14:textId="3C19F471" w:rsidR="00F54438" w:rsidRDefault="00F54438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AC36BFE" w14:textId="77777777" w:rsidR="001D3245" w:rsidRPr="00F54438" w:rsidRDefault="001D3245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F54438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F54438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F54438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54438">
        <w:rPr>
          <w:rFonts w:eastAsia="Times New Roman" w:cs="Times New Roman"/>
          <w:b/>
          <w:bCs/>
          <w:lang w:eastAsia="cs-CZ"/>
        </w:rPr>
        <w:t>Ing. Miroslav Bocák</w:t>
      </w:r>
      <w:r w:rsidRPr="00F54438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F54438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F54438">
        <w:rPr>
          <w:rFonts w:eastAsia="Times New Roman" w:cs="Times New Roman"/>
          <w:lang w:eastAsia="cs-CZ"/>
        </w:rPr>
        <w:t>ředitel organizační jednotky</w:t>
      </w:r>
      <w:r w:rsidRPr="00F54438">
        <w:rPr>
          <w:rFonts w:eastAsia="Times New Roman" w:cs="Times New Roman"/>
          <w:lang w:eastAsia="cs-CZ"/>
        </w:rPr>
        <w:tab/>
      </w:r>
    </w:p>
    <w:p w14:paraId="5DEDC136" w14:textId="77777777" w:rsidR="00664163" w:rsidRPr="00F54438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F54438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F54438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bookmarkStart w:id="1" w:name="_GoBack"/>
      <w:bookmarkEnd w:id="1"/>
    </w:p>
    <w:sectPr w:rsidR="00BD5319" w:rsidRPr="00BD5319" w:rsidSect="002A59F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90BAF" w14:textId="77777777" w:rsidR="00B4264E" w:rsidRDefault="00B4264E" w:rsidP="00962258">
      <w:pPr>
        <w:spacing w:after="0" w:line="240" w:lineRule="auto"/>
      </w:pPr>
      <w:r>
        <w:separator/>
      </w:r>
    </w:p>
  </w:endnote>
  <w:endnote w:type="continuationSeparator" w:id="0">
    <w:p w14:paraId="59FD73FA" w14:textId="77777777" w:rsidR="00B4264E" w:rsidRDefault="00B4264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17999" w14:textId="77777777" w:rsidR="00B4264E" w:rsidRDefault="00B4264E" w:rsidP="00962258">
      <w:pPr>
        <w:spacing w:after="0" w:line="240" w:lineRule="auto"/>
      </w:pPr>
      <w:r>
        <w:separator/>
      </w:r>
    </w:p>
  </w:footnote>
  <w:footnote w:type="continuationSeparator" w:id="0">
    <w:p w14:paraId="28419BB5" w14:textId="77777777" w:rsidR="00B4264E" w:rsidRDefault="00B4264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66116"/>
    <w:rsid w:val="00072C1E"/>
    <w:rsid w:val="00097042"/>
    <w:rsid w:val="000B3A82"/>
    <w:rsid w:val="000B6C7E"/>
    <w:rsid w:val="000B7907"/>
    <w:rsid w:val="000C0429"/>
    <w:rsid w:val="000C45E8"/>
    <w:rsid w:val="00114472"/>
    <w:rsid w:val="001267E4"/>
    <w:rsid w:val="00170EC5"/>
    <w:rsid w:val="001747C1"/>
    <w:rsid w:val="0018596A"/>
    <w:rsid w:val="001B69C2"/>
    <w:rsid w:val="001C4DA0"/>
    <w:rsid w:val="001D3245"/>
    <w:rsid w:val="00207DF5"/>
    <w:rsid w:val="00267369"/>
    <w:rsid w:val="0026785D"/>
    <w:rsid w:val="00273CE2"/>
    <w:rsid w:val="00296D39"/>
    <w:rsid w:val="002A59FE"/>
    <w:rsid w:val="002C31BF"/>
    <w:rsid w:val="002E0CD7"/>
    <w:rsid w:val="002F026B"/>
    <w:rsid w:val="002F450F"/>
    <w:rsid w:val="0033209D"/>
    <w:rsid w:val="00335122"/>
    <w:rsid w:val="00335732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02A9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12DD5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6104F6"/>
    <w:rsid w:val="0061068E"/>
    <w:rsid w:val="00630DC6"/>
    <w:rsid w:val="00660AD3"/>
    <w:rsid w:val="00664163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42C9B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25237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44328"/>
    <w:rsid w:val="00A509D7"/>
    <w:rsid w:val="00A6177B"/>
    <w:rsid w:val="00A66136"/>
    <w:rsid w:val="00A943B5"/>
    <w:rsid w:val="00AA4CBB"/>
    <w:rsid w:val="00AA65FA"/>
    <w:rsid w:val="00AA7351"/>
    <w:rsid w:val="00AC56A4"/>
    <w:rsid w:val="00AD056F"/>
    <w:rsid w:val="00AD2773"/>
    <w:rsid w:val="00AD6731"/>
    <w:rsid w:val="00AE1DDE"/>
    <w:rsid w:val="00B15B5E"/>
    <w:rsid w:val="00B15D0D"/>
    <w:rsid w:val="00B23CA3"/>
    <w:rsid w:val="00B3491A"/>
    <w:rsid w:val="00B41050"/>
    <w:rsid w:val="00B4264E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6581F"/>
    <w:rsid w:val="00C727E5"/>
    <w:rsid w:val="00C8207D"/>
    <w:rsid w:val="00CB5457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9347D"/>
    <w:rsid w:val="00EA05F9"/>
    <w:rsid w:val="00EB104F"/>
    <w:rsid w:val="00ED14BD"/>
    <w:rsid w:val="00F01440"/>
    <w:rsid w:val="00F12DEC"/>
    <w:rsid w:val="00F1715C"/>
    <w:rsid w:val="00F26021"/>
    <w:rsid w:val="00F310F8"/>
    <w:rsid w:val="00F328DE"/>
    <w:rsid w:val="00F35939"/>
    <w:rsid w:val="00F45607"/>
    <w:rsid w:val="00F54438"/>
    <w:rsid w:val="00F64786"/>
    <w:rsid w:val="00F659EB"/>
    <w:rsid w:val="00F804A7"/>
    <w:rsid w:val="00F8318E"/>
    <w:rsid w:val="00F862D6"/>
    <w:rsid w:val="00F86BA6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mcntmsonormal">
    <w:name w:val="mcntmsonormal"/>
    <w:basedOn w:val="Normln"/>
    <w:rsid w:val="00F54438"/>
    <w:pPr>
      <w:spacing w:before="100" w:beforeAutospacing="1" w:after="100" w:afterAutospacing="1" w:line="240" w:lineRule="auto"/>
    </w:pPr>
    <w:rPr>
      <w:rFonts w:ascii="Calibri" w:hAnsi="Calibri" w:cs="Calibri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E95C38-D0E6-45B8-9F35-D8CA9A315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24</TotalTime>
  <Pages>2</Pages>
  <Words>409</Words>
  <Characters>2418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8</cp:revision>
  <cp:lastPrinted>2019-02-22T13:28:00Z</cp:lastPrinted>
  <dcterms:created xsi:type="dcterms:W3CDTF">2024-10-02T11:53:00Z</dcterms:created>
  <dcterms:modified xsi:type="dcterms:W3CDTF">2025-01-30T11:21:00Z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