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185FAF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185FAF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185FAF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185FAF">
        <w:rPr>
          <w:rFonts w:eastAsia="Verdana" w:cs="Times New Roman"/>
          <w:sz w:val="18"/>
          <w:szCs w:val="18"/>
        </w:rPr>
        <w:t>zastoupená [</w:t>
      </w:r>
      <w:r w:rsidRPr="00E50CF2">
        <w:rPr>
          <w:rFonts w:eastAsia="Verdana" w:cs="Times New Roman"/>
          <w:sz w:val="18"/>
          <w:szCs w:val="18"/>
          <w:highlight w:val="yellow"/>
        </w:rPr>
        <w:t>DOPLNÍ DODAVATEL</w:t>
      </w:r>
      <w:r w:rsidRPr="00185FAF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185FAF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C0F18C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85FA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185FA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763B4" w:rsidRPr="00B763B4">
        <w:rPr>
          <w:rFonts w:eastAsia="Times New Roman" w:cs="Times New Roman"/>
          <w:b/>
          <w:sz w:val="18"/>
          <w:szCs w:val="18"/>
          <w:lang w:eastAsia="cs-CZ"/>
        </w:rPr>
        <w:t>Zajištění servisních služeb v administrativní budově OŘ Ostrava - ul. Nerudova 773/1, Olomouc - 2025-2026</w:t>
      </w:r>
      <w:r w:rsidR="00B83E9A" w:rsidRPr="00185FA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85FA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85FAF" w:rsidRPr="00185FA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763B4">
        <w:rPr>
          <w:sz w:val="18"/>
          <w:szCs w:val="18"/>
        </w:rPr>
        <w:t>1390</w:t>
      </w:r>
      <w:r w:rsidR="00185FAF" w:rsidRPr="00185FAF">
        <w:rPr>
          <w:sz w:val="18"/>
          <w:szCs w:val="18"/>
        </w:rPr>
        <w:t>/202</w:t>
      </w:r>
      <w:r w:rsidR="00B763B4">
        <w:rPr>
          <w:sz w:val="18"/>
          <w:szCs w:val="18"/>
        </w:rPr>
        <w:t>5</w:t>
      </w:r>
      <w:r w:rsidR="00185FAF" w:rsidRPr="00185FAF">
        <w:rPr>
          <w:sz w:val="18"/>
          <w:szCs w:val="18"/>
        </w:rPr>
        <w:t>-SŽ-OŘ OVA-</w:t>
      </w:r>
      <w:r w:rsidR="00B763B4" w:rsidRPr="00185FAF">
        <w:rPr>
          <w:sz w:val="18"/>
          <w:szCs w:val="18"/>
        </w:rPr>
        <w:t>NPI</w:t>
      </w:r>
      <w:r w:rsidR="00B763B4" w:rsidRPr="00185FAF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="0060521D" w:rsidRPr="00185FAF">
        <w:rPr>
          <w:rFonts w:eastAsia="Times New Roman" w:cs="Times New Roman"/>
          <w:sz w:val="18"/>
          <w:szCs w:val="18"/>
          <w:lang w:eastAsia="cs-CZ"/>
        </w:rPr>
        <w:t xml:space="preserve">č.j. dokumentu Výzvy k podání nabídek) </w:t>
      </w:r>
      <w:r w:rsidRPr="00185FA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85FA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8542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185FAF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185FA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773B84D4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50CF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50CF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7DE8E16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85FA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804182">
    <w:abstractNumId w:val="0"/>
  </w:num>
  <w:num w:numId="2" w16cid:durableId="61566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85FAF"/>
    <w:rsid w:val="00297E24"/>
    <w:rsid w:val="003727EC"/>
    <w:rsid w:val="00385E2B"/>
    <w:rsid w:val="003A52AA"/>
    <w:rsid w:val="003C089A"/>
    <w:rsid w:val="003E5D69"/>
    <w:rsid w:val="004306D4"/>
    <w:rsid w:val="00475B57"/>
    <w:rsid w:val="0048370E"/>
    <w:rsid w:val="00506089"/>
    <w:rsid w:val="005333BD"/>
    <w:rsid w:val="00583B36"/>
    <w:rsid w:val="0060521D"/>
    <w:rsid w:val="00885423"/>
    <w:rsid w:val="00A51739"/>
    <w:rsid w:val="00A96F5B"/>
    <w:rsid w:val="00AE2C34"/>
    <w:rsid w:val="00AE3F9F"/>
    <w:rsid w:val="00B763B4"/>
    <w:rsid w:val="00B83E9A"/>
    <w:rsid w:val="00BF1BA9"/>
    <w:rsid w:val="00BF6A6B"/>
    <w:rsid w:val="00C66BEE"/>
    <w:rsid w:val="00C84D70"/>
    <w:rsid w:val="00CF5F4D"/>
    <w:rsid w:val="00E50CF2"/>
    <w:rsid w:val="00FA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22</cp:revision>
  <dcterms:created xsi:type="dcterms:W3CDTF">2022-04-17T17:33:00Z</dcterms:created>
  <dcterms:modified xsi:type="dcterms:W3CDTF">2025-01-23T09:01:00Z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