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5158561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6180F">
        <w:rPr>
          <w:rFonts w:ascii="Verdana" w:hAnsi="Verdana"/>
          <w:sz w:val="18"/>
          <w:szCs w:val="18"/>
        </w:rPr>
        <w:t>„</w:t>
      </w:r>
      <w:r w:rsidR="0046180F" w:rsidRPr="0046180F">
        <w:rPr>
          <w:rFonts w:ascii="Verdana" w:hAnsi="Verdana"/>
          <w:b/>
          <w:bCs/>
          <w:sz w:val="18"/>
          <w:szCs w:val="18"/>
        </w:rPr>
        <w:t xml:space="preserve">Nákup tuhých paliv pro spalování v energetických zdrojích v obvodu OŘ Ústí nad Labem v období do </w:t>
      </w:r>
      <w:r w:rsidR="00403F15">
        <w:rPr>
          <w:rFonts w:ascii="Verdana" w:hAnsi="Verdana"/>
          <w:b/>
          <w:bCs/>
          <w:sz w:val="18"/>
          <w:szCs w:val="18"/>
        </w:rPr>
        <w:t>30.04.2025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2735736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3F15" w:rsidRPr="00403F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03F15"/>
    <w:rsid w:val="00432D39"/>
    <w:rsid w:val="0043756B"/>
    <w:rsid w:val="00446F86"/>
    <w:rsid w:val="0045048D"/>
    <w:rsid w:val="0046180F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E7845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4FFC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5E5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58DC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4E7845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65E54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2025-01-07T13:31:00Z</dcterms:modified>
</cp:coreProperties>
</file>