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67C2BD20" w:rsidR="00F862D6" w:rsidRPr="003E6B9A" w:rsidRDefault="001D0BBD" w:rsidP="0037111D">
            <w:r w:rsidRPr="001D0BBD">
              <w:rPr>
                <w:rFonts w:ascii="Helvetica" w:hAnsi="Helvetica"/>
              </w:rPr>
              <w:t>1014/2025-SŽ-SSV-Ú3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17FF5F92" w:rsidR="00F862D6" w:rsidRPr="003E6B9A" w:rsidRDefault="00AE514A" w:rsidP="00CC1E2B">
            <w:r>
              <w:t>1</w:t>
            </w:r>
            <w:r w:rsidR="003E6B9A" w:rsidRPr="003E6B9A">
              <w:t>/</w:t>
            </w:r>
            <w:r w:rsidR="0030114C"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A3C0EA0" w:rsidR="00F862D6" w:rsidRPr="003E6B9A" w:rsidRDefault="002E6C38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F211414" w:rsidR="009A7568" w:rsidRPr="003E6B9A" w:rsidRDefault="002E6C38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2E6C38" w14:paraId="500A076E" w14:textId="77777777" w:rsidTr="00F862D6">
        <w:tc>
          <w:tcPr>
            <w:tcW w:w="1020" w:type="dxa"/>
          </w:tcPr>
          <w:p w14:paraId="65A3E0A4" w14:textId="77777777" w:rsidR="002E6C38" w:rsidRDefault="002E6C38" w:rsidP="002E6C38">
            <w:r>
              <w:t>E-mail</w:t>
            </w:r>
          </w:p>
        </w:tc>
        <w:tc>
          <w:tcPr>
            <w:tcW w:w="2552" w:type="dxa"/>
          </w:tcPr>
          <w:p w14:paraId="5AEDDF66" w14:textId="18285F49" w:rsidR="002E6C38" w:rsidRPr="003E6B9A" w:rsidRDefault="002E6C38" w:rsidP="002E6C38">
            <w:hyperlink r:id="rId11" w:history="1">
              <w:r w:rsidRPr="00FA7F4E">
                <w:rPr>
                  <w:rStyle w:val="Hypertextovodkaz"/>
                </w:rPr>
                <w:t>HolaM@spravazeleznic.cz</w:t>
              </w:r>
            </w:hyperlink>
          </w:p>
        </w:tc>
        <w:tc>
          <w:tcPr>
            <w:tcW w:w="823" w:type="dxa"/>
          </w:tcPr>
          <w:p w14:paraId="72A03481" w14:textId="77777777" w:rsidR="002E6C38" w:rsidRDefault="002E6C38" w:rsidP="002E6C38"/>
        </w:tc>
        <w:tc>
          <w:tcPr>
            <w:tcW w:w="3685" w:type="dxa"/>
            <w:vMerge/>
          </w:tcPr>
          <w:p w14:paraId="070B1AA6" w14:textId="77777777" w:rsidR="002E6C38" w:rsidRDefault="002E6C38" w:rsidP="002E6C38"/>
        </w:tc>
      </w:tr>
      <w:tr w:rsidR="002E6C38" w14:paraId="419BEF1A" w14:textId="77777777" w:rsidTr="00F862D6">
        <w:tc>
          <w:tcPr>
            <w:tcW w:w="1020" w:type="dxa"/>
          </w:tcPr>
          <w:p w14:paraId="2BCBD87C" w14:textId="77777777" w:rsidR="002E6C38" w:rsidRDefault="002E6C38" w:rsidP="002E6C38"/>
        </w:tc>
        <w:tc>
          <w:tcPr>
            <w:tcW w:w="2552" w:type="dxa"/>
          </w:tcPr>
          <w:p w14:paraId="463CD880" w14:textId="77777777" w:rsidR="002E6C38" w:rsidRPr="003E6B9A" w:rsidRDefault="002E6C38" w:rsidP="002E6C38"/>
        </w:tc>
        <w:tc>
          <w:tcPr>
            <w:tcW w:w="823" w:type="dxa"/>
          </w:tcPr>
          <w:p w14:paraId="274A7CF8" w14:textId="77777777" w:rsidR="002E6C38" w:rsidRDefault="002E6C38" w:rsidP="002E6C38"/>
        </w:tc>
        <w:tc>
          <w:tcPr>
            <w:tcW w:w="3685" w:type="dxa"/>
          </w:tcPr>
          <w:p w14:paraId="6FA90118" w14:textId="77777777" w:rsidR="002E6C38" w:rsidRDefault="002E6C38" w:rsidP="002E6C38"/>
        </w:tc>
      </w:tr>
      <w:tr w:rsidR="002E6C38" w14:paraId="79662800" w14:textId="77777777" w:rsidTr="00F862D6">
        <w:tc>
          <w:tcPr>
            <w:tcW w:w="1020" w:type="dxa"/>
          </w:tcPr>
          <w:p w14:paraId="16309C2E" w14:textId="77777777" w:rsidR="002E6C38" w:rsidRDefault="002E6C38" w:rsidP="002E6C3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005126A0" w:rsidR="002E6C38" w:rsidRPr="003E6B9A" w:rsidRDefault="002E6C38" w:rsidP="002E6C3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0114C">
              <w:rPr>
                <w:noProof/>
              </w:rPr>
              <w:t>23.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2E6C38" w:rsidRDefault="002E6C38" w:rsidP="002E6C38"/>
        </w:tc>
        <w:tc>
          <w:tcPr>
            <w:tcW w:w="3685" w:type="dxa"/>
          </w:tcPr>
          <w:p w14:paraId="68ED79CA" w14:textId="77777777" w:rsidR="002E6C38" w:rsidRDefault="002E6C38" w:rsidP="002E6C38"/>
        </w:tc>
      </w:tr>
      <w:tr w:rsidR="002E6C38" w14:paraId="1F87E939" w14:textId="77777777" w:rsidTr="00F862D6">
        <w:tc>
          <w:tcPr>
            <w:tcW w:w="1020" w:type="dxa"/>
          </w:tcPr>
          <w:p w14:paraId="5F197E3C" w14:textId="77777777" w:rsidR="002E6C38" w:rsidRDefault="002E6C38" w:rsidP="002E6C38"/>
        </w:tc>
        <w:tc>
          <w:tcPr>
            <w:tcW w:w="2552" w:type="dxa"/>
          </w:tcPr>
          <w:p w14:paraId="700CB5E9" w14:textId="77777777" w:rsidR="002E6C38" w:rsidRPr="00FE3455" w:rsidRDefault="002E6C38" w:rsidP="002E6C3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2E6C38" w:rsidRDefault="002E6C38" w:rsidP="002E6C38"/>
        </w:tc>
        <w:tc>
          <w:tcPr>
            <w:tcW w:w="3685" w:type="dxa"/>
          </w:tcPr>
          <w:p w14:paraId="7CD8AD93" w14:textId="77777777" w:rsidR="002E6C38" w:rsidRDefault="002E6C38" w:rsidP="002E6C38"/>
        </w:tc>
      </w:tr>
      <w:tr w:rsidR="002E6C38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2E6C38" w:rsidRDefault="002E6C38" w:rsidP="002E6C38"/>
        </w:tc>
        <w:tc>
          <w:tcPr>
            <w:tcW w:w="2552" w:type="dxa"/>
          </w:tcPr>
          <w:p w14:paraId="0CA2A6BE" w14:textId="77777777" w:rsidR="002E6C38" w:rsidRDefault="002E6C38" w:rsidP="002E6C38"/>
        </w:tc>
        <w:tc>
          <w:tcPr>
            <w:tcW w:w="823" w:type="dxa"/>
          </w:tcPr>
          <w:p w14:paraId="56E391BA" w14:textId="77777777" w:rsidR="002E6C38" w:rsidRDefault="002E6C38" w:rsidP="002E6C38"/>
        </w:tc>
        <w:tc>
          <w:tcPr>
            <w:tcW w:w="3685" w:type="dxa"/>
          </w:tcPr>
          <w:p w14:paraId="735A6A14" w14:textId="77777777" w:rsidR="002E6C38" w:rsidRDefault="002E6C38" w:rsidP="002E6C38"/>
        </w:tc>
      </w:tr>
    </w:tbl>
    <w:p w14:paraId="363BBF09" w14:textId="7FE64AD0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CB4505">
        <w:rPr>
          <w:rFonts w:eastAsia="Times New Roman" w:cs="Times New Roman"/>
          <w:lang w:eastAsia="cs-CZ"/>
        </w:rPr>
        <w:t>1</w:t>
      </w:r>
    </w:p>
    <w:p w14:paraId="1C466933" w14:textId="7F83B253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2E6C38" w:rsidRPr="002E6C38">
        <w:rPr>
          <w:rFonts w:eastAsia="Calibri" w:cs="Times New Roman"/>
          <w:b/>
          <w:lang w:eastAsia="cs-CZ"/>
        </w:rPr>
        <w:t>Kopřivnice ON – rekonstrukce výpravní budovy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45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08339D5B" w:rsidR="00CB7B5A" w:rsidRPr="00CB4505" w:rsidRDefault="00CB4505" w:rsidP="00CB45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B4505">
        <w:rPr>
          <w:rFonts w:eastAsia="Calibri" w:cs="Times New Roman"/>
          <w:bCs/>
          <w:lang w:eastAsia="cs-CZ"/>
        </w:rPr>
        <w:t>Prosíme o upřesnění výrobce kamerového systému (kamery a záznamové zařízení) tak, aby vyhovoval požadavkům budoucího uživatele a byl v souladu se schválenou koncepcí SŽ.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0FBBF71" w14:textId="1600F5E6" w:rsidR="006030DD" w:rsidRPr="0030114C" w:rsidRDefault="006030DD" w:rsidP="0030114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0114C">
        <w:rPr>
          <w:rFonts w:eastAsia="Calibri" w:cs="Times New Roman"/>
          <w:bCs/>
          <w:lang w:eastAsia="cs-CZ"/>
        </w:rPr>
        <w:t xml:space="preserve">S ohledem na zásady zadávání veřejných zakázek a v souladu se zákonem o zadávání veřejných zakázek zadavatel </w:t>
      </w:r>
      <w:r w:rsidR="0036423D" w:rsidRPr="0030114C">
        <w:rPr>
          <w:rFonts w:eastAsia="Calibri" w:cs="Times New Roman"/>
          <w:bCs/>
          <w:lang w:eastAsia="cs-CZ"/>
        </w:rPr>
        <w:t>stanoví</w:t>
      </w:r>
      <w:r w:rsidR="004A293A" w:rsidRPr="0030114C">
        <w:rPr>
          <w:rFonts w:eastAsia="Calibri" w:cs="Times New Roman"/>
          <w:bCs/>
          <w:lang w:eastAsia="cs-CZ"/>
        </w:rPr>
        <w:t xml:space="preserve"> obecné </w:t>
      </w:r>
      <w:r w:rsidR="0036423D" w:rsidRPr="0030114C">
        <w:rPr>
          <w:rFonts w:eastAsia="Calibri" w:cs="Times New Roman"/>
          <w:bCs/>
          <w:lang w:eastAsia="cs-CZ"/>
        </w:rPr>
        <w:t xml:space="preserve">technické požadavky na výrobky prostřednictvím požadavků na výkon a funkci, nikoli přímým odkazem na konkrétní typ nebo výrobce. </w:t>
      </w:r>
      <w:r w:rsidR="004A293A" w:rsidRPr="0030114C">
        <w:rPr>
          <w:rFonts w:eastAsia="Calibri" w:cs="Times New Roman"/>
          <w:bCs/>
          <w:lang w:eastAsia="cs-CZ"/>
        </w:rPr>
        <w:t xml:space="preserve">Uchazeč ve své nabídce ocení jím navrhovaný </w:t>
      </w:r>
      <w:r w:rsidR="00020B01" w:rsidRPr="0030114C">
        <w:rPr>
          <w:rFonts w:eastAsia="Calibri" w:cs="Times New Roman"/>
          <w:bCs/>
          <w:lang w:eastAsia="cs-CZ"/>
        </w:rPr>
        <w:t>typ</w:t>
      </w:r>
      <w:r w:rsidR="004A293A" w:rsidRPr="0030114C">
        <w:rPr>
          <w:rFonts w:eastAsia="Calibri" w:cs="Times New Roman"/>
          <w:bCs/>
          <w:lang w:eastAsia="cs-CZ"/>
        </w:rPr>
        <w:t xml:space="preserve">. Před vlastní instalací bude </w:t>
      </w:r>
      <w:r w:rsidR="00020B01" w:rsidRPr="0030114C">
        <w:rPr>
          <w:rFonts w:eastAsia="Calibri" w:cs="Times New Roman"/>
          <w:bCs/>
          <w:lang w:eastAsia="cs-CZ"/>
        </w:rPr>
        <w:t xml:space="preserve">tento </w:t>
      </w:r>
      <w:r w:rsidR="004A293A" w:rsidRPr="0030114C">
        <w:rPr>
          <w:rFonts w:eastAsia="Calibri" w:cs="Times New Roman"/>
          <w:bCs/>
          <w:lang w:eastAsia="cs-CZ"/>
        </w:rPr>
        <w:t xml:space="preserve">konkrétní typ odsouhlasen budoucím správcem. </w:t>
      </w:r>
    </w:p>
    <w:p w14:paraId="357BF747" w14:textId="02E84DC9" w:rsidR="00020B01" w:rsidRPr="0030114C" w:rsidRDefault="00020B01" w:rsidP="0030114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0114C">
        <w:rPr>
          <w:rFonts w:eastAsia="Calibri" w:cs="Times New Roman"/>
          <w:bCs/>
          <w:lang w:eastAsia="cs-CZ"/>
        </w:rPr>
        <w:t xml:space="preserve">Zadavatel jako součást tohoto vysvětlení pro názornost přikládá fotodokumentaci kamerových systému </w:t>
      </w:r>
      <w:r w:rsidR="0080371F" w:rsidRPr="0030114C">
        <w:rPr>
          <w:rFonts w:eastAsia="Calibri" w:cs="Times New Roman"/>
          <w:bCs/>
          <w:lang w:eastAsia="cs-CZ"/>
        </w:rPr>
        <w:t>použitých na jiných nádražních budovách.</w:t>
      </w: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E7D0D21" w14:textId="77777777" w:rsidR="00CB7B5A" w:rsidRPr="00AE514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E514A">
        <w:rPr>
          <w:rFonts w:eastAsia="Times New Roman" w:cs="Times New Roman"/>
          <w:lang w:eastAsia="cs-CZ"/>
        </w:rPr>
        <w:t xml:space="preserve">Vzhledem ke skutečnosti, že bylo provedeno pouze </w:t>
      </w:r>
      <w:r w:rsidRPr="00AE514A">
        <w:rPr>
          <w:rFonts w:eastAsia="Times New Roman" w:cs="Times New Roman"/>
          <w:b/>
          <w:lang w:eastAsia="cs-CZ"/>
        </w:rPr>
        <w:t>vysvětlení zadávací dokumentace</w:t>
      </w:r>
      <w:r w:rsidRPr="00AE514A">
        <w:rPr>
          <w:rFonts w:eastAsia="Times New Roman" w:cs="Times New Roman"/>
          <w:lang w:eastAsia="cs-CZ"/>
        </w:rPr>
        <w:t>, neprodlužuje zada</w:t>
      </w:r>
      <w:r w:rsidR="00483F34" w:rsidRPr="00AE514A">
        <w:rPr>
          <w:rFonts w:eastAsia="Times New Roman" w:cs="Times New Roman"/>
          <w:lang w:eastAsia="cs-CZ"/>
        </w:rPr>
        <w:t>vatel lhůtu pro podání nabídek.</w:t>
      </w:r>
    </w:p>
    <w:p w14:paraId="5E6D6E0C" w14:textId="77777777" w:rsidR="00483F34" w:rsidRPr="00C84783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7F30656" w14:textId="5AD0A1E9" w:rsidR="00CB7B5A" w:rsidRPr="0030114C" w:rsidRDefault="00CB7B5A" w:rsidP="0030114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E514A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589169A2" w14:textId="577A9AC3" w:rsidR="002736E9" w:rsidRDefault="00551AF0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i/>
          <w:iCs/>
          <w:lang w:eastAsia="cs-CZ"/>
        </w:rPr>
      </w:pPr>
      <w:r>
        <w:rPr>
          <w:rFonts w:eastAsia="Calibri" w:cs="Times New Roman"/>
          <w:i/>
          <w:iCs/>
          <w:lang w:eastAsia="cs-CZ"/>
        </w:rPr>
        <w:t>P</w:t>
      </w:r>
      <w:r w:rsidR="002736E9">
        <w:rPr>
          <w:rFonts w:eastAsia="Calibri" w:cs="Times New Roman"/>
          <w:i/>
          <w:iCs/>
          <w:lang w:eastAsia="cs-CZ"/>
        </w:rPr>
        <w:t>říloha č.</w:t>
      </w:r>
      <w:r w:rsidR="0080371F">
        <w:rPr>
          <w:rFonts w:eastAsia="Calibri" w:cs="Times New Roman"/>
          <w:i/>
          <w:iCs/>
          <w:lang w:eastAsia="cs-CZ"/>
        </w:rPr>
        <w:t>1</w:t>
      </w:r>
      <w:r w:rsidR="002736E9">
        <w:rPr>
          <w:rFonts w:eastAsia="Calibri" w:cs="Times New Roman"/>
          <w:i/>
          <w:iCs/>
          <w:lang w:eastAsia="cs-CZ"/>
        </w:rPr>
        <w:t xml:space="preserve"> </w:t>
      </w:r>
      <w:r>
        <w:rPr>
          <w:rFonts w:eastAsia="Calibri" w:cs="Times New Roman"/>
          <w:i/>
          <w:iCs/>
          <w:lang w:eastAsia="cs-CZ"/>
        </w:rPr>
        <w:t>–</w:t>
      </w:r>
      <w:r w:rsidR="002736E9">
        <w:rPr>
          <w:rFonts w:eastAsia="Calibri" w:cs="Times New Roman"/>
          <w:i/>
          <w:iCs/>
          <w:lang w:eastAsia="cs-CZ"/>
        </w:rPr>
        <w:t xml:space="preserve"> </w:t>
      </w:r>
      <w:r w:rsidR="0080371F">
        <w:rPr>
          <w:rFonts w:eastAsia="Calibri" w:cs="Times New Roman"/>
          <w:i/>
          <w:iCs/>
          <w:lang w:eastAsia="cs-CZ"/>
        </w:rPr>
        <w:t>F</w:t>
      </w:r>
      <w:r w:rsidR="002736E9">
        <w:rPr>
          <w:rFonts w:eastAsia="Calibri" w:cs="Times New Roman"/>
          <w:i/>
          <w:iCs/>
          <w:lang w:eastAsia="cs-CZ"/>
        </w:rPr>
        <w:t>otodokumentace</w:t>
      </w:r>
    </w:p>
    <w:p w14:paraId="08640235" w14:textId="77777777" w:rsidR="00551AF0" w:rsidRDefault="00551AF0" w:rsidP="00551AF0">
      <w:pPr>
        <w:spacing w:after="0" w:line="240" w:lineRule="auto"/>
        <w:jc w:val="both"/>
        <w:rPr>
          <w:rFonts w:eastAsia="Calibri" w:cs="Times New Roman"/>
          <w:i/>
          <w:iCs/>
          <w:lang w:eastAsia="cs-CZ"/>
        </w:rPr>
      </w:pPr>
    </w:p>
    <w:p w14:paraId="131D0189" w14:textId="77777777" w:rsidR="0030114C" w:rsidRDefault="0030114C" w:rsidP="00551AF0">
      <w:pPr>
        <w:spacing w:after="0" w:line="240" w:lineRule="auto"/>
        <w:jc w:val="both"/>
        <w:rPr>
          <w:rFonts w:eastAsia="Calibri" w:cs="Times New Roman"/>
          <w:i/>
          <w:iCs/>
          <w:lang w:eastAsia="cs-CZ"/>
        </w:rPr>
      </w:pPr>
    </w:p>
    <w:p w14:paraId="077EF53D" w14:textId="77777777" w:rsidR="0030114C" w:rsidRPr="00AE514A" w:rsidRDefault="0030114C" w:rsidP="00551AF0">
      <w:pPr>
        <w:spacing w:after="0" w:line="240" w:lineRule="auto"/>
        <w:jc w:val="both"/>
        <w:rPr>
          <w:rFonts w:eastAsia="Calibri" w:cs="Times New Roman"/>
          <w:i/>
          <w:iCs/>
          <w:lang w:eastAsia="cs-CZ"/>
        </w:rPr>
      </w:pPr>
    </w:p>
    <w:p w14:paraId="76A18E39" w14:textId="70F354A2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AE514A">
        <w:rPr>
          <w:rFonts w:eastAsia="Calibri" w:cs="Times New Roman"/>
          <w:lang w:eastAsia="cs-CZ"/>
        </w:rPr>
        <w:t>23.01.2025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565FCB" w14:textId="77777777" w:rsidR="00AE514A" w:rsidRDefault="00AE514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643E0" w14:textId="77777777" w:rsidR="00521892" w:rsidRDefault="00521892" w:rsidP="00962258">
      <w:pPr>
        <w:spacing w:after="0" w:line="240" w:lineRule="auto"/>
      </w:pPr>
      <w:r>
        <w:separator/>
      </w:r>
    </w:p>
  </w:endnote>
  <w:endnote w:type="continuationSeparator" w:id="0">
    <w:p w14:paraId="177AB210" w14:textId="77777777" w:rsidR="00521892" w:rsidRDefault="005218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6F1A4" w14:textId="77777777" w:rsidR="00521892" w:rsidRDefault="00521892" w:rsidP="00962258">
      <w:pPr>
        <w:spacing w:after="0" w:line="240" w:lineRule="auto"/>
      </w:pPr>
      <w:r>
        <w:separator/>
      </w:r>
    </w:p>
  </w:footnote>
  <w:footnote w:type="continuationSeparator" w:id="0">
    <w:p w14:paraId="07333A92" w14:textId="77777777" w:rsidR="00521892" w:rsidRDefault="005218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D7237D"/>
    <w:multiLevelType w:val="hybridMultilevel"/>
    <w:tmpl w:val="54909EEC"/>
    <w:lvl w:ilvl="0" w:tplc="2A3E015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3"/>
  </w:num>
  <w:num w:numId="2" w16cid:durableId="1053119087">
    <w:abstractNumId w:val="1"/>
  </w:num>
  <w:num w:numId="3" w16cid:durableId="2090493809">
    <w:abstractNumId w:val="4"/>
  </w:num>
  <w:num w:numId="4" w16cid:durableId="148980924">
    <w:abstractNumId w:val="6"/>
  </w:num>
  <w:num w:numId="5" w16cid:durableId="1518690768">
    <w:abstractNumId w:val="0"/>
  </w:num>
  <w:num w:numId="6" w16cid:durableId="651829888">
    <w:abstractNumId w:val="5"/>
  </w:num>
  <w:num w:numId="7" w16cid:durableId="113301565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0B01"/>
    <w:rsid w:val="00033432"/>
    <w:rsid w:val="000335CC"/>
    <w:rsid w:val="0005658E"/>
    <w:rsid w:val="00072C1E"/>
    <w:rsid w:val="000B1153"/>
    <w:rsid w:val="000B3D14"/>
    <w:rsid w:val="000B6C7E"/>
    <w:rsid w:val="000B7907"/>
    <w:rsid w:val="000C0429"/>
    <w:rsid w:val="000C45E8"/>
    <w:rsid w:val="00114472"/>
    <w:rsid w:val="00167A73"/>
    <w:rsid w:val="00170EC5"/>
    <w:rsid w:val="001747C1"/>
    <w:rsid w:val="0018596A"/>
    <w:rsid w:val="001B69C2"/>
    <w:rsid w:val="001C4DA0"/>
    <w:rsid w:val="001D0BBD"/>
    <w:rsid w:val="00207DF5"/>
    <w:rsid w:val="00267369"/>
    <w:rsid w:val="0026785D"/>
    <w:rsid w:val="002736E9"/>
    <w:rsid w:val="002C31BF"/>
    <w:rsid w:val="002D5E4F"/>
    <w:rsid w:val="002E0CD7"/>
    <w:rsid w:val="002E152A"/>
    <w:rsid w:val="002E6C38"/>
    <w:rsid w:val="002E7D70"/>
    <w:rsid w:val="002F026B"/>
    <w:rsid w:val="002F5A33"/>
    <w:rsid w:val="0030114C"/>
    <w:rsid w:val="00302BAF"/>
    <w:rsid w:val="00357BC6"/>
    <w:rsid w:val="003624CC"/>
    <w:rsid w:val="0036423D"/>
    <w:rsid w:val="0037111D"/>
    <w:rsid w:val="003956C6"/>
    <w:rsid w:val="003B3C27"/>
    <w:rsid w:val="003C1D2C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67667"/>
    <w:rsid w:val="00477370"/>
    <w:rsid w:val="00483F34"/>
    <w:rsid w:val="00486107"/>
    <w:rsid w:val="00490C88"/>
    <w:rsid w:val="00491827"/>
    <w:rsid w:val="004926B0"/>
    <w:rsid w:val="004A293A"/>
    <w:rsid w:val="004A7C69"/>
    <w:rsid w:val="004C4399"/>
    <w:rsid w:val="004C69ED"/>
    <w:rsid w:val="004C787C"/>
    <w:rsid w:val="004D518E"/>
    <w:rsid w:val="004F4B9B"/>
    <w:rsid w:val="00501654"/>
    <w:rsid w:val="00511AB9"/>
    <w:rsid w:val="00521892"/>
    <w:rsid w:val="00523EA7"/>
    <w:rsid w:val="00542527"/>
    <w:rsid w:val="00551AF0"/>
    <w:rsid w:val="00551D1F"/>
    <w:rsid w:val="00553375"/>
    <w:rsid w:val="005658A6"/>
    <w:rsid w:val="005720E7"/>
    <w:rsid w:val="005722BB"/>
    <w:rsid w:val="005736B7"/>
    <w:rsid w:val="00573F57"/>
    <w:rsid w:val="00575E5A"/>
    <w:rsid w:val="0058154B"/>
    <w:rsid w:val="00584E2A"/>
    <w:rsid w:val="0058695E"/>
    <w:rsid w:val="005901D9"/>
    <w:rsid w:val="0059326B"/>
    <w:rsid w:val="00596C7E"/>
    <w:rsid w:val="005A64E9"/>
    <w:rsid w:val="005B5EE9"/>
    <w:rsid w:val="006030DD"/>
    <w:rsid w:val="006104F6"/>
    <w:rsid w:val="0061068E"/>
    <w:rsid w:val="00660AD3"/>
    <w:rsid w:val="0069523E"/>
    <w:rsid w:val="006A3EA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544CD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371F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14370"/>
    <w:rsid w:val="009206F5"/>
    <w:rsid w:val="00922385"/>
    <w:rsid w:val="009223DF"/>
    <w:rsid w:val="00936091"/>
    <w:rsid w:val="00940D8A"/>
    <w:rsid w:val="00962258"/>
    <w:rsid w:val="009678B7"/>
    <w:rsid w:val="0098109C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02265"/>
    <w:rsid w:val="00A208FC"/>
    <w:rsid w:val="00A44328"/>
    <w:rsid w:val="00A6177B"/>
    <w:rsid w:val="00A66136"/>
    <w:rsid w:val="00A67C13"/>
    <w:rsid w:val="00AA4CBB"/>
    <w:rsid w:val="00AA65FA"/>
    <w:rsid w:val="00AA7351"/>
    <w:rsid w:val="00AD056F"/>
    <w:rsid w:val="00AD2773"/>
    <w:rsid w:val="00AD6731"/>
    <w:rsid w:val="00AE1DDE"/>
    <w:rsid w:val="00AE514A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2788"/>
    <w:rsid w:val="00CB4505"/>
    <w:rsid w:val="00CB7B5A"/>
    <w:rsid w:val="00CC1E2B"/>
    <w:rsid w:val="00CD1FC4"/>
    <w:rsid w:val="00CD4C0F"/>
    <w:rsid w:val="00CE371D"/>
    <w:rsid w:val="00CE5FA9"/>
    <w:rsid w:val="00D02A4D"/>
    <w:rsid w:val="00D106AC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DAF"/>
    <w:rsid w:val="00DA6FFE"/>
    <w:rsid w:val="00DC3110"/>
    <w:rsid w:val="00DD46F3"/>
    <w:rsid w:val="00DD58A6"/>
    <w:rsid w:val="00DE56F2"/>
    <w:rsid w:val="00DF116D"/>
    <w:rsid w:val="00DF1B8E"/>
    <w:rsid w:val="00E03139"/>
    <w:rsid w:val="00E032DB"/>
    <w:rsid w:val="00E4411F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character" w:styleId="Nevyeenzmnka">
    <w:name w:val="Unresolved Mention"/>
    <w:basedOn w:val="Standardnpsmoodstavce"/>
    <w:uiPriority w:val="99"/>
    <w:semiHidden/>
    <w:unhideWhenUsed/>
    <w:rsid w:val="002E6C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laM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6</cp:revision>
  <cp:lastPrinted>2019-02-22T13:28:00Z</cp:lastPrinted>
  <dcterms:created xsi:type="dcterms:W3CDTF">2025-01-22T12:48:00Z</dcterms:created>
  <dcterms:modified xsi:type="dcterms:W3CDTF">2025-01-23T09:08:00Z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