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44367453" w14:textId="77777777" w:rsidTr="00F862D6">
        <w:tc>
          <w:tcPr>
            <w:tcW w:w="1020" w:type="dxa"/>
          </w:tcPr>
          <w:p w14:paraId="522DD73A" w14:textId="507DFB6C" w:rsidR="00F64786" w:rsidRDefault="00F64786" w:rsidP="0077673A"/>
        </w:tc>
        <w:tc>
          <w:tcPr>
            <w:tcW w:w="2552" w:type="dxa"/>
          </w:tcPr>
          <w:p w14:paraId="43A6B8CB" w14:textId="77777777" w:rsidR="00F64786" w:rsidRDefault="00F64786" w:rsidP="0077673A"/>
        </w:tc>
        <w:tc>
          <w:tcPr>
            <w:tcW w:w="823" w:type="dxa"/>
          </w:tcPr>
          <w:p w14:paraId="6E0C0CB9" w14:textId="77777777" w:rsidR="00F64786" w:rsidRDefault="00F64786" w:rsidP="0077673A"/>
        </w:tc>
        <w:tc>
          <w:tcPr>
            <w:tcW w:w="3685" w:type="dxa"/>
          </w:tcPr>
          <w:p w14:paraId="5F511243" w14:textId="77777777" w:rsidR="00F64786" w:rsidRDefault="00F64786" w:rsidP="0077673A"/>
        </w:tc>
      </w:tr>
      <w:tr w:rsidR="00F862D6" w14:paraId="6638D3D1" w14:textId="77777777" w:rsidTr="00596C7E">
        <w:tc>
          <w:tcPr>
            <w:tcW w:w="1020" w:type="dxa"/>
          </w:tcPr>
          <w:p w14:paraId="781961C6" w14:textId="77777777" w:rsidR="00F862D6" w:rsidRDefault="00F862D6" w:rsidP="0077673A"/>
        </w:tc>
        <w:tc>
          <w:tcPr>
            <w:tcW w:w="2552" w:type="dxa"/>
          </w:tcPr>
          <w:p w14:paraId="00C8F008" w14:textId="77777777" w:rsidR="00F862D6" w:rsidRDefault="00F862D6" w:rsidP="00764595"/>
        </w:tc>
        <w:tc>
          <w:tcPr>
            <w:tcW w:w="823" w:type="dxa"/>
          </w:tcPr>
          <w:p w14:paraId="37AD0334" w14:textId="77777777" w:rsidR="00F862D6" w:rsidRDefault="00F862D6" w:rsidP="0077673A"/>
        </w:tc>
        <w:tc>
          <w:tcPr>
            <w:tcW w:w="3685" w:type="dxa"/>
            <w:vMerge w:val="restart"/>
          </w:tcPr>
          <w:p w14:paraId="0360A063" w14:textId="77777777" w:rsidR="00596C7E" w:rsidRDefault="00596C7E" w:rsidP="00596C7E">
            <w:pPr>
              <w:rPr>
                <w:rStyle w:val="Potovnadresa"/>
              </w:rPr>
            </w:pPr>
          </w:p>
          <w:p w14:paraId="2CF5A146" w14:textId="61F83D29" w:rsidR="00F862D6" w:rsidRPr="004A0F75" w:rsidRDefault="004A0F75" w:rsidP="00596C7E">
            <w:pPr>
              <w:rPr>
                <w:rStyle w:val="Potovnadresa"/>
                <w:b/>
                <w:bCs/>
              </w:rPr>
            </w:pPr>
            <w:r w:rsidRPr="004A0F75">
              <w:rPr>
                <w:rStyle w:val="Potovnadresa"/>
                <w:b/>
                <w:bCs/>
              </w:rPr>
              <w:t>Uveřejněno na Profilu zadavatele</w:t>
            </w:r>
          </w:p>
        </w:tc>
      </w:tr>
      <w:tr w:rsidR="006D0633" w:rsidRPr="006D0633" w14:paraId="555B9372" w14:textId="77777777" w:rsidTr="00F862D6">
        <w:tc>
          <w:tcPr>
            <w:tcW w:w="1020" w:type="dxa"/>
          </w:tcPr>
          <w:p w14:paraId="2D22ED84" w14:textId="77777777" w:rsidR="00953C3C" w:rsidRPr="006D0633" w:rsidRDefault="00953C3C" w:rsidP="00953C3C">
            <w:r w:rsidRPr="006D0633">
              <w:t>Naše zn.</w:t>
            </w:r>
          </w:p>
        </w:tc>
        <w:tc>
          <w:tcPr>
            <w:tcW w:w="2552" w:type="dxa"/>
          </w:tcPr>
          <w:p w14:paraId="2FFEACB5" w14:textId="6904A9CD" w:rsidR="00953C3C" w:rsidRPr="006D0633" w:rsidRDefault="00817E98" w:rsidP="00953C3C">
            <w:r w:rsidRPr="006D0633">
              <w:t>107/2025-SŽ-SSV-Ú3</w:t>
            </w:r>
          </w:p>
        </w:tc>
        <w:tc>
          <w:tcPr>
            <w:tcW w:w="823" w:type="dxa"/>
          </w:tcPr>
          <w:p w14:paraId="583467BB" w14:textId="77777777" w:rsidR="00953C3C" w:rsidRPr="006D0633" w:rsidRDefault="00953C3C" w:rsidP="00953C3C"/>
        </w:tc>
        <w:tc>
          <w:tcPr>
            <w:tcW w:w="3685" w:type="dxa"/>
            <w:vMerge/>
          </w:tcPr>
          <w:p w14:paraId="6D7C51D0" w14:textId="77777777" w:rsidR="00953C3C" w:rsidRPr="006D0633" w:rsidRDefault="00953C3C" w:rsidP="00953C3C"/>
        </w:tc>
      </w:tr>
      <w:tr w:rsidR="006D0633" w:rsidRPr="006D0633" w14:paraId="2C33C41A" w14:textId="77777777" w:rsidTr="00F862D6">
        <w:tc>
          <w:tcPr>
            <w:tcW w:w="1020" w:type="dxa"/>
          </w:tcPr>
          <w:p w14:paraId="3534520F" w14:textId="77777777" w:rsidR="00953C3C" w:rsidRPr="006D0633" w:rsidRDefault="00953C3C" w:rsidP="00953C3C">
            <w:r w:rsidRPr="006D0633">
              <w:t>Listů/příloh</w:t>
            </w:r>
          </w:p>
        </w:tc>
        <w:tc>
          <w:tcPr>
            <w:tcW w:w="2552" w:type="dxa"/>
          </w:tcPr>
          <w:p w14:paraId="333CD487" w14:textId="3E8D5FFF" w:rsidR="00953C3C" w:rsidRPr="006D0633" w:rsidRDefault="00BC4EE5" w:rsidP="00953C3C">
            <w:r w:rsidRPr="006D0633">
              <w:t>2</w:t>
            </w:r>
            <w:r w:rsidR="00953C3C" w:rsidRPr="006D0633">
              <w:t>/</w:t>
            </w:r>
            <w:r w:rsidRPr="006D0633">
              <w:t>0</w:t>
            </w:r>
          </w:p>
        </w:tc>
        <w:tc>
          <w:tcPr>
            <w:tcW w:w="823" w:type="dxa"/>
          </w:tcPr>
          <w:p w14:paraId="3FB21908" w14:textId="77777777" w:rsidR="00953C3C" w:rsidRPr="006D0633" w:rsidRDefault="00953C3C" w:rsidP="00953C3C"/>
        </w:tc>
        <w:tc>
          <w:tcPr>
            <w:tcW w:w="3685" w:type="dxa"/>
            <w:vMerge/>
          </w:tcPr>
          <w:p w14:paraId="2E772784" w14:textId="77777777" w:rsidR="00953C3C" w:rsidRPr="006D0633" w:rsidRDefault="00953C3C" w:rsidP="00953C3C">
            <w:pPr>
              <w:rPr>
                <w:noProof/>
              </w:rPr>
            </w:pPr>
          </w:p>
        </w:tc>
      </w:tr>
      <w:tr w:rsidR="006D0633" w:rsidRPr="006D0633" w14:paraId="42594FDE" w14:textId="77777777" w:rsidTr="00B23CA3">
        <w:trPr>
          <w:trHeight w:val="77"/>
        </w:trPr>
        <w:tc>
          <w:tcPr>
            <w:tcW w:w="1020" w:type="dxa"/>
          </w:tcPr>
          <w:p w14:paraId="58F6E86B" w14:textId="77777777" w:rsidR="00953C3C" w:rsidRPr="006D0633" w:rsidRDefault="00953C3C" w:rsidP="00953C3C"/>
        </w:tc>
        <w:tc>
          <w:tcPr>
            <w:tcW w:w="2552" w:type="dxa"/>
          </w:tcPr>
          <w:p w14:paraId="133F3BF2" w14:textId="77777777" w:rsidR="00953C3C" w:rsidRPr="006D0633" w:rsidRDefault="00953C3C" w:rsidP="00953C3C"/>
        </w:tc>
        <w:tc>
          <w:tcPr>
            <w:tcW w:w="823" w:type="dxa"/>
          </w:tcPr>
          <w:p w14:paraId="7BEB7C0A" w14:textId="77777777" w:rsidR="00953C3C" w:rsidRPr="006D0633" w:rsidRDefault="00953C3C" w:rsidP="00953C3C"/>
        </w:tc>
        <w:tc>
          <w:tcPr>
            <w:tcW w:w="3685" w:type="dxa"/>
            <w:vMerge/>
          </w:tcPr>
          <w:p w14:paraId="140296A1" w14:textId="77777777" w:rsidR="00953C3C" w:rsidRPr="006D0633" w:rsidRDefault="00953C3C" w:rsidP="00953C3C"/>
        </w:tc>
      </w:tr>
      <w:tr w:rsidR="006D0633" w:rsidRPr="006D0633" w14:paraId="5237532F" w14:textId="77777777" w:rsidTr="00F862D6">
        <w:tc>
          <w:tcPr>
            <w:tcW w:w="1020" w:type="dxa"/>
          </w:tcPr>
          <w:p w14:paraId="7759C605" w14:textId="77777777" w:rsidR="00953C3C" w:rsidRPr="006D0633" w:rsidRDefault="00953C3C" w:rsidP="00953C3C">
            <w:r w:rsidRPr="006D0633">
              <w:t>Vyřizuje</w:t>
            </w:r>
          </w:p>
        </w:tc>
        <w:tc>
          <w:tcPr>
            <w:tcW w:w="2552" w:type="dxa"/>
          </w:tcPr>
          <w:p w14:paraId="4A0EADDE" w14:textId="3EFF3E88" w:rsidR="00953C3C" w:rsidRPr="006D0633" w:rsidRDefault="00953C3C" w:rsidP="00953C3C">
            <w:r w:rsidRPr="006D0633">
              <w:t>Ing. Radomíra Rečková</w:t>
            </w:r>
          </w:p>
        </w:tc>
        <w:tc>
          <w:tcPr>
            <w:tcW w:w="823" w:type="dxa"/>
          </w:tcPr>
          <w:p w14:paraId="303107D3" w14:textId="77777777" w:rsidR="00953C3C" w:rsidRPr="006D0633" w:rsidRDefault="00953C3C" w:rsidP="00953C3C"/>
        </w:tc>
        <w:tc>
          <w:tcPr>
            <w:tcW w:w="3685" w:type="dxa"/>
            <w:vMerge/>
          </w:tcPr>
          <w:p w14:paraId="6405EBE3" w14:textId="77777777" w:rsidR="00953C3C" w:rsidRPr="006D0633" w:rsidRDefault="00953C3C" w:rsidP="00953C3C"/>
        </w:tc>
      </w:tr>
      <w:tr w:rsidR="006D0633" w:rsidRPr="006D0633" w14:paraId="192D4EE6" w14:textId="77777777" w:rsidTr="00F862D6">
        <w:tc>
          <w:tcPr>
            <w:tcW w:w="1020" w:type="dxa"/>
          </w:tcPr>
          <w:p w14:paraId="2F7F053F" w14:textId="77777777" w:rsidR="00953C3C" w:rsidRPr="006D0633" w:rsidRDefault="00953C3C" w:rsidP="00953C3C"/>
        </w:tc>
        <w:tc>
          <w:tcPr>
            <w:tcW w:w="2552" w:type="dxa"/>
          </w:tcPr>
          <w:p w14:paraId="36F90D31" w14:textId="77777777" w:rsidR="00953C3C" w:rsidRPr="006D0633" w:rsidRDefault="00953C3C" w:rsidP="00953C3C"/>
        </w:tc>
        <w:tc>
          <w:tcPr>
            <w:tcW w:w="823" w:type="dxa"/>
          </w:tcPr>
          <w:p w14:paraId="0B7BD956" w14:textId="77777777" w:rsidR="00953C3C" w:rsidRPr="006D0633" w:rsidRDefault="00953C3C" w:rsidP="00953C3C"/>
        </w:tc>
        <w:tc>
          <w:tcPr>
            <w:tcW w:w="3685" w:type="dxa"/>
            <w:vMerge/>
          </w:tcPr>
          <w:p w14:paraId="294D6520" w14:textId="77777777" w:rsidR="00953C3C" w:rsidRPr="006D0633" w:rsidRDefault="00953C3C" w:rsidP="00953C3C"/>
        </w:tc>
      </w:tr>
      <w:tr w:rsidR="006D0633" w:rsidRPr="006D0633" w14:paraId="635DFF9F" w14:textId="77777777" w:rsidTr="00F862D6">
        <w:tc>
          <w:tcPr>
            <w:tcW w:w="1020" w:type="dxa"/>
          </w:tcPr>
          <w:p w14:paraId="7A3891F6" w14:textId="77777777" w:rsidR="00953C3C" w:rsidRPr="006D0633" w:rsidRDefault="00953C3C" w:rsidP="00953C3C">
            <w:r w:rsidRPr="006D0633">
              <w:t>Mobil</w:t>
            </w:r>
          </w:p>
        </w:tc>
        <w:tc>
          <w:tcPr>
            <w:tcW w:w="2552" w:type="dxa"/>
          </w:tcPr>
          <w:p w14:paraId="67448459" w14:textId="610EB2C9" w:rsidR="00953C3C" w:rsidRPr="006D0633" w:rsidRDefault="00953C3C" w:rsidP="00953C3C">
            <w:r w:rsidRPr="006D0633">
              <w:t>+420 725 744 197</w:t>
            </w:r>
          </w:p>
        </w:tc>
        <w:tc>
          <w:tcPr>
            <w:tcW w:w="823" w:type="dxa"/>
          </w:tcPr>
          <w:p w14:paraId="4A963F72" w14:textId="77777777" w:rsidR="00953C3C" w:rsidRPr="006D0633" w:rsidRDefault="00953C3C" w:rsidP="00953C3C"/>
        </w:tc>
        <w:tc>
          <w:tcPr>
            <w:tcW w:w="3685" w:type="dxa"/>
            <w:vMerge/>
          </w:tcPr>
          <w:p w14:paraId="010CCE96" w14:textId="77777777" w:rsidR="00953C3C" w:rsidRPr="006D0633" w:rsidRDefault="00953C3C" w:rsidP="00953C3C"/>
        </w:tc>
      </w:tr>
      <w:tr w:rsidR="006D0633" w:rsidRPr="006D0633" w14:paraId="2250880D" w14:textId="77777777" w:rsidTr="00F862D6">
        <w:tc>
          <w:tcPr>
            <w:tcW w:w="1020" w:type="dxa"/>
          </w:tcPr>
          <w:p w14:paraId="28245A45" w14:textId="77777777" w:rsidR="00953C3C" w:rsidRPr="006D0633" w:rsidRDefault="00953C3C" w:rsidP="00953C3C">
            <w:r w:rsidRPr="006D0633">
              <w:t>E-mail</w:t>
            </w:r>
          </w:p>
        </w:tc>
        <w:tc>
          <w:tcPr>
            <w:tcW w:w="2552" w:type="dxa"/>
          </w:tcPr>
          <w:p w14:paraId="15A7D067" w14:textId="0BEDA3FC" w:rsidR="00953C3C" w:rsidRPr="006D0633" w:rsidRDefault="00953C3C" w:rsidP="00953C3C">
            <w:r w:rsidRPr="006D0633">
              <w:t>Reckova@spravazeleznic.cz</w:t>
            </w:r>
          </w:p>
        </w:tc>
        <w:tc>
          <w:tcPr>
            <w:tcW w:w="823" w:type="dxa"/>
          </w:tcPr>
          <w:p w14:paraId="61F2AFE5" w14:textId="77777777" w:rsidR="00953C3C" w:rsidRPr="006D0633" w:rsidRDefault="00953C3C" w:rsidP="00953C3C"/>
        </w:tc>
        <w:tc>
          <w:tcPr>
            <w:tcW w:w="3685" w:type="dxa"/>
            <w:vMerge/>
          </w:tcPr>
          <w:p w14:paraId="3652D20A" w14:textId="77777777" w:rsidR="00953C3C" w:rsidRPr="006D0633" w:rsidRDefault="00953C3C" w:rsidP="00953C3C"/>
        </w:tc>
      </w:tr>
      <w:tr w:rsidR="006D0633" w:rsidRPr="006D0633" w14:paraId="2D204002" w14:textId="77777777" w:rsidTr="00F862D6">
        <w:tc>
          <w:tcPr>
            <w:tcW w:w="1020" w:type="dxa"/>
          </w:tcPr>
          <w:p w14:paraId="068019F7" w14:textId="77777777" w:rsidR="009A7568" w:rsidRPr="006D0633" w:rsidRDefault="009A7568" w:rsidP="009A7568"/>
        </w:tc>
        <w:tc>
          <w:tcPr>
            <w:tcW w:w="2552" w:type="dxa"/>
          </w:tcPr>
          <w:p w14:paraId="7B70D7E4" w14:textId="77777777" w:rsidR="009A7568" w:rsidRPr="006D0633" w:rsidRDefault="009A7568" w:rsidP="009A7568"/>
        </w:tc>
        <w:tc>
          <w:tcPr>
            <w:tcW w:w="823" w:type="dxa"/>
          </w:tcPr>
          <w:p w14:paraId="33174AC1" w14:textId="77777777" w:rsidR="009A7568" w:rsidRPr="006D0633" w:rsidRDefault="009A7568" w:rsidP="009A7568"/>
        </w:tc>
        <w:tc>
          <w:tcPr>
            <w:tcW w:w="3685" w:type="dxa"/>
          </w:tcPr>
          <w:p w14:paraId="1F9B8A95" w14:textId="77777777" w:rsidR="009A7568" w:rsidRPr="006D0633" w:rsidRDefault="009A7568" w:rsidP="009A7568"/>
        </w:tc>
      </w:tr>
      <w:tr w:rsidR="006D0633" w:rsidRPr="006D0633" w14:paraId="747A7286" w14:textId="77777777" w:rsidTr="00F862D6">
        <w:tc>
          <w:tcPr>
            <w:tcW w:w="1020" w:type="dxa"/>
          </w:tcPr>
          <w:p w14:paraId="49446A50" w14:textId="77777777" w:rsidR="009A7568" w:rsidRPr="006D0633" w:rsidRDefault="009A7568" w:rsidP="009A7568">
            <w:r w:rsidRPr="006D0633">
              <w:t>Datum</w:t>
            </w:r>
          </w:p>
        </w:tc>
        <w:bookmarkStart w:id="0" w:name="Datum"/>
        <w:tc>
          <w:tcPr>
            <w:tcW w:w="2552" w:type="dxa"/>
          </w:tcPr>
          <w:p w14:paraId="60AF53E1" w14:textId="08FC2A3A" w:rsidR="009A7568" w:rsidRPr="006D0633" w:rsidRDefault="009A7568" w:rsidP="009A7568">
            <w:r w:rsidRPr="006D0633">
              <w:fldChar w:fldCharType="begin"/>
            </w:r>
            <w:r w:rsidRPr="006D0633">
              <w:instrText xml:space="preserve"> DATE  \@ "d. MMMM yyyy"  \* MERGEFORMAT </w:instrText>
            </w:r>
            <w:r w:rsidRPr="006D0633">
              <w:fldChar w:fldCharType="separate"/>
            </w:r>
            <w:r w:rsidR="00DA413F">
              <w:rPr>
                <w:noProof/>
              </w:rPr>
              <w:t>8. ledna 2025</w:t>
            </w:r>
            <w:r w:rsidRPr="006D0633">
              <w:fldChar w:fldCharType="end"/>
            </w:r>
            <w:r w:rsidRPr="006D0633">
              <w:t xml:space="preserve"> </w:t>
            </w:r>
            <w:bookmarkEnd w:id="0"/>
          </w:p>
        </w:tc>
        <w:tc>
          <w:tcPr>
            <w:tcW w:w="823" w:type="dxa"/>
          </w:tcPr>
          <w:p w14:paraId="4131D041" w14:textId="77777777" w:rsidR="009A7568" w:rsidRPr="006D0633" w:rsidRDefault="009A7568" w:rsidP="009A7568"/>
        </w:tc>
        <w:tc>
          <w:tcPr>
            <w:tcW w:w="3685" w:type="dxa"/>
          </w:tcPr>
          <w:p w14:paraId="2F0F2E92" w14:textId="77777777" w:rsidR="009A7568" w:rsidRPr="006D0633" w:rsidRDefault="009A7568" w:rsidP="009A7568"/>
        </w:tc>
      </w:tr>
      <w:tr w:rsidR="006D0633" w:rsidRPr="006D0633" w14:paraId="30537140" w14:textId="77777777" w:rsidTr="00F862D6">
        <w:tc>
          <w:tcPr>
            <w:tcW w:w="1020" w:type="dxa"/>
          </w:tcPr>
          <w:p w14:paraId="18887691" w14:textId="77777777" w:rsidR="00F64786" w:rsidRPr="006D0633" w:rsidRDefault="00F64786" w:rsidP="0077673A"/>
        </w:tc>
        <w:tc>
          <w:tcPr>
            <w:tcW w:w="2552" w:type="dxa"/>
          </w:tcPr>
          <w:p w14:paraId="46396421" w14:textId="77777777" w:rsidR="00F64786" w:rsidRPr="006D0633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22C31C75" w14:textId="77777777" w:rsidR="00F64786" w:rsidRPr="006D0633" w:rsidRDefault="00F64786" w:rsidP="0077673A"/>
        </w:tc>
        <w:tc>
          <w:tcPr>
            <w:tcW w:w="3685" w:type="dxa"/>
          </w:tcPr>
          <w:p w14:paraId="32277F82" w14:textId="77777777" w:rsidR="00F64786" w:rsidRPr="006D0633" w:rsidRDefault="00F64786" w:rsidP="0077673A"/>
        </w:tc>
      </w:tr>
      <w:tr w:rsidR="006D0633" w:rsidRPr="006D0633" w14:paraId="1702D042" w14:textId="77777777" w:rsidTr="00B45E9E">
        <w:trPr>
          <w:trHeight w:val="794"/>
        </w:trPr>
        <w:tc>
          <w:tcPr>
            <w:tcW w:w="1020" w:type="dxa"/>
          </w:tcPr>
          <w:p w14:paraId="0C2C619F" w14:textId="77777777" w:rsidR="00F862D6" w:rsidRPr="006D0633" w:rsidRDefault="00F862D6" w:rsidP="0077673A"/>
        </w:tc>
        <w:tc>
          <w:tcPr>
            <w:tcW w:w="2552" w:type="dxa"/>
          </w:tcPr>
          <w:p w14:paraId="1DA9BB2C" w14:textId="77777777" w:rsidR="00F862D6" w:rsidRPr="006D0633" w:rsidRDefault="00F862D6" w:rsidP="00F310F8"/>
        </w:tc>
        <w:tc>
          <w:tcPr>
            <w:tcW w:w="823" w:type="dxa"/>
          </w:tcPr>
          <w:p w14:paraId="137E597C" w14:textId="77777777" w:rsidR="00F862D6" w:rsidRPr="006D0633" w:rsidRDefault="00F862D6" w:rsidP="0077673A"/>
        </w:tc>
        <w:tc>
          <w:tcPr>
            <w:tcW w:w="3685" w:type="dxa"/>
          </w:tcPr>
          <w:p w14:paraId="713B9CFF" w14:textId="77777777" w:rsidR="00F862D6" w:rsidRPr="006D0633" w:rsidRDefault="00F862D6" w:rsidP="0077673A"/>
        </w:tc>
      </w:tr>
    </w:tbl>
    <w:p w14:paraId="01BEB058" w14:textId="7075B838" w:rsidR="00335122" w:rsidRPr="006D0633" w:rsidRDefault="00CB7B5A" w:rsidP="00CB7B5A">
      <w:pPr>
        <w:spacing w:after="0" w:line="240" w:lineRule="auto"/>
        <w:rPr>
          <w:rFonts w:eastAsia="Times New Roman" w:cs="Times New Roman"/>
          <w:lang w:eastAsia="cs-CZ"/>
        </w:rPr>
      </w:pPr>
      <w:r w:rsidRPr="006D0633">
        <w:rPr>
          <w:rFonts w:eastAsia="Calibri" w:cs="Times New Roman"/>
          <w:lang w:eastAsia="cs-CZ"/>
        </w:rPr>
        <w:t>Věc:</w:t>
      </w:r>
      <w:r w:rsidR="00335122" w:rsidRPr="006D0633">
        <w:rPr>
          <w:rFonts w:eastAsia="Calibri" w:cs="Times New Roman"/>
          <w:lang w:eastAsia="cs-CZ"/>
        </w:rPr>
        <w:tab/>
      </w:r>
      <w:r w:rsidRPr="006D0633">
        <w:rPr>
          <w:rFonts w:eastAsia="Calibri" w:cs="Times New Roman"/>
          <w:lang w:eastAsia="cs-CZ"/>
        </w:rPr>
        <w:t xml:space="preserve">Vysvětlení/ změna/ doplnění zadávací dokumentace č. </w:t>
      </w:r>
      <w:r w:rsidR="00953C3C" w:rsidRPr="006D0633">
        <w:rPr>
          <w:rFonts w:eastAsia="Times New Roman" w:cs="Times New Roman"/>
          <w:lang w:eastAsia="cs-CZ"/>
        </w:rPr>
        <w:t>1</w:t>
      </w:r>
    </w:p>
    <w:p w14:paraId="25C6ADAC" w14:textId="754ADACC" w:rsidR="00CB7B5A" w:rsidRPr="006D0633" w:rsidRDefault="00CB7B5A" w:rsidP="00CB7B5A">
      <w:pPr>
        <w:spacing w:after="0" w:line="240" w:lineRule="auto"/>
        <w:rPr>
          <w:rFonts w:eastAsia="Calibri" w:cs="Times New Roman"/>
          <w:lang w:eastAsia="cs-CZ"/>
        </w:rPr>
      </w:pPr>
      <w:r w:rsidRPr="006D0633">
        <w:rPr>
          <w:rFonts w:eastAsia="Calibri" w:cs="Times New Roman"/>
          <w:lang w:eastAsia="cs-CZ"/>
        </w:rPr>
        <w:t xml:space="preserve"> </w:t>
      </w:r>
      <w:r w:rsidR="00335122" w:rsidRPr="006D0633">
        <w:rPr>
          <w:rFonts w:eastAsia="Calibri" w:cs="Times New Roman"/>
          <w:lang w:eastAsia="cs-CZ"/>
        </w:rPr>
        <w:tab/>
        <w:t>„</w:t>
      </w:r>
      <w:r w:rsidR="00953C3C" w:rsidRPr="006D0633">
        <w:rPr>
          <w:rFonts w:eastAsia="Calibri" w:cs="Times New Roman"/>
          <w:b/>
          <w:bCs/>
          <w:lang w:eastAsia="cs-CZ"/>
        </w:rPr>
        <w:t>Výstavba TNS Bučovice</w:t>
      </w:r>
      <w:r w:rsidR="00335122" w:rsidRPr="006D0633">
        <w:rPr>
          <w:rFonts w:eastAsia="Calibri" w:cs="Times New Roman"/>
          <w:lang w:eastAsia="cs-CZ"/>
        </w:rPr>
        <w:t>“</w:t>
      </w:r>
    </w:p>
    <w:p w14:paraId="03E396A4" w14:textId="77777777" w:rsidR="00335122" w:rsidRPr="006D0633" w:rsidRDefault="00335122" w:rsidP="00CB7B5A">
      <w:pPr>
        <w:spacing w:after="0" w:line="240" w:lineRule="auto"/>
        <w:rPr>
          <w:rFonts w:eastAsia="Calibri" w:cs="Times New Roman"/>
          <w:lang w:eastAsia="cs-CZ"/>
        </w:rPr>
      </w:pPr>
    </w:p>
    <w:p w14:paraId="52015967" w14:textId="77777777" w:rsidR="00BD5319" w:rsidRPr="006D0633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6D0633">
        <w:rPr>
          <w:rFonts w:eastAsia="Calibri" w:cs="Times New Roman"/>
        </w:rPr>
        <w:t xml:space="preserve">ve smyslu </w:t>
      </w:r>
      <w:r w:rsidRPr="006D0633">
        <w:rPr>
          <w:rFonts w:eastAsia="Times New Roman" w:cs="Times New Roman"/>
          <w:lang w:eastAsia="cs-CZ"/>
        </w:rPr>
        <w:t>§ 98 a § 99 zákona č. 134/2016 Sb., o zadávání veřejných zakázek, ve znění pozdějších předpisů (dále jen „ZZVZ“)</w:t>
      </w:r>
    </w:p>
    <w:p w14:paraId="18CFADEB" w14:textId="77777777" w:rsidR="00BD5319" w:rsidRPr="006D0633" w:rsidRDefault="00BD5319" w:rsidP="00BD5319">
      <w:pPr>
        <w:spacing w:after="0" w:line="240" w:lineRule="auto"/>
        <w:ind w:left="709"/>
        <w:rPr>
          <w:rFonts w:eastAsia="Calibri" w:cs="Times New Roman"/>
          <w:lang w:eastAsia="cs-CZ"/>
        </w:rPr>
      </w:pPr>
    </w:p>
    <w:p w14:paraId="3D7836DF" w14:textId="77777777" w:rsidR="005C663F" w:rsidRPr="006D0633" w:rsidRDefault="005C663F" w:rsidP="005C663F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7D68FBD7" w14:textId="77777777" w:rsidR="00BD5319" w:rsidRPr="006D0633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  <w:r w:rsidRPr="006D0633">
        <w:rPr>
          <w:rFonts w:eastAsia="Calibri" w:cs="Times New Roman"/>
          <w:b/>
          <w:lang w:eastAsia="cs-CZ"/>
        </w:rPr>
        <w:t>Dotaz č. 1:</w:t>
      </w:r>
    </w:p>
    <w:p w14:paraId="3F925D6B" w14:textId="41C64A35" w:rsidR="00BD5319" w:rsidRPr="006D0633" w:rsidRDefault="00B6279B" w:rsidP="00B6279B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6D0633">
        <w:rPr>
          <w:b/>
        </w:rPr>
        <w:t>PS 41-14-16 TNS Bučovice, přípojka DOK</w:t>
      </w:r>
      <w:r w:rsidRPr="006D0633">
        <w:t>, není znám rozsah zemních prací (délky výkopů, protlaků, - ochrany žlaby), dále nejsou známy délky optických kabelů a trubek HDPE. Žádáme zadavatele o doplnění.</w:t>
      </w:r>
    </w:p>
    <w:p w14:paraId="6D16A484" w14:textId="77777777" w:rsidR="00BD5319" w:rsidRPr="006D0633" w:rsidRDefault="00BD5319" w:rsidP="00B6279B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6D0633">
        <w:rPr>
          <w:rFonts w:eastAsia="Calibri" w:cs="Times New Roman"/>
          <w:b/>
          <w:lang w:eastAsia="cs-CZ"/>
        </w:rPr>
        <w:t xml:space="preserve">Odpověď: </w:t>
      </w:r>
    </w:p>
    <w:p w14:paraId="1DEEC41F" w14:textId="6FF65427" w:rsidR="00B6279B" w:rsidRPr="006D0633" w:rsidRDefault="002614D1" w:rsidP="00B6279B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6D0633">
        <w:rPr>
          <w:rFonts w:eastAsia="Calibri" w:cs="Times New Roman"/>
          <w:bCs/>
          <w:lang w:eastAsia="cs-CZ"/>
        </w:rPr>
        <w:t xml:space="preserve">Obsahem veřejné zakázky je zpracování projektové dokumentace a zhotovení stavby. </w:t>
      </w:r>
      <w:r w:rsidR="001E43CF" w:rsidRPr="006D0633">
        <w:rPr>
          <w:rFonts w:eastAsia="Calibri" w:cs="Times New Roman"/>
          <w:bCs/>
          <w:lang w:eastAsia="cs-CZ"/>
        </w:rPr>
        <w:t>Projektová dokumentace</w:t>
      </w:r>
      <w:r w:rsidRPr="006D0633">
        <w:rPr>
          <w:rFonts w:eastAsia="Calibri" w:cs="Times New Roman"/>
          <w:bCs/>
          <w:lang w:eastAsia="cs-CZ"/>
        </w:rPr>
        <w:t>, která je součástí ZD,</w:t>
      </w:r>
      <w:r w:rsidR="001E43CF" w:rsidRPr="006D0633">
        <w:rPr>
          <w:rFonts w:eastAsia="Calibri" w:cs="Times New Roman"/>
          <w:bCs/>
          <w:lang w:eastAsia="cs-CZ"/>
        </w:rPr>
        <w:t xml:space="preserve"> je zpracována dle SŽ SM 11 v rozsahu pro stupeň DUR s příslušnými podrobnostmi. K dokumentaci byl zpracován </w:t>
      </w:r>
      <w:r w:rsidRPr="006D0633">
        <w:rPr>
          <w:rFonts w:eastAsia="Calibri" w:cs="Times New Roman"/>
          <w:bCs/>
          <w:lang w:eastAsia="cs-CZ"/>
        </w:rPr>
        <w:t>pro</w:t>
      </w:r>
      <w:r w:rsidR="001E43CF" w:rsidRPr="006D0633">
        <w:rPr>
          <w:rFonts w:eastAsia="Calibri" w:cs="Times New Roman"/>
          <w:bCs/>
          <w:lang w:eastAsia="cs-CZ"/>
        </w:rPr>
        <w:t xml:space="preserve">počet odpovídající tomuto stupni, uchazeč o zakázku musí počítat s touto přesností. </w:t>
      </w:r>
      <w:r w:rsidR="002C2B84" w:rsidRPr="006D0633">
        <w:rPr>
          <w:rFonts w:eastAsia="Calibri" w:cs="Times New Roman"/>
          <w:bCs/>
          <w:lang w:eastAsia="cs-CZ"/>
        </w:rPr>
        <w:t xml:space="preserve">Délky optických kabelů a trubek HDPE budou specifikovány v dokumentaci PDPS.  </w:t>
      </w:r>
      <w:r w:rsidR="001E43CF" w:rsidRPr="006D0633">
        <w:rPr>
          <w:rFonts w:eastAsia="Calibri" w:cs="Times New Roman"/>
          <w:bCs/>
          <w:lang w:eastAsia="cs-CZ"/>
        </w:rPr>
        <w:tab/>
      </w:r>
    </w:p>
    <w:p w14:paraId="18B24335" w14:textId="77777777" w:rsidR="00BD5319" w:rsidRPr="006D0633" w:rsidRDefault="00BD5319" w:rsidP="00B6279B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670C7569" w14:textId="77777777" w:rsidR="006D0633" w:rsidRPr="006D0633" w:rsidRDefault="006D0633" w:rsidP="00B6279B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09C9076C" w14:textId="7F8D33E3" w:rsidR="00BD5319" w:rsidRPr="006D0633" w:rsidRDefault="00BD5319" w:rsidP="00B6279B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6D0633">
        <w:rPr>
          <w:rFonts w:eastAsia="Calibri" w:cs="Times New Roman"/>
          <w:b/>
          <w:lang w:eastAsia="cs-CZ"/>
        </w:rPr>
        <w:t>Dotaz č. 2:</w:t>
      </w:r>
    </w:p>
    <w:p w14:paraId="002E726F" w14:textId="1C309BB4" w:rsidR="00BD5319" w:rsidRPr="006D0633" w:rsidRDefault="00B6279B" w:rsidP="00B6279B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6D0633">
        <w:rPr>
          <w:b/>
        </w:rPr>
        <w:t>PS 41-14-16 TNS Bučovice, přípojka DOK</w:t>
      </w:r>
      <w:r w:rsidRPr="006D0633">
        <w:t>, se v technické zprávě uvádí, že v trase optických kabelů budou dále vedeny kabely ke vstupní bráně a brance. Žádáme zadavatele, aby uvedl</w:t>
      </w:r>
      <w:r w:rsidR="006D0633">
        <w:t>,</w:t>
      </w:r>
      <w:r w:rsidRPr="006D0633">
        <w:t xml:space="preserve"> o jaké kabely se jedná, jejich délky a délky výkopů.</w:t>
      </w:r>
    </w:p>
    <w:p w14:paraId="10E8C8A5" w14:textId="77777777" w:rsidR="00BD5319" w:rsidRPr="006D0633" w:rsidRDefault="00BD5319" w:rsidP="00B6279B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6D0633">
        <w:rPr>
          <w:rFonts w:eastAsia="Calibri" w:cs="Times New Roman"/>
          <w:b/>
          <w:lang w:eastAsia="cs-CZ"/>
        </w:rPr>
        <w:t xml:space="preserve">Odpověď: </w:t>
      </w:r>
    </w:p>
    <w:p w14:paraId="3C18675D" w14:textId="459BF2AF" w:rsidR="001E43CF" w:rsidRPr="006D0633" w:rsidRDefault="002C2B84" w:rsidP="001E43CF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6D0633">
        <w:rPr>
          <w:rFonts w:eastAsia="Calibri" w:cs="Times New Roman"/>
          <w:bCs/>
          <w:lang w:eastAsia="cs-CZ"/>
        </w:rPr>
        <w:t>Obsahem veřejné zakázky je zpracování projektové dokumentace a zhotovení stavby. Projektová dokumentace, která je součástí ZD, je zpracována dle SŽ SM 11 v rozsahu pro stupeň DUR s příslušnými podrobnostmi. K dokumentaci byl zpracován propočet odpovídající tomuto stupni, uchazeč o zakázku musí počítat s touto přesností. Délky optických kabelů a trubek HDPE budou specifikovány v dokumentaci PDPS.</w:t>
      </w:r>
      <w:r w:rsidR="001E43CF" w:rsidRPr="006D0633">
        <w:rPr>
          <w:rFonts w:eastAsia="Calibri" w:cs="Times New Roman"/>
          <w:bCs/>
          <w:lang w:eastAsia="cs-CZ"/>
        </w:rPr>
        <w:tab/>
      </w:r>
    </w:p>
    <w:p w14:paraId="0628068B" w14:textId="77777777" w:rsidR="00B6279B" w:rsidRPr="006D0633" w:rsidRDefault="00B6279B" w:rsidP="00B6279B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4D1F594D" w14:textId="77777777" w:rsidR="00B6279B" w:rsidRPr="006D0633" w:rsidRDefault="00B6279B" w:rsidP="00B6279B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41502548" w14:textId="4F9B3585" w:rsidR="00B6279B" w:rsidRPr="006D0633" w:rsidRDefault="00B6279B" w:rsidP="00B6279B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6D0633">
        <w:rPr>
          <w:rFonts w:eastAsia="Calibri" w:cs="Times New Roman"/>
          <w:b/>
          <w:lang w:eastAsia="cs-CZ"/>
        </w:rPr>
        <w:t>Dotaz č. 3:</w:t>
      </w:r>
    </w:p>
    <w:p w14:paraId="3AB305B6" w14:textId="65031510" w:rsidR="00B6279B" w:rsidRPr="006D0633" w:rsidRDefault="00B6279B" w:rsidP="006D0633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6D0633">
        <w:rPr>
          <w:b/>
        </w:rPr>
        <w:t>PS 41-14-16 TNS Bučovice, přípojka DOK</w:t>
      </w:r>
      <w:r w:rsidRPr="006D0633">
        <w:t>, je v blokovém schématu přílohy č. 5 dokumentace zakreslen zelenou barvou optický kabel 4 vlákna pro komunikaci ochran. Žádáme zadavatele o upřesnění, jestli je tento optický kabel součástí PS 41-14-16. Pokud ano, žádáme o doplnění jeho délky (i ochrany HDPE), délky výkopů, včetně míst jeho ukončení.</w:t>
      </w:r>
    </w:p>
    <w:p w14:paraId="00EEE6B2" w14:textId="77777777" w:rsidR="00B6279B" w:rsidRPr="006D0633" w:rsidRDefault="00B6279B" w:rsidP="006D0633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6D0633">
        <w:rPr>
          <w:rFonts w:eastAsia="Calibri" w:cs="Times New Roman"/>
          <w:b/>
          <w:lang w:eastAsia="cs-CZ"/>
        </w:rPr>
        <w:t xml:space="preserve">Odpověď: </w:t>
      </w:r>
    </w:p>
    <w:p w14:paraId="22294211" w14:textId="424BEF0A" w:rsidR="001E43CF" w:rsidRPr="006D0633" w:rsidRDefault="001E43CF" w:rsidP="006D0633">
      <w:pPr>
        <w:jc w:val="both"/>
        <w:rPr>
          <w:lang w:eastAsia="cs-CZ"/>
        </w:rPr>
      </w:pPr>
      <w:r w:rsidRPr="006D0633">
        <w:rPr>
          <w:rFonts w:eastAsia="Calibri" w:cs="Times New Roman"/>
          <w:bCs/>
          <w:lang w:eastAsia="cs-CZ"/>
        </w:rPr>
        <w:t>V technické zprávě je uvedeno: „</w:t>
      </w:r>
      <w:r w:rsidRPr="006D0633">
        <w:rPr>
          <w:lang w:eastAsia="cs-CZ"/>
        </w:rPr>
        <w:t xml:space="preserve">Dále bude v souvislosti s přípojkou VN a VVN tohoto areálu položeny dva optické kabely (2×12 </w:t>
      </w:r>
      <w:proofErr w:type="spellStart"/>
      <w:r w:rsidRPr="006D0633">
        <w:rPr>
          <w:lang w:eastAsia="cs-CZ"/>
        </w:rPr>
        <w:t>vl</w:t>
      </w:r>
      <w:proofErr w:type="spellEnd"/>
      <w:r w:rsidRPr="006D0633">
        <w:rPr>
          <w:lang w:eastAsia="cs-CZ"/>
        </w:rPr>
        <w:t xml:space="preserve">). Tyto kabely jsou obsaženy v PS rozvodů VN. V tomto projektu bude ve sdělovacím rozvaděči rezervován prostor cca 6U.“ </w:t>
      </w:r>
      <w:r w:rsidR="00FC3D8D" w:rsidRPr="006D0633">
        <w:rPr>
          <w:lang w:eastAsia="cs-CZ"/>
        </w:rPr>
        <w:t xml:space="preserve">Areálové rozvody komunikace ochran jsou tedy předmětem projektu VN. Připojení 4 vláken bylo v dokumentaci uvedeno schematicky, v tomto stupni nebyli známy bližší podrobnosti ze strany navazujících profesí. </w:t>
      </w:r>
      <w:r w:rsidR="002C2B84" w:rsidRPr="006D0633">
        <w:rPr>
          <w:lang w:eastAsia="cs-CZ"/>
        </w:rPr>
        <w:t>Toto bude obsahem dokumentace PDPS.</w:t>
      </w:r>
    </w:p>
    <w:p w14:paraId="622838DA" w14:textId="23D84D49" w:rsidR="00B6279B" w:rsidRPr="00B6279B" w:rsidRDefault="00B6279B" w:rsidP="006D0633">
      <w:pPr>
        <w:spacing w:after="0" w:line="240" w:lineRule="auto"/>
        <w:jc w:val="both"/>
        <w:rPr>
          <w:rFonts w:eastAsia="Calibri" w:cs="Times New Roman"/>
          <w:bCs/>
          <w:color w:val="FF0000"/>
          <w:lang w:eastAsia="cs-CZ"/>
        </w:rPr>
      </w:pPr>
    </w:p>
    <w:p w14:paraId="0D1E2462" w14:textId="77777777" w:rsidR="00B6279B" w:rsidRDefault="00B6279B" w:rsidP="00BD5319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14:paraId="46F9972D" w14:textId="77777777" w:rsidR="00B6279B" w:rsidRPr="00BD5319" w:rsidRDefault="00B6279B" w:rsidP="00BD5319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14:paraId="4D661DE3" w14:textId="77777777" w:rsidR="00BD5319" w:rsidRPr="00BD5319" w:rsidRDefault="00BD5319" w:rsidP="00BD5319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4BAAC0B8" w14:textId="77777777" w:rsidR="00664163" w:rsidRDefault="00664163" w:rsidP="00664163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70B023FD" w14:textId="77777777" w:rsidR="00664163" w:rsidRPr="00C87717" w:rsidRDefault="00664163" w:rsidP="00BC4EE5">
      <w:pPr>
        <w:pStyle w:val="Odstavecseseznamem"/>
        <w:spacing w:after="0" w:line="240" w:lineRule="auto"/>
        <w:ind w:left="0"/>
        <w:jc w:val="both"/>
        <w:rPr>
          <w:rFonts w:eastAsia="Times New Roman" w:cs="Times New Roman"/>
          <w:lang w:eastAsia="cs-CZ"/>
        </w:rPr>
      </w:pPr>
      <w:r w:rsidRPr="00C87717">
        <w:rPr>
          <w:rFonts w:eastAsia="Times New Roman" w:cs="Times New Roman"/>
          <w:lang w:eastAsia="cs-CZ"/>
        </w:rPr>
        <w:t xml:space="preserve">Povaha shora uvedených vysvětlení/ změn/ doplnění zadávací dokumentace nevyžaduje prodloužení lhůty pro podání nabídek. </w:t>
      </w:r>
    </w:p>
    <w:p w14:paraId="30619640" w14:textId="77777777" w:rsidR="00664163" w:rsidRPr="00BD5319" w:rsidRDefault="00664163" w:rsidP="00664163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02A0CE7D" w14:textId="77777777" w:rsidR="00664163" w:rsidRPr="00BD5319" w:rsidRDefault="00664163" w:rsidP="00664163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  <w:r w:rsidRPr="00A77E57">
        <w:rPr>
          <w:rFonts w:eastAsia="Calibri" w:cs="Times New Roman"/>
          <w:lang w:eastAsia="cs-CZ"/>
        </w:rPr>
        <w:t xml:space="preserve">Vysvětlení/ změnu/ doplnění </w:t>
      </w:r>
      <w:r w:rsidRPr="00BD5319">
        <w:rPr>
          <w:rFonts w:eastAsia="Calibri" w:cs="Times New Roman"/>
          <w:lang w:eastAsia="cs-CZ"/>
        </w:rPr>
        <w:t xml:space="preserve">zadávací dokumentace včetně příloh zadavatel uveřejňuje na profilu zadavatele na webovém portálu </w:t>
      </w:r>
      <w:hyperlink r:id="rId11" w:history="1">
        <w:r w:rsidRPr="00BD5319">
          <w:rPr>
            <w:rFonts w:eastAsia="Calibri" w:cs="Times New Roman"/>
            <w:color w:val="0000FF"/>
            <w:u w:val="single"/>
            <w:lang w:eastAsia="cs-CZ"/>
          </w:rPr>
          <w:t>https://zakazky.</w:t>
        </w:r>
        <w:r>
          <w:rPr>
            <w:rFonts w:eastAsia="Calibri" w:cs="Times New Roman"/>
            <w:color w:val="0000FF"/>
            <w:u w:val="single"/>
            <w:lang w:eastAsia="cs-CZ"/>
          </w:rPr>
          <w:t>spravazeleznic</w:t>
        </w:r>
        <w:r w:rsidRPr="00BD5319">
          <w:rPr>
            <w:rFonts w:eastAsia="Calibri" w:cs="Times New Roman"/>
            <w:color w:val="0000FF"/>
            <w:u w:val="single"/>
            <w:lang w:eastAsia="cs-CZ"/>
          </w:rPr>
          <w:t>.cz/</w:t>
        </w:r>
      </w:hyperlink>
      <w:r w:rsidRPr="00BD5319">
        <w:rPr>
          <w:rFonts w:eastAsia="Calibri" w:cs="Times New Roman"/>
          <w:u w:val="single"/>
          <w:lang w:eastAsia="cs-CZ"/>
        </w:rPr>
        <w:t>.</w:t>
      </w:r>
    </w:p>
    <w:p w14:paraId="35D7DDE8" w14:textId="35431A7C" w:rsidR="00664163" w:rsidRPr="00BD5319" w:rsidRDefault="00664163" w:rsidP="00664163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 w:rsidRPr="00BD5319">
        <w:rPr>
          <w:rFonts w:eastAsia="Calibri" w:cs="Times New Roman"/>
          <w:bCs/>
          <w:lang w:eastAsia="cs-CZ"/>
        </w:rPr>
        <w:fldChar w:fldCharType="begin">
          <w:ffData>
            <w:name w:val="Text1"/>
            <w:enabled/>
            <w:calcOnExit w:val="0"/>
            <w:textInput>
              <w:type w:val="date"/>
              <w:format w:val="d.M.yyyy"/>
            </w:textInput>
          </w:ffData>
        </w:fldChar>
      </w:r>
      <w:r w:rsidRPr="00BD5319">
        <w:rPr>
          <w:rFonts w:eastAsia="Calibri" w:cs="Times New Roman"/>
          <w:bCs/>
          <w:lang w:eastAsia="cs-CZ"/>
        </w:rPr>
        <w:instrText xml:space="preserve"> FORMTEXT </w:instrText>
      </w:r>
      <w:r w:rsidRPr="00BD5319">
        <w:rPr>
          <w:rFonts w:eastAsia="Calibri" w:cs="Times New Roman"/>
          <w:bCs/>
          <w:lang w:eastAsia="cs-CZ"/>
        </w:rPr>
      </w:r>
      <w:r w:rsidRPr="00BD5319">
        <w:rPr>
          <w:rFonts w:eastAsia="Calibri" w:cs="Times New Roman"/>
          <w:bCs/>
          <w:lang w:eastAsia="cs-CZ"/>
        </w:rPr>
        <w:fldChar w:fldCharType="separate"/>
      </w:r>
      <w:r w:rsidRPr="00BD5319">
        <w:rPr>
          <w:rFonts w:eastAsia="Calibri" w:cs="Times New Roman"/>
          <w:bCs/>
          <w:lang w:eastAsia="cs-CZ"/>
        </w:rPr>
        <w:t> </w:t>
      </w:r>
      <w:r w:rsidRPr="00BD5319">
        <w:rPr>
          <w:rFonts w:eastAsia="Calibri" w:cs="Times New Roman"/>
          <w:bCs/>
          <w:lang w:eastAsia="cs-CZ"/>
        </w:rPr>
        <w:t> </w:t>
      </w:r>
      <w:r w:rsidRPr="00BD5319">
        <w:rPr>
          <w:rFonts w:eastAsia="Calibri" w:cs="Times New Roman"/>
          <w:bCs/>
          <w:lang w:eastAsia="cs-CZ"/>
        </w:rPr>
        <w:t> </w:t>
      </w:r>
      <w:r w:rsidRPr="00BD5319">
        <w:rPr>
          <w:rFonts w:eastAsia="Calibri" w:cs="Times New Roman"/>
          <w:bCs/>
          <w:lang w:eastAsia="cs-CZ"/>
        </w:rPr>
        <w:t> </w:t>
      </w:r>
      <w:r w:rsidRPr="00BD5319">
        <w:rPr>
          <w:rFonts w:eastAsia="Calibri" w:cs="Times New Roman"/>
          <w:bCs/>
          <w:lang w:eastAsia="cs-CZ"/>
        </w:rPr>
        <w:t> </w:t>
      </w:r>
      <w:r w:rsidRPr="00BD5319">
        <w:rPr>
          <w:rFonts w:eastAsia="Calibri" w:cs="Times New Roman"/>
          <w:bCs/>
          <w:lang w:eastAsia="cs-CZ"/>
        </w:rPr>
        <w:fldChar w:fldCharType="end"/>
      </w:r>
    </w:p>
    <w:p w14:paraId="3568D690" w14:textId="77777777" w:rsidR="00664163" w:rsidRPr="00BD5319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1FC1E85" w14:textId="77777777" w:rsidR="00664163" w:rsidRPr="00BD5319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02B7D61" w14:textId="0969FAC7" w:rsidR="00664163" w:rsidRPr="00BC4EE5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BC4EE5">
        <w:rPr>
          <w:rFonts w:eastAsia="Calibri" w:cs="Times New Roman"/>
          <w:lang w:eastAsia="cs-CZ"/>
        </w:rPr>
        <w:t xml:space="preserve">V Olomouci dne </w:t>
      </w:r>
      <w:r w:rsidR="00BC4EE5" w:rsidRPr="00BC4EE5">
        <w:rPr>
          <w:rFonts w:eastAsia="Calibri" w:cs="Times New Roman"/>
          <w:lang w:eastAsia="cs-CZ"/>
        </w:rPr>
        <w:t>8.</w:t>
      </w:r>
      <w:r w:rsidR="006D0633">
        <w:rPr>
          <w:rFonts w:eastAsia="Calibri" w:cs="Times New Roman"/>
          <w:lang w:eastAsia="cs-CZ"/>
        </w:rPr>
        <w:t xml:space="preserve"> </w:t>
      </w:r>
      <w:r w:rsidR="00BC4EE5" w:rsidRPr="00BC4EE5">
        <w:rPr>
          <w:rFonts w:eastAsia="Calibri" w:cs="Times New Roman"/>
          <w:lang w:eastAsia="cs-CZ"/>
        </w:rPr>
        <w:t>1.</w:t>
      </w:r>
      <w:r w:rsidR="006D0633">
        <w:rPr>
          <w:rFonts w:eastAsia="Calibri" w:cs="Times New Roman"/>
          <w:lang w:eastAsia="cs-CZ"/>
        </w:rPr>
        <w:t xml:space="preserve"> </w:t>
      </w:r>
      <w:r w:rsidR="00BC4EE5" w:rsidRPr="00BC4EE5">
        <w:rPr>
          <w:rFonts w:eastAsia="Calibri" w:cs="Times New Roman"/>
          <w:lang w:eastAsia="cs-CZ"/>
        </w:rPr>
        <w:t>2025</w:t>
      </w:r>
    </w:p>
    <w:p w14:paraId="6F75BA64" w14:textId="77777777" w:rsidR="00664163" w:rsidRPr="00BC4EE5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27C8B76" w14:textId="77777777" w:rsidR="00664163" w:rsidRPr="00BC4EE5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4EFEEE88" w14:textId="77777777" w:rsidR="00664163" w:rsidRPr="00BC4EE5" w:rsidRDefault="00664163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3C304839" w14:textId="77777777" w:rsidR="00BC4EE5" w:rsidRPr="00BC4EE5" w:rsidRDefault="00BC4EE5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5586027C" w14:textId="77777777" w:rsidR="00664163" w:rsidRPr="00BC4EE5" w:rsidRDefault="00664163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370EF690" w14:textId="77777777" w:rsidR="00664163" w:rsidRPr="00BC4EE5" w:rsidRDefault="00664163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69F1990E" w14:textId="77777777" w:rsidR="00664163" w:rsidRPr="00BC4EE5" w:rsidRDefault="00664163" w:rsidP="00664163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BC4EE5">
        <w:rPr>
          <w:rFonts w:eastAsia="Times New Roman" w:cs="Times New Roman"/>
          <w:b/>
          <w:bCs/>
          <w:lang w:eastAsia="cs-CZ"/>
        </w:rPr>
        <w:t>Ing. Miroslav Bocák</w:t>
      </w:r>
      <w:r w:rsidRPr="00BC4EE5">
        <w:rPr>
          <w:rFonts w:eastAsia="Times New Roman" w:cs="Times New Roman"/>
          <w:b/>
          <w:lang w:eastAsia="cs-CZ"/>
        </w:rPr>
        <w:t xml:space="preserve"> </w:t>
      </w:r>
    </w:p>
    <w:p w14:paraId="74899A34" w14:textId="77777777" w:rsidR="00664163" w:rsidRPr="00BC4EE5" w:rsidRDefault="00664163" w:rsidP="00664163">
      <w:pPr>
        <w:tabs>
          <w:tab w:val="center" w:pos="7300"/>
          <w:tab w:val="right" w:pos="9072"/>
        </w:tabs>
        <w:spacing w:after="0" w:line="240" w:lineRule="auto"/>
        <w:rPr>
          <w:rFonts w:eastAsia="Times New Roman" w:cs="Times New Roman"/>
          <w:lang w:eastAsia="cs-CZ"/>
        </w:rPr>
      </w:pPr>
      <w:r w:rsidRPr="00BC4EE5">
        <w:rPr>
          <w:rFonts w:eastAsia="Times New Roman" w:cs="Times New Roman"/>
          <w:lang w:eastAsia="cs-CZ"/>
        </w:rPr>
        <w:t>ředitel organizační jednotky</w:t>
      </w:r>
      <w:r w:rsidRPr="00BC4EE5">
        <w:rPr>
          <w:rFonts w:eastAsia="Times New Roman" w:cs="Times New Roman"/>
          <w:lang w:eastAsia="cs-CZ"/>
        </w:rPr>
        <w:tab/>
      </w:r>
    </w:p>
    <w:p w14:paraId="5DEDC136" w14:textId="77777777" w:rsidR="00664163" w:rsidRPr="00BC4EE5" w:rsidRDefault="00664163" w:rsidP="00664163">
      <w:pPr>
        <w:tabs>
          <w:tab w:val="center" w:pos="7300"/>
          <w:tab w:val="right" w:pos="9072"/>
        </w:tabs>
        <w:spacing w:after="0" w:line="240" w:lineRule="auto"/>
        <w:rPr>
          <w:rFonts w:eastAsia="Times New Roman" w:cs="Times New Roman"/>
          <w:lang w:eastAsia="cs-CZ"/>
        </w:rPr>
      </w:pPr>
      <w:r w:rsidRPr="00BC4EE5">
        <w:rPr>
          <w:rFonts w:eastAsia="Times New Roman" w:cs="Times New Roman"/>
          <w:lang w:eastAsia="cs-CZ"/>
        </w:rPr>
        <w:t>Stavební správa východ</w:t>
      </w:r>
    </w:p>
    <w:p w14:paraId="051A2C6E" w14:textId="77777777" w:rsidR="00664163" w:rsidRPr="00BD5319" w:rsidRDefault="00664163" w:rsidP="00664163">
      <w:pPr>
        <w:spacing w:after="0" w:line="240" w:lineRule="auto"/>
        <w:rPr>
          <w:rFonts w:eastAsia="Times New Roman" w:cs="Times New Roman"/>
          <w:lang w:eastAsia="cs-CZ"/>
        </w:rPr>
      </w:pPr>
      <w:r w:rsidRPr="00BC4EE5">
        <w:rPr>
          <w:rFonts w:eastAsia="Times New Roman" w:cs="Times New Roman"/>
          <w:lang w:eastAsia="cs-CZ"/>
        </w:rPr>
        <w:t>Správa železnic, státní organizace</w:t>
      </w:r>
    </w:p>
    <w:p w14:paraId="7F35AFFF" w14:textId="77777777" w:rsidR="00BD5319" w:rsidRPr="00BD5319" w:rsidRDefault="00BD5319" w:rsidP="00664163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  <w:lang w:eastAsia="cs-CZ"/>
        </w:rPr>
      </w:pPr>
    </w:p>
    <w:p w14:paraId="49ADD5E7" w14:textId="77777777" w:rsidR="00CB7B5A" w:rsidRPr="00CB7B5A" w:rsidRDefault="00CB7B5A" w:rsidP="00CB7B5A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sectPr w:rsidR="00CB7B5A" w:rsidRPr="00CB7B5A" w:rsidSect="002A59FE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E5EACC" w14:textId="77777777" w:rsidR="00541AB0" w:rsidRDefault="00541AB0" w:rsidP="00962258">
      <w:pPr>
        <w:spacing w:after="0" w:line="240" w:lineRule="auto"/>
      </w:pPr>
      <w:r>
        <w:separator/>
      </w:r>
    </w:p>
  </w:endnote>
  <w:endnote w:type="continuationSeparator" w:id="0">
    <w:p w14:paraId="1E54209E" w14:textId="77777777" w:rsidR="00541AB0" w:rsidRDefault="00541AB0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EB1EFE2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8CFD645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A5F2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A5F2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85BF86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B561B87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16AF125" w14:textId="77777777" w:rsidR="00F1715C" w:rsidRDefault="00F1715C" w:rsidP="00D831A3">
          <w:pPr>
            <w:pStyle w:val="Zpat"/>
          </w:pPr>
        </w:p>
      </w:tc>
    </w:tr>
  </w:tbl>
  <w:p w14:paraId="4B4C89F7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22D9C2AF" wp14:editId="170E86A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0F14235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235138D2" wp14:editId="7DFD9CF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0D4802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712ED1" w14:paraId="69007053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2F0E4B4" w14:textId="77777777" w:rsidR="00712ED1" w:rsidRPr="00B8518B" w:rsidRDefault="00712ED1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A5F2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A5F2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E82BD56" w14:textId="77777777" w:rsidR="00712ED1" w:rsidRDefault="00712ED1" w:rsidP="00331004">
          <w:pPr>
            <w:pStyle w:val="Zpat"/>
          </w:pPr>
          <w:r>
            <w:t>Správa železnic, státní organizace</w:t>
          </w:r>
        </w:p>
        <w:p w14:paraId="18A64E1B" w14:textId="77777777" w:rsidR="00712ED1" w:rsidRDefault="00712ED1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F0F2EAF" w14:textId="77777777" w:rsidR="00712ED1" w:rsidRDefault="00712ED1" w:rsidP="00331004">
          <w:pPr>
            <w:pStyle w:val="Zpat"/>
          </w:pPr>
          <w:r>
            <w:t>Sídlo: Dlážděná 1003/7, 110 00 Praha 1</w:t>
          </w:r>
        </w:p>
        <w:p w14:paraId="447ED75A" w14:textId="77777777" w:rsidR="00712ED1" w:rsidRDefault="00712ED1" w:rsidP="00331004">
          <w:pPr>
            <w:pStyle w:val="Zpat"/>
          </w:pPr>
          <w:r>
            <w:t>IČO: 709 94 234 DIČ: CZ 709 94 234</w:t>
          </w:r>
        </w:p>
        <w:p w14:paraId="51186120" w14:textId="77777777" w:rsidR="00712ED1" w:rsidRDefault="00712ED1" w:rsidP="00331004">
          <w:pPr>
            <w:pStyle w:val="Zpat"/>
          </w:pPr>
          <w:r>
            <w:t>www.</w:t>
          </w:r>
          <w:r w:rsidR="005A5F24">
            <w:t>spravazeleznic</w:t>
          </w:r>
          <w:r>
            <w:t>.cz</w:t>
          </w:r>
        </w:p>
      </w:tc>
      <w:tc>
        <w:tcPr>
          <w:tcW w:w="2921" w:type="dxa"/>
        </w:tcPr>
        <w:p w14:paraId="2F52E2C4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19D24063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31FCDEDF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4CFEE0BC" w14:textId="77777777" w:rsidR="00712ED1" w:rsidRDefault="00712ED1" w:rsidP="00331004">
          <w:pPr>
            <w:pStyle w:val="Zpat"/>
          </w:pPr>
        </w:p>
      </w:tc>
    </w:tr>
  </w:tbl>
  <w:p w14:paraId="50E20CC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350B5E5A" wp14:editId="102F6F4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95DD498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06CC9C56" wp14:editId="729642C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5F5716A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0B11D67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6D5FA3" w14:textId="77777777" w:rsidR="00541AB0" w:rsidRDefault="00541AB0" w:rsidP="00962258">
      <w:pPr>
        <w:spacing w:after="0" w:line="240" w:lineRule="auto"/>
      </w:pPr>
      <w:r>
        <w:separator/>
      </w:r>
    </w:p>
  </w:footnote>
  <w:footnote w:type="continuationSeparator" w:id="0">
    <w:p w14:paraId="04350323" w14:textId="77777777" w:rsidR="00541AB0" w:rsidRDefault="00541AB0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80E3D84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5BA383A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40BFC64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ADE2A6B" w14:textId="77777777" w:rsidR="00F1715C" w:rsidRPr="00D6163D" w:rsidRDefault="00F1715C" w:rsidP="00D6163D">
          <w:pPr>
            <w:pStyle w:val="Druhdokumentu"/>
          </w:pPr>
        </w:p>
      </w:tc>
    </w:tr>
  </w:tbl>
  <w:p w14:paraId="755AA0FB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CDE2C56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CBD3085" w14:textId="77777777" w:rsidR="00F1715C" w:rsidRPr="00B8518B" w:rsidRDefault="00E10710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057A9C6D" wp14:editId="4BCFB12D">
                <wp:simplePos x="0" y="0"/>
                <wp:positionH relativeFrom="page">
                  <wp:posOffset>-18415</wp:posOffset>
                </wp:positionH>
                <wp:positionV relativeFrom="page">
                  <wp:posOffset>-12700</wp:posOffset>
                </wp:positionV>
                <wp:extent cx="1727835" cy="640715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B45E9E"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79744" behindDoc="0" locked="1" layoutInCell="1" allowOverlap="1" wp14:anchorId="79CCF24C" wp14:editId="46783D7A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08DC1A09" id="Half Frame 8" o:spid="_x0000_s1026" style="position:absolute;margin-left:251.15pt;margin-top:82.45pt;width:12.7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0FB27AC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E2DC4A7" w14:textId="77777777" w:rsidR="00F1715C" w:rsidRPr="00D6163D" w:rsidRDefault="00F1715C" w:rsidP="00FC6389">
          <w:pPr>
            <w:pStyle w:val="Druhdokumentu"/>
          </w:pPr>
        </w:p>
      </w:tc>
    </w:tr>
    <w:tr w:rsidR="00F64786" w14:paraId="6C3B325F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3257A7D9" w14:textId="77777777"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7CF0A0B" w14:textId="77777777"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CC13C83" w14:textId="77777777" w:rsidR="00F64786" w:rsidRDefault="00F64786" w:rsidP="00FC6389">
          <w:pPr>
            <w:pStyle w:val="Druhdokumentu"/>
            <w:rPr>
              <w:noProof/>
            </w:rPr>
          </w:pPr>
        </w:p>
      </w:tc>
    </w:tr>
  </w:tbl>
  <w:p w14:paraId="36085CF9" w14:textId="77777777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0DDB5281" wp14:editId="31F8E8E5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C9DB1A2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79E39D09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2BF76403"/>
    <w:multiLevelType w:val="multilevel"/>
    <w:tmpl w:val="0D34D660"/>
    <w:numStyleLink w:val="ListBulletmultilevel"/>
  </w:abstractNum>
  <w:abstractNum w:abstractNumId="4" w15:restartNumberingAfterBreak="0">
    <w:nsid w:val="4017669F"/>
    <w:multiLevelType w:val="hybridMultilevel"/>
    <w:tmpl w:val="989635E2"/>
    <w:lvl w:ilvl="0" w:tplc="93D02CFC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  <w:i/>
        <w:iCs/>
        <w:color w:val="FF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6" w15:restartNumberingAfterBreak="0">
    <w:nsid w:val="74070991"/>
    <w:multiLevelType w:val="multilevel"/>
    <w:tmpl w:val="CABE99FC"/>
    <w:numStyleLink w:val="ListNumbermultilevel"/>
  </w:abstractNum>
  <w:num w:numId="1" w16cid:durableId="2015106119">
    <w:abstractNumId w:val="2"/>
  </w:num>
  <w:num w:numId="2" w16cid:durableId="308562049">
    <w:abstractNumId w:val="1"/>
  </w:num>
  <w:num w:numId="3" w16cid:durableId="258610216">
    <w:abstractNumId w:val="3"/>
  </w:num>
  <w:num w:numId="4" w16cid:durableId="421951629">
    <w:abstractNumId w:val="6"/>
  </w:num>
  <w:num w:numId="5" w16cid:durableId="954629510">
    <w:abstractNumId w:val="0"/>
  </w:num>
  <w:num w:numId="6" w16cid:durableId="919559191">
    <w:abstractNumId w:val="5"/>
  </w:num>
  <w:num w:numId="7" w16cid:durableId="630672733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1334"/>
    <w:rsid w:val="00033432"/>
    <w:rsid w:val="000335CC"/>
    <w:rsid w:val="00066116"/>
    <w:rsid w:val="00072C1E"/>
    <w:rsid w:val="00096881"/>
    <w:rsid w:val="000B3A82"/>
    <w:rsid w:val="000B6C7E"/>
    <w:rsid w:val="000B7907"/>
    <w:rsid w:val="000C0429"/>
    <w:rsid w:val="000C45E8"/>
    <w:rsid w:val="000E5EA8"/>
    <w:rsid w:val="0010722B"/>
    <w:rsid w:val="00114472"/>
    <w:rsid w:val="001267E4"/>
    <w:rsid w:val="00146EF8"/>
    <w:rsid w:val="00170EC5"/>
    <w:rsid w:val="001747C1"/>
    <w:rsid w:val="0018596A"/>
    <w:rsid w:val="001B69C2"/>
    <w:rsid w:val="001C4DA0"/>
    <w:rsid w:val="001E43CF"/>
    <w:rsid w:val="00207DF5"/>
    <w:rsid w:val="002614D1"/>
    <w:rsid w:val="00267369"/>
    <w:rsid w:val="0026785D"/>
    <w:rsid w:val="00273CE2"/>
    <w:rsid w:val="00296D39"/>
    <w:rsid w:val="002A59FE"/>
    <w:rsid w:val="002C2B84"/>
    <w:rsid w:val="002C31BF"/>
    <w:rsid w:val="002E0CD7"/>
    <w:rsid w:val="002F026B"/>
    <w:rsid w:val="00335122"/>
    <w:rsid w:val="00335732"/>
    <w:rsid w:val="00357BC6"/>
    <w:rsid w:val="0037111D"/>
    <w:rsid w:val="003756B9"/>
    <w:rsid w:val="003956C6"/>
    <w:rsid w:val="003E01DB"/>
    <w:rsid w:val="003E6B9A"/>
    <w:rsid w:val="003E75CE"/>
    <w:rsid w:val="0041380F"/>
    <w:rsid w:val="00450F07"/>
    <w:rsid w:val="00453CD3"/>
    <w:rsid w:val="00455BC7"/>
    <w:rsid w:val="00460660"/>
    <w:rsid w:val="00460CCB"/>
    <w:rsid w:val="00477370"/>
    <w:rsid w:val="00486107"/>
    <w:rsid w:val="00491827"/>
    <w:rsid w:val="004926B0"/>
    <w:rsid w:val="004A0F75"/>
    <w:rsid w:val="004A7C69"/>
    <w:rsid w:val="004C4399"/>
    <w:rsid w:val="004C69ED"/>
    <w:rsid w:val="004C787C"/>
    <w:rsid w:val="004F4B9B"/>
    <w:rsid w:val="00501654"/>
    <w:rsid w:val="00511AB9"/>
    <w:rsid w:val="00523EA7"/>
    <w:rsid w:val="00541AB0"/>
    <w:rsid w:val="00542527"/>
    <w:rsid w:val="00551D1F"/>
    <w:rsid w:val="00553375"/>
    <w:rsid w:val="005644EF"/>
    <w:rsid w:val="005658A6"/>
    <w:rsid w:val="005720E7"/>
    <w:rsid w:val="005722BB"/>
    <w:rsid w:val="005736B7"/>
    <w:rsid w:val="00575E5A"/>
    <w:rsid w:val="00584E2A"/>
    <w:rsid w:val="00596C7E"/>
    <w:rsid w:val="005A5F24"/>
    <w:rsid w:val="005A64E9"/>
    <w:rsid w:val="005B5EE9"/>
    <w:rsid w:val="005C663F"/>
    <w:rsid w:val="006104F6"/>
    <w:rsid w:val="0061068E"/>
    <w:rsid w:val="00630DC6"/>
    <w:rsid w:val="00660AD3"/>
    <w:rsid w:val="006618B7"/>
    <w:rsid w:val="00664163"/>
    <w:rsid w:val="0067784B"/>
    <w:rsid w:val="006A5570"/>
    <w:rsid w:val="006A689C"/>
    <w:rsid w:val="006B3D79"/>
    <w:rsid w:val="006B7D49"/>
    <w:rsid w:val="006D0633"/>
    <w:rsid w:val="006E0578"/>
    <w:rsid w:val="006E314D"/>
    <w:rsid w:val="006E52AA"/>
    <w:rsid w:val="006E7F06"/>
    <w:rsid w:val="00710723"/>
    <w:rsid w:val="00712ED1"/>
    <w:rsid w:val="00723ED1"/>
    <w:rsid w:val="00735ED4"/>
    <w:rsid w:val="00743525"/>
    <w:rsid w:val="007531A0"/>
    <w:rsid w:val="00753DC9"/>
    <w:rsid w:val="0076286B"/>
    <w:rsid w:val="00764595"/>
    <w:rsid w:val="00766846"/>
    <w:rsid w:val="0077673A"/>
    <w:rsid w:val="007846E1"/>
    <w:rsid w:val="007A0EFE"/>
    <w:rsid w:val="007B570C"/>
    <w:rsid w:val="007C4255"/>
    <w:rsid w:val="007E4A6E"/>
    <w:rsid w:val="007F56A7"/>
    <w:rsid w:val="007F626E"/>
    <w:rsid w:val="00807DD0"/>
    <w:rsid w:val="00813F11"/>
    <w:rsid w:val="00817E98"/>
    <w:rsid w:val="008357A9"/>
    <w:rsid w:val="00842C9B"/>
    <w:rsid w:val="008841FB"/>
    <w:rsid w:val="0088472C"/>
    <w:rsid w:val="00891334"/>
    <w:rsid w:val="008A0659"/>
    <w:rsid w:val="008A3568"/>
    <w:rsid w:val="008D03B9"/>
    <w:rsid w:val="008F18D6"/>
    <w:rsid w:val="00904780"/>
    <w:rsid w:val="009113A8"/>
    <w:rsid w:val="00922385"/>
    <w:rsid w:val="009223DF"/>
    <w:rsid w:val="00934DC3"/>
    <w:rsid w:val="00936091"/>
    <w:rsid w:val="00940D8A"/>
    <w:rsid w:val="0095327E"/>
    <w:rsid w:val="00953C3C"/>
    <w:rsid w:val="00962258"/>
    <w:rsid w:val="009678B7"/>
    <w:rsid w:val="00982411"/>
    <w:rsid w:val="00992D9C"/>
    <w:rsid w:val="00996CB8"/>
    <w:rsid w:val="009A46FD"/>
    <w:rsid w:val="009A7568"/>
    <w:rsid w:val="009B2E97"/>
    <w:rsid w:val="009B3C69"/>
    <w:rsid w:val="009B72CC"/>
    <w:rsid w:val="009C7B39"/>
    <w:rsid w:val="009E07F4"/>
    <w:rsid w:val="009F392E"/>
    <w:rsid w:val="00A22EE9"/>
    <w:rsid w:val="00A44328"/>
    <w:rsid w:val="00A509D7"/>
    <w:rsid w:val="00A6177B"/>
    <w:rsid w:val="00A66136"/>
    <w:rsid w:val="00A943B5"/>
    <w:rsid w:val="00AA4CBB"/>
    <w:rsid w:val="00AA65FA"/>
    <w:rsid w:val="00AA7351"/>
    <w:rsid w:val="00AC56A4"/>
    <w:rsid w:val="00AD056F"/>
    <w:rsid w:val="00AD2773"/>
    <w:rsid w:val="00AD6731"/>
    <w:rsid w:val="00AE1DDE"/>
    <w:rsid w:val="00AF7747"/>
    <w:rsid w:val="00B10CF2"/>
    <w:rsid w:val="00B15B5E"/>
    <w:rsid w:val="00B15D0D"/>
    <w:rsid w:val="00B23CA3"/>
    <w:rsid w:val="00B3491A"/>
    <w:rsid w:val="00B45E9E"/>
    <w:rsid w:val="00B55F9C"/>
    <w:rsid w:val="00B6279B"/>
    <w:rsid w:val="00B75EE1"/>
    <w:rsid w:val="00B77481"/>
    <w:rsid w:val="00B8518B"/>
    <w:rsid w:val="00BB3740"/>
    <w:rsid w:val="00BC07A8"/>
    <w:rsid w:val="00BC4EE5"/>
    <w:rsid w:val="00BD5319"/>
    <w:rsid w:val="00BD7E91"/>
    <w:rsid w:val="00BF374D"/>
    <w:rsid w:val="00BF6D48"/>
    <w:rsid w:val="00C02D0A"/>
    <w:rsid w:val="00C03A6E"/>
    <w:rsid w:val="00C30759"/>
    <w:rsid w:val="00C44F6A"/>
    <w:rsid w:val="00C727E5"/>
    <w:rsid w:val="00C8207D"/>
    <w:rsid w:val="00CB7B5A"/>
    <w:rsid w:val="00CC1E2B"/>
    <w:rsid w:val="00CD1FC4"/>
    <w:rsid w:val="00CE371D"/>
    <w:rsid w:val="00D02A4D"/>
    <w:rsid w:val="00D21061"/>
    <w:rsid w:val="00D260DE"/>
    <w:rsid w:val="00D316A7"/>
    <w:rsid w:val="00D4108E"/>
    <w:rsid w:val="00D548C8"/>
    <w:rsid w:val="00D6163D"/>
    <w:rsid w:val="00D63009"/>
    <w:rsid w:val="00D831A3"/>
    <w:rsid w:val="00D902AD"/>
    <w:rsid w:val="00D9490A"/>
    <w:rsid w:val="00DA413F"/>
    <w:rsid w:val="00DA6FFE"/>
    <w:rsid w:val="00DC3110"/>
    <w:rsid w:val="00DD46F3"/>
    <w:rsid w:val="00DD58A6"/>
    <w:rsid w:val="00DE56F2"/>
    <w:rsid w:val="00DF116D"/>
    <w:rsid w:val="00E06AD1"/>
    <w:rsid w:val="00E10710"/>
    <w:rsid w:val="00E824F1"/>
    <w:rsid w:val="00E9347D"/>
    <w:rsid w:val="00EB104F"/>
    <w:rsid w:val="00ED14BD"/>
    <w:rsid w:val="00F01440"/>
    <w:rsid w:val="00F12DEC"/>
    <w:rsid w:val="00F1715C"/>
    <w:rsid w:val="00F310F8"/>
    <w:rsid w:val="00F35939"/>
    <w:rsid w:val="00F45607"/>
    <w:rsid w:val="00F64786"/>
    <w:rsid w:val="00F659EB"/>
    <w:rsid w:val="00F804A7"/>
    <w:rsid w:val="00F8318E"/>
    <w:rsid w:val="00F862D6"/>
    <w:rsid w:val="00F86BA6"/>
    <w:rsid w:val="00FC3C36"/>
    <w:rsid w:val="00FC3D8D"/>
    <w:rsid w:val="00FC4B86"/>
    <w:rsid w:val="00FC6389"/>
    <w:rsid w:val="00FD2F51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396C76"/>
  <w14:defaultImageDpi w14:val="32767"/>
  <w15:docId w15:val="{B7F84D2A-A3F9-4A77-BC81-DB73F4F66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E43CF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  <w:style w:type="paragraph" w:styleId="Revize">
    <w:name w:val="Revision"/>
    <w:hidden/>
    <w:uiPriority w:val="99"/>
    <w:semiHidden/>
    <w:rsid w:val="007F626E"/>
    <w:pPr>
      <w:spacing w:after="0" w:line="240" w:lineRule="auto"/>
    </w:pPr>
  </w:style>
  <w:style w:type="paragraph" w:customStyle="1" w:styleId="Default">
    <w:name w:val="Default"/>
    <w:rsid w:val="00934DC3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8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zakazky.szdc.cz/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B2B854D9-999A-4888-AB28-B7B0636642A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D7F25D8-5C0C-4F11-B6B4-EC852F3C2DC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10</TotalTime>
  <Pages>2</Pages>
  <Words>452</Words>
  <Characters>2669</Characters>
  <Application>Microsoft Office Word</Application>
  <DocSecurity>0</DocSecurity>
  <Lines>22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3115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Rečková Radomíra, Ing.</cp:lastModifiedBy>
  <cp:revision>4</cp:revision>
  <cp:lastPrinted>2025-01-08T05:29:00Z</cp:lastPrinted>
  <dcterms:created xsi:type="dcterms:W3CDTF">2025-01-07T12:30:00Z</dcterms:created>
  <dcterms:modified xsi:type="dcterms:W3CDTF">2025-01-08T05:33:00Z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