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BDACC" w14:textId="6D7BD80B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6C6D3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C6D30" w:rsidRPr="006C6D30">
        <w:rPr>
          <w:rFonts w:asciiTheme="majorHAnsi" w:eastAsia="Times New Roman" w:hAnsiTheme="majorHAnsi" w:cs="Times New Roman"/>
          <w:lang w:eastAsia="cs-CZ"/>
        </w:rPr>
        <w:t>4</w:t>
      </w:r>
      <w:r w:rsidR="00DD29C3" w:rsidRPr="006C6D30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03F59C61" w14:textId="77777777" w:rsidR="00DD29C3" w:rsidRPr="00DD29C3" w:rsidRDefault="00DD29C3" w:rsidP="008E4AED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07CE7AB" w14:textId="77777777" w:rsidR="00DD29C3" w:rsidRPr="001B629E" w:rsidRDefault="00DD5457" w:rsidP="00A2349B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52D047F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B659518" w14:textId="77777777" w:rsidR="00DD29C3" w:rsidRPr="001B629E" w:rsidRDefault="00DD5457" w:rsidP="00A2349B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9"/>
        <w:gridCol w:w="4925"/>
      </w:tblGrid>
      <w:tr w:rsidR="00DD29C3" w:rsidRPr="00FF65DD" w14:paraId="073BF227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31567CD" w14:textId="77777777" w:rsidR="00DD29C3" w:rsidRPr="001B629E" w:rsidRDefault="00DD29C3" w:rsidP="008E4AED">
            <w:pPr>
              <w:rPr>
                <w:szCs w:val="18"/>
              </w:rPr>
            </w:pPr>
            <w:r w:rsidRPr="008E4AED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75C4FFF3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21C56B02" w14:textId="77777777" w:rsidR="00DD29C3" w:rsidRPr="008E4AED" w:rsidRDefault="00DD29C3" w:rsidP="008E4AED">
            <w:pPr>
              <w:rPr>
                <w:szCs w:val="18"/>
              </w:rPr>
            </w:pPr>
            <w:r w:rsidRPr="008E4AED">
              <w:rPr>
                <w:rFonts w:cstheme="minorBidi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2DA6DEFB" w14:textId="77777777" w:rsidR="00DD29C3" w:rsidRPr="001B629E" w:rsidRDefault="00DD29C3" w:rsidP="008E4A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BD2ED1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5601ADC9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19BF308" w14:textId="77777777" w:rsidR="00DD29C3" w:rsidRPr="008E4AED" w:rsidRDefault="00DD29C3" w:rsidP="008E4AED">
            <w:pPr>
              <w:rPr>
                <w:szCs w:val="18"/>
              </w:rPr>
            </w:pPr>
            <w:r w:rsidRPr="008E4AED">
              <w:rPr>
                <w:rFonts w:cstheme="minorBidi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76C74728" w14:textId="77777777" w:rsidR="00DD29C3" w:rsidRPr="001B629E" w:rsidRDefault="00DD29C3" w:rsidP="008E4A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BD2ED1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</w:p>
        </w:tc>
      </w:tr>
    </w:tbl>
    <w:p w14:paraId="1974D35C" w14:textId="77777777" w:rsidR="00DD29C3" w:rsidRPr="001B629E" w:rsidRDefault="00DD29C3" w:rsidP="00A2349B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BD2ED1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D2ED1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31DD3402" w14:textId="77777777" w:rsidR="009F392E" w:rsidRDefault="009F392E" w:rsidP="00DD29C3"/>
    <w:p w14:paraId="771B072F" w14:textId="77777777" w:rsidR="00E86B5A" w:rsidRPr="00E86B5A" w:rsidRDefault="00E86B5A" w:rsidP="00E86B5A"/>
    <w:p w14:paraId="1DA12551" w14:textId="77777777" w:rsidR="00E86B5A" w:rsidRPr="00E86B5A" w:rsidRDefault="00E86B5A" w:rsidP="00E86B5A"/>
    <w:p w14:paraId="7BD8832E" w14:textId="77777777" w:rsidR="00E86B5A" w:rsidRPr="00E86B5A" w:rsidRDefault="00E86B5A" w:rsidP="00E86B5A"/>
    <w:p w14:paraId="3559CFF7" w14:textId="77777777" w:rsidR="00E86B5A" w:rsidRPr="00E86B5A" w:rsidRDefault="00E86B5A" w:rsidP="00E86B5A"/>
    <w:p w14:paraId="01D54BB6" w14:textId="77777777" w:rsidR="00E86B5A" w:rsidRPr="00E86B5A" w:rsidRDefault="00E86B5A" w:rsidP="00E86B5A"/>
    <w:p w14:paraId="45B24E2D" w14:textId="77777777" w:rsidR="00E86B5A" w:rsidRPr="00E86B5A" w:rsidRDefault="00E86B5A" w:rsidP="00E86B5A"/>
    <w:p w14:paraId="6A40231F" w14:textId="77777777" w:rsidR="00E86B5A" w:rsidRPr="00E86B5A" w:rsidRDefault="00E86B5A" w:rsidP="00E86B5A"/>
    <w:p w14:paraId="70A5A501" w14:textId="77777777" w:rsidR="00E86B5A" w:rsidRPr="00E86B5A" w:rsidRDefault="00E86B5A" w:rsidP="00E86B5A"/>
    <w:p w14:paraId="3A95259D" w14:textId="77777777" w:rsidR="00E86B5A" w:rsidRPr="00E86B5A" w:rsidRDefault="00E86B5A" w:rsidP="00E86B5A"/>
    <w:p w14:paraId="1224C62A" w14:textId="77777777" w:rsidR="00E86B5A" w:rsidRPr="00E86B5A" w:rsidRDefault="00E86B5A" w:rsidP="00E86B5A"/>
    <w:p w14:paraId="63DEC24D" w14:textId="77777777" w:rsidR="00E86B5A" w:rsidRPr="00E86B5A" w:rsidRDefault="00E86B5A" w:rsidP="00E86B5A"/>
    <w:p w14:paraId="30C01061" w14:textId="77777777" w:rsidR="00E86B5A" w:rsidRPr="00E86B5A" w:rsidRDefault="00E86B5A" w:rsidP="00E86B5A"/>
    <w:p w14:paraId="065FE2CE" w14:textId="77777777" w:rsidR="00E86B5A" w:rsidRPr="00E86B5A" w:rsidRDefault="00E86B5A" w:rsidP="00E86B5A"/>
    <w:p w14:paraId="5ACC89F5" w14:textId="77777777" w:rsidR="00E86B5A" w:rsidRPr="00E86B5A" w:rsidRDefault="00E86B5A" w:rsidP="00E86B5A"/>
    <w:p w14:paraId="5C44FA61" w14:textId="77777777" w:rsidR="00E86B5A" w:rsidRPr="00E86B5A" w:rsidRDefault="00E86B5A" w:rsidP="008E4AED">
      <w:pPr>
        <w:jc w:val="center"/>
      </w:pPr>
    </w:p>
    <w:sectPr w:rsidR="00E86B5A" w:rsidRPr="00E86B5A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1CAEB" w14:textId="77777777" w:rsidR="00613884" w:rsidRDefault="00613884" w:rsidP="00962258">
      <w:pPr>
        <w:spacing w:after="0" w:line="240" w:lineRule="auto"/>
      </w:pPr>
      <w:r>
        <w:separator/>
      </w:r>
    </w:p>
  </w:endnote>
  <w:endnote w:type="continuationSeparator" w:id="0">
    <w:p w14:paraId="2B63669C" w14:textId="77777777" w:rsidR="00613884" w:rsidRDefault="0061388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DADEA" w14:textId="77777777" w:rsidR="00E86B5A" w:rsidRDefault="00E86B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11698D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BE19DC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6F26C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3046D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F1A5AB4" w14:textId="77777777" w:rsidR="00F1715C" w:rsidRDefault="00F1715C" w:rsidP="00D831A3">
          <w:pPr>
            <w:pStyle w:val="Zpat"/>
          </w:pPr>
        </w:p>
      </w:tc>
    </w:tr>
  </w:tbl>
  <w:p w14:paraId="4AF318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4ABF620" wp14:editId="740DF3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1F19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651D8CD" wp14:editId="1CF7173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EC21A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FB3EC4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7AFCF07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04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04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A60AC5" w14:textId="77777777" w:rsidR="00F1715C" w:rsidRDefault="00F1715C" w:rsidP="008E4AED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2F80F7D" w14:textId="77777777" w:rsidR="00F1715C" w:rsidRDefault="00F1715C" w:rsidP="008E4AED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772C37" w14:textId="77777777" w:rsidR="00F1715C" w:rsidRDefault="00F1715C" w:rsidP="008E4AED">
          <w:pPr>
            <w:pStyle w:val="Zpat"/>
            <w:jc w:val="left"/>
          </w:pPr>
          <w:r>
            <w:t>Sídlo: Dlážděná 1003/7, 110 00 Praha 1</w:t>
          </w:r>
        </w:p>
        <w:p w14:paraId="43E812EC" w14:textId="77777777" w:rsidR="00F1715C" w:rsidRDefault="00F1715C" w:rsidP="008E4AED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92AB283" w14:textId="77777777" w:rsidR="00F1715C" w:rsidRDefault="00F1715C" w:rsidP="008E4AED">
          <w:pPr>
            <w:pStyle w:val="Zpat"/>
            <w:jc w:val="left"/>
          </w:pPr>
          <w:r>
            <w:t>www.</w:t>
          </w:r>
          <w:r w:rsidR="00D9049F">
            <w:t>spravazeleznic</w:t>
          </w:r>
          <w:r>
            <w:t>.cz</w:t>
          </w:r>
        </w:p>
      </w:tc>
      <w:tc>
        <w:tcPr>
          <w:tcW w:w="2921" w:type="dxa"/>
        </w:tcPr>
        <w:p w14:paraId="360F3012" w14:textId="77777777" w:rsidR="00F1715C" w:rsidRDefault="00F1715C" w:rsidP="00460660">
          <w:pPr>
            <w:pStyle w:val="Zpat"/>
          </w:pPr>
        </w:p>
      </w:tc>
    </w:tr>
  </w:tbl>
  <w:p w14:paraId="347BE2B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44D209" wp14:editId="113A9D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BC34C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B834FA" wp14:editId="05D524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90ED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FB5639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378F4" w14:textId="77777777" w:rsidR="00613884" w:rsidRDefault="00613884" w:rsidP="00962258">
      <w:pPr>
        <w:spacing w:after="0" w:line="240" w:lineRule="auto"/>
      </w:pPr>
      <w:r>
        <w:separator/>
      </w:r>
    </w:p>
  </w:footnote>
  <w:footnote w:type="continuationSeparator" w:id="0">
    <w:p w14:paraId="602507CE" w14:textId="77777777" w:rsidR="00613884" w:rsidRDefault="0061388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D8C3F" w14:textId="77777777" w:rsidR="00E86B5A" w:rsidRDefault="00E86B5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0315E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01A2D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50391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AB7DBB" w14:textId="77777777" w:rsidR="00F1715C" w:rsidRPr="00D6163D" w:rsidRDefault="00F1715C" w:rsidP="00D6163D">
          <w:pPr>
            <w:pStyle w:val="Druhdokumentu"/>
          </w:pPr>
        </w:p>
      </w:tc>
    </w:tr>
  </w:tbl>
  <w:p w14:paraId="0A6BDD6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CD6504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56CC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1A8BD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72D15B" w14:textId="77777777" w:rsidR="00F1715C" w:rsidRPr="00D6163D" w:rsidRDefault="00F1715C" w:rsidP="00FC6389">
          <w:pPr>
            <w:pStyle w:val="Druhdokumentu"/>
          </w:pPr>
        </w:p>
      </w:tc>
    </w:tr>
    <w:tr w:rsidR="009F392E" w14:paraId="0415137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4D25A7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E5155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37113E5" w14:textId="77777777" w:rsidR="009F392E" w:rsidRPr="00D6163D" w:rsidRDefault="009F392E" w:rsidP="00FC6389">
          <w:pPr>
            <w:pStyle w:val="Druhdokumentu"/>
          </w:pPr>
        </w:p>
      </w:tc>
    </w:tr>
  </w:tbl>
  <w:p w14:paraId="37999C1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E41DA7D" wp14:editId="4F67DA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061DF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71899518">
    <w:abstractNumId w:val="3"/>
  </w:num>
  <w:num w:numId="2" w16cid:durableId="1107039357">
    <w:abstractNumId w:val="2"/>
  </w:num>
  <w:num w:numId="3" w16cid:durableId="1428958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342067">
    <w:abstractNumId w:val="8"/>
  </w:num>
  <w:num w:numId="5" w16cid:durableId="108819330">
    <w:abstractNumId w:val="4"/>
  </w:num>
  <w:num w:numId="6" w16cid:durableId="1526792398">
    <w:abstractNumId w:val="5"/>
  </w:num>
  <w:num w:numId="7" w16cid:durableId="953633428">
    <w:abstractNumId w:val="0"/>
  </w:num>
  <w:num w:numId="8" w16cid:durableId="1945066020">
    <w:abstractNumId w:val="6"/>
  </w:num>
  <w:num w:numId="9" w16cid:durableId="6977796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7351297">
    <w:abstractNumId w:val="5"/>
  </w:num>
  <w:num w:numId="11" w16cid:durableId="1182621607">
    <w:abstractNumId w:val="2"/>
  </w:num>
  <w:num w:numId="12" w16cid:durableId="655454685">
    <w:abstractNumId w:val="5"/>
  </w:num>
  <w:num w:numId="13" w16cid:durableId="163321370">
    <w:abstractNumId w:val="5"/>
  </w:num>
  <w:num w:numId="14" w16cid:durableId="327946130">
    <w:abstractNumId w:val="5"/>
  </w:num>
  <w:num w:numId="15" w16cid:durableId="1585458815">
    <w:abstractNumId w:val="5"/>
  </w:num>
  <w:num w:numId="16" w16cid:durableId="431556921">
    <w:abstractNumId w:val="9"/>
  </w:num>
  <w:num w:numId="17" w16cid:durableId="1988901282">
    <w:abstractNumId w:val="3"/>
  </w:num>
  <w:num w:numId="18" w16cid:durableId="1437864624">
    <w:abstractNumId w:val="9"/>
  </w:num>
  <w:num w:numId="19" w16cid:durableId="1398553888">
    <w:abstractNumId w:val="9"/>
  </w:num>
  <w:num w:numId="20" w16cid:durableId="1549493514">
    <w:abstractNumId w:val="9"/>
  </w:num>
  <w:num w:numId="21" w16cid:durableId="647638472">
    <w:abstractNumId w:val="9"/>
  </w:num>
  <w:num w:numId="22" w16cid:durableId="828861559">
    <w:abstractNumId w:val="5"/>
  </w:num>
  <w:num w:numId="23" w16cid:durableId="1914506107">
    <w:abstractNumId w:val="2"/>
  </w:num>
  <w:num w:numId="24" w16cid:durableId="245768047">
    <w:abstractNumId w:val="5"/>
  </w:num>
  <w:num w:numId="25" w16cid:durableId="724911260">
    <w:abstractNumId w:val="5"/>
  </w:num>
  <w:num w:numId="26" w16cid:durableId="450979326">
    <w:abstractNumId w:val="5"/>
  </w:num>
  <w:num w:numId="27" w16cid:durableId="1685013202">
    <w:abstractNumId w:val="5"/>
  </w:num>
  <w:num w:numId="28" w16cid:durableId="2048212935">
    <w:abstractNumId w:val="9"/>
  </w:num>
  <w:num w:numId="29" w16cid:durableId="1031301075">
    <w:abstractNumId w:val="3"/>
  </w:num>
  <w:num w:numId="30" w16cid:durableId="1776630994">
    <w:abstractNumId w:val="9"/>
  </w:num>
  <w:num w:numId="31" w16cid:durableId="995453800">
    <w:abstractNumId w:val="9"/>
  </w:num>
  <w:num w:numId="32" w16cid:durableId="1791196482">
    <w:abstractNumId w:val="9"/>
  </w:num>
  <w:num w:numId="33" w16cid:durableId="1372263037">
    <w:abstractNumId w:val="9"/>
  </w:num>
  <w:num w:numId="34" w16cid:durableId="171442336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B1B47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6631F"/>
    <w:rsid w:val="00280E07"/>
    <w:rsid w:val="002C31BF"/>
    <w:rsid w:val="002D08B1"/>
    <w:rsid w:val="002E0CD7"/>
    <w:rsid w:val="00341DCF"/>
    <w:rsid w:val="00357BC6"/>
    <w:rsid w:val="003956C6"/>
    <w:rsid w:val="003A3E2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EB3"/>
    <w:rsid w:val="0061068E"/>
    <w:rsid w:val="00613884"/>
    <w:rsid w:val="00660AD3"/>
    <w:rsid w:val="00677B7F"/>
    <w:rsid w:val="006A5570"/>
    <w:rsid w:val="006A689C"/>
    <w:rsid w:val="006B3D79"/>
    <w:rsid w:val="006C3BE5"/>
    <w:rsid w:val="006C6D30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4AE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2349B"/>
    <w:rsid w:val="00A6177B"/>
    <w:rsid w:val="00A66136"/>
    <w:rsid w:val="00AA4CBB"/>
    <w:rsid w:val="00AA65FA"/>
    <w:rsid w:val="00AA7351"/>
    <w:rsid w:val="00AC49BE"/>
    <w:rsid w:val="00AD056F"/>
    <w:rsid w:val="00AD6731"/>
    <w:rsid w:val="00AF4751"/>
    <w:rsid w:val="00B15D0D"/>
    <w:rsid w:val="00B34FD9"/>
    <w:rsid w:val="00B71E1B"/>
    <w:rsid w:val="00B75EE1"/>
    <w:rsid w:val="00B77481"/>
    <w:rsid w:val="00B8518B"/>
    <w:rsid w:val="00BD2ED1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9049F"/>
    <w:rsid w:val="00DC75F3"/>
    <w:rsid w:val="00DD29C3"/>
    <w:rsid w:val="00DD46F3"/>
    <w:rsid w:val="00DD5457"/>
    <w:rsid w:val="00DE56F2"/>
    <w:rsid w:val="00DF116D"/>
    <w:rsid w:val="00E36C4A"/>
    <w:rsid w:val="00E86B5A"/>
    <w:rsid w:val="00E90471"/>
    <w:rsid w:val="00EB104F"/>
    <w:rsid w:val="00ED14B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A5625F7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349B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AC49BE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C49BE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AC49BE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AC49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F4148-4B21-4A65-AA81-D18FFF6043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D66EEA-D825-469D-BBEF-48CE5CAEA5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3</cp:revision>
  <cp:lastPrinted>2017-11-28T17:18:00Z</cp:lastPrinted>
  <dcterms:created xsi:type="dcterms:W3CDTF">2024-11-26T08:02:00Z</dcterms:created>
  <dcterms:modified xsi:type="dcterms:W3CDTF">2024-11-26T10:58:00Z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