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08E7EA35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0B79E6">
        <w:t>11</w:t>
      </w:r>
    </w:p>
    <w:p w14:paraId="6B9D6A04" w14:textId="481073D0" w:rsidR="00AD0C7B" w:rsidRDefault="001B26B1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3893E29C" w:rsidR="006A2C59" w:rsidRDefault="007411F9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7411F9">
            <w:rPr>
              <w:rStyle w:val="Zpat"/>
              <w:szCs w:val="24"/>
            </w:rPr>
            <w:t>„RS5 Náchod – státní hranice“</w:t>
          </w:r>
          <w:r w:rsidRPr="007411F9">
            <w:rPr>
              <w:rStyle w:val="Zpat"/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07602C83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1B3838EA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065E9C55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1B26B1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7836651F" w:rsidR="00672111" w:rsidRPr="003462EB" w:rsidRDefault="001B26B1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7411F9">
                <w:t xml:space="preserve">„RS5 Náchod – státní hranice“ </w:t>
              </w:r>
            </w:sdtContent>
          </w:sdt>
        </w:p>
        <w:p w14:paraId="60D715BD" w14:textId="27FCF652" w:rsidR="00672111" w:rsidRPr="00B435A5" w:rsidRDefault="001B26B1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750F87C4" w:rsidR="00813B53" w:rsidRPr="00661092" w:rsidRDefault="001B26B1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7411F9">
                <w:rPr>
                  <w:szCs w:val="12"/>
                </w:rPr>
                <w:t xml:space="preserve">„RS5 Náchod – státní hranice“ </w:t>
              </w:r>
            </w:sdtContent>
          </w:sdt>
        </w:p>
        <w:p w14:paraId="2F397256" w14:textId="6BC08131" w:rsidR="00813B53" w:rsidRPr="003462EB" w:rsidRDefault="001B26B1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76C3085C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1B26B1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05776C80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7411F9">
      <w:rPr>
        <w:sz w:val="22"/>
        <w:szCs w:val="22"/>
      </w:rPr>
      <w:t>2</w:t>
    </w:r>
    <w:r w:rsidR="000B79E6">
      <w:rPr>
        <w:sz w:val="22"/>
        <w:szCs w:val="22"/>
      </w:rPr>
      <w:t>.1</w:t>
    </w:r>
    <w:r w:rsidR="007411F9">
      <w:rPr>
        <w:sz w:val="22"/>
        <w:szCs w:val="22"/>
      </w:rPr>
      <w:t>2</w:t>
    </w:r>
    <w:r w:rsidR="000B79E6">
      <w:rPr>
        <w:sz w:val="22"/>
        <w:szCs w:val="22"/>
      </w:rPr>
      <w:t>.2024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091077031" name="Obrázek 1091077031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48DE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B79E6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26B1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11F9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E50C7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E713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45CD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E713B"/>
    <w:rsid w:val="00CF5B4C"/>
    <w:rsid w:val="00D35D3A"/>
    <w:rsid w:val="00DA0819"/>
    <w:rsid w:val="00E020C5"/>
    <w:rsid w:val="00E14C35"/>
    <w:rsid w:val="00F14DB8"/>
    <w:rsid w:val="00F46CFF"/>
    <w:rsid w:val="00FA141C"/>
    <w:rsid w:val="00FB45CD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4294966711</TotalTime>
  <Pages>8</Pages>
  <Words>2658</Words>
  <Characters>15683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„RS5 Náchod – státní hranice“</dc:subject>
  <dc:creator>Správa železnic</dc:creator>
  <cp:keywords>2024-10</cp:keywords>
  <cp:lastModifiedBy>Šafář Karel, Ing.</cp:lastModifiedBy>
  <cp:revision>4</cp:revision>
  <cp:lastPrinted>2019-12-07T09:14:00Z</cp:lastPrinted>
  <dcterms:created xsi:type="dcterms:W3CDTF">2024-10-18T14:00:00Z</dcterms:created>
  <dcterms:modified xsi:type="dcterms:W3CDTF">2024-12-02T12:51:00Z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